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13FCFAA8D0C4A43977CB7DE1C2A935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767575" w:rsidP="00CF0EF4">
          <w:pPr>
            <w:pStyle w:val="Tituldatum"/>
          </w:pPr>
          <w:r w:rsidRPr="00767575">
            <w:rPr>
              <w:rStyle w:val="Nzevakce"/>
            </w:rPr>
            <w:t>Rekonstrukce žst. Rožnov pod Radhoštěm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F43A2">
        <w:t>04</w:t>
      </w:r>
      <w:r w:rsidRPr="00767575">
        <w:t xml:space="preserve">. </w:t>
      </w:r>
      <w:r w:rsidR="001F43A2">
        <w:t>05</w:t>
      </w:r>
      <w:r w:rsidRPr="00767575">
        <w:t>. 20</w:t>
      </w:r>
      <w:r w:rsidR="00A616BE" w:rsidRPr="00767575">
        <w:t>2</w:t>
      </w:r>
      <w:r w:rsidR="00767575" w:rsidRPr="00767575">
        <w:t>2</w:t>
      </w:r>
      <w:r w:rsidR="000008ED">
        <w:t xml:space="preserve"> </w:t>
      </w:r>
    </w:p>
    <w:p w:rsidR="00BD7E91" w:rsidRDefault="00826B7B" w:rsidP="00767575">
      <w:bookmarkStart w:id="0" w:name="_GoBack"/>
      <w:bookmarkEnd w:id="0"/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82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67575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767575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767575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767575" w:rsidRDefault="00C952B9" w:rsidP="00F2372B">
      <w:pPr>
        <w:pStyle w:val="Text2-1"/>
        <w:rPr>
          <w:b/>
        </w:rPr>
      </w:pPr>
      <w:r w:rsidRPr="00767575">
        <w:rPr>
          <w:b/>
        </w:rPr>
        <w:lastRenderedPageBreak/>
        <w:t xml:space="preserve">Výjimkou z předchozího odstavce jsou </w:t>
      </w:r>
      <w:r w:rsidR="001D2123" w:rsidRPr="00767575">
        <w:rPr>
          <w:b/>
        </w:rPr>
        <w:t xml:space="preserve">jednotlivé </w:t>
      </w:r>
      <w:r w:rsidR="0015369F" w:rsidRPr="00767575">
        <w:rPr>
          <w:b/>
        </w:rPr>
        <w:t>„</w:t>
      </w:r>
      <w:r w:rsidR="001D2123" w:rsidRPr="00767575">
        <w:rPr>
          <w:b/>
        </w:rPr>
        <w:t>E</w:t>
      </w:r>
      <w:r w:rsidR="0015369F" w:rsidRPr="00767575">
        <w:rPr>
          <w:b/>
        </w:rPr>
        <w:t>videnční položky“</w:t>
      </w:r>
      <w:r w:rsidR="001D2123" w:rsidRPr="00767575">
        <w:rPr>
          <w:b/>
        </w:rPr>
        <w:t xml:space="preserve"> odpadů </w:t>
      </w:r>
      <w:r w:rsidR="00222434" w:rsidRPr="00767575">
        <w:rPr>
          <w:b/>
        </w:rPr>
        <w:t xml:space="preserve">označené Variantou </w:t>
      </w:r>
      <w:r w:rsidR="0015369F" w:rsidRPr="00767575">
        <w:rPr>
          <w:b/>
        </w:rPr>
        <w:t>„</w:t>
      </w:r>
      <w:r w:rsidR="00222434" w:rsidRPr="00767575">
        <w:rPr>
          <w:b/>
        </w:rPr>
        <w:t>901</w:t>
      </w:r>
      <w:r w:rsidR="0015369F" w:rsidRPr="00767575">
        <w:rPr>
          <w:b/>
        </w:rPr>
        <w:t>“</w:t>
      </w:r>
      <w:r w:rsidR="00222434" w:rsidRPr="00767575">
        <w:rPr>
          <w:b/>
        </w:rPr>
        <w:t xml:space="preserve"> až </w:t>
      </w:r>
      <w:r w:rsidR="0015369F" w:rsidRPr="00767575">
        <w:rPr>
          <w:b/>
        </w:rPr>
        <w:t>„</w:t>
      </w:r>
      <w:r w:rsidR="00222434" w:rsidRPr="00767575">
        <w:rPr>
          <w:b/>
        </w:rPr>
        <w:t>999</w:t>
      </w:r>
      <w:r w:rsidR="0015369F" w:rsidRPr="00767575">
        <w:rPr>
          <w:b/>
        </w:rPr>
        <w:t>“</w:t>
      </w:r>
      <w:r w:rsidR="001D2123" w:rsidRPr="00767575">
        <w:rPr>
          <w:b/>
        </w:rPr>
        <w:t xml:space="preserve">, které jsou součástí </w:t>
      </w:r>
      <w:r w:rsidRPr="00767575">
        <w:rPr>
          <w:b/>
        </w:rPr>
        <w:t xml:space="preserve">jednotlivých SO/PS, </w:t>
      </w:r>
      <w:r w:rsidR="001D2123" w:rsidRPr="00767575">
        <w:rPr>
          <w:b/>
        </w:rPr>
        <w:t>a</w:t>
      </w:r>
      <w:r w:rsidR="009E2461" w:rsidRPr="00767575">
        <w:rPr>
          <w:b/>
        </w:rPr>
        <w:t> </w:t>
      </w:r>
      <w:r w:rsidR="00640764" w:rsidRPr="00767575">
        <w:rPr>
          <w:b/>
        </w:rPr>
        <w:t xml:space="preserve">které </w:t>
      </w:r>
      <w:r w:rsidR="001D2123" w:rsidRPr="00767575">
        <w:rPr>
          <w:b/>
        </w:rPr>
        <w:t>nebudou</w:t>
      </w:r>
      <w:r w:rsidR="00222434" w:rsidRPr="00767575">
        <w:rPr>
          <w:b/>
        </w:rPr>
        <w:t xml:space="preserve"> </w:t>
      </w:r>
      <w:r w:rsidR="00640764" w:rsidRPr="00767575">
        <w:rPr>
          <w:b/>
        </w:rPr>
        <w:t xml:space="preserve">v jednotlivých SO/PS uchazečem </w:t>
      </w:r>
      <w:r w:rsidR="00222434" w:rsidRPr="00767575">
        <w:rPr>
          <w:b/>
        </w:rPr>
        <w:t>oceň</w:t>
      </w:r>
      <w:r w:rsidR="00BE6548" w:rsidRPr="00767575">
        <w:rPr>
          <w:b/>
        </w:rPr>
        <w:t>o</w:t>
      </w:r>
      <w:r w:rsidR="001D2123" w:rsidRPr="00767575">
        <w:rPr>
          <w:b/>
        </w:rPr>
        <w:t>vány</w:t>
      </w:r>
      <w:r w:rsidR="0015369F" w:rsidRPr="00767575">
        <w:rPr>
          <w:b/>
        </w:rPr>
        <w:t>. U</w:t>
      </w:r>
      <w:r w:rsidR="006D17F7" w:rsidRPr="00767575">
        <w:rPr>
          <w:b/>
        </w:rPr>
        <w:t xml:space="preserve">chazeč provede ocenění </w:t>
      </w:r>
      <w:r w:rsidR="00BE6548" w:rsidRPr="00767575">
        <w:rPr>
          <w:b/>
        </w:rPr>
        <w:t>těchto položek pouze</w:t>
      </w:r>
      <w:r w:rsidR="006D17F7" w:rsidRPr="00767575">
        <w:rPr>
          <w:b/>
        </w:rPr>
        <w:t xml:space="preserve"> v</w:t>
      </w:r>
      <w:r w:rsidR="00BE6548" w:rsidRPr="00767575">
        <w:rPr>
          <w:b/>
        </w:rPr>
        <w:t> </w:t>
      </w:r>
      <w:r w:rsidR="006D17F7" w:rsidRPr="00767575">
        <w:rPr>
          <w:b/>
        </w:rPr>
        <w:t>souhrn</w:t>
      </w:r>
      <w:r w:rsidR="00BE6548" w:rsidRPr="00767575">
        <w:rPr>
          <w:b/>
        </w:rPr>
        <w:t xml:space="preserve">ném objektu </w:t>
      </w:r>
      <w:r w:rsidR="006D17F7" w:rsidRPr="00767575">
        <w:rPr>
          <w:b/>
        </w:rPr>
        <w:t xml:space="preserve">odpadů </w:t>
      </w:r>
      <w:r w:rsidR="009E2461" w:rsidRPr="00767575">
        <w:rPr>
          <w:b/>
        </w:rPr>
        <w:t>„</w:t>
      </w:r>
      <w:r w:rsidR="006D17F7" w:rsidRPr="00767575">
        <w:rPr>
          <w:b/>
        </w:rPr>
        <w:t>SO</w:t>
      </w:r>
      <w:r w:rsidR="00753492" w:rsidRPr="00767575">
        <w:rPr>
          <w:b/>
        </w:rPr>
        <w:t> </w:t>
      </w:r>
      <w:r w:rsidR="006D17F7" w:rsidRPr="00767575">
        <w:rPr>
          <w:b/>
        </w:rPr>
        <w:t>90</w:t>
      </w:r>
      <w:r w:rsidR="00753492" w:rsidRPr="00767575">
        <w:rPr>
          <w:b/>
        </w:rPr>
        <w:noBreakHyphen/>
      </w:r>
      <w:r w:rsidR="006D17F7" w:rsidRPr="00767575">
        <w:rPr>
          <w:b/>
        </w:rPr>
        <w:t>90</w:t>
      </w:r>
      <w:r w:rsidR="00BE6548" w:rsidRPr="00767575">
        <w:rPr>
          <w:b/>
        </w:rPr>
        <w:t xml:space="preserve"> </w:t>
      </w:r>
      <w:r w:rsidR="009E2461" w:rsidRPr="00767575">
        <w:rPr>
          <w:b/>
        </w:rPr>
        <w:t>Likvidace odpadů včetně dopravy“</w:t>
      </w:r>
      <w:r w:rsidR="006D17F7" w:rsidRPr="00767575">
        <w:rPr>
          <w:b/>
        </w:rPr>
        <w:t xml:space="preserve">. </w:t>
      </w:r>
      <w:r w:rsidR="00640764" w:rsidRPr="00767575">
        <w:t>V</w:t>
      </w:r>
      <w:r w:rsidR="009E2461" w:rsidRPr="00767575">
        <w:t> </w:t>
      </w:r>
      <w:r w:rsidR="006D17F7" w:rsidRPr="00767575">
        <w:t xml:space="preserve">SO 90-90 </w:t>
      </w:r>
      <w:r w:rsidR="009E2461" w:rsidRPr="00767575">
        <w:t xml:space="preserve">Likvidace odpadů včetně dopravy </w:t>
      </w:r>
      <w:r w:rsidR="00640764" w:rsidRPr="00767575">
        <w:t xml:space="preserve">jsou souhrnně </w:t>
      </w:r>
      <w:r w:rsidR="00E923CB" w:rsidRPr="00767575">
        <w:t xml:space="preserve">uvedeny </w:t>
      </w:r>
      <w:r w:rsidR="00640764" w:rsidRPr="00767575">
        <w:t xml:space="preserve">všechny </w:t>
      </w:r>
      <w:r w:rsidR="00E923CB" w:rsidRPr="00767575">
        <w:t xml:space="preserve">položky </w:t>
      </w:r>
      <w:r w:rsidR="00640764" w:rsidRPr="00767575">
        <w:t>odpad</w:t>
      </w:r>
      <w:r w:rsidR="00E923CB" w:rsidRPr="00767575">
        <w:t>ů</w:t>
      </w:r>
      <w:r w:rsidR="00640764" w:rsidRPr="00767575">
        <w:t xml:space="preserve"> </w:t>
      </w:r>
      <w:r w:rsidR="00E923CB" w:rsidRPr="00767575">
        <w:t xml:space="preserve">uvedené v jednotlivých SO/PS </w:t>
      </w:r>
      <w:r w:rsidR="00D12D42" w:rsidRPr="00767575">
        <w:t xml:space="preserve">za </w:t>
      </w:r>
      <w:r w:rsidR="0015369F" w:rsidRPr="00767575">
        <w:t>cel</w:t>
      </w:r>
      <w:r w:rsidR="00D12D42" w:rsidRPr="00767575">
        <w:t xml:space="preserve">ou </w:t>
      </w:r>
      <w:r w:rsidR="00E923CB" w:rsidRPr="00767575">
        <w:t>stavb</w:t>
      </w:r>
      <w:r w:rsidR="00D12D42" w:rsidRPr="00767575">
        <w:t>u</w:t>
      </w:r>
      <w:r w:rsidR="00753492" w:rsidRPr="00767575">
        <w:t xml:space="preserve"> (ocenění těchto položek v jednotlivých SO/PS povede k duplicitnímu ocenění)</w:t>
      </w:r>
      <w:r w:rsidR="00E923CB" w:rsidRPr="00767575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767575">
        <w:t>XDC).</w:t>
      </w:r>
    </w:p>
    <w:p w:rsidR="005E07BA" w:rsidRDefault="005E07BA" w:rsidP="00767575">
      <w:pPr>
        <w:pStyle w:val="ZTPinfo-text-odr"/>
        <w:numPr>
          <w:ilvl w:val="0"/>
          <w:numId w:val="0"/>
        </w:numPr>
        <w:ind w:left="720"/>
      </w:pPr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</w:t>
      </w:r>
      <w:r w:rsidRPr="00767575">
        <w:t>srovnatelný výrobek nebo materiál namísto určeného nebo vykázaného, a tento je přijat 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1F" w:rsidRDefault="00182A1F" w:rsidP="00962258">
      <w:pPr>
        <w:spacing w:after="0" w:line="240" w:lineRule="auto"/>
      </w:pPr>
      <w:r>
        <w:separator/>
      </w:r>
    </w:p>
  </w:endnote>
  <w:endnote w:type="continuationSeparator" w:id="0">
    <w:p w:rsidR="00182A1F" w:rsidRDefault="00182A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43A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3A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82A1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F43A2" w:rsidRPr="001F43A2">
            <w:rPr>
              <w:b/>
              <w:bCs/>
              <w:noProof/>
            </w:rPr>
            <w:t>Rekonstrukce žst</w:t>
          </w:r>
          <w:r w:rsidR="001F43A2">
            <w:rPr>
              <w:noProof/>
            </w:rPr>
            <w:t>. Rožnov pod Radhoštěm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82A1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F43A2" w:rsidRPr="001F43A2">
            <w:rPr>
              <w:b/>
              <w:bCs/>
              <w:noProof/>
            </w:rPr>
            <w:t>Rekonstrukce žst</w:t>
          </w:r>
          <w:r w:rsidR="001F43A2">
            <w:rPr>
              <w:noProof/>
            </w:rPr>
            <w:t>. Rožnov pod Radhoštěm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43A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3A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1F43A2" w:rsidRDefault="001F43A2" w:rsidP="001F43A2">
    <w:pPr>
      <w:pStyle w:val="Zpat"/>
    </w:pPr>
    <w:r w:rsidRPr="001F43A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1F" w:rsidRDefault="00182A1F" w:rsidP="00962258">
      <w:pPr>
        <w:spacing w:after="0" w:line="240" w:lineRule="auto"/>
      </w:pPr>
      <w:r>
        <w:separator/>
      </w:r>
    </w:p>
  </w:footnote>
  <w:footnote w:type="continuationSeparator" w:id="0">
    <w:p w:rsidR="00182A1F" w:rsidRDefault="00182A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7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82A1F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43A2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575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77E9C"/>
  <w14:defaultImageDpi w14:val="32767"/>
  <w15:docId w15:val="{BF538889-ECC3-41AA-9238-52ECD876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3FCFAA8D0C4A43977CB7DE1C2A9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BDBF3F-1DA6-473E-8D12-BA9DBDB18816}"/>
      </w:docPartPr>
      <w:docPartBody>
        <w:p w:rsidR="00556DBF" w:rsidRDefault="00B51CD9">
          <w:pPr>
            <w:pStyle w:val="E13FCFAA8D0C4A43977CB7DE1C2A935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BF"/>
    <w:rsid w:val="00556DBF"/>
    <w:rsid w:val="00B5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13FCFAA8D0C4A43977CB7DE1C2A9359">
    <w:name w:val="E13FCFAA8D0C4A43977CB7DE1C2A9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B2B39-9123-4436-8123-FB12B363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1911</Words>
  <Characters>11276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Divín Pavel</dc:creator>
  <cp:lastModifiedBy>Divín Pavel</cp:lastModifiedBy>
  <cp:revision>2</cp:revision>
  <cp:lastPrinted>2019-03-13T10:28:00Z</cp:lastPrinted>
  <dcterms:created xsi:type="dcterms:W3CDTF">2022-04-06T13:52:00Z</dcterms:created>
  <dcterms:modified xsi:type="dcterms:W3CDTF">2022-05-04T11:46:00Z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