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CC0DB3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CD4C44">
        <w:rPr>
          <w:b/>
          <w:color w:val="FF5200" w:themeColor="accent2"/>
          <w:sz w:val="36"/>
          <w:szCs w:val="36"/>
        </w:rPr>
        <w:t xml:space="preserve">názvem </w:t>
      </w:r>
      <w:r w:rsidR="00CD4C44" w:rsidRPr="00CD4C44">
        <w:rPr>
          <w:b/>
          <w:color w:val="FF5200" w:themeColor="accent2"/>
          <w:sz w:val="36"/>
          <w:szCs w:val="36"/>
        </w:rPr>
        <w:t>„28 MEZINÁRODNÍ SPORTOVNÍ HRY SŽG</w:t>
      </w:r>
      <w:r w:rsidR="0031280B" w:rsidRPr="00CD4C44">
        <w:rPr>
          <w:b/>
          <w:color w:val="FF5200" w:themeColor="accent2"/>
          <w:sz w:val="36"/>
          <w:szCs w:val="36"/>
        </w:rPr>
        <w:t>“</w:t>
      </w:r>
      <w:r w:rsidR="000128D4" w:rsidRPr="00CD4C4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D4C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D4C44" w:rsidRPr="00CD4C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1318/2022-SŽ-SŽG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B8FE724" w14:textId="77777777" w:rsidR="00CD4C44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AA31EFA" w14:textId="07EF83DE" w:rsidR="00CD4C44" w:rsidRDefault="00CD4C4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1343234" w:history="1">
            <w:r w:rsidRPr="0014470E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4470E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_Toc101343234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E840EE" w14:textId="3CC06066" w:rsidR="00CD4C44" w:rsidRDefault="00CD4C4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1343235" w:history="1">
            <w:r w:rsidRPr="0014470E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4470E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_Toc101343235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F9158" w14:textId="37A1916A" w:rsidR="00CD4C44" w:rsidRDefault="00CD4C4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1343236" w:history="1">
            <w:r w:rsidRPr="0014470E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4470E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_Toc101343236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47E797" w14:textId="0FBEB130" w:rsidR="00CD4C44" w:rsidRDefault="00CD4C4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1343237" w:history="1">
            <w:r w:rsidRPr="0014470E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4470E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_Toc101343237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1343234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9777F9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D4C44">
        <w:t xml:space="preserve">jako </w:t>
      </w:r>
      <w:r w:rsidR="000128D4" w:rsidRPr="00CD4C44">
        <w:rPr>
          <w:rFonts w:eastAsia="Times New Roman" w:cs="Times New Roman"/>
          <w:lang w:eastAsia="cs-CZ"/>
        </w:rPr>
        <w:t>veřejnou zakázku malého rozsahu</w:t>
      </w:r>
      <w:r w:rsidRPr="00CD4C44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82BA11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4DE828ED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5E76DC7F" w14:textId="5FA17D0E" w:rsidR="00CD4C44" w:rsidRDefault="00CD4C44" w:rsidP="00996617">
      <w:pPr>
        <w:tabs>
          <w:tab w:val="left" w:pos="7125"/>
        </w:tabs>
        <w:spacing w:after="0"/>
      </w:pPr>
    </w:p>
    <w:p w14:paraId="5147607F" w14:textId="4ED939F1" w:rsidR="00CD4C44" w:rsidRDefault="00CD4C44" w:rsidP="00996617">
      <w:pPr>
        <w:tabs>
          <w:tab w:val="left" w:pos="7125"/>
        </w:tabs>
        <w:spacing w:after="0"/>
      </w:pPr>
    </w:p>
    <w:p w14:paraId="7E90B4C7" w14:textId="58395EA4" w:rsidR="00CD4C44" w:rsidRDefault="00CD4C44" w:rsidP="00996617">
      <w:pPr>
        <w:tabs>
          <w:tab w:val="left" w:pos="7125"/>
        </w:tabs>
        <w:spacing w:after="0"/>
      </w:pPr>
    </w:p>
    <w:p w14:paraId="2BF0901F" w14:textId="7C4D60DA" w:rsidR="00CD4C44" w:rsidRDefault="00CD4C44" w:rsidP="00996617">
      <w:pPr>
        <w:tabs>
          <w:tab w:val="left" w:pos="7125"/>
        </w:tabs>
        <w:spacing w:after="0"/>
      </w:pPr>
    </w:p>
    <w:p w14:paraId="3F8978BE" w14:textId="270C4293" w:rsidR="00CD4C44" w:rsidRDefault="00CD4C44" w:rsidP="00996617">
      <w:pPr>
        <w:tabs>
          <w:tab w:val="left" w:pos="7125"/>
        </w:tabs>
        <w:spacing w:after="0"/>
      </w:pPr>
    </w:p>
    <w:p w14:paraId="1C62B747" w14:textId="40FB2BDC" w:rsidR="00CD4C44" w:rsidRDefault="00CD4C44" w:rsidP="00996617">
      <w:pPr>
        <w:tabs>
          <w:tab w:val="left" w:pos="7125"/>
        </w:tabs>
        <w:spacing w:after="0"/>
      </w:pPr>
    </w:p>
    <w:p w14:paraId="7ECE7F85" w14:textId="6C60846D" w:rsidR="00CD4C44" w:rsidRDefault="00CD4C44" w:rsidP="00996617">
      <w:pPr>
        <w:tabs>
          <w:tab w:val="left" w:pos="7125"/>
        </w:tabs>
        <w:spacing w:after="0"/>
      </w:pPr>
    </w:p>
    <w:p w14:paraId="4DC53665" w14:textId="62E8FA77" w:rsidR="00CD4C44" w:rsidRDefault="00CD4C44" w:rsidP="00996617">
      <w:pPr>
        <w:tabs>
          <w:tab w:val="left" w:pos="7125"/>
        </w:tabs>
        <w:spacing w:after="0"/>
      </w:pPr>
    </w:p>
    <w:p w14:paraId="1EDDA2DD" w14:textId="6BEE3720" w:rsidR="00CD4C44" w:rsidRDefault="00CD4C44" w:rsidP="00996617">
      <w:pPr>
        <w:tabs>
          <w:tab w:val="left" w:pos="7125"/>
        </w:tabs>
        <w:spacing w:after="0"/>
      </w:pPr>
    </w:p>
    <w:p w14:paraId="2CC5B90B" w14:textId="47B236E6" w:rsidR="00CD4C44" w:rsidRDefault="00CD4C44" w:rsidP="00996617">
      <w:pPr>
        <w:tabs>
          <w:tab w:val="left" w:pos="7125"/>
        </w:tabs>
        <w:spacing w:after="0"/>
      </w:pPr>
    </w:p>
    <w:p w14:paraId="1AF0EFEC" w14:textId="62753D74" w:rsidR="00CD4C44" w:rsidRDefault="00CD4C44" w:rsidP="00996617">
      <w:pPr>
        <w:tabs>
          <w:tab w:val="left" w:pos="7125"/>
        </w:tabs>
        <w:spacing w:after="0"/>
      </w:pPr>
    </w:p>
    <w:p w14:paraId="46C372B1" w14:textId="77777777" w:rsidR="00CD4C44" w:rsidRDefault="00CD4C44" w:rsidP="00996617">
      <w:pPr>
        <w:tabs>
          <w:tab w:val="left" w:pos="7125"/>
        </w:tabs>
        <w:spacing w:after="0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D4C4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CD4C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1343235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5A85AAB1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1343236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CD4C44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134323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E0AE6BA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42581F" w14:textId="2A8D03B4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D3D9D1" w14:textId="361C77EA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D3125C5" w14:textId="3ABED2B1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5A5B66E" w14:textId="77777777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2868C9A" w14:textId="64E89E0B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10334FB" w14:textId="77777777" w:rsidR="00CD4C44" w:rsidRDefault="00CD4C44" w:rsidP="00CD4C4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31440CC" w14:textId="77777777" w:rsidR="00CD4C44" w:rsidRDefault="00CD4C44" w:rsidP="00CD4C44"/>
    <w:p w14:paraId="1B06B41E" w14:textId="77777777" w:rsidR="00CD4C44" w:rsidRPr="00B87D91" w:rsidRDefault="00CD4C44" w:rsidP="00CD4C44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B38ACDA" w14:textId="77777777" w:rsidR="00CD4C44" w:rsidRPr="00F0533E" w:rsidRDefault="00CD4C44" w:rsidP="00CD4C44">
      <w:r w:rsidRPr="00B87D91">
        <w:rPr>
          <w:highlight w:val="green"/>
        </w:rPr>
        <w:t>funkce osoby</w:t>
      </w:r>
    </w:p>
    <w:p w14:paraId="4B04041B" w14:textId="69DCE436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A2BE8BF" w14:textId="1B91A721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DC55376" w14:textId="2BFB4B6F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2899A31" w14:textId="2D1A1421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C830B42" w14:textId="0AF36114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5DFFA75" w14:textId="53FFCF86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7C927E4" w14:textId="2E87E02F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DB02B5D" w14:textId="6CFF5A69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B3C5852" w14:textId="70057A46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D30B46F" w14:textId="31AF263A" w:rsidR="00CD4C44" w:rsidRDefault="00CD4C44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058A155" w14:textId="1EBEA5F0" w:rsidR="00CD4C44" w:rsidRDefault="00CD4C44"/>
    <w:p w14:paraId="2E53CE77" w14:textId="77777777" w:rsidR="00E85D44" w:rsidRDefault="00E85D44"/>
    <w:sectPr w:rsidR="00E85D44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98310" w14:textId="77777777" w:rsidR="00F814D9" w:rsidRDefault="00F814D9" w:rsidP="00962258">
      <w:pPr>
        <w:spacing w:after="0" w:line="240" w:lineRule="auto"/>
      </w:pPr>
      <w:r>
        <w:separator/>
      </w:r>
    </w:p>
  </w:endnote>
  <w:endnote w:type="continuationSeparator" w:id="0">
    <w:p w14:paraId="4F6451E3" w14:textId="77777777" w:rsidR="00F814D9" w:rsidRDefault="00F814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6DBADC6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4C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4C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9E13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2CE5C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E125C49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4C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4C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2204D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CA032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B951190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4C4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4C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7A4CAC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BFA7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9445D" w14:textId="77777777" w:rsidR="00F814D9" w:rsidRDefault="00F814D9" w:rsidP="00962258">
      <w:pPr>
        <w:spacing w:after="0" w:line="240" w:lineRule="auto"/>
      </w:pPr>
      <w:r>
        <w:separator/>
      </w:r>
    </w:p>
  </w:footnote>
  <w:footnote w:type="continuationSeparator" w:id="0">
    <w:p w14:paraId="4FDE8FE6" w14:textId="77777777" w:rsidR="00F814D9" w:rsidRDefault="00F814D9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CD4C44" w:rsidRDefault="00A327CB" w:rsidP="00CD4C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1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E73DC"/>
    <w:rsid w:val="00710723"/>
    <w:rsid w:val="007116AD"/>
    <w:rsid w:val="00723ED1"/>
    <w:rsid w:val="007413E9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44F6A"/>
    <w:rsid w:val="00C47AE3"/>
    <w:rsid w:val="00C636FB"/>
    <w:rsid w:val="00C87B78"/>
    <w:rsid w:val="00CD1FC4"/>
    <w:rsid w:val="00CD4C4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EC1C3A24-B18B-438E-8331-B0AD4A52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9B2D63-5C7B-43AD-9A8D-7F213CBC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5</Pages>
  <Words>717</Words>
  <Characters>4232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3</cp:revision>
  <cp:lastPrinted>2017-11-28T17:18:00Z</cp:lastPrinted>
  <dcterms:created xsi:type="dcterms:W3CDTF">2022-04-20T08:28:00Z</dcterms:created>
  <dcterms:modified xsi:type="dcterms:W3CDTF">2022-04-20T08:33:00Z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