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722737E9" w:rsidR="00F422D3" w:rsidRDefault="00F422D3" w:rsidP="00BB1390">
      <w:pPr>
        <w:pStyle w:val="Titul2"/>
      </w:pPr>
      <w:r>
        <w:t xml:space="preserve">Název </w:t>
      </w:r>
      <w:r w:rsidRPr="00BB1390">
        <w:t>zakázky</w:t>
      </w:r>
      <w:r>
        <w:t>: „</w:t>
      </w:r>
      <w:r w:rsidR="00047152" w:rsidRPr="009807EA">
        <w:t xml:space="preserve">Rekonstrukce výpravní budovy </w:t>
      </w:r>
      <w:r w:rsidR="00047152">
        <w:t>v žst. Chodov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E918A1" w:rsidRDefault="00F422D3" w:rsidP="00B42F40">
      <w:pPr>
        <w:pStyle w:val="Textbezodsazen"/>
        <w:spacing w:after="0"/>
      </w:pPr>
      <w:r>
        <w:t>zastoupena</w:t>
      </w:r>
      <w:r w:rsidRPr="00E918A1">
        <w:t xml:space="preserve">: Ing. Mojmírem Nejezchlebem, náměstkem GŘ pro modernizaci dráhy </w:t>
      </w:r>
    </w:p>
    <w:p w14:paraId="74A0A148" w14:textId="77777777" w:rsidR="00F422D3" w:rsidRDefault="00F422D3" w:rsidP="00B42F40">
      <w:pPr>
        <w:pStyle w:val="Textbezodsazen"/>
      </w:pPr>
      <w:r w:rsidRPr="00E918A1">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7929A231" w:rsidR="00F422D3" w:rsidRDefault="00F422D3" w:rsidP="00F7740E">
      <w:pPr>
        <w:pStyle w:val="Textbezodsazen"/>
        <w:spacing w:after="0" w:line="240" w:lineRule="auto"/>
      </w:pPr>
      <w:r w:rsidRPr="00B42F40">
        <w:t>Stavební</w:t>
      </w:r>
      <w:r>
        <w:t xml:space="preserve"> správa </w:t>
      </w:r>
      <w:r w:rsidR="00E918A1">
        <w:t>západ</w:t>
      </w:r>
    </w:p>
    <w:p w14:paraId="4D40329A" w14:textId="7305A7C9" w:rsidR="00F7740E" w:rsidRDefault="00F7740E" w:rsidP="004A6322">
      <w:pPr>
        <w:pStyle w:val="Textbezodsazen"/>
        <w:spacing w:line="240" w:lineRule="auto"/>
      </w:pPr>
      <w:r w:rsidRPr="00F7740E">
        <w:t>Budova Diamond Point, Ke Štvanici 656/3, 186 00 Praha 8 - Karlín</w:t>
      </w:r>
    </w:p>
    <w:p w14:paraId="72807A78" w14:textId="1C4B1498" w:rsidR="00F422D3" w:rsidRDefault="00F422D3" w:rsidP="00B42F40">
      <w:pPr>
        <w:pStyle w:val="Textbezodsazen"/>
      </w:pPr>
      <w:r>
        <w:t>(</w:t>
      </w:r>
      <w:r w:rsidRPr="00B42F40">
        <w:t>dále</w:t>
      </w:r>
      <w:r>
        <w:t xml:space="preserve"> jen „</w:t>
      </w:r>
      <w:r w:rsidRPr="00F422D3">
        <w:rPr>
          <w:b/>
        </w:rPr>
        <w:t>Objednatel</w:t>
      </w:r>
      <w:r>
        <w:t>“)</w:t>
      </w:r>
    </w:p>
    <w:p w14:paraId="0761C6CA" w14:textId="77777777" w:rsidR="001969F1" w:rsidRDefault="001969F1" w:rsidP="00B42F40">
      <w:pPr>
        <w:pStyle w:val="Textbezodsazen"/>
      </w:pP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4F0C90D7" w:rsidR="00F422D3" w:rsidRDefault="00B402AD" w:rsidP="00B42F40">
      <w:pPr>
        <w:pStyle w:val="Textbezodsazen"/>
      </w:pPr>
      <w:r>
        <w:t xml:space="preserve">Sub. ISPROFIN / </w:t>
      </w:r>
      <w:r w:rsidR="00F422D3">
        <w:t xml:space="preserve">ISPROFOND: </w:t>
      </w:r>
      <w:r>
        <w:t>5413520028 / 5003520139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21D65AD" w14:textId="2339DB4E"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3B573C92" w:rsidR="007D26F9" w:rsidRDefault="007D26F9" w:rsidP="001C667B">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 xml:space="preserve">z/dne </w:t>
      </w:r>
      <w:bookmarkStart w:id="0" w:name="_GoBack"/>
      <w:r w:rsidR="002B0090" w:rsidRPr="002B0090">
        <w:rPr>
          <w:b/>
        </w:rPr>
        <w:t>25. 04. 2022</w:t>
      </w:r>
      <w:bookmarkEnd w:id="0"/>
      <w:r w:rsidR="00011082">
        <w:t xml:space="preserve"> pod evidenčním číslem </w:t>
      </w:r>
      <w:r w:rsidR="00011082" w:rsidRPr="00011082">
        <w:rPr>
          <w:b/>
        </w:rPr>
        <w:t>61822028</w:t>
      </w:r>
      <w:r>
        <w:t xml:space="preserve"> svůj úmysl zadat veřejnou zakázku</w:t>
      </w:r>
      <w:r w:rsidR="00A349C6">
        <w:t xml:space="preserve"> s </w:t>
      </w:r>
      <w:r>
        <w:t xml:space="preserve">názvem </w:t>
      </w:r>
      <w:r w:rsidRPr="001C667B">
        <w:t>„</w:t>
      </w:r>
      <w:r w:rsidR="001C667B" w:rsidRPr="001C667B">
        <w:rPr>
          <w:rStyle w:val="Tun"/>
        </w:rPr>
        <w:t xml:space="preserve">Rekonstrukce výpravní budovy </w:t>
      </w:r>
      <w:r w:rsidR="00296F38">
        <w:rPr>
          <w:rStyle w:val="Tun"/>
        </w:rPr>
        <w:t>v žst. Chodov</w:t>
      </w:r>
      <w:r w:rsidRPr="001C667B">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743B987F"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BA4391">
        <w:rPr>
          <w:rStyle w:val="Tun"/>
        </w:rPr>
        <w:t>2</w:t>
      </w:r>
      <w:r w:rsidR="00F04971">
        <w:rPr>
          <w:rStyle w:val="Tun"/>
        </w:rPr>
        <w:t>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1665449" w:rsidR="007D26F9" w:rsidRDefault="007D26F9" w:rsidP="00BC5BDD">
      <w:pPr>
        <w:pStyle w:val="Textbezslovn"/>
      </w:pPr>
      <w:r>
        <w:t xml:space="preserve">Lhůta pro dokončení stavebních prací činí celkem </w:t>
      </w:r>
      <w:r w:rsidR="00BA4391">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4537B3BF" w:rsidR="007D26F9" w:rsidRPr="002541B2" w:rsidRDefault="007D26F9" w:rsidP="002541B2">
      <w:pPr>
        <w:pStyle w:val="Textbezslovn"/>
      </w:pPr>
      <w:r w:rsidRPr="003930AF">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rsidR="002541B2">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412CA18A" w:rsidR="00500E0F" w:rsidRPr="00AE4FD5" w:rsidRDefault="007D26F9" w:rsidP="001D57CF">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w:t>
      </w:r>
      <w:r w:rsidR="00A349C6" w:rsidRPr="00AE4FD5">
        <w:t>a </w:t>
      </w:r>
      <w:r w:rsidRPr="00AE4FD5">
        <w:t>nově určenému zhotoviteli veškerou součinnost nezbytnou pro další provádění Díla.</w:t>
      </w:r>
      <w:r w:rsidR="00D50FE6" w:rsidRPr="00AE4FD5">
        <w:t xml:space="preserve"> </w:t>
      </w:r>
    </w:p>
    <w:p w14:paraId="76DB0A2E" w14:textId="7DD5A144" w:rsidR="009A12BD" w:rsidRPr="005E6C01" w:rsidRDefault="00500E0F" w:rsidP="001D57CF">
      <w:pPr>
        <w:pStyle w:val="Text1-1"/>
      </w:pPr>
      <w:r w:rsidRPr="005E6C01">
        <w:t>Objednatel si vyhrazuje změnu závazku ve věci činností prováděných v souvislosti s</w:t>
      </w:r>
      <w:r w:rsidR="00DE2A7D" w:rsidRPr="005E6C01">
        <w:t> publicitou Stavby spolufinancované Evropskou unií p</w:t>
      </w:r>
      <w:r w:rsidR="001D57CF" w:rsidRPr="005E6C01">
        <w:t xml:space="preserve">odle platných pravidel. </w:t>
      </w:r>
      <w:r w:rsidRPr="005E6C01">
        <w:t>Specifikace činností a podmínky pro jejich provedení jsou uvedeny v Příloze č. 2 c) této Smlouvy</w:t>
      </w:r>
      <w:r w:rsidR="00AF2581" w:rsidRPr="005E6C01">
        <w:t xml:space="preserve">. </w:t>
      </w:r>
      <w:r w:rsidR="00CE3EF8" w:rsidRPr="005E6C01">
        <w:t xml:space="preserve">V </w:t>
      </w:r>
      <w:r w:rsidR="00CE3EF8" w:rsidRPr="005E6C01">
        <w:lastRenderedPageBreak/>
        <w:t>případě, že tato veřejná zakázka nebude spolufinancovaná z prostředků Evropské unie</w:t>
      </w:r>
      <w:r w:rsidR="00405A01" w:rsidRPr="005E6C01">
        <w:t>,</w:t>
      </w:r>
      <w:r w:rsidR="00CE3EF8" w:rsidRPr="005E6C01">
        <w:t xml:space="preserve"> zajištění publicity </w:t>
      </w:r>
      <w:r w:rsidR="00DE2A7D" w:rsidRPr="005E6C01">
        <w:t>S</w:t>
      </w:r>
      <w:r w:rsidR="00CE3EF8" w:rsidRPr="005E6C01">
        <w:t>tavby nebude Zhotovitelem provedeno. Zhotoviteli bude uhrazen jen skutečně provedený rozsah tohoto plnění.</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648E601"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w:t>
      </w:r>
      <w:r w:rsidR="00FE479A">
        <w:rPr>
          <w:rFonts w:eastAsia="Times New Roman" w:cs="Times New Roman"/>
          <w:sz w:val="18"/>
          <w:szCs w:val="18"/>
        </w:rPr>
        <w:t xml:space="preserve">ředložit Objednateli do sedmi </w:t>
      </w:r>
      <w:r w:rsidRPr="005E007F">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0396E695"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173AA">
        <w:rPr>
          <w:rFonts w:eastAsia="Times New Roman" w:cs="Times New Roman"/>
          <w:sz w:val="18"/>
          <w:szCs w:val="18"/>
        </w:rPr>
        <w:t xml:space="preserve">provedení </w:t>
      </w:r>
      <w:r w:rsidR="005173AA" w:rsidRPr="005173AA">
        <w:rPr>
          <w:rFonts w:eastAsia="Times New Roman" w:cs="Times New Roman"/>
          <w:sz w:val="18"/>
          <w:szCs w:val="18"/>
        </w:rPr>
        <w:t xml:space="preserve">2 </w:t>
      </w:r>
      <w:r w:rsidR="00F46371" w:rsidRPr="005173AA">
        <w:rPr>
          <w:rFonts w:eastAsia="Times New Roman" w:cs="Times New Roman"/>
          <w:sz w:val="18"/>
          <w:szCs w:val="18"/>
        </w:rPr>
        <w:t>studentských exkurzí</w:t>
      </w:r>
      <w:r w:rsidR="00A66949" w:rsidRPr="005173AA">
        <w:rPr>
          <w:rFonts w:eastAsia="Times New Roman" w:cs="Times New Roman"/>
          <w:sz w:val="18"/>
          <w:szCs w:val="18"/>
        </w:rPr>
        <w:t xml:space="preserve"> </w:t>
      </w:r>
      <w:r w:rsidRPr="005173AA">
        <w:rPr>
          <w:rFonts w:eastAsia="Times New Roman" w:cs="Times New Roman"/>
          <w:sz w:val="18"/>
          <w:szCs w:val="18"/>
        </w:rPr>
        <w:t>na</w:t>
      </w:r>
      <w:r w:rsidRPr="005E007F">
        <w:rPr>
          <w:rFonts w:eastAsia="Times New Roman" w:cs="Times New Roman"/>
          <w:sz w:val="18"/>
          <w:szCs w:val="18"/>
        </w:rPr>
        <w:t xml:space="preserve">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743890">
        <w:rPr>
          <w:rFonts w:eastAsia="Times New Roman" w:cs="Times New Roman"/>
          <w:sz w:val="18"/>
          <w:szCs w:val="18"/>
        </w:rPr>
        <w:t xml:space="preserve">provedení </w:t>
      </w:r>
      <w:r w:rsidR="00743890" w:rsidRPr="00743890">
        <w:rPr>
          <w:rFonts w:eastAsia="Times New Roman" w:cs="Times New Roman"/>
          <w:sz w:val="18"/>
          <w:szCs w:val="18"/>
        </w:rPr>
        <w:t xml:space="preserve">2 </w:t>
      </w:r>
      <w:r w:rsidR="006D5FB4" w:rsidRPr="00743890">
        <w:rPr>
          <w:rFonts w:eastAsia="Times New Roman" w:cs="Times New Roman"/>
          <w:sz w:val="18"/>
          <w:szCs w:val="18"/>
        </w:rPr>
        <w:t>exkurzí</w:t>
      </w:r>
      <w:r w:rsidR="006D5FB4" w:rsidRPr="005E007F">
        <w:rPr>
          <w:rFonts w:eastAsia="Times New Roman" w:cs="Times New Roman"/>
          <w:sz w:val="18"/>
          <w:szCs w:val="18"/>
        </w:rPr>
        <w:t xml:space="preserve"> jsou uvedeny v Obchodních podmínkách.</w:t>
      </w:r>
    </w:p>
    <w:p w14:paraId="0560035D" w14:textId="305F34B6" w:rsidR="006E7284" w:rsidRPr="00012BD0" w:rsidRDefault="004A36B7" w:rsidP="00012BD0">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1DDC36A6" w14:textId="3CD51BE7" w:rsidR="008A3592" w:rsidRPr="00CF6C1A" w:rsidRDefault="00DE3EC5" w:rsidP="00DE3EC5">
      <w:pPr>
        <w:pStyle w:val="Text1-1"/>
      </w:pPr>
      <w:r>
        <w:t>NEOBSAZENO</w:t>
      </w:r>
    </w:p>
    <w:p w14:paraId="4D719B45" w14:textId="77777777"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303544" w14:textId="69FB4783" w:rsidR="00311475" w:rsidRDefault="00311475" w:rsidP="00E903C6">
      <w:pPr>
        <w:pStyle w:val="Text1-1"/>
      </w:pPr>
      <w:r w:rsidRPr="00E903C6">
        <w:t>Součástí dodávky na zhotovení Díla nejsou prvky mobiliáře, které jsou součástí SO</w:t>
      </w:r>
      <w:r w:rsidR="00112FD7">
        <w:t>01-071D1.1.1</w:t>
      </w:r>
      <w:r w:rsidR="004D180A">
        <w:t xml:space="preserve"> – Architektonicko-</w:t>
      </w:r>
      <w:r w:rsidR="006A20FC">
        <w:t>stavební</w:t>
      </w:r>
      <w:r w:rsidR="004D180A">
        <w:t xml:space="preserve"> a konstrukční část</w:t>
      </w:r>
      <w:r w:rsidR="006A20FC">
        <w:t xml:space="preserve"> </w:t>
      </w:r>
      <w:r w:rsidRPr="00E903C6">
        <w:t>dle technické specifikace v Soupisu prací jednotlivých položek.</w:t>
      </w:r>
    </w:p>
    <w:p w14:paraId="0910C3F1" w14:textId="64263874" w:rsidR="004D180A" w:rsidRDefault="004D180A" w:rsidP="004D180A">
      <w:pPr>
        <w:pStyle w:val="Text1-1"/>
        <w:numPr>
          <w:ilvl w:val="0"/>
          <w:numId w:val="0"/>
        </w:numPr>
        <w:ind w:left="737"/>
      </w:pPr>
      <w:r w:rsidRPr="00065937">
        <w:t xml:space="preserve">Součástí dodávky na zhotovení Díla není zařízení pro kontrolu vstupu a výběr poplatku včetně instalace, které je součástí SO </w:t>
      </w:r>
      <w:r w:rsidR="00E34964">
        <w:t>01-071D.1.1.</w:t>
      </w:r>
      <w:r w:rsidRPr="00065937">
        <w:t xml:space="preserve"> </w:t>
      </w:r>
      <w:r w:rsidR="00E34964">
        <w:t xml:space="preserve">– Architektonicko-stavební a konstrukční část </w:t>
      </w:r>
      <w:r w:rsidRPr="00065937">
        <w:t>dle technické specifikace v Soupisu prací jednotlivých položek.</w:t>
      </w:r>
    </w:p>
    <w:p w14:paraId="6624B8FD" w14:textId="68D73E02" w:rsidR="00CD38C6" w:rsidRPr="009E4D52" w:rsidRDefault="00CD38C6" w:rsidP="007266DE">
      <w:pPr>
        <w:pStyle w:val="Text1-1"/>
      </w:pPr>
      <w:r w:rsidRPr="009E4D52">
        <w:t>Osoba uvedená v Příloze č. 6 Oprávněné osoby za zhotovitele ve funkci Úředně oprávněný zeměměřický inženýr musí předložit Objednateli před zahájením prací originál nebo úředně ověřenou kopii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2472CD89" w14:textId="6E608E6D" w:rsidR="00CD38C6" w:rsidRDefault="00CD38C6" w:rsidP="00CD38C6">
      <w:pPr>
        <w:pStyle w:val="Text1-1"/>
        <w:numPr>
          <w:ilvl w:val="0"/>
          <w:numId w:val="0"/>
        </w:numPr>
        <w:ind w:left="737"/>
      </w:pPr>
      <w:r w:rsidRPr="009E4D52">
        <w:t>Osoba uvedená v Příloze č. 6 Oprávněné osoby za zhotovitele ve funkci Osoba odpovědná za bezpečnost a ochranu zdraví při práci musí předložit Objednateli před zahájením prací originál nebo úředně ověřenou kopii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44F120" w14:textId="2F979D52" w:rsidR="00CD38C6" w:rsidRDefault="00787A35" w:rsidP="00787A35">
      <w:pPr>
        <w:pStyle w:val="Text1-1"/>
      </w:pPr>
      <w:r w:rsidRPr="003A155E">
        <w:t>Při změn</w:t>
      </w:r>
      <w:r w:rsidR="00BA1ADE">
        <w:t>ě oprávněných osob dle odst.4.13</w:t>
      </w:r>
      <w:r w:rsidRPr="003A155E">
        <w:t xml:space="preserve"> se postupuje dle odst. 5.2 Obchodních podmínek</w:t>
      </w:r>
      <w:r>
        <w:t>.</w:t>
      </w:r>
      <w:r w:rsidRPr="003A155E">
        <w:t xml:space="preserve"> Nezbytnou podmínkou pro změnu</w:t>
      </w:r>
      <w:r w:rsidR="00F74127">
        <w:t xml:space="preserve"> oprávněných osoby dle odst.4.13</w:t>
      </w:r>
      <w:r w:rsidRPr="003A155E">
        <w:t xml:space="preserve"> je, že Zhotovitel jako součást svého upozornění o změně oprávněné osoby předloží pro tuto novou oprávněnou osobu originály nebo úředně ověřené kopie d</w:t>
      </w:r>
      <w:r w:rsidR="00F74127">
        <w:t>okladů, v rozsahu dle odst. 4.13</w:t>
      </w:r>
      <w:r w:rsidRPr="003A155E">
        <w:t>.</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539A15D7" w:rsidR="00065937" w:rsidRPr="004B166A" w:rsidRDefault="00065937" w:rsidP="004B166A">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70C498B9" w:rsidR="007D26F9" w:rsidRDefault="007D26F9" w:rsidP="00342DC7">
      <w:pPr>
        <w:pStyle w:val="Textbezslovn"/>
      </w:pPr>
      <w:r w:rsidRPr="00A349C6">
        <w:rPr>
          <w:b/>
        </w:rPr>
        <w:t>Příloha č. 1:</w:t>
      </w:r>
      <w:r w:rsidR="008F7242">
        <w:t xml:space="preserve"> </w:t>
      </w:r>
      <w:r w:rsidR="008F7242">
        <w:tab/>
      </w:r>
      <w:r w:rsidRPr="0076037E">
        <w:t xml:space="preserve">Obchodní podmínky – </w:t>
      </w:r>
      <w:r w:rsidR="00DA3042" w:rsidRPr="0076037E">
        <w:rPr>
          <w:b/>
        </w:rPr>
        <w:t>"</w:t>
      </w:r>
      <w:r w:rsidR="001A56C6" w:rsidRPr="0076037E">
        <w:rPr>
          <w:b/>
        </w:rPr>
        <w:t>OP/R/</w:t>
      </w:r>
      <w:r w:rsidR="00D737B4" w:rsidRPr="0076037E">
        <w:rPr>
          <w:b/>
        </w:rPr>
        <w:t>24/22</w:t>
      </w:r>
      <w:r w:rsidR="00DA3042" w:rsidRPr="0076037E">
        <w:rPr>
          <w:b/>
        </w:rPr>
        <w:t>"</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697293C" w:rsidR="007D26F9" w:rsidRDefault="00F43D42" w:rsidP="00F43D42">
      <w:pPr>
        <w:pStyle w:val="Textbezslovn"/>
        <w:ind w:left="2127"/>
      </w:pPr>
      <w:r>
        <w:t xml:space="preserve">b) </w:t>
      </w:r>
      <w:r w:rsidR="007D26F9">
        <w:t xml:space="preserve">Všeobecné technické podmínky – </w:t>
      </w:r>
      <w:r w:rsidR="00DA3042" w:rsidRPr="00435654">
        <w:rPr>
          <w:b/>
        </w:rPr>
        <w:t>"</w:t>
      </w:r>
      <w:r w:rsidR="00435654" w:rsidRPr="00435654">
        <w:rPr>
          <w:b/>
        </w:rPr>
        <w:t>VTP/R/15/21“</w:t>
      </w:r>
    </w:p>
    <w:p w14:paraId="239F0F49" w14:textId="3E920AF5" w:rsidR="007D26F9" w:rsidRDefault="00F43D42" w:rsidP="00F43D42">
      <w:pPr>
        <w:pStyle w:val="Textbezslovn"/>
        <w:ind w:left="2127"/>
      </w:pPr>
      <w:r>
        <w:t xml:space="preserve">c) </w:t>
      </w:r>
      <w:r w:rsidR="007D26F9">
        <w:t xml:space="preserve">Zvláštní technické podmínky </w:t>
      </w:r>
      <w:r w:rsidR="00FE0D8E" w:rsidRPr="00FE0D8E">
        <w:rPr>
          <w:b/>
        </w:rPr>
        <w:t>"5.1.2022</w:t>
      </w:r>
      <w:r w:rsidR="00DA3042" w:rsidRPr="00FE0D8E">
        <w:rPr>
          <w:b/>
        </w:rPr>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77777777" w:rsidR="002A7B96" w:rsidRPr="004C1A60" w:rsidRDefault="004C1A60" w:rsidP="002A7B96">
      <w:pPr>
        <w:pStyle w:val="Textbezslovn"/>
        <w:rPr>
          <w:color w:val="FF0000"/>
        </w:rPr>
      </w:pPr>
      <w:r w:rsidRPr="00606FE8">
        <w:rPr>
          <w:b/>
        </w:rPr>
        <w:t xml:space="preserve">Příloha č.10:  </w:t>
      </w:r>
      <w:r w:rsidRPr="00F90732">
        <w:t>Osvědčení</w:t>
      </w:r>
      <w:r w:rsidR="00966BE8" w:rsidRPr="00F90732">
        <w:rPr>
          <w:i/>
        </w:rPr>
        <w:t xml:space="preserve"> </w:t>
      </w:r>
      <w:r w:rsidR="002A7B96" w:rsidRPr="00F90732">
        <w:rPr>
          <w:i/>
        </w:rPr>
        <w:t>Doplní se aktuální vzor Osvědčení dle Směrnice č.53</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5110A9F" w:rsidR="00CB4F6D" w:rsidRPr="004A61C4" w:rsidRDefault="00342DC7" w:rsidP="00CB4F6D">
      <w:pPr>
        <w:pStyle w:val="Textbezodsazen"/>
        <w:rPr>
          <w:sz w:val="20"/>
          <w:szCs w:val="20"/>
        </w:rPr>
      </w:pPr>
      <w:r w:rsidRPr="004A61C4">
        <w:rPr>
          <w:sz w:val="20"/>
          <w:szCs w:val="20"/>
        </w:rPr>
        <w:t>„</w:t>
      </w:r>
      <w:r w:rsidR="00AB31D5" w:rsidRPr="004A61C4">
        <w:rPr>
          <w:b/>
          <w:sz w:val="20"/>
          <w:szCs w:val="20"/>
        </w:rPr>
        <w:t>OP/R/24/22</w:t>
      </w:r>
      <w:r w:rsidRPr="004A61C4">
        <w:rPr>
          <w:sz w:val="20"/>
          <w:szCs w:val="20"/>
        </w:rPr>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B66D20C" w:rsidR="00342DC7" w:rsidRPr="00AE4B52" w:rsidRDefault="00342DC7" w:rsidP="00A254D7">
      <w:pPr>
        <w:pStyle w:val="Odstavec1-1a"/>
        <w:rPr>
          <w:rStyle w:val="Tun"/>
        </w:rPr>
      </w:pPr>
      <w:r w:rsidRPr="00AE4B52">
        <w:rPr>
          <w:rStyle w:val="Tun"/>
        </w:rPr>
        <w:t xml:space="preserve">Všeobecné technické </w:t>
      </w:r>
      <w:r w:rsidRPr="00A254D7">
        <w:rPr>
          <w:rStyle w:val="Tun"/>
        </w:rPr>
        <w:t xml:space="preserve">podmínky </w:t>
      </w:r>
      <w:r w:rsidR="00A254D7" w:rsidRPr="00A254D7">
        <w:rPr>
          <w:rStyle w:val="Tun"/>
        </w:rPr>
        <w:t>"</w:t>
      </w:r>
      <w:r w:rsidR="00A254D7" w:rsidRPr="00A254D7">
        <w:t xml:space="preserve"> </w:t>
      </w:r>
      <w:r w:rsidR="00A254D7" w:rsidRPr="00A254D7">
        <w:rPr>
          <w:rStyle w:val="Tun"/>
        </w:rPr>
        <w:t>VTP/R/15/21</w:t>
      </w:r>
      <w:r w:rsidRPr="00A254D7">
        <w:rPr>
          <w:rStyle w:val="Tun"/>
        </w:rPr>
        <w:t>"</w:t>
      </w:r>
      <w:r w:rsidRPr="00AE4B52">
        <w:rPr>
          <w:rStyle w:val="Tun"/>
        </w:rPr>
        <w:t xml:space="preserve"> </w:t>
      </w:r>
    </w:p>
    <w:p w14:paraId="3FCF186D" w14:textId="5BAD3AFD" w:rsidR="00342DC7" w:rsidRPr="00AE4B52" w:rsidRDefault="00342DC7" w:rsidP="00342DC7">
      <w:pPr>
        <w:pStyle w:val="Odstavec1-1a"/>
        <w:rPr>
          <w:rStyle w:val="Tun"/>
        </w:rPr>
      </w:pPr>
      <w:r w:rsidRPr="00AE4B52">
        <w:rPr>
          <w:rStyle w:val="Tun"/>
        </w:rPr>
        <w:t xml:space="preserve">Zvláštní technické </w:t>
      </w:r>
      <w:r w:rsidRPr="00AB5359">
        <w:rPr>
          <w:rStyle w:val="Tun"/>
        </w:rPr>
        <w:t xml:space="preserve">podmínky </w:t>
      </w:r>
      <w:r w:rsidR="00AB5359" w:rsidRPr="00AB5359">
        <w:rPr>
          <w:rStyle w:val="Tun"/>
        </w:rPr>
        <w:t>"5.1.2022</w:t>
      </w:r>
      <w:r w:rsidRPr="00AB5359">
        <w:rPr>
          <w:rStyle w:val="Tun"/>
        </w:rPr>
        <w:t>"</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3AEC8D7" w14:textId="5D83518D" w:rsidR="00B16CED" w:rsidRDefault="00B16CED" w:rsidP="00B16CED">
      <w:pPr>
        <w:pStyle w:val="Odrka1-1"/>
        <w:numPr>
          <w:ilvl w:val="0"/>
          <w:numId w:val="0"/>
        </w:numPr>
        <w:ind w:left="1077" w:hanging="340"/>
      </w:pPr>
    </w:p>
    <w:p w14:paraId="5B737D12" w14:textId="32B3F1AB" w:rsidR="00B16CED" w:rsidRPr="00135103" w:rsidRDefault="00B16CED" w:rsidP="00364DD6">
      <w:pPr>
        <w:pStyle w:val="Odrka1-1"/>
        <w:numPr>
          <w:ilvl w:val="0"/>
          <w:numId w:val="44"/>
        </w:numPr>
        <w:ind w:left="1134" w:hanging="425"/>
      </w:pPr>
      <w:r w:rsidRPr="00135103">
        <w:t xml:space="preserve">Dokumentace bouracích prací (DBS), zpracovatel </w:t>
      </w:r>
      <w:r w:rsidRPr="00135103">
        <w:rPr>
          <w:b/>
        </w:rPr>
        <w:t>L.Z.-ATELIER,s.r.o.</w:t>
      </w:r>
      <w:r w:rsidRPr="00135103">
        <w:t>,</w:t>
      </w:r>
      <w:r w:rsidRPr="00135103">
        <w:rPr>
          <w:b/>
        </w:rPr>
        <w:t xml:space="preserve"> </w:t>
      </w:r>
      <w:r w:rsidRPr="00135103">
        <w:t>1.10.2021</w:t>
      </w:r>
    </w:p>
    <w:p w14:paraId="11DC77E0" w14:textId="70E4099B" w:rsidR="00B16CED" w:rsidRPr="00135103" w:rsidRDefault="00B16CED" w:rsidP="00364DD6">
      <w:pPr>
        <w:pStyle w:val="Odrka1-1"/>
        <w:numPr>
          <w:ilvl w:val="0"/>
          <w:numId w:val="44"/>
        </w:numPr>
        <w:ind w:left="1134" w:hanging="425"/>
      </w:pPr>
      <w:r w:rsidRPr="00135103">
        <w:t xml:space="preserve">Dokumentace provedení stavby (DPS), zpracovatel </w:t>
      </w:r>
      <w:r w:rsidRPr="00135103">
        <w:rPr>
          <w:b/>
        </w:rPr>
        <w:t xml:space="preserve">L.Z.-ATELIER,s.r.o. </w:t>
      </w:r>
      <w:r w:rsidRPr="00135103">
        <w:t>listopad 2021</w:t>
      </w:r>
    </w:p>
    <w:p w14:paraId="1356A4DE" w14:textId="4A384DB1" w:rsidR="00B85878" w:rsidRPr="009A2F60" w:rsidRDefault="00B85878" w:rsidP="00B85878">
      <w:pPr>
        <w:pStyle w:val="Odrka1-1"/>
      </w:pPr>
      <w:r w:rsidRPr="009A2F60">
        <w:t>Schvalovací protokol projektu SŽ č.j:19414/2022-SŽ-GŘ-O6 ze dne 9.3.2022 - Posuzovací část</w:t>
      </w:r>
    </w:p>
    <w:p w14:paraId="32F55966" w14:textId="35297ABE" w:rsidR="00E3417B" w:rsidRPr="009A2F60" w:rsidRDefault="00B85878" w:rsidP="00B85878">
      <w:pPr>
        <w:pStyle w:val="Odrka1-1"/>
      </w:pPr>
      <w:r w:rsidRPr="009A2F60">
        <w:t>Stavební  povolení č.j.: DUCR-50030/21/Ho ze dne 3. 9. 2021</w:t>
      </w:r>
    </w:p>
    <w:p w14:paraId="38BCEE55" w14:textId="55792074" w:rsidR="00AE4B52" w:rsidRPr="009A2F60" w:rsidRDefault="00B85878" w:rsidP="00A54DF0">
      <w:pPr>
        <w:pStyle w:val="Odrka1-1"/>
      </w:pPr>
      <w:r w:rsidRPr="009A2F60">
        <w:t>Povolení k odstranění stavby č.j.:DUCR-58097/21/Ho ze dne 12.10.2021</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C098BDD" w:rsidR="002038D5" w:rsidRPr="007D4939" w:rsidRDefault="006C71DC"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939">
              <w:rPr>
                <w:rFonts w:asciiTheme="minorHAnsi" w:hAnsiTheme="minorHAnsi"/>
                <w:b/>
              </w:rPr>
              <w:t>Ing. Petr Toman</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904C81A" w14:textId="77777777" w:rsidR="006C71DC" w:rsidRDefault="006C71DC" w:rsidP="006C71DC">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F7740E">
              <w:t>Ke Štvanici 656/3, 186 00 Praha 8 - Karlín</w:t>
            </w:r>
          </w:p>
          <w:p w14:paraId="2888FB91" w14:textId="14C18139" w:rsidR="008175E5" w:rsidRPr="001F518E" w:rsidRDefault="006C71DC" w:rsidP="006C71D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Pracoviště: Purkyňova 22,</w:t>
            </w:r>
            <w:r>
              <w:rPr>
                <w:rFonts w:asciiTheme="minorHAnsi" w:hAnsiTheme="minorHAnsi"/>
              </w:rPr>
              <w:t xml:space="preserve"> </w:t>
            </w:r>
            <w:r w:rsidRPr="00EA4134">
              <w:rPr>
                <w:rFonts w:asciiTheme="minorHAnsi" w:hAnsiTheme="minorHAnsi"/>
              </w:rPr>
              <w:t>Plzeň</w:t>
            </w:r>
            <w:r w:rsidRPr="001F518E">
              <w:rPr>
                <w:highlight w:val="green"/>
              </w:rPr>
              <w:t xml:space="preserve">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12E22A5A" w:rsidR="002038D5" w:rsidRPr="001F518E" w:rsidRDefault="006C71D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Tomanpe@spravazeleznic.cz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28286319" w:rsidR="002038D5" w:rsidRPr="001F518E" w:rsidRDefault="006C71D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+420 607 040 075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3A156188" w:rsidR="002038D5" w:rsidRPr="007D4939" w:rsidRDefault="00F41524" w:rsidP="00F41524">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939">
              <w:rPr>
                <w:b/>
              </w:rPr>
              <w:t>Mgr. Jiří Klášterka</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DFE38AF" w14:textId="77777777" w:rsidR="00F41524" w:rsidRDefault="00F41524" w:rsidP="00F41524">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F7740E">
              <w:t>Ke Štvanici 656/3, 186 00 Praha 8 - Karlín</w:t>
            </w:r>
          </w:p>
          <w:p w14:paraId="7AEB8CD4" w14:textId="57AE2337" w:rsidR="008175E5" w:rsidRPr="001F518E" w:rsidRDefault="00F41524" w:rsidP="00F4152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Pracoviště: Purkyňova 22,</w:t>
            </w:r>
            <w:r>
              <w:rPr>
                <w:rFonts w:asciiTheme="minorHAnsi" w:hAnsiTheme="minorHAnsi"/>
              </w:rPr>
              <w:t xml:space="preserve"> </w:t>
            </w:r>
            <w:r w:rsidRPr="00EA4134">
              <w:rPr>
                <w:rFonts w:asciiTheme="minorHAnsi" w:hAnsiTheme="minorHAnsi"/>
              </w:rPr>
              <w:t>Plzeň</w:t>
            </w:r>
            <w:r w:rsidRPr="001F518E">
              <w:rPr>
                <w:highlight w:val="green"/>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A60D485"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94832">
              <w:t>KlasterkaJ@spravazeleznic.cz</w:t>
            </w:r>
          </w:p>
        </w:tc>
      </w:tr>
      <w:tr w:rsidR="002038D5" w:rsidRPr="00F95FBD" w14:paraId="72778C16" w14:textId="77777777" w:rsidTr="00F41524">
        <w:trPr>
          <w:trHeight w:val="268"/>
        </w:trPr>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4909BBA"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94832">
              <w:t>+420 722 957 095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A06055D" w:rsidR="00BF7B07" w:rsidRPr="007D4939" w:rsidRDefault="00F41524" w:rsidP="00BF4AD6">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939">
              <w:rPr>
                <w:rFonts w:asciiTheme="minorHAnsi" w:hAnsiTheme="minorHAnsi"/>
                <w:b/>
              </w:rPr>
              <w:t>Ing. Martin Šesták</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986D1E3" w14:textId="20A77FEF" w:rsidR="008175E5" w:rsidRPr="000C2B01" w:rsidRDefault="00F41524"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Sušická 1105/25, Plzeň</w:t>
            </w:r>
            <w:r w:rsidRPr="000C2B01">
              <w:rPr>
                <w:highlight w:val="green"/>
              </w:rPr>
              <w:t xml:space="preserve"> </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5BEF67F0" w:rsidR="00BF7B07" w:rsidRPr="000C2B01" w:rsidRDefault="00F41524"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sestakm@spravazeleznic.cz</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56024DB7" w:rsidR="00BF7B07" w:rsidRPr="000C2B01" w:rsidRDefault="00F41524"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+420 602 708 920</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993B3E5" w:rsidR="002038D5" w:rsidRPr="007D4939" w:rsidRDefault="00F41524"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939">
              <w:rPr>
                <w:rFonts w:asciiTheme="minorHAnsi" w:hAnsiTheme="minorHAnsi"/>
                <w:b/>
              </w:rPr>
              <w:t>Ing. Marcela Slaná</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555E1E19"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Sušická 23</w:t>
            </w:r>
            <w:r>
              <w:rPr>
                <w:rFonts w:asciiTheme="minorHAnsi" w:hAnsiTheme="minorHAnsi"/>
              </w:rPr>
              <w:t>a</w:t>
            </w:r>
            <w:r w:rsidRPr="00EA4134">
              <w:rPr>
                <w:rFonts w:asciiTheme="minorHAnsi" w:hAnsiTheme="minorHAnsi"/>
              </w:rPr>
              <w:t>, Plzeň</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0C635E2F"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slana@spravazeleznic.cz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05DC6B2A"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slana@spravazeleznic.cz</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36DD7D42" w:rsidR="002038D5" w:rsidRPr="007D4939" w:rsidRDefault="00F41524"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7D4939">
              <w:rPr>
                <w:b/>
              </w:rPr>
              <w:t>Nikolas Nitran</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481FC560"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2547">
              <w:t>Ke Štvanici 656/3, 186 00 Praha 8 - Karlín</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508533D7"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2547">
              <w:t>Nitran@spravazeleznic.cz</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0F3114A6" w:rsidR="002038D5" w:rsidRPr="001F518E" w:rsidRDefault="00F4152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32547">
              <w:t>+420 724 863 591</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1BA4AAE9" w:rsidR="002038D5" w:rsidRPr="00F95FBD" w:rsidRDefault="00D940BE" w:rsidP="00165977">
      <w:pPr>
        <w:pStyle w:val="Nadpistabulky"/>
        <w:rPr>
          <w:sz w:val="18"/>
          <w:szCs w:val="18"/>
        </w:rPr>
      </w:pPr>
      <w:r>
        <w:rPr>
          <w:sz w:val="18"/>
          <w:szCs w:val="18"/>
        </w:rPr>
        <w:lastRenderedPageBreak/>
        <w:t>S</w:t>
      </w:r>
      <w:r w:rsidRPr="00D940BE">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658F433F" w14:textId="3C5A12DB" w:rsidR="00165977" w:rsidRPr="00F95FBD" w:rsidRDefault="00D940BE" w:rsidP="00165977">
      <w:pPr>
        <w:pStyle w:val="Nadpistabulky"/>
        <w:rPr>
          <w:sz w:val="18"/>
          <w:szCs w:val="18"/>
        </w:rPr>
      </w:pPr>
      <w:r>
        <w:rPr>
          <w:sz w:val="18"/>
          <w:szCs w:val="18"/>
        </w:rPr>
        <w:t>S</w:t>
      </w:r>
      <w:r w:rsidRPr="00D940BE">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41C528EF" w:rsidR="00165977" w:rsidRPr="00F95FBD" w:rsidRDefault="00AD5A58" w:rsidP="00165977">
      <w:pPr>
        <w:pStyle w:val="Nadpistabulky"/>
        <w:rPr>
          <w:sz w:val="18"/>
          <w:szCs w:val="18"/>
        </w:rPr>
      </w:pPr>
      <w:r>
        <w:rPr>
          <w:sz w:val="18"/>
          <w:szCs w:val="18"/>
        </w:rPr>
        <w:t>S</w:t>
      </w:r>
      <w:r w:rsidRPr="00AD5A58">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A04BD31" w:rsidR="00165977" w:rsidRPr="00F95FBD" w:rsidRDefault="00AD5A58" w:rsidP="00165977">
      <w:pPr>
        <w:pStyle w:val="Nadpistabulky"/>
        <w:rPr>
          <w:sz w:val="18"/>
          <w:szCs w:val="18"/>
        </w:rPr>
      </w:pPr>
      <w:r>
        <w:rPr>
          <w:sz w:val="18"/>
          <w:szCs w:val="18"/>
        </w:rPr>
        <w:t>S</w:t>
      </w:r>
      <w:r w:rsidRPr="00AD5A58">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8CE470" w14:textId="6E688872" w:rsidR="007C5289" w:rsidRPr="002672D0" w:rsidRDefault="00E74C6E" w:rsidP="007C5289">
      <w:pPr>
        <w:pStyle w:val="Nadpistabulky"/>
        <w:rPr>
          <w:sz w:val="18"/>
          <w:szCs w:val="18"/>
        </w:rPr>
      </w:pPr>
      <w:r w:rsidRPr="002672D0">
        <w:rPr>
          <w:sz w:val="18"/>
          <w:szCs w:val="18"/>
        </w:rPr>
        <w:t>Ú</w:t>
      </w:r>
      <w:r w:rsidR="00AD5A58" w:rsidRPr="002672D0">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7C5289" w:rsidRPr="00846C6F"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5B256E" w:rsidRDefault="007C5289" w:rsidP="003149C0">
            <w:pPr>
              <w:pStyle w:val="Tabulka"/>
              <w:rPr>
                <w:rStyle w:val="Nadpisvtabulce"/>
              </w:rPr>
            </w:pPr>
            <w:r w:rsidRPr="005B256E">
              <w:rPr>
                <w:rStyle w:val="Nadpisvtabulce"/>
              </w:rPr>
              <w:t>Jméno</w:t>
            </w:r>
            <w:r w:rsidR="00A349C6" w:rsidRPr="005B256E">
              <w:rPr>
                <w:rStyle w:val="Nadpisvtabulce"/>
              </w:rPr>
              <w:t xml:space="preserve"> a </w:t>
            </w:r>
            <w:r w:rsidRPr="005B256E">
              <w:rPr>
                <w:rStyle w:val="Nadpisvtabulce"/>
              </w:rPr>
              <w:t>příjmení</w:t>
            </w:r>
          </w:p>
        </w:tc>
        <w:tc>
          <w:tcPr>
            <w:tcW w:w="5812" w:type="dxa"/>
          </w:tcPr>
          <w:p w14:paraId="07B3386D" w14:textId="77777777" w:rsidR="007C5289" w:rsidRPr="008E2D5D" w:rsidRDefault="007C5289" w:rsidP="003149C0">
            <w:pPr>
              <w:pStyle w:val="Tabulka"/>
              <w:cnfStyle w:val="100000000000" w:firstRow="1" w:lastRow="0" w:firstColumn="0" w:lastColumn="0" w:oddVBand="0" w:evenVBand="0" w:oddHBand="0" w:evenHBand="0" w:firstRowFirstColumn="0" w:firstRowLastColumn="0" w:lastRowFirstColumn="0" w:lastRowLastColumn="0"/>
              <w:rPr>
                <w:b/>
                <w:highlight w:val="yellow"/>
              </w:rPr>
            </w:pPr>
            <w:r w:rsidRPr="008E2D5D">
              <w:rPr>
                <w:b/>
                <w:highlight w:val="yellow"/>
              </w:rPr>
              <w:t>[VLOŽÍ ZH</w:t>
            </w:r>
            <w:r w:rsidR="004B4299" w:rsidRPr="008E2D5D">
              <w:rPr>
                <w:b/>
                <w:highlight w:val="yellow"/>
              </w:rPr>
              <w:t>O</w:t>
            </w:r>
            <w:r w:rsidRPr="008E2D5D">
              <w:rPr>
                <w:b/>
                <w:highlight w:val="yellow"/>
              </w:rPr>
              <w:t>TOVITEL]</w:t>
            </w:r>
          </w:p>
        </w:tc>
      </w:tr>
      <w:tr w:rsidR="007C5289" w:rsidRPr="00846C6F"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5B256E" w:rsidRDefault="007C5289" w:rsidP="003149C0">
            <w:pPr>
              <w:pStyle w:val="Tabulka"/>
            </w:pPr>
            <w:r w:rsidRPr="005B256E">
              <w:t>Adresa</w:t>
            </w:r>
          </w:p>
        </w:tc>
        <w:tc>
          <w:tcPr>
            <w:tcW w:w="5812" w:type="dxa"/>
          </w:tcPr>
          <w:p w14:paraId="3A9036CD" w14:textId="77777777" w:rsidR="007C5289" w:rsidRPr="008E2D5D" w:rsidRDefault="007C5289" w:rsidP="003149C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E2D5D">
              <w:rPr>
                <w:highlight w:val="yellow"/>
              </w:rPr>
              <w:t>[VLOŽÍ ZHOTOVITEL]</w:t>
            </w:r>
          </w:p>
        </w:tc>
      </w:tr>
      <w:tr w:rsidR="007C5289" w:rsidRPr="00846C6F"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5B256E" w:rsidRDefault="007C5289" w:rsidP="003149C0">
            <w:pPr>
              <w:pStyle w:val="Tabulka"/>
            </w:pPr>
            <w:r w:rsidRPr="005B256E">
              <w:t>E-mail</w:t>
            </w:r>
          </w:p>
        </w:tc>
        <w:tc>
          <w:tcPr>
            <w:tcW w:w="5812" w:type="dxa"/>
          </w:tcPr>
          <w:p w14:paraId="72993EE6" w14:textId="77777777" w:rsidR="007C5289" w:rsidRPr="008E2D5D" w:rsidRDefault="007C5289" w:rsidP="003149C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E2D5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5B256E" w:rsidRDefault="007C5289" w:rsidP="003149C0">
            <w:pPr>
              <w:pStyle w:val="Tabulka"/>
            </w:pPr>
            <w:r w:rsidRPr="005B256E">
              <w:t>Telefon</w:t>
            </w:r>
          </w:p>
        </w:tc>
        <w:tc>
          <w:tcPr>
            <w:tcW w:w="5812" w:type="dxa"/>
          </w:tcPr>
          <w:p w14:paraId="0E22EF10" w14:textId="77777777" w:rsidR="007C5289" w:rsidRPr="008E2D5D" w:rsidRDefault="007C5289" w:rsidP="003149C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8E2D5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054E3488" w:rsidR="007C5289" w:rsidRPr="00F95FBD" w:rsidRDefault="00E74C6E" w:rsidP="007C5289">
      <w:pPr>
        <w:pStyle w:val="Nadpistabulky"/>
        <w:rPr>
          <w:sz w:val="18"/>
          <w:szCs w:val="18"/>
        </w:rPr>
      </w:pPr>
      <w:r w:rsidRPr="002672D0">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5B256E">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73DA2967" w:rsidR="007C5289" w:rsidRPr="00F95FBD" w:rsidRDefault="007C5289" w:rsidP="007C5289">
      <w:pPr>
        <w:pStyle w:val="Tabulka"/>
      </w:pPr>
    </w:p>
    <w:p w14:paraId="3BBDF056" w14:textId="77777777" w:rsidR="007C5289" w:rsidRDefault="007C5289" w:rsidP="007C5289">
      <w:pPr>
        <w:pStyle w:val="Tabulka"/>
      </w:pPr>
    </w:p>
    <w:p w14:paraId="0B83AD32" w14:textId="77777777" w:rsidR="007C5289" w:rsidRDefault="007C5289" w:rsidP="007C5289">
      <w:pPr>
        <w:pStyle w:val="Textbezodsazen"/>
      </w:pPr>
      <w:r>
        <w:lastRenderedPageBreak/>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6C53031" w:rsidR="007C5289" w:rsidRPr="007C5289" w:rsidRDefault="007C5289" w:rsidP="006F19DD">
            <w:pPr>
              <w:pStyle w:val="Tabulka"/>
              <w:cnfStyle w:val="000000000000" w:firstRow="0" w:lastRow="0" w:firstColumn="0" w:lastColumn="0" w:oddVBand="0" w:evenVBand="0" w:oddHBand="0" w:evenHBand="0" w:firstRowFirstColumn="0" w:firstRowLastColumn="0" w:lastRowFirstColumn="0" w:lastRowLastColumn="0"/>
            </w:pPr>
            <w:r w:rsidRPr="006F19DD">
              <w:t xml:space="preserve">Minimálně </w:t>
            </w:r>
            <w:r w:rsidR="006F19DD" w:rsidRPr="006F19DD">
              <w:t>50</w:t>
            </w:r>
            <w:r w:rsidRPr="006F19DD">
              <w:t xml:space="preserve"> mil. Kč na jednu pojistnou událost</w:t>
            </w:r>
            <w:r w:rsidR="00A349C6" w:rsidRPr="006F19DD">
              <w:t xml:space="preserve"> a </w:t>
            </w:r>
            <w:r w:rsidR="006F19DD" w:rsidRPr="006F19DD">
              <w:t>1</w:t>
            </w:r>
            <w:r w:rsidRPr="006F19DD">
              <w:t>00 mil. Kč</w:t>
            </w:r>
            <w:r w:rsidR="00A349C6" w:rsidRPr="006F19DD">
              <w:t xml:space="preserve"> v </w:t>
            </w:r>
            <w:r w:rsidRPr="006F19DD">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50FB3E2A" w:rsidR="00F762A8" w:rsidRDefault="00F762A8" w:rsidP="00F762A8">
      <w:pPr>
        <w:pStyle w:val="Textbezodsazen"/>
      </w:pPr>
    </w:p>
    <w:p w14:paraId="518CABFF" w14:textId="394FB390" w:rsidR="00F86964" w:rsidRDefault="00F86964" w:rsidP="00F762A8">
      <w:pPr>
        <w:pStyle w:val="Textbezodsazen"/>
      </w:pPr>
    </w:p>
    <w:p w14:paraId="41A85CBA" w14:textId="1FEB2460" w:rsidR="00F86964" w:rsidRDefault="00F86964" w:rsidP="00F762A8">
      <w:pPr>
        <w:pStyle w:val="Textbezodsazen"/>
      </w:pPr>
    </w:p>
    <w:p w14:paraId="1ADF30F2" w14:textId="15AC8BEE" w:rsidR="00F86964" w:rsidRDefault="00F86964" w:rsidP="00F762A8">
      <w:pPr>
        <w:pStyle w:val="Textbezodsazen"/>
      </w:pPr>
    </w:p>
    <w:p w14:paraId="1780F298" w14:textId="187D2707" w:rsidR="00F86964" w:rsidRDefault="00F86964" w:rsidP="00F762A8">
      <w:pPr>
        <w:pStyle w:val="Textbezodsazen"/>
      </w:pPr>
    </w:p>
    <w:p w14:paraId="144EF237" w14:textId="47C24BA7" w:rsidR="00F86964" w:rsidRDefault="00F86964" w:rsidP="00F762A8">
      <w:pPr>
        <w:pStyle w:val="Textbezodsazen"/>
      </w:pPr>
    </w:p>
    <w:p w14:paraId="03DD1A91" w14:textId="16345889" w:rsidR="00F86964" w:rsidRDefault="00F86964" w:rsidP="00F762A8">
      <w:pPr>
        <w:pStyle w:val="Textbezodsazen"/>
      </w:pPr>
    </w:p>
    <w:p w14:paraId="713531BE" w14:textId="6FAC109A" w:rsidR="00F86964" w:rsidRDefault="00F86964" w:rsidP="00F762A8">
      <w:pPr>
        <w:pStyle w:val="Textbezodsazen"/>
      </w:pPr>
    </w:p>
    <w:p w14:paraId="3705E50C" w14:textId="2128E25D" w:rsidR="00F86964" w:rsidRDefault="00F86964" w:rsidP="00F762A8">
      <w:pPr>
        <w:pStyle w:val="Textbezodsazen"/>
      </w:pPr>
    </w:p>
    <w:p w14:paraId="3880D4DD" w14:textId="73E9936E" w:rsidR="00F86964" w:rsidRDefault="00F86964" w:rsidP="00F762A8">
      <w:pPr>
        <w:pStyle w:val="Textbezodsazen"/>
      </w:pPr>
    </w:p>
    <w:p w14:paraId="62C9CE55" w14:textId="0D3655C5" w:rsidR="00F86964" w:rsidRDefault="00F86964" w:rsidP="00F762A8">
      <w:pPr>
        <w:pStyle w:val="Textbezodsazen"/>
      </w:pPr>
    </w:p>
    <w:p w14:paraId="78852B7F" w14:textId="168E5A98" w:rsidR="00F86964" w:rsidRDefault="00F86964" w:rsidP="00F762A8">
      <w:pPr>
        <w:pStyle w:val="Textbezodsazen"/>
      </w:pPr>
    </w:p>
    <w:p w14:paraId="6E363EAD" w14:textId="27C967BF" w:rsidR="00F86964" w:rsidRDefault="00F86964" w:rsidP="00F762A8">
      <w:pPr>
        <w:pStyle w:val="Textbezodsazen"/>
      </w:pPr>
    </w:p>
    <w:p w14:paraId="749DD96F" w14:textId="6DA1D4A7" w:rsidR="00F86964" w:rsidRDefault="00F86964" w:rsidP="00F762A8">
      <w:pPr>
        <w:pStyle w:val="Textbezodsazen"/>
      </w:pPr>
    </w:p>
    <w:p w14:paraId="7467EA46" w14:textId="09C4695C" w:rsidR="00F86964" w:rsidRDefault="00F86964" w:rsidP="00F762A8">
      <w:pPr>
        <w:pStyle w:val="Textbezodsazen"/>
      </w:pPr>
    </w:p>
    <w:p w14:paraId="4F0A9C34" w14:textId="4B10E21F" w:rsidR="00F86964" w:rsidRDefault="00F86964" w:rsidP="00F762A8">
      <w:pPr>
        <w:pStyle w:val="Textbezodsazen"/>
      </w:pPr>
    </w:p>
    <w:p w14:paraId="61BF8BD6" w14:textId="2B2387A3" w:rsidR="00F86964" w:rsidRDefault="00F86964" w:rsidP="00F762A8">
      <w:pPr>
        <w:pStyle w:val="Textbezodsazen"/>
      </w:pPr>
    </w:p>
    <w:p w14:paraId="0D174073" w14:textId="79D9C8F3" w:rsidR="00F86964" w:rsidRDefault="00F86964" w:rsidP="00F762A8">
      <w:pPr>
        <w:pStyle w:val="Textbezodsazen"/>
      </w:pPr>
    </w:p>
    <w:p w14:paraId="32FF0751" w14:textId="75F5F655" w:rsidR="00F86964" w:rsidRDefault="00F86964" w:rsidP="00F762A8">
      <w:pPr>
        <w:pStyle w:val="Textbezodsazen"/>
      </w:pPr>
    </w:p>
    <w:p w14:paraId="77F81575" w14:textId="2C8D40AC" w:rsidR="00F86964" w:rsidRDefault="00F86964" w:rsidP="00F762A8">
      <w:pPr>
        <w:pStyle w:val="Textbezodsazen"/>
      </w:pPr>
    </w:p>
    <w:p w14:paraId="41F6C161" w14:textId="7A19856D" w:rsidR="00F86964" w:rsidRDefault="00F86964" w:rsidP="00F762A8">
      <w:pPr>
        <w:pStyle w:val="Textbezodsazen"/>
      </w:pPr>
    </w:p>
    <w:p w14:paraId="4020AA52" w14:textId="7A75C3FF" w:rsidR="00F86964" w:rsidRDefault="00F86964" w:rsidP="00F762A8">
      <w:pPr>
        <w:pStyle w:val="Textbezodsazen"/>
      </w:pPr>
    </w:p>
    <w:p w14:paraId="12ED193B" w14:textId="7B763A31" w:rsidR="00F86964" w:rsidRDefault="00F86964" w:rsidP="00F762A8">
      <w:pPr>
        <w:pStyle w:val="Textbezodsazen"/>
      </w:pPr>
    </w:p>
    <w:p w14:paraId="51D8B39A" w14:textId="77777777" w:rsidR="0042612D" w:rsidRDefault="0042612D" w:rsidP="0042612D">
      <w:pPr>
        <w:pStyle w:val="Textbezodsazen"/>
        <w:tabs>
          <w:tab w:val="left" w:pos="1845"/>
        </w:tabs>
        <w:sectPr w:rsidR="0042612D"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r>
        <w:tab/>
      </w:r>
    </w:p>
    <w:p w14:paraId="564FCE3B" w14:textId="77777777" w:rsidR="00F86964" w:rsidRDefault="00F86964" w:rsidP="00F86964">
      <w:pPr>
        <w:pStyle w:val="Nadpisbezsl1-1"/>
      </w:pPr>
      <w:r>
        <w:lastRenderedPageBreak/>
        <w:t>Příloha č. 10</w:t>
      </w:r>
    </w:p>
    <w:p w14:paraId="4EA79D9A" w14:textId="77777777" w:rsidR="00F86964" w:rsidRPr="00BF5CC1" w:rsidRDefault="00F86964" w:rsidP="00F86964">
      <w:pPr>
        <w:pStyle w:val="Nadpisbezsl1-2"/>
      </w:pPr>
    </w:p>
    <w:p w14:paraId="0F55F391" w14:textId="77777777" w:rsidR="00F86964" w:rsidRPr="009B774A" w:rsidRDefault="00F86964" w:rsidP="00F86964">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F6DB440" w14:textId="77777777" w:rsidR="00F86964" w:rsidRPr="00651F0E" w:rsidRDefault="00F86964" w:rsidP="00F8696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F86964" w:rsidRPr="009B2848" w14:paraId="346F3AAC" w14:textId="77777777" w:rsidTr="00F04971">
        <w:tc>
          <w:tcPr>
            <w:tcW w:w="2554" w:type="pct"/>
            <w:shd w:val="clear" w:color="auto" w:fill="FFBFBF" w:themeFill="accent6" w:themeFillTint="33"/>
            <w:vAlign w:val="center"/>
          </w:tcPr>
          <w:p w14:paraId="5EA8EC64" w14:textId="77777777" w:rsidR="00F86964" w:rsidRPr="009B2848" w:rsidRDefault="00F86964" w:rsidP="00F0497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1819CF6" w14:textId="77777777" w:rsidR="00F86964" w:rsidRPr="009B2848" w:rsidRDefault="00F86964" w:rsidP="00F04971">
            <w:pPr>
              <w:keepNext/>
              <w:spacing w:after="60"/>
              <w:jc w:val="center"/>
              <w:outlineLvl w:val="3"/>
              <w:rPr>
                <w:rFonts w:eastAsia="Times New Roman"/>
                <w:bCs/>
              </w:rPr>
            </w:pPr>
          </w:p>
        </w:tc>
      </w:tr>
      <w:tr w:rsidR="00F86964" w:rsidRPr="009B2848" w14:paraId="2A4515F1" w14:textId="77777777" w:rsidTr="00F04971">
        <w:tc>
          <w:tcPr>
            <w:tcW w:w="2554" w:type="pct"/>
            <w:shd w:val="clear" w:color="auto" w:fill="FFBFBF" w:themeFill="accent6" w:themeFillTint="33"/>
            <w:vAlign w:val="center"/>
          </w:tcPr>
          <w:p w14:paraId="2A2A9FE5" w14:textId="77777777" w:rsidR="00F86964" w:rsidRPr="009B2848" w:rsidRDefault="00F86964" w:rsidP="00F0497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044CBA3" w14:textId="77777777" w:rsidR="00F86964" w:rsidRPr="009B2848" w:rsidRDefault="00F86964" w:rsidP="00F04971">
            <w:pPr>
              <w:keepNext/>
              <w:spacing w:after="60"/>
              <w:jc w:val="center"/>
              <w:outlineLvl w:val="3"/>
              <w:rPr>
                <w:rFonts w:eastAsia="Times New Roman"/>
                <w:bCs/>
              </w:rPr>
            </w:pPr>
          </w:p>
        </w:tc>
      </w:tr>
      <w:tr w:rsidR="00F86964" w:rsidRPr="009B2848" w14:paraId="76FDB4DB" w14:textId="77777777" w:rsidTr="00F04971">
        <w:tc>
          <w:tcPr>
            <w:tcW w:w="2554" w:type="pct"/>
            <w:shd w:val="clear" w:color="auto" w:fill="FFBFBF" w:themeFill="accent6" w:themeFillTint="33"/>
            <w:vAlign w:val="center"/>
          </w:tcPr>
          <w:p w14:paraId="37677D57" w14:textId="77777777" w:rsidR="00F86964" w:rsidRPr="009B2848" w:rsidRDefault="00F86964" w:rsidP="00F04971">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84054B0" w14:textId="77777777" w:rsidR="00F86964" w:rsidRPr="009B2848" w:rsidRDefault="00F86964" w:rsidP="00F04971">
            <w:pPr>
              <w:keepNext/>
              <w:spacing w:after="60"/>
              <w:jc w:val="center"/>
              <w:outlineLvl w:val="3"/>
              <w:rPr>
                <w:rFonts w:eastAsia="Times New Roman"/>
                <w:bCs/>
              </w:rPr>
            </w:pPr>
          </w:p>
        </w:tc>
      </w:tr>
      <w:tr w:rsidR="00F86964" w:rsidRPr="009B2848" w14:paraId="1BF4004E" w14:textId="77777777" w:rsidTr="00F04971">
        <w:tc>
          <w:tcPr>
            <w:tcW w:w="2554" w:type="pct"/>
            <w:shd w:val="clear" w:color="auto" w:fill="FFBFBF" w:themeFill="accent6" w:themeFillTint="33"/>
            <w:vAlign w:val="center"/>
          </w:tcPr>
          <w:p w14:paraId="7E103C5A" w14:textId="77777777" w:rsidR="00F86964" w:rsidRPr="009B2848" w:rsidRDefault="00F86964" w:rsidP="00F04971">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4FE84035" w14:textId="77777777" w:rsidR="00F86964" w:rsidRPr="009B2848" w:rsidRDefault="00F86964" w:rsidP="00F04971">
            <w:pPr>
              <w:keepNext/>
              <w:spacing w:after="60"/>
              <w:jc w:val="center"/>
              <w:outlineLvl w:val="3"/>
              <w:rPr>
                <w:rFonts w:eastAsia="Times New Roman"/>
                <w:bCs/>
              </w:rPr>
            </w:pPr>
          </w:p>
        </w:tc>
      </w:tr>
      <w:tr w:rsidR="00F86964" w:rsidRPr="009B2848" w14:paraId="747715F1" w14:textId="77777777" w:rsidTr="00F04971">
        <w:tc>
          <w:tcPr>
            <w:tcW w:w="2500" w:type="pct"/>
            <w:shd w:val="clear" w:color="auto" w:fill="FFBFBF" w:themeFill="accent6" w:themeFillTint="33"/>
            <w:vAlign w:val="center"/>
          </w:tcPr>
          <w:p w14:paraId="7ABC7C03" w14:textId="77777777" w:rsidR="00F86964" w:rsidRPr="009B2848" w:rsidRDefault="00F86964" w:rsidP="00F04971">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BEE6A77" w14:textId="77777777" w:rsidR="00F86964" w:rsidRPr="009B2848" w:rsidRDefault="00F86964" w:rsidP="00F04971">
            <w:pPr>
              <w:keepNext/>
              <w:spacing w:after="60"/>
              <w:jc w:val="center"/>
              <w:outlineLvl w:val="3"/>
              <w:rPr>
                <w:rFonts w:eastAsia="Times New Roman"/>
                <w:bCs/>
              </w:rPr>
            </w:pPr>
          </w:p>
        </w:tc>
      </w:tr>
      <w:tr w:rsidR="00F86964" w:rsidRPr="009B2848" w14:paraId="5AC3D78D" w14:textId="77777777" w:rsidTr="00F04971">
        <w:tc>
          <w:tcPr>
            <w:tcW w:w="2500" w:type="pct"/>
            <w:shd w:val="clear" w:color="auto" w:fill="FFBFBF" w:themeFill="accent6" w:themeFillTint="33"/>
            <w:vAlign w:val="center"/>
          </w:tcPr>
          <w:p w14:paraId="1791C008" w14:textId="77777777" w:rsidR="00F86964" w:rsidRPr="009B2848" w:rsidRDefault="00F86964" w:rsidP="00F0497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D80A196" w14:textId="77777777" w:rsidR="00F86964" w:rsidRPr="009B2848" w:rsidRDefault="00F86964" w:rsidP="00F04971">
            <w:pPr>
              <w:keepNext/>
              <w:spacing w:after="60"/>
              <w:jc w:val="center"/>
              <w:outlineLvl w:val="3"/>
              <w:rPr>
                <w:rFonts w:eastAsia="Times New Roman"/>
                <w:bCs/>
              </w:rPr>
            </w:pPr>
          </w:p>
        </w:tc>
      </w:tr>
      <w:tr w:rsidR="00F86964" w:rsidRPr="009B2848" w14:paraId="2E57BB17" w14:textId="77777777" w:rsidTr="00F04971">
        <w:tc>
          <w:tcPr>
            <w:tcW w:w="2500" w:type="pct"/>
            <w:shd w:val="clear" w:color="auto" w:fill="FFBFBF" w:themeFill="accent6" w:themeFillTint="33"/>
            <w:vAlign w:val="center"/>
          </w:tcPr>
          <w:p w14:paraId="263110D2" w14:textId="77777777" w:rsidR="00F86964" w:rsidRPr="009B2848" w:rsidRDefault="00F86964" w:rsidP="00F0497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35EFE8A" w14:textId="77777777" w:rsidR="00F86964" w:rsidRPr="009B2848" w:rsidRDefault="00F86964" w:rsidP="00F04971">
            <w:pPr>
              <w:keepNext/>
              <w:spacing w:after="60"/>
              <w:jc w:val="center"/>
              <w:outlineLvl w:val="3"/>
              <w:rPr>
                <w:rFonts w:eastAsia="Times New Roman"/>
                <w:bCs/>
              </w:rPr>
            </w:pPr>
          </w:p>
        </w:tc>
      </w:tr>
      <w:tr w:rsidR="00F86964" w:rsidRPr="009B2848" w14:paraId="07EAD672" w14:textId="77777777" w:rsidTr="00F04971">
        <w:tc>
          <w:tcPr>
            <w:tcW w:w="2500" w:type="pct"/>
            <w:shd w:val="clear" w:color="auto" w:fill="FFBFBF" w:themeFill="accent6" w:themeFillTint="33"/>
            <w:vAlign w:val="center"/>
          </w:tcPr>
          <w:p w14:paraId="76B13BB7" w14:textId="77777777" w:rsidR="00F86964" w:rsidRPr="009B2848" w:rsidRDefault="00F86964" w:rsidP="00F04971">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84CDDEF" w14:textId="77777777" w:rsidR="00F86964" w:rsidRPr="009B2848" w:rsidRDefault="00F86964" w:rsidP="00F0497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F86964" w:rsidRPr="00034484" w14:paraId="52FC9ED7" w14:textId="77777777" w:rsidTr="00F0497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73184DE" w14:textId="77777777" w:rsidR="00F86964" w:rsidRPr="00034484" w:rsidRDefault="00F86964" w:rsidP="00F04971">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1C30DFE" w14:textId="77777777" w:rsidR="00F86964" w:rsidRPr="00034484" w:rsidRDefault="00F86964" w:rsidP="00F04971">
            <w:pPr>
              <w:outlineLvl w:val="3"/>
              <w:rPr>
                <w:bCs/>
              </w:rPr>
            </w:pPr>
          </w:p>
        </w:tc>
      </w:tr>
      <w:tr w:rsidR="00F86964" w:rsidRPr="00034484" w14:paraId="6574379B" w14:textId="77777777" w:rsidTr="00F0497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0668894" w14:textId="77777777" w:rsidR="00F86964" w:rsidRPr="00034484" w:rsidRDefault="00F86964" w:rsidP="00F04971">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89273E0" w14:textId="77777777" w:rsidR="00F86964" w:rsidRPr="00034484" w:rsidRDefault="00F86964" w:rsidP="00F04971">
            <w:pPr>
              <w:outlineLvl w:val="3"/>
              <w:rPr>
                <w:bCs/>
              </w:rPr>
            </w:pPr>
          </w:p>
        </w:tc>
      </w:tr>
      <w:tr w:rsidR="00F86964" w:rsidRPr="00034484" w14:paraId="7D78BD45" w14:textId="77777777" w:rsidTr="00F0497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6863057"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4F95D2F" w14:textId="77777777" w:rsidR="00F86964" w:rsidRPr="00034484" w:rsidRDefault="00F86964" w:rsidP="00F04971">
            <w:pPr>
              <w:outlineLvl w:val="3"/>
              <w:rPr>
                <w:bCs/>
              </w:rPr>
            </w:pPr>
          </w:p>
        </w:tc>
      </w:tr>
      <w:tr w:rsidR="00F86964" w:rsidRPr="00034484" w14:paraId="05648A9D" w14:textId="77777777" w:rsidTr="00F0497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C02012C"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3F3A744" w14:textId="77777777" w:rsidR="00F86964" w:rsidRPr="00034484" w:rsidRDefault="00F86964" w:rsidP="00F04971">
            <w:pPr>
              <w:outlineLvl w:val="3"/>
              <w:rPr>
                <w:bCs/>
              </w:rPr>
            </w:pPr>
          </w:p>
        </w:tc>
      </w:tr>
      <w:tr w:rsidR="00F86964" w:rsidRPr="00034484" w14:paraId="62BADB21" w14:textId="77777777" w:rsidTr="00F0497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D265145"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08B2A9" w14:textId="77777777" w:rsidR="00F86964" w:rsidRPr="00034484" w:rsidRDefault="00F86964" w:rsidP="00F04971">
            <w:pPr>
              <w:outlineLvl w:val="3"/>
              <w:rPr>
                <w:bCs/>
              </w:rPr>
            </w:pPr>
          </w:p>
        </w:tc>
      </w:tr>
      <w:tr w:rsidR="00F86964" w:rsidRPr="00034484" w14:paraId="1DEE9A51" w14:textId="77777777" w:rsidTr="00F0497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7563BF"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380594B" w14:textId="77777777" w:rsidR="00F86964" w:rsidRPr="00034484" w:rsidRDefault="00F86964" w:rsidP="00F04971">
            <w:pPr>
              <w:outlineLvl w:val="3"/>
              <w:rPr>
                <w:bCs/>
              </w:rPr>
            </w:pPr>
          </w:p>
        </w:tc>
      </w:tr>
      <w:tr w:rsidR="00F86964" w:rsidRPr="00034484" w14:paraId="4155D523" w14:textId="77777777" w:rsidTr="00F04971">
        <w:tc>
          <w:tcPr>
            <w:tcW w:w="2500" w:type="pct"/>
            <w:tcBorders>
              <w:top w:val="single" w:sz="4" w:space="0" w:color="auto"/>
              <w:bottom w:val="nil"/>
              <w:right w:val="nil"/>
            </w:tcBorders>
            <w:shd w:val="clear" w:color="auto" w:fill="auto"/>
            <w:vAlign w:val="center"/>
          </w:tcPr>
          <w:p w14:paraId="65A2E9DE" w14:textId="77777777" w:rsidR="00F86964" w:rsidRPr="00034484" w:rsidRDefault="00F86964" w:rsidP="00F04971">
            <w:pPr>
              <w:rPr>
                <w:b/>
                <w:bCs/>
              </w:rPr>
            </w:pPr>
          </w:p>
        </w:tc>
        <w:tc>
          <w:tcPr>
            <w:tcW w:w="2481" w:type="pct"/>
            <w:tcBorders>
              <w:top w:val="single" w:sz="4" w:space="0" w:color="auto"/>
              <w:left w:val="nil"/>
              <w:bottom w:val="nil"/>
            </w:tcBorders>
            <w:shd w:val="clear" w:color="auto" w:fill="auto"/>
            <w:vAlign w:val="center"/>
          </w:tcPr>
          <w:p w14:paraId="35F2DEB0" w14:textId="77777777" w:rsidR="00F86964" w:rsidRPr="00034484" w:rsidRDefault="00F86964" w:rsidP="00F04971">
            <w:pPr>
              <w:rPr>
                <w:bCs/>
              </w:rPr>
            </w:pPr>
          </w:p>
        </w:tc>
      </w:tr>
    </w:tbl>
    <w:p w14:paraId="14DE7955" w14:textId="77777777" w:rsidR="00F86964" w:rsidRDefault="00F86964" w:rsidP="00F86964">
      <w:pPr>
        <w:rPr>
          <w:b/>
          <w:bCs/>
        </w:rPr>
      </w:pPr>
    </w:p>
    <w:tbl>
      <w:tblPr>
        <w:tblStyle w:val="Mkatabulky"/>
        <w:tblW w:w="0" w:type="auto"/>
        <w:tblLook w:val="04A0" w:firstRow="1" w:lastRow="0" w:firstColumn="1" w:lastColumn="0" w:noHBand="0" w:noVBand="1"/>
      </w:tblPr>
      <w:tblGrid>
        <w:gridCol w:w="2950"/>
        <w:gridCol w:w="2885"/>
        <w:gridCol w:w="2885"/>
      </w:tblGrid>
      <w:tr w:rsidR="00F86964" w:rsidRPr="00034484" w14:paraId="61BB2785" w14:textId="77777777" w:rsidTr="00F04971">
        <w:tc>
          <w:tcPr>
            <w:tcW w:w="2950" w:type="dxa"/>
            <w:shd w:val="clear" w:color="auto" w:fill="FFBFBF" w:themeFill="accent6" w:themeFillTint="33"/>
          </w:tcPr>
          <w:p w14:paraId="35E16EA6" w14:textId="77777777" w:rsidR="00F86964" w:rsidRPr="00034484" w:rsidRDefault="00F86964" w:rsidP="00F04971">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45E95B2" w14:textId="77777777" w:rsidR="00F86964" w:rsidRPr="00034484" w:rsidRDefault="00F86964" w:rsidP="00F04971">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BA19AC4" w14:textId="77777777" w:rsidR="00F86964" w:rsidRPr="00034484" w:rsidRDefault="00F86964" w:rsidP="00F04971">
            <w:pPr>
              <w:spacing w:after="60"/>
              <w:outlineLvl w:val="3"/>
              <w:rPr>
                <w:bCs/>
              </w:rPr>
            </w:pPr>
            <w:r w:rsidRPr="00034484">
              <w:rPr>
                <w:b/>
                <w:bCs/>
              </w:rPr>
              <w:t>Hodnota poddodávky</w:t>
            </w:r>
            <w:r w:rsidRPr="00034484">
              <w:rPr>
                <w:bCs/>
              </w:rPr>
              <w:t xml:space="preserve"> v % ze smluvní ceny díla a konkrétní částka v Kč </w:t>
            </w:r>
          </w:p>
        </w:tc>
      </w:tr>
      <w:tr w:rsidR="00F86964" w:rsidRPr="00034484" w14:paraId="6FCC5555" w14:textId="77777777" w:rsidTr="00F04971">
        <w:tc>
          <w:tcPr>
            <w:tcW w:w="2950" w:type="dxa"/>
            <w:vAlign w:val="center"/>
          </w:tcPr>
          <w:p w14:paraId="63E7FCBF" w14:textId="77777777" w:rsidR="00F86964" w:rsidRPr="00034484" w:rsidRDefault="00F86964" w:rsidP="00F04971">
            <w:pPr>
              <w:spacing w:after="60"/>
              <w:outlineLvl w:val="3"/>
              <w:rPr>
                <w:bCs/>
              </w:rPr>
            </w:pPr>
          </w:p>
        </w:tc>
        <w:tc>
          <w:tcPr>
            <w:tcW w:w="2885" w:type="dxa"/>
            <w:vAlign w:val="center"/>
          </w:tcPr>
          <w:p w14:paraId="55D806A6" w14:textId="77777777" w:rsidR="00F86964" w:rsidRPr="00034484" w:rsidRDefault="00F86964" w:rsidP="00F04971">
            <w:pPr>
              <w:spacing w:after="60"/>
              <w:outlineLvl w:val="3"/>
              <w:rPr>
                <w:bCs/>
              </w:rPr>
            </w:pPr>
          </w:p>
        </w:tc>
        <w:tc>
          <w:tcPr>
            <w:tcW w:w="2885" w:type="dxa"/>
            <w:vAlign w:val="center"/>
          </w:tcPr>
          <w:p w14:paraId="5B83F149" w14:textId="77777777" w:rsidR="00F86964" w:rsidRPr="00034484" w:rsidRDefault="00F86964" w:rsidP="00F04971">
            <w:pPr>
              <w:spacing w:after="60"/>
              <w:outlineLvl w:val="3"/>
              <w:rPr>
                <w:bCs/>
              </w:rPr>
            </w:pPr>
          </w:p>
        </w:tc>
      </w:tr>
      <w:tr w:rsidR="00F86964" w:rsidRPr="00034484" w14:paraId="121D57BD" w14:textId="77777777" w:rsidTr="00F04971">
        <w:tc>
          <w:tcPr>
            <w:tcW w:w="2950" w:type="dxa"/>
            <w:vAlign w:val="center"/>
          </w:tcPr>
          <w:p w14:paraId="0CF29997" w14:textId="77777777" w:rsidR="00F86964" w:rsidRPr="00034484" w:rsidRDefault="00F86964" w:rsidP="00F04971">
            <w:pPr>
              <w:spacing w:after="60"/>
              <w:outlineLvl w:val="3"/>
              <w:rPr>
                <w:bCs/>
              </w:rPr>
            </w:pPr>
          </w:p>
        </w:tc>
        <w:tc>
          <w:tcPr>
            <w:tcW w:w="2885" w:type="dxa"/>
            <w:vAlign w:val="center"/>
          </w:tcPr>
          <w:p w14:paraId="51FAE522" w14:textId="77777777" w:rsidR="00F86964" w:rsidRPr="00034484" w:rsidRDefault="00F86964" w:rsidP="00F04971">
            <w:pPr>
              <w:spacing w:after="60"/>
              <w:outlineLvl w:val="3"/>
              <w:rPr>
                <w:bCs/>
              </w:rPr>
            </w:pPr>
          </w:p>
        </w:tc>
        <w:tc>
          <w:tcPr>
            <w:tcW w:w="2885" w:type="dxa"/>
            <w:vAlign w:val="center"/>
          </w:tcPr>
          <w:p w14:paraId="21353ACC" w14:textId="77777777" w:rsidR="00F86964" w:rsidRPr="00034484" w:rsidRDefault="00F86964" w:rsidP="00F04971">
            <w:pPr>
              <w:spacing w:after="60"/>
              <w:outlineLvl w:val="3"/>
              <w:rPr>
                <w:bCs/>
              </w:rPr>
            </w:pPr>
          </w:p>
        </w:tc>
      </w:tr>
      <w:tr w:rsidR="00F86964" w:rsidRPr="00034484" w14:paraId="1387D8E6" w14:textId="77777777" w:rsidTr="00F04971">
        <w:tc>
          <w:tcPr>
            <w:tcW w:w="2950" w:type="dxa"/>
            <w:vAlign w:val="center"/>
          </w:tcPr>
          <w:p w14:paraId="0ABBA6E9" w14:textId="77777777" w:rsidR="00F86964" w:rsidRPr="00034484" w:rsidRDefault="00F86964" w:rsidP="00F04971">
            <w:pPr>
              <w:spacing w:after="60"/>
              <w:outlineLvl w:val="3"/>
              <w:rPr>
                <w:bCs/>
              </w:rPr>
            </w:pPr>
          </w:p>
        </w:tc>
        <w:tc>
          <w:tcPr>
            <w:tcW w:w="2885" w:type="dxa"/>
            <w:vAlign w:val="center"/>
          </w:tcPr>
          <w:p w14:paraId="5BFEE36D" w14:textId="77777777" w:rsidR="00F86964" w:rsidRPr="00034484" w:rsidRDefault="00F86964" w:rsidP="00F04971">
            <w:pPr>
              <w:spacing w:after="60"/>
              <w:outlineLvl w:val="3"/>
              <w:rPr>
                <w:bCs/>
              </w:rPr>
            </w:pPr>
          </w:p>
        </w:tc>
        <w:tc>
          <w:tcPr>
            <w:tcW w:w="2885" w:type="dxa"/>
            <w:vAlign w:val="center"/>
          </w:tcPr>
          <w:p w14:paraId="5C67C1EF" w14:textId="77777777" w:rsidR="00F86964" w:rsidRPr="00034484" w:rsidRDefault="00F86964" w:rsidP="00F04971">
            <w:pPr>
              <w:spacing w:after="60"/>
              <w:outlineLvl w:val="3"/>
              <w:rPr>
                <w:bCs/>
              </w:rPr>
            </w:pPr>
          </w:p>
        </w:tc>
      </w:tr>
      <w:tr w:rsidR="00F86964" w:rsidRPr="00034484" w14:paraId="6245355B" w14:textId="77777777" w:rsidTr="00F04971">
        <w:tc>
          <w:tcPr>
            <w:tcW w:w="2950" w:type="dxa"/>
            <w:vAlign w:val="center"/>
          </w:tcPr>
          <w:p w14:paraId="5D98B8AF" w14:textId="77777777" w:rsidR="00F86964" w:rsidRPr="00034484" w:rsidRDefault="00F86964" w:rsidP="00F04971">
            <w:pPr>
              <w:spacing w:after="60"/>
              <w:outlineLvl w:val="3"/>
              <w:rPr>
                <w:bCs/>
              </w:rPr>
            </w:pPr>
          </w:p>
        </w:tc>
        <w:tc>
          <w:tcPr>
            <w:tcW w:w="2885" w:type="dxa"/>
            <w:vAlign w:val="center"/>
          </w:tcPr>
          <w:p w14:paraId="46F1F634" w14:textId="77777777" w:rsidR="00F86964" w:rsidRPr="00034484" w:rsidRDefault="00F86964" w:rsidP="00F04971">
            <w:pPr>
              <w:spacing w:after="60"/>
              <w:outlineLvl w:val="3"/>
              <w:rPr>
                <w:bCs/>
              </w:rPr>
            </w:pPr>
          </w:p>
        </w:tc>
        <w:tc>
          <w:tcPr>
            <w:tcW w:w="2885" w:type="dxa"/>
            <w:vAlign w:val="center"/>
          </w:tcPr>
          <w:p w14:paraId="4B7F008E" w14:textId="77777777" w:rsidR="00F86964" w:rsidRPr="00034484" w:rsidRDefault="00F86964" w:rsidP="00F04971">
            <w:pPr>
              <w:spacing w:after="60"/>
              <w:outlineLvl w:val="3"/>
              <w:rPr>
                <w:bCs/>
              </w:rPr>
            </w:pPr>
          </w:p>
        </w:tc>
      </w:tr>
    </w:tbl>
    <w:p w14:paraId="141CC1DF" w14:textId="77777777" w:rsidR="00F86964" w:rsidRPr="00034484" w:rsidRDefault="00F86964" w:rsidP="00F86964">
      <w:pPr>
        <w:rPr>
          <w:b/>
          <w:bCs/>
        </w:rPr>
      </w:pPr>
    </w:p>
    <w:tbl>
      <w:tblPr>
        <w:tblStyle w:val="Mkatabulky"/>
        <w:tblW w:w="5000" w:type="pct"/>
        <w:tblLook w:val="04A0" w:firstRow="1" w:lastRow="0" w:firstColumn="1" w:lastColumn="0" w:noHBand="0" w:noVBand="1"/>
      </w:tblPr>
      <w:tblGrid>
        <w:gridCol w:w="5874"/>
        <w:gridCol w:w="2846"/>
      </w:tblGrid>
      <w:tr w:rsidR="00F86964" w:rsidRPr="00034484" w14:paraId="3B3F7807" w14:textId="77777777" w:rsidTr="00F04971">
        <w:tc>
          <w:tcPr>
            <w:tcW w:w="5874" w:type="dxa"/>
            <w:shd w:val="clear" w:color="auto" w:fill="FFBFBF" w:themeFill="accent6" w:themeFillTint="33"/>
            <w:vAlign w:val="center"/>
          </w:tcPr>
          <w:p w14:paraId="2E464B60" w14:textId="77777777" w:rsidR="00F86964" w:rsidRPr="00034484" w:rsidRDefault="00F86964" w:rsidP="00F04971">
            <w:pPr>
              <w:spacing w:after="60"/>
              <w:outlineLvl w:val="3"/>
              <w:rPr>
                <w:b/>
                <w:bCs/>
              </w:rPr>
            </w:pPr>
            <w:r w:rsidRPr="00034484">
              <w:rPr>
                <w:b/>
                <w:bCs/>
              </w:rPr>
              <w:t>Rozsah prací:</w:t>
            </w:r>
          </w:p>
          <w:p w14:paraId="59C660AA" w14:textId="77777777" w:rsidR="00F86964" w:rsidRPr="00034484" w:rsidRDefault="00F86964" w:rsidP="00F04971">
            <w:pPr>
              <w:spacing w:after="60"/>
              <w:outlineLvl w:val="3"/>
              <w:rPr>
                <w:bCs/>
              </w:rPr>
            </w:pPr>
            <w:r w:rsidRPr="00034484">
              <w:rPr>
                <w:bCs/>
              </w:rPr>
              <w:t>(dle předmětu díla / předmětu plnění VZ)</w:t>
            </w:r>
          </w:p>
        </w:tc>
        <w:tc>
          <w:tcPr>
            <w:tcW w:w="2910" w:type="dxa"/>
            <w:vAlign w:val="center"/>
          </w:tcPr>
          <w:p w14:paraId="2A773BD7" w14:textId="77777777" w:rsidR="00F86964" w:rsidRPr="00034484" w:rsidRDefault="00F86964" w:rsidP="00F04971">
            <w:pPr>
              <w:spacing w:after="60"/>
              <w:outlineLvl w:val="3"/>
              <w:rPr>
                <w:bCs/>
              </w:rPr>
            </w:pPr>
          </w:p>
        </w:tc>
      </w:tr>
      <w:tr w:rsidR="00F86964" w:rsidRPr="00034484" w14:paraId="32248833" w14:textId="77777777" w:rsidTr="00F04971">
        <w:tc>
          <w:tcPr>
            <w:tcW w:w="5874" w:type="dxa"/>
            <w:shd w:val="clear" w:color="auto" w:fill="FFBFBF" w:themeFill="accent6" w:themeFillTint="33"/>
            <w:vAlign w:val="center"/>
          </w:tcPr>
          <w:p w14:paraId="0CEC84FB" w14:textId="77777777" w:rsidR="00F86964" w:rsidRPr="00034484" w:rsidRDefault="00F86964" w:rsidP="00F04971">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8B63BE4" w14:textId="77777777" w:rsidR="00F86964" w:rsidRPr="00034484" w:rsidRDefault="00F86964" w:rsidP="00F04971">
            <w:pPr>
              <w:spacing w:after="60"/>
              <w:outlineLvl w:val="3"/>
              <w:rPr>
                <w:bCs/>
              </w:rPr>
            </w:pPr>
          </w:p>
        </w:tc>
      </w:tr>
      <w:tr w:rsidR="00F86964" w:rsidRPr="00034484" w14:paraId="2CDFED80" w14:textId="77777777" w:rsidTr="00F04971">
        <w:tc>
          <w:tcPr>
            <w:tcW w:w="5874" w:type="dxa"/>
            <w:shd w:val="clear" w:color="auto" w:fill="FFBFBF" w:themeFill="accent6" w:themeFillTint="33"/>
            <w:vAlign w:val="center"/>
          </w:tcPr>
          <w:p w14:paraId="3E89D55C" w14:textId="77777777" w:rsidR="00F86964" w:rsidRPr="00034484" w:rsidRDefault="00F86964" w:rsidP="00F04971">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48CAF32D" w14:textId="77777777" w:rsidR="00F86964" w:rsidRPr="00034484" w:rsidRDefault="00F86964" w:rsidP="00F04971">
            <w:pPr>
              <w:spacing w:after="60"/>
              <w:outlineLvl w:val="3"/>
              <w:rPr>
                <w:bCs/>
              </w:rPr>
            </w:pPr>
          </w:p>
        </w:tc>
      </w:tr>
      <w:tr w:rsidR="00F86964" w:rsidRPr="00034484" w14:paraId="4769EE44" w14:textId="77777777" w:rsidTr="00F04971">
        <w:tc>
          <w:tcPr>
            <w:tcW w:w="5874" w:type="dxa"/>
            <w:shd w:val="clear" w:color="auto" w:fill="FFBFBF" w:themeFill="accent6" w:themeFillTint="33"/>
            <w:vAlign w:val="center"/>
          </w:tcPr>
          <w:p w14:paraId="25A70D69" w14:textId="77777777" w:rsidR="00F86964" w:rsidRPr="00034484" w:rsidRDefault="00F86964" w:rsidP="00F04971">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14BA3AAE" w14:textId="77777777" w:rsidR="00F86964" w:rsidRPr="00034484" w:rsidRDefault="00F86964" w:rsidP="00F04971">
            <w:pPr>
              <w:spacing w:after="60"/>
              <w:outlineLvl w:val="3"/>
              <w:rPr>
                <w:bCs/>
              </w:rPr>
            </w:pPr>
          </w:p>
        </w:tc>
      </w:tr>
      <w:tr w:rsidR="00F86964" w:rsidRPr="00034484" w14:paraId="7B72316E" w14:textId="77777777" w:rsidTr="00F04971">
        <w:tc>
          <w:tcPr>
            <w:tcW w:w="5874" w:type="dxa"/>
            <w:shd w:val="clear" w:color="auto" w:fill="FFBFBF" w:themeFill="accent6" w:themeFillTint="33"/>
            <w:vAlign w:val="center"/>
          </w:tcPr>
          <w:p w14:paraId="45E6845D" w14:textId="77777777" w:rsidR="00F86964" w:rsidRPr="00034484" w:rsidRDefault="00F86964" w:rsidP="00F04971">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770BF93" w14:textId="77777777" w:rsidR="00F86964" w:rsidRPr="00034484" w:rsidRDefault="00F86964" w:rsidP="00F04971">
            <w:pPr>
              <w:spacing w:after="60"/>
              <w:outlineLvl w:val="3"/>
              <w:rPr>
                <w:bCs/>
              </w:rPr>
            </w:pPr>
          </w:p>
        </w:tc>
      </w:tr>
      <w:tr w:rsidR="00F86964" w:rsidRPr="00034484" w14:paraId="70033DC9" w14:textId="77777777" w:rsidTr="00F04971">
        <w:tc>
          <w:tcPr>
            <w:tcW w:w="5874" w:type="dxa"/>
            <w:shd w:val="clear" w:color="auto" w:fill="FFBFBF" w:themeFill="accent6" w:themeFillTint="33"/>
            <w:vAlign w:val="center"/>
          </w:tcPr>
          <w:p w14:paraId="66DF50A7" w14:textId="77777777" w:rsidR="00F86964" w:rsidRPr="00034484" w:rsidRDefault="00F86964" w:rsidP="00F04971">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0261513" w14:textId="77777777" w:rsidR="00F86964" w:rsidRPr="00034484" w:rsidRDefault="00F86964" w:rsidP="00F04971">
            <w:pPr>
              <w:spacing w:after="60"/>
              <w:outlineLvl w:val="3"/>
              <w:rPr>
                <w:bCs/>
              </w:rPr>
            </w:pPr>
          </w:p>
        </w:tc>
      </w:tr>
      <w:tr w:rsidR="00F86964" w:rsidRPr="00034484" w14:paraId="46EF62C5" w14:textId="77777777" w:rsidTr="00F04971">
        <w:tc>
          <w:tcPr>
            <w:tcW w:w="5874" w:type="dxa"/>
            <w:shd w:val="clear" w:color="auto" w:fill="FFBFBF" w:themeFill="accent6" w:themeFillTint="33"/>
            <w:vAlign w:val="center"/>
          </w:tcPr>
          <w:p w14:paraId="47663796"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76F612A" w14:textId="77777777" w:rsidR="00F86964" w:rsidRPr="00034484" w:rsidRDefault="00F86964" w:rsidP="00F04971">
            <w:pPr>
              <w:spacing w:after="60"/>
              <w:outlineLvl w:val="3"/>
              <w:rPr>
                <w:bCs/>
              </w:rPr>
            </w:pPr>
          </w:p>
        </w:tc>
      </w:tr>
      <w:tr w:rsidR="00F86964" w:rsidRPr="00034484" w14:paraId="61C77FE9" w14:textId="77777777" w:rsidTr="00F04971">
        <w:tc>
          <w:tcPr>
            <w:tcW w:w="5874" w:type="dxa"/>
            <w:shd w:val="clear" w:color="auto" w:fill="FFBFBF" w:themeFill="accent6" w:themeFillTint="33"/>
            <w:vAlign w:val="center"/>
          </w:tcPr>
          <w:p w14:paraId="68AD0996"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155C085" w14:textId="77777777" w:rsidR="00F86964" w:rsidRPr="00034484" w:rsidRDefault="00F86964" w:rsidP="00F04971">
            <w:pPr>
              <w:spacing w:after="60"/>
              <w:outlineLvl w:val="3"/>
              <w:rPr>
                <w:bCs/>
              </w:rPr>
            </w:pPr>
          </w:p>
        </w:tc>
      </w:tr>
      <w:tr w:rsidR="00F86964" w:rsidRPr="00034484" w14:paraId="4F9FAE14" w14:textId="77777777" w:rsidTr="00F04971">
        <w:tc>
          <w:tcPr>
            <w:tcW w:w="5874" w:type="dxa"/>
            <w:shd w:val="clear" w:color="auto" w:fill="FFBFBF" w:themeFill="accent6" w:themeFillTint="33"/>
            <w:vAlign w:val="center"/>
          </w:tcPr>
          <w:p w14:paraId="3D83066E"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669A7C4E" w14:textId="77777777" w:rsidR="00F86964" w:rsidRPr="00034484" w:rsidRDefault="00F86964" w:rsidP="00F04971">
            <w:pPr>
              <w:spacing w:after="60"/>
              <w:outlineLvl w:val="3"/>
              <w:rPr>
                <w:bCs/>
              </w:rPr>
            </w:pPr>
          </w:p>
        </w:tc>
      </w:tr>
      <w:tr w:rsidR="00F86964" w:rsidRPr="00034484" w14:paraId="10CD432A" w14:textId="77777777" w:rsidTr="00F04971">
        <w:tc>
          <w:tcPr>
            <w:tcW w:w="5874" w:type="dxa"/>
            <w:shd w:val="clear" w:color="auto" w:fill="FFBFBF" w:themeFill="accent6" w:themeFillTint="33"/>
            <w:vAlign w:val="center"/>
          </w:tcPr>
          <w:p w14:paraId="3BE604C4"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251A255" w14:textId="77777777" w:rsidR="00F86964" w:rsidRPr="00034484" w:rsidRDefault="00F86964" w:rsidP="00F04971">
            <w:pPr>
              <w:spacing w:after="60"/>
              <w:outlineLvl w:val="3"/>
              <w:rPr>
                <w:bCs/>
              </w:rPr>
            </w:pPr>
          </w:p>
        </w:tc>
      </w:tr>
      <w:tr w:rsidR="00F86964" w:rsidRPr="00034484" w14:paraId="601C2C35" w14:textId="77777777" w:rsidTr="00F04971">
        <w:tc>
          <w:tcPr>
            <w:tcW w:w="5874" w:type="dxa"/>
            <w:shd w:val="clear" w:color="auto" w:fill="FFBFBF" w:themeFill="accent6" w:themeFillTint="33"/>
            <w:vAlign w:val="center"/>
          </w:tcPr>
          <w:p w14:paraId="2D966326"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7D667ED2" w14:textId="77777777" w:rsidR="00F86964" w:rsidRPr="00034484" w:rsidRDefault="00F86964" w:rsidP="00F04971">
            <w:pPr>
              <w:spacing w:after="60"/>
              <w:outlineLvl w:val="3"/>
              <w:rPr>
                <w:bCs/>
              </w:rPr>
            </w:pPr>
          </w:p>
        </w:tc>
      </w:tr>
      <w:tr w:rsidR="00F86964" w:rsidRPr="00034484" w14:paraId="7AF0DC79" w14:textId="77777777" w:rsidTr="00F04971">
        <w:tc>
          <w:tcPr>
            <w:tcW w:w="5874" w:type="dxa"/>
            <w:shd w:val="clear" w:color="auto" w:fill="FFBFBF" w:themeFill="accent6" w:themeFillTint="33"/>
            <w:vAlign w:val="center"/>
          </w:tcPr>
          <w:p w14:paraId="33D8D914" w14:textId="77777777" w:rsidR="00F86964" w:rsidRPr="00034484" w:rsidRDefault="00F86964" w:rsidP="00F04971">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210C965B" w14:textId="77777777" w:rsidR="00F86964" w:rsidRPr="00034484" w:rsidRDefault="00F86964" w:rsidP="00F04971">
            <w:pPr>
              <w:spacing w:after="60"/>
              <w:outlineLvl w:val="3"/>
              <w:rPr>
                <w:bCs/>
              </w:rPr>
            </w:pPr>
          </w:p>
        </w:tc>
      </w:tr>
      <w:tr w:rsidR="00F86964" w:rsidRPr="00034484" w14:paraId="59709FC5" w14:textId="77777777" w:rsidTr="00F04971">
        <w:tc>
          <w:tcPr>
            <w:tcW w:w="5874" w:type="dxa"/>
            <w:shd w:val="clear" w:color="auto" w:fill="FFBFBF" w:themeFill="accent6" w:themeFillTint="33"/>
            <w:vAlign w:val="center"/>
          </w:tcPr>
          <w:p w14:paraId="05470FBD"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23369DB" w14:textId="77777777" w:rsidR="00F86964" w:rsidRPr="00034484" w:rsidRDefault="00F86964" w:rsidP="00F04971">
            <w:pPr>
              <w:spacing w:after="60"/>
              <w:outlineLvl w:val="3"/>
              <w:rPr>
                <w:bCs/>
              </w:rPr>
            </w:pPr>
          </w:p>
        </w:tc>
      </w:tr>
      <w:tr w:rsidR="00F86964" w:rsidRPr="00034484" w14:paraId="67CBA9FF" w14:textId="77777777" w:rsidTr="00F04971">
        <w:tc>
          <w:tcPr>
            <w:tcW w:w="5874" w:type="dxa"/>
            <w:shd w:val="clear" w:color="auto" w:fill="FFBFBF" w:themeFill="accent6" w:themeFillTint="33"/>
            <w:vAlign w:val="center"/>
          </w:tcPr>
          <w:p w14:paraId="50AE1EA9" w14:textId="77777777" w:rsidR="00F86964" w:rsidRPr="00034484" w:rsidRDefault="00F86964" w:rsidP="00F04971">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42DB07EB" w14:textId="77777777" w:rsidR="00F86964" w:rsidRPr="00034484" w:rsidRDefault="00F86964" w:rsidP="00F04971">
            <w:pPr>
              <w:outlineLvl w:val="3"/>
              <w:rPr>
                <w:bCs/>
              </w:rPr>
            </w:pPr>
          </w:p>
        </w:tc>
      </w:tr>
      <w:tr w:rsidR="00F86964" w:rsidRPr="00034484" w14:paraId="168D1DF7" w14:textId="77777777" w:rsidTr="00F04971">
        <w:tc>
          <w:tcPr>
            <w:tcW w:w="5874" w:type="dxa"/>
            <w:shd w:val="clear" w:color="auto" w:fill="FFBFBF" w:themeFill="accent6" w:themeFillTint="33"/>
            <w:vAlign w:val="center"/>
          </w:tcPr>
          <w:p w14:paraId="0B457D7F" w14:textId="77777777" w:rsidR="00F86964" w:rsidRPr="00034484" w:rsidRDefault="00F86964" w:rsidP="00F04971">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03EC2D29" w14:textId="77777777" w:rsidR="00F86964" w:rsidRPr="00034484" w:rsidRDefault="00F86964" w:rsidP="00F04971">
            <w:pPr>
              <w:outlineLvl w:val="3"/>
              <w:rPr>
                <w:bCs/>
              </w:rPr>
            </w:pPr>
          </w:p>
        </w:tc>
      </w:tr>
      <w:tr w:rsidR="00F86964" w:rsidRPr="00034484" w14:paraId="649945F0" w14:textId="77777777" w:rsidTr="00F04971">
        <w:tc>
          <w:tcPr>
            <w:tcW w:w="5874" w:type="dxa"/>
            <w:shd w:val="clear" w:color="auto" w:fill="FFBFBF" w:themeFill="accent6" w:themeFillTint="33"/>
            <w:vAlign w:val="center"/>
          </w:tcPr>
          <w:p w14:paraId="3EC35CAE" w14:textId="77777777" w:rsidR="00F86964" w:rsidRPr="00034484" w:rsidRDefault="00F86964" w:rsidP="00F04971">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67C751C8" w14:textId="77777777" w:rsidR="00F86964" w:rsidRPr="00034484" w:rsidRDefault="00F86964" w:rsidP="00F04971">
            <w:pPr>
              <w:outlineLvl w:val="3"/>
              <w:rPr>
                <w:bCs/>
              </w:rPr>
            </w:pPr>
          </w:p>
        </w:tc>
      </w:tr>
      <w:tr w:rsidR="00F86964" w:rsidRPr="00034484" w14:paraId="6C16A284" w14:textId="77777777" w:rsidTr="00F04971">
        <w:tc>
          <w:tcPr>
            <w:tcW w:w="5874" w:type="dxa"/>
            <w:shd w:val="clear" w:color="auto" w:fill="FFBFBF" w:themeFill="accent6" w:themeFillTint="33"/>
            <w:vAlign w:val="center"/>
          </w:tcPr>
          <w:p w14:paraId="671CF1AF" w14:textId="77777777" w:rsidR="00F86964" w:rsidRPr="00034484" w:rsidRDefault="00F86964" w:rsidP="00F04971">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C70BD2F" w14:textId="77777777" w:rsidR="00F86964" w:rsidRPr="00034484" w:rsidRDefault="00F86964" w:rsidP="00F04971">
            <w:pPr>
              <w:outlineLvl w:val="3"/>
              <w:rPr>
                <w:bCs/>
              </w:rPr>
            </w:pPr>
          </w:p>
        </w:tc>
      </w:tr>
      <w:tr w:rsidR="00F86964" w:rsidRPr="00034484" w14:paraId="0C57D8CE" w14:textId="77777777" w:rsidTr="00F04971">
        <w:tc>
          <w:tcPr>
            <w:tcW w:w="5874" w:type="dxa"/>
            <w:shd w:val="clear" w:color="auto" w:fill="FFBFBF" w:themeFill="accent6" w:themeFillTint="33"/>
            <w:vAlign w:val="center"/>
          </w:tcPr>
          <w:p w14:paraId="3B65981E" w14:textId="77777777" w:rsidR="00F86964" w:rsidRPr="00034484" w:rsidRDefault="00F86964" w:rsidP="00F04971">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3897B9C" w14:textId="77777777" w:rsidR="00F86964" w:rsidRPr="00034484" w:rsidRDefault="00F86964" w:rsidP="00F04971">
            <w:pPr>
              <w:outlineLvl w:val="3"/>
              <w:rPr>
                <w:bCs/>
              </w:rPr>
            </w:pPr>
          </w:p>
        </w:tc>
      </w:tr>
      <w:tr w:rsidR="00F86964" w:rsidRPr="00034484" w14:paraId="7DD245F0" w14:textId="77777777" w:rsidTr="00F04971">
        <w:tc>
          <w:tcPr>
            <w:tcW w:w="5874" w:type="dxa"/>
            <w:shd w:val="clear" w:color="auto" w:fill="FFBFBF" w:themeFill="accent6" w:themeFillTint="33"/>
            <w:vAlign w:val="center"/>
          </w:tcPr>
          <w:p w14:paraId="2125151B" w14:textId="77777777" w:rsidR="00F86964" w:rsidRPr="00034484" w:rsidRDefault="00F86964" w:rsidP="00F04971">
            <w:pPr>
              <w:spacing w:after="60"/>
              <w:outlineLvl w:val="3"/>
              <w:rPr>
                <w:b/>
                <w:bCs/>
              </w:rPr>
            </w:pPr>
            <w:r w:rsidRPr="00034484">
              <w:rPr>
                <w:b/>
                <w:bCs/>
              </w:rPr>
              <w:t>Zhotovitel vyhrazeného plnění:</w:t>
            </w:r>
          </w:p>
        </w:tc>
        <w:tc>
          <w:tcPr>
            <w:tcW w:w="2910" w:type="dxa"/>
            <w:vAlign w:val="center"/>
          </w:tcPr>
          <w:p w14:paraId="26A75E1D" w14:textId="77777777" w:rsidR="00F86964" w:rsidRPr="00034484" w:rsidRDefault="00F86964" w:rsidP="00F04971">
            <w:pPr>
              <w:outlineLvl w:val="3"/>
              <w:rPr>
                <w:bCs/>
              </w:rPr>
            </w:pPr>
          </w:p>
        </w:tc>
      </w:tr>
      <w:tr w:rsidR="00F86964" w:rsidRPr="00034484" w14:paraId="4C1EE398" w14:textId="77777777" w:rsidTr="00F04971">
        <w:tc>
          <w:tcPr>
            <w:tcW w:w="5874" w:type="dxa"/>
            <w:shd w:val="clear" w:color="auto" w:fill="FFBFBF" w:themeFill="accent6" w:themeFillTint="33"/>
            <w:vAlign w:val="center"/>
          </w:tcPr>
          <w:p w14:paraId="06D20C5D" w14:textId="77777777" w:rsidR="00F86964" w:rsidRPr="00034484" w:rsidRDefault="00F86964" w:rsidP="00F04971">
            <w:pPr>
              <w:spacing w:after="60"/>
              <w:outlineLvl w:val="3"/>
              <w:rPr>
                <w:bCs/>
              </w:rPr>
            </w:pPr>
            <w:r w:rsidRPr="00034484">
              <w:rPr>
                <w:b/>
                <w:bCs/>
              </w:rPr>
              <w:t>Hodnota vyhrazeného plnění v Kč</w:t>
            </w:r>
            <w:r w:rsidRPr="00034484">
              <w:rPr>
                <w:bCs/>
              </w:rPr>
              <w:t>:</w:t>
            </w:r>
          </w:p>
        </w:tc>
        <w:tc>
          <w:tcPr>
            <w:tcW w:w="2910" w:type="dxa"/>
            <w:vAlign w:val="center"/>
          </w:tcPr>
          <w:p w14:paraId="43310F25" w14:textId="77777777" w:rsidR="00F86964" w:rsidRPr="00034484" w:rsidRDefault="00F86964" w:rsidP="00F04971">
            <w:pPr>
              <w:outlineLvl w:val="3"/>
              <w:rPr>
                <w:bCs/>
              </w:rPr>
            </w:pPr>
          </w:p>
        </w:tc>
      </w:tr>
    </w:tbl>
    <w:p w14:paraId="580E204C" w14:textId="77777777" w:rsidR="00F86964" w:rsidRPr="00034484" w:rsidRDefault="00F86964" w:rsidP="00F8696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F86964" w:rsidRPr="00034484" w14:paraId="7A008688" w14:textId="77777777" w:rsidTr="00F04971">
        <w:tc>
          <w:tcPr>
            <w:tcW w:w="3259" w:type="dxa"/>
            <w:shd w:val="clear" w:color="auto" w:fill="FFBFBF" w:themeFill="accent6" w:themeFillTint="33"/>
          </w:tcPr>
          <w:p w14:paraId="30F9FAE5" w14:textId="77777777" w:rsidR="00F86964" w:rsidRPr="00034484" w:rsidRDefault="00F86964" w:rsidP="00F04971">
            <w:pPr>
              <w:spacing w:after="60"/>
              <w:outlineLvl w:val="3"/>
              <w:rPr>
                <w:b/>
                <w:bCs/>
                <w:vertAlign w:val="superscript"/>
              </w:rPr>
            </w:pPr>
          </w:p>
        </w:tc>
        <w:tc>
          <w:tcPr>
            <w:tcW w:w="3260" w:type="dxa"/>
            <w:shd w:val="clear" w:color="auto" w:fill="FFBFBF" w:themeFill="accent6" w:themeFillTint="33"/>
          </w:tcPr>
          <w:p w14:paraId="011B03A1" w14:textId="77777777" w:rsidR="00F86964" w:rsidRPr="00034484" w:rsidRDefault="00F86964" w:rsidP="00F04971">
            <w:pPr>
              <w:spacing w:after="60"/>
              <w:outlineLvl w:val="3"/>
              <w:rPr>
                <w:b/>
                <w:bCs/>
              </w:rPr>
            </w:pPr>
            <w:r w:rsidRPr="00034484">
              <w:rPr>
                <w:b/>
                <w:bCs/>
              </w:rPr>
              <w:t>Obchodní firma</w:t>
            </w:r>
          </w:p>
        </w:tc>
        <w:tc>
          <w:tcPr>
            <w:tcW w:w="3260" w:type="dxa"/>
            <w:shd w:val="clear" w:color="auto" w:fill="FFBFBF" w:themeFill="accent6" w:themeFillTint="33"/>
          </w:tcPr>
          <w:p w14:paraId="0466E234" w14:textId="77777777" w:rsidR="00F86964" w:rsidRPr="00034484" w:rsidRDefault="00F86964" w:rsidP="00F04971">
            <w:pPr>
              <w:outlineLvl w:val="3"/>
              <w:rPr>
                <w:b/>
                <w:bCs/>
              </w:rPr>
            </w:pPr>
            <w:r w:rsidRPr="00034484">
              <w:rPr>
                <w:b/>
                <w:bCs/>
              </w:rPr>
              <w:t xml:space="preserve">Hodnota prováděných prací v Kč </w:t>
            </w:r>
            <w:r w:rsidRPr="00034484">
              <w:rPr>
                <w:bCs/>
              </w:rPr>
              <w:t>(bez DPH)</w:t>
            </w:r>
          </w:p>
        </w:tc>
      </w:tr>
      <w:tr w:rsidR="00F86964" w:rsidRPr="00034484" w14:paraId="4DD9AA53" w14:textId="77777777" w:rsidTr="00F04971">
        <w:tc>
          <w:tcPr>
            <w:tcW w:w="3259" w:type="dxa"/>
            <w:shd w:val="clear" w:color="auto" w:fill="FFBFBF" w:themeFill="accent6" w:themeFillTint="33"/>
          </w:tcPr>
          <w:p w14:paraId="01360A1A" w14:textId="77777777" w:rsidR="00F86964" w:rsidRPr="00034484" w:rsidRDefault="00F86964" w:rsidP="00F04971">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12E30E2" w14:textId="77777777" w:rsidR="00F86964" w:rsidRPr="00034484" w:rsidRDefault="00F86964" w:rsidP="00F04971">
            <w:pPr>
              <w:spacing w:after="60"/>
              <w:outlineLvl w:val="3"/>
              <w:rPr>
                <w:bCs/>
              </w:rPr>
            </w:pPr>
          </w:p>
        </w:tc>
        <w:tc>
          <w:tcPr>
            <w:tcW w:w="3260" w:type="dxa"/>
            <w:vAlign w:val="center"/>
          </w:tcPr>
          <w:p w14:paraId="341612BD" w14:textId="77777777" w:rsidR="00F86964" w:rsidRPr="00034484" w:rsidRDefault="00F86964" w:rsidP="00F04971">
            <w:pPr>
              <w:outlineLvl w:val="3"/>
              <w:rPr>
                <w:bCs/>
              </w:rPr>
            </w:pPr>
          </w:p>
        </w:tc>
      </w:tr>
      <w:tr w:rsidR="00F86964" w:rsidRPr="00034484" w14:paraId="6B43E2CA" w14:textId="77777777" w:rsidTr="00F04971">
        <w:tc>
          <w:tcPr>
            <w:tcW w:w="3259" w:type="dxa"/>
            <w:shd w:val="clear" w:color="auto" w:fill="FFBFBF" w:themeFill="accent6" w:themeFillTint="33"/>
          </w:tcPr>
          <w:p w14:paraId="32680330"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B4F201A" w14:textId="77777777" w:rsidR="00F86964" w:rsidRPr="00034484" w:rsidRDefault="00F86964" w:rsidP="00F04971">
            <w:pPr>
              <w:spacing w:after="60"/>
              <w:outlineLvl w:val="3"/>
              <w:rPr>
                <w:bCs/>
              </w:rPr>
            </w:pPr>
          </w:p>
        </w:tc>
        <w:tc>
          <w:tcPr>
            <w:tcW w:w="3260" w:type="dxa"/>
            <w:vAlign w:val="center"/>
          </w:tcPr>
          <w:p w14:paraId="058F7338" w14:textId="77777777" w:rsidR="00F86964" w:rsidRPr="00034484" w:rsidRDefault="00F86964" w:rsidP="00F04971">
            <w:pPr>
              <w:outlineLvl w:val="3"/>
              <w:rPr>
                <w:bCs/>
              </w:rPr>
            </w:pPr>
          </w:p>
        </w:tc>
      </w:tr>
      <w:tr w:rsidR="00F86964" w:rsidRPr="00034484" w14:paraId="4236B697" w14:textId="77777777" w:rsidTr="00F04971">
        <w:tc>
          <w:tcPr>
            <w:tcW w:w="3259" w:type="dxa"/>
            <w:shd w:val="clear" w:color="auto" w:fill="FFBFBF" w:themeFill="accent6" w:themeFillTint="33"/>
          </w:tcPr>
          <w:p w14:paraId="2660491C"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6E17609" w14:textId="77777777" w:rsidR="00F86964" w:rsidRPr="00034484" w:rsidRDefault="00F86964" w:rsidP="00F04971">
            <w:pPr>
              <w:spacing w:after="60"/>
              <w:outlineLvl w:val="3"/>
              <w:rPr>
                <w:bCs/>
              </w:rPr>
            </w:pPr>
          </w:p>
        </w:tc>
        <w:tc>
          <w:tcPr>
            <w:tcW w:w="3260" w:type="dxa"/>
            <w:vAlign w:val="center"/>
          </w:tcPr>
          <w:p w14:paraId="227A2052" w14:textId="77777777" w:rsidR="00F86964" w:rsidRPr="00034484" w:rsidRDefault="00F86964" w:rsidP="00F04971">
            <w:pPr>
              <w:outlineLvl w:val="3"/>
              <w:rPr>
                <w:bCs/>
              </w:rPr>
            </w:pPr>
          </w:p>
        </w:tc>
      </w:tr>
      <w:tr w:rsidR="00F86964" w:rsidRPr="00034484" w14:paraId="130D69F0" w14:textId="77777777" w:rsidTr="00F04971">
        <w:tc>
          <w:tcPr>
            <w:tcW w:w="3259" w:type="dxa"/>
            <w:shd w:val="clear" w:color="auto" w:fill="FFBFBF" w:themeFill="accent6" w:themeFillTint="33"/>
          </w:tcPr>
          <w:p w14:paraId="48079FAA"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7850A4E" w14:textId="77777777" w:rsidR="00F86964" w:rsidRPr="00034484" w:rsidRDefault="00F86964" w:rsidP="00F04971">
            <w:pPr>
              <w:spacing w:after="60"/>
              <w:outlineLvl w:val="3"/>
              <w:rPr>
                <w:bCs/>
              </w:rPr>
            </w:pPr>
          </w:p>
        </w:tc>
        <w:tc>
          <w:tcPr>
            <w:tcW w:w="3260" w:type="dxa"/>
            <w:vAlign w:val="center"/>
          </w:tcPr>
          <w:p w14:paraId="75E95276" w14:textId="77777777" w:rsidR="00F86964" w:rsidRPr="00034484" w:rsidRDefault="00F86964" w:rsidP="00F04971">
            <w:pPr>
              <w:outlineLvl w:val="3"/>
              <w:rPr>
                <w:bCs/>
              </w:rPr>
            </w:pPr>
          </w:p>
        </w:tc>
      </w:tr>
      <w:tr w:rsidR="00F86964" w:rsidRPr="00034484" w14:paraId="3DACC40F" w14:textId="77777777" w:rsidTr="00F04971">
        <w:tc>
          <w:tcPr>
            <w:tcW w:w="3259" w:type="dxa"/>
            <w:shd w:val="clear" w:color="auto" w:fill="FFBFBF" w:themeFill="accent6" w:themeFillTint="33"/>
          </w:tcPr>
          <w:p w14:paraId="04A5D36A" w14:textId="77777777" w:rsidR="00F86964" w:rsidRPr="00034484" w:rsidRDefault="00F86964" w:rsidP="00F04971">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8AC37F6" w14:textId="77777777" w:rsidR="00F86964" w:rsidRPr="00034484" w:rsidRDefault="00F86964" w:rsidP="00F04971">
            <w:pPr>
              <w:spacing w:after="60"/>
              <w:outlineLvl w:val="3"/>
              <w:rPr>
                <w:bCs/>
              </w:rPr>
            </w:pPr>
          </w:p>
        </w:tc>
        <w:tc>
          <w:tcPr>
            <w:tcW w:w="3260" w:type="dxa"/>
            <w:vAlign w:val="center"/>
          </w:tcPr>
          <w:p w14:paraId="31EBC9E2" w14:textId="77777777" w:rsidR="00F86964" w:rsidRPr="00034484" w:rsidRDefault="00F86964" w:rsidP="00F04971">
            <w:pPr>
              <w:outlineLvl w:val="3"/>
              <w:rPr>
                <w:bCs/>
              </w:rPr>
            </w:pPr>
          </w:p>
        </w:tc>
      </w:tr>
      <w:tr w:rsidR="00F86964" w:rsidRPr="00034484" w14:paraId="1EAF7282" w14:textId="77777777" w:rsidTr="00F04971">
        <w:tc>
          <w:tcPr>
            <w:tcW w:w="3259" w:type="dxa"/>
            <w:shd w:val="clear" w:color="auto" w:fill="FFBFBF" w:themeFill="accent6" w:themeFillTint="33"/>
          </w:tcPr>
          <w:p w14:paraId="27EA4EF0" w14:textId="77777777" w:rsidR="00F86964" w:rsidRPr="00034484" w:rsidRDefault="00F86964" w:rsidP="00F04971">
            <w:pPr>
              <w:spacing w:after="60"/>
              <w:outlineLvl w:val="3"/>
              <w:rPr>
                <w:b/>
                <w:bCs/>
              </w:rPr>
            </w:pPr>
            <w:r w:rsidRPr="00034484">
              <w:rPr>
                <w:b/>
                <w:bCs/>
              </w:rPr>
              <w:t xml:space="preserve">Celkem v Kč </w:t>
            </w:r>
          </w:p>
        </w:tc>
        <w:tc>
          <w:tcPr>
            <w:tcW w:w="3260" w:type="dxa"/>
            <w:shd w:val="clear" w:color="auto" w:fill="FFBFBF" w:themeFill="accent6" w:themeFillTint="33"/>
          </w:tcPr>
          <w:p w14:paraId="62E31EB5" w14:textId="77777777" w:rsidR="00F86964" w:rsidRPr="00034484" w:rsidRDefault="00F86964" w:rsidP="00F04971">
            <w:pPr>
              <w:spacing w:after="60"/>
              <w:outlineLvl w:val="3"/>
              <w:rPr>
                <w:b/>
                <w:bCs/>
              </w:rPr>
            </w:pPr>
            <w:r w:rsidRPr="00034484">
              <w:rPr>
                <w:b/>
                <w:bCs/>
              </w:rPr>
              <w:t>xxx</w:t>
            </w:r>
          </w:p>
        </w:tc>
        <w:tc>
          <w:tcPr>
            <w:tcW w:w="3260" w:type="dxa"/>
            <w:shd w:val="clear" w:color="auto" w:fill="FFBFBF" w:themeFill="accent6" w:themeFillTint="33"/>
          </w:tcPr>
          <w:p w14:paraId="3E1DF792" w14:textId="77777777" w:rsidR="00F86964" w:rsidRPr="00034484" w:rsidRDefault="00F86964" w:rsidP="00F04971">
            <w:pPr>
              <w:outlineLvl w:val="3"/>
              <w:rPr>
                <w:b/>
                <w:bCs/>
              </w:rPr>
            </w:pPr>
          </w:p>
        </w:tc>
      </w:tr>
    </w:tbl>
    <w:p w14:paraId="4BC8B03B" w14:textId="77777777" w:rsidR="00F86964" w:rsidRPr="00034484" w:rsidRDefault="00F86964" w:rsidP="00F86964">
      <w:pPr>
        <w:rPr>
          <w:bCs/>
        </w:rPr>
      </w:pPr>
    </w:p>
    <w:tbl>
      <w:tblPr>
        <w:tblStyle w:val="Mkatabulky"/>
        <w:tblW w:w="0" w:type="auto"/>
        <w:tblLook w:val="04A0" w:firstRow="1" w:lastRow="0" w:firstColumn="1" w:lastColumn="0" w:noHBand="0" w:noVBand="1"/>
      </w:tblPr>
      <w:tblGrid>
        <w:gridCol w:w="4380"/>
        <w:gridCol w:w="4340"/>
      </w:tblGrid>
      <w:tr w:rsidR="00F86964" w:rsidRPr="00034484" w14:paraId="64F6CD0D" w14:textId="77777777" w:rsidTr="00F04971">
        <w:tc>
          <w:tcPr>
            <w:tcW w:w="4889" w:type="dxa"/>
            <w:shd w:val="clear" w:color="auto" w:fill="FFBFBF" w:themeFill="accent6" w:themeFillTint="33"/>
            <w:vAlign w:val="center"/>
          </w:tcPr>
          <w:p w14:paraId="6D1D9A74" w14:textId="77777777" w:rsidR="00F86964" w:rsidRPr="00034484" w:rsidRDefault="00F86964" w:rsidP="00F04971">
            <w:pPr>
              <w:spacing w:after="60"/>
              <w:outlineLvl w:val="3"/>
              <w:rPr>
                <w:b/>
                <w:bCs/>
              </w:rPr>
            </w:pPr>
            <w:r w:rsidRPr="00034484">
              <w:rPr>
                <w:b/>
                <w:bCs/>
              </w:rPr>
              <w:t>Hodnocení objednatele:</w:t>
            </w:r>
          </w:p>
          <w:p w14:paraId="23BB37DF" w14:textId="77777777" w:rsidR="00F86964" w:rsidRPr="00034484" w:rsidRDefault="00F86964" w:rsidP="00F04971">
            <w:pPr>
              <w:spacing w:after="60"/>
              <w:outlineLvl w:val="3"/>
              <w:rPr>
                <w:b/>
                <w:bCs/>
              </w:rPr>
            </w:pPr>
          </w:p>
          <w:p w14:paraId="605B36DC" w14:textId="77777777" w:rsidR="00F86964" w:rsidRPr="00034484" w:rsidRDefault="00F86964" w:rsidP="00F04971">
            <w:pPr>
              <w:spacing w:after="60"/>
              <w:outlineLvl w:val="3"/>
              <w:rPr>
                <w:bCs/>
              </w:rPr>
            </w:pPr>
          </w:p>
          <w:p w14:paraId="26546F63" w14:textId="77777777" w:rsidR="00F86964" w:rsidRPr="00034484" w:rsidRDefault="00F86964" w:rsidP="00F04971">
            <w:pPr>
              <w:spacing w:after="60"/>
              <w:outlineLvl w:val="3"/>
              <w:rPr>
                <w:bCs/>
              </w:rPr>
            </w:pPr>
          </w:p>
          <w:p w14:paraId="1041FE29" w14:textId="77777777" w:rsidR="00F86964" w:rsidRPr="00034484" w:rsidRDefault="00F86964" w:rsidP="00F04971">
            <w:pPr>
              <w:spacing w:after="60"/>
              <w:outlineLvl w:val="3"/>
              <w:rPr>
                <w:bCs/>
              </w:rPr>
            </w:pPr>
          </w:p>
          <w:p w14:paraId="4EC03287" w14:textId="77777777" w:rsidR="00F86964" w:rsidRPr="00034484" w:rsidRDefault="00F86964" w:rsidP="00F04971">
            <w:pPr>
              <w:spacing w:after="60"/>
              <w:outlineLvl w:val="3"/>
              <w:rPr>
                <w:bCs/>
              </w:rPr>
            </w:pPr>
          </w:p>
        </w:tc>
        <w:tc>
          <w:tcPr>
            <w:tcW w:w="4890" w:type="dxa"/>
            <w:vAlign w:val="center"/>
          </w:tcPr>
          <w:p w14:paraId="3E5F3165" w14:textId="77777777" w:rsidR="00F86964" w:rsidRPr="00034484" w:rsidRDefault="00F86964" w:rsidP="00F04971">
            <w:pPr>
              <w:outlineLvl w:val="3"/>
              <w:rPr>
                <w:bCs/>
              </w:rPr>
            </w:pPr>
            <w:r w:rsidRPr="00034484">
              <w:rPr>
                <w:bCs/>
              </w:rPr>
              <w:lastRenderedPageBreak/>
              <w:t>Správa železnic osvědčuje, že stavební práce uvedené v tomto osvědčení byly řádně poskytnuty a dokončeny.</w:t>
            </w:r>
          </w:p>
        </w:tc>
      </w:tr>
      <w:tr w:rsidR="00F86964" w:rsidRPr="00034484" w14:paraId="328C24CA" w14:textId="77777777" w:rsidTr="00F04971">
        <w:tc>
          <w:tcPr>
            <w:tcW w:w="4889" w:type="dxa"/>
            <w:shd w:val="clear" w:color="auto" w:fill="FFBFBF" w:themeFill="accent6" w:themeFillTint="33"/>
          </w:tcPr>
          <w:p w14:paraId="6B2551FF" w14:textId="77777777" w:rsidR="00F86964" w:rsidRPr="00034484" w:rsidRDefault="00F86964" w:rsidP="00F04971">
            <w:pPr>
              <w:spacing w:after="60"/>
              <w:outlineLvl w:val="3"/>
              <w:rPr>
                <w:b/>
                <w:bCs/>
              </w:rPr>
            </w:pPr>
            <w:r w:rsidRPr="00034484">
              <w:rPr>
                <w:b/>
                <w:bCs/>
              </w:rPr>
              <w:t>Kontaktní osoba:</w:t>
            </w:r>
          </w:p>
        </w:tc>
        <w:tc>
          <w:tcPr>
            <w:tcW w:w="4890" w:type="dxa"/>
            <w:vAlign w:val="center"/>
          </w:tcPr>
          <w:p w14:paraId="11C7A185" w14:textId="77777777" w:rsidR="00F86964" w:rsidRPr="00034484" w:rsidRDefault="00F86964" w:rsidP="00F04971">
            <w:pPr>
              <w:outlineLvl w:val="3"/>
              <w:rPr>
                <w:bCs/>
              </w:rPr>
            </w:pPr>
          </w:p>
        </w:tc>
      </w:tr>
    </w:tbl>
    <w:p w14:paraId="456C1912" w14:textId="77777777" w:rsidR="00F86964" w:rsidRPr="00034484" w:rsidRDefault="00F86964" w:rsidP="00F86964">
      <w:pPr>
        <w:rPr>
          <w:b/>
          <w:bCs/>
        </w:rPr>
      </w:pPr>
    </w:p>
    <w:tbl>
      <w:tblPr>
        <w:tblStyle w:val="Mkatabulky"/>
        <w:tblW w:w="0" w:type="auto"/>
        <w:tblLook w:val="04A0" w:firstRow="1" w:lastRow="0" w:firstColumn="1" w:lastColumn="0" w:noHBand="0" w:noVBand="1"/>
      </w:tblPr>
      <w:tblGrid>
        <w:gridCol w:w="4439"/>
        <w:gridCol w:w="4281"/>
      </w:tblGrid>
      <w:tr w:rsidR="00F86964" w:rsidRPr="00034484" w14:paraId="1E406CF3" w14:textId="77777777" w:rsidTr="00F04971">
        <w:tc>
          <w:tcPr>
            <w:tcW w:w="4889" w:type="dxa"/>
            <w:shd w:val="clear" w:color="auto" w:fill="FFBFBF" w:themeFill="accent6" w:themeFillTint="33"/>
            <w:vAlign w:val="center"/>
          </w:tcPr>
          <w:p w14:paraId="5F0AB083" w14:textId="77777777" w:rsidR="00F86964" w:rsidRPr="00034484" w:rsidRDefault="00F86964" w:rsidP="00F04971">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38227DC9" w14:textId="77777777" w:rsidR="00F86964" w:rsidRPr="00034484" w:rsidRDefault="00F86964" w:rsidP="00F04971">
            <w:pPr>
              <w:outlineLvl w:val="3"/>
              <w:rPr>
                <w:bCs/>
              </w:rPr>
            </w:pPr>
          </w:p>
        </w:tc>
      </w:tr>
      <w:tr w:rsidR="00F86964" w:rsidRPr="00034484" w14:paraId="1A5562E9" w14:textId="77777777" w:rsidTr="00F04971">
        <w:tc>
          <w:tcPr>
            <w:tcW w:w="4889" w:type="dxa"/>
            <w:shd w:val="clear" w:color="auto" w:fill="FFBFBF" w:themeFill="accent6" w:themeFillTint="33"/>
            <w:vAlign w:val="center"/>
          </w:tcPr>
          <w:p w14:paraId="28A07375" w14:textId="77777777" w:rsidR="00F86964" w:rsidRPr="00034484" w:rsidRDefault="00F86964" w:rsidP="00F04971">
            <w:pPr>
              <w:spacing w:after="60"/>
              <w:outlineLvl w:val="3"/>
              <w:rPr>
                <w:b/>
                <w:bCs/>
              </w:rPr>
            </w:pPr>
            <w:r w:rsidRPr="00034484">
              <w:rPr>
                <w:b/>
                <w:bCs/>
              </w:rPr>
              <w:t>Funkce:</w:t>
            </w:r>
          </w:p>
        </w:tc>
        <w:tc>
          <w:tcPr>
            <w:tcW w:w="4890" w:type="dxa"/>
            <w:vAlign w:val="center"/>
          </w:tcPr>
          <w:p w14:paraId="2E7A066E" w14:textId="77777777" w:rsidR="00F86964" w:rsidRPr="00034484" w:rsidRDefault="00F86964" w:rsidP="00F04971">
            <w:pPr>
              <w:outlineLvl w:val="3"/>
              <w:rPr>
                <w:bCs/>
              </w:rPr>
            </w:pPr>
          </w:p>
        </w:tc>
      </w:tr>
      <w:tr w:rsidR="00F86964" w:rsidRPr="00034484" w14:paraId="427B1112" w14:textId="77777777" w:rsidTr="00F04971">
        <w:tc>
          <w:tcPr>
            <w:tcW w:w="4889" w:type="dxa"/>
            <w:shd w:val="clear" w:color="auto" w:fill="FFBFBF" w:themeFill="accent6" w:themeFillTint="33"/>
            <w:vAlign w:val="center"/>
          </w:tcPr>
          <w:p w14:paraId="58C039EB" w14:textId="77777777" w:rsidR="00F86964" w:rsidRPr="00034484" w:rsidRDefault="00F86964" w:rsidP="00F04971">
            <w:pPr>
              <w:spacing w:after="60"/>
              <w:outlineLvl w:val="3"/>
              <w:rPr>
                <w:b/>
                <w:bCs/>
              </w:rPr>
            </w:pPr>
            <w:r w:rsidRPr="00034484">
              <w:rPr>
                <w:b/>
                <w:bCs/>
              </w:rPr>
              <w:t>Podpis vystavitele</w:t>
            </w:r>
          </w:p>
          <w:p w14:paraId="617ACBD4" w14:textId="77777777" w:rsidR="00F86964" w:rsidRPr="00034484" w:rsidRDefault="00F86964" w:rsidP="00F04971">
            <w:pPr>
              <w:spacing w:after="60"/>
              <w:outlineLvl w:val="3"/>
              <w:rPr>
                <w:b/>
                <w:bCs/>
              </w:rPr>
            </w:pPr>
          </w:p>
        </w:tc>
        <w:tc>
          <w:tcPr>
            <w:tcW w:w="4890" w:type="dxa"/>
            <w:vAlign w:val="center"/>
          </w:tcPr>
          <w:p w14:paraId="3EEA6D97" w14:textId="77777777" w:rsidR="00F86964" w:rsidRPr="00034484" w:rsidRDefault="00F86964" w:rsidP="00F04971">
            <w:pPr>
              <w:outlineLvl w:val="3"/>
              <w:rPr>
                <w:bCs/>
              </w:rPr>
            </w:pPr>
          </w:p>
        </w:tc>
      </w:tr>
      <w:tr w:rsidR="00F86964" w:rsidRPr="00034484" w14:paraId="6A3EB6FA" w14:textId="77777777" w:rsidTr="00F04971">
        <w:tc>
          <w:tcPr>
            <w:tcW w:w="4889" w:type="dxa"/>
            <w:shd w:val="clear" w:color="auto" w:fill="FFBFBF" w:themeFill="accent6" w:themeFillTint="33"/>
            <w:vAlign w:val="center"/>
          </w:tcPr>
          <w:p w14:paraId="064AC9DE" w14:textId="77777777" w:rsidR="00F86964" w:rsidRPr="00034484" w:rsidRDefault="00F86964" w:rsidP="00F04971">
            <w:pPr>
              <w:spacing w:after="60"/>
              <w:outlineLvl w:val="3"/>
              <w:rPr>
                <w:b/>
                <w:bCs/>
              </w:rPr>
            </w:pPr>
            <w:r w:rsidRPr="00034484">
              <w:rPr>
                <w:b/>
                <w:bCs/>
              </w:rPr>
              <w:t>Datum vystavení osvědčení</w:t>
            </w:r>
          </w:p>
        </w:tc>
        <w:tc>
          <w:tcPr>
            <w:tcW w:w="4890" w:type="dxa"/>
            <w:vAlign w:val="center"/>
          </w:tcPr>
          <w:p w14:paraId="7E2EF374" w14:textId="77777777" w:rsidR="00F86964" w:rsidRPr="00034484" w:rsidRDefault="00F86964" w:rsidP="00F04971">
            <w:pPr>
              <w:outlineLvl w:val="3"/>
              <w:rPr>
                <w:bCs/>
              </w:rPr>
            </w:pPr>
          </w:p>
        </w:tc>
      </w:tr>
    </w:tbl>
    <w:p w14:paraId="02FE8F2F" w14:textId="77777777" w:rsidR="00F86964" w:rsidRPr="00034484" w:rsidRDefault="00F86964" w:rsidP="00F86964">
      <w:pPr>
        <w:rPr>
          <w:bCs/>
        </w:rPr>
      </w:pPr>
    </w:p>
    <w:p w14:paraId="7AC7A2F0" w14:textId="77777777" w:rsidR="00F86964" w:rsidRPr="00A24674" w:rsidRDefault="00F86964" w:rsidP="00F86964">
      <w:pPr>
        <w:keepNext/>
        <w:spacing w:after="60"/>
        <w:jc w:val="both"/>
        <w:outlineLvl w:val="3"/>
        <w:rPr>
          <w:rFonts w:eastAsia="Times New Roman"/>
          <w:bCs/>
          <w:i/>
        </w:rPr>
      </w:pPr>
      <w:r>
        <w:rPr>
          <w:bCs/>
          <w:i/>
        </w:rPr>
        <w:t>* Je-li vzhledem k cha</w:t>
      </w:r>
      <w:r w:rsidRPr="00034484">
        <w:rPr>
          <w:bCs/>
          <w:i/>
        </w:rPr>
        <w:t>rakteru stavby relevantní.</w:t>
      </w:r>
    </w:p>
    <w:p w14:paraId="57C2B91D" w14:textId="77777777" w:rsidR="00F86964" w:rsidRPr="00A24674" w:rsidRDefault="00F86964" w:rsidP="00F86964">
      <w:pPr>
        <w:keepNext/>
        <w:spacing w:after="60"/>
        <w:jc w:val="both"/>
        <w:outlineLvl w:val="3"/>
        <w:rPr>
          <w:rFonts w:eastAsia="Times New Roman"/>
          <w:b/>
          <w:bCs/>
          <w:i/>
        </w:rPr>
      </w:pPr>
    </w:p>
    <w:p w14:paraId="64447BE7" w14:textId="77777777" w:rsidR="00F86964" w:rsidRPr="00A24674" w:rsidRDefault="00F86964" w:rsidP="00F8696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2523C1D" w14:textId="77777777" w:rsidR="00F86964" w:rsidRPr="00523A61" w:rsidRDefault="00F86964" w:rsidP="00F8696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7D8ED4B" w14:textId="77777777" w:rsidR="00F86964" w:rsidRDefault="00F86964" w:rsidP="00F86964">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78141808" w14:textId="77777777" w:rsidR="00F86964" w:rsidRPr="00F35806" w:rsidRDefault="00F86964" w:rsidP="00F86964"/>
    <w:p w14:paraId="35EAD72E" w14:textId="77777777" w:rsidR="00F86964" w:rsidRPr="00F35806" w:rsidRDefault="00F86964" w:rsidP="00F86964"/>
    <w:p w14:paraId="0D4DC553" w14:textId="77777777" w:rsidR="00F86964" w:rsidRPr="00F35806" w:rsidRDefault="00F86964" w:rsidP="00F86964"/>
    <w:p w14:paraId="7B97AACF" w14:textId="77777777" w:rsidR="00F86964" w:rsidRPr="00F35806" w:rsidRDefault="00F86964" w:rsidP="00F86964"/>
    <w:p w14:paraId="0480C71B" w14:textId="77777777" w:rsidR="00F86964" w:rsidRPr="00F35806" w:rsidRDefault="00F86964" w:rsidP="00F86964"/>
    <w:p w14:paraId="5B630CAE" w14:textId="77777777" w:rsidR="00F86964" w:rsidRPr="00F35806" w:rsidRDefault="00F86964" w:rsidP="00F86964"/>
    <w:p w14:paraId="01EA600F" w14:textId="77777777" w:rsidR="00F86964" w:rsidRPr="00F35806" w:rsidRDefault="00F86964" w:rsidP="00F86964"/>
    <w:p w14:paraId="1773C1B2" w14:textId="77777777" w:rsidR="00F86964" w:rsidRPr="00F35806" w:rsidRDefault="00F86964" w:rsidP="00F86964"/>
    <w:p w14:paraId="4EDA7D84" w14:textId="77777777" w:rsidR="00F86964" w:rsidRPr="00F35806" w:rsidRDefault="00F86964" w:rsidP="00F86964"/>
    <w:p w14:paraId="2F0E161C" w14:textId="77777777" w:rsidR="00F86964" w:rsidRPr="00F35806" w:rsidRDefault="00F86964" w:rsidP="00F86964"/>
    <w:p w14:paraId="4A72EBE4" w14:textId="77777777" w:rsidR="00F86964" w:rsidRDefault="00F86964" w:rsidP="00F86964"/>
    <w:p w14:paraId="35D05AC0" w14:textId="77777777" w:rsidR="00F86964" w:rsidRPr="00F35806" w:rsidRDefault="00F86964" w:rsidP="00F86964">
      <w:pPr>
        <w:jc w:val="right"/>
      </w:pPr>
    </w:p>
    <w:p w14:paraId="2346B027" w14:textId="77777777" w:rsidR="00F86964" w:rsidRDefault="00F86964" w:rsidP="00F762A8">
      <w:pPr>
        <w:pStyle w:val="Textbezodsazen"/>
      </w:pPr>
    </w:p>
    <w:sectPr w:rsidR="00F86964" w:rsidSect="00200765">
      <w:footerReference w:type="default" r:id="rId4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F54F9" w14:textId="77777777" w:rsidR="00FB49CE" w:rsidRDefault="00FB49CE" w:rsidP="00962258">
      <w:pPr>
        <w:spacing w:after="0" w:line="240" w:lineRule="auto"/>
      </w:pPr>
      <w:r>
        <w:separator/>
      </w:r>
    </w:p>
  </w:endnote>
  <w:endnote w:type="continuationSeparator" w:id="0">
    <w:p w14:paraId="15A4566C" w14:textId="77777777" w:rsidR="00FB49CE" w:rsidRDefault="00FB49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1240A483" w14:textId="77777777" w:rsidTr="00F13FDA">
      <w:tc>
        <w:tcPr>
          <w:tcW w:w="1021" w:type="dxa"/>
          <w:vAlign w:val="bottom"/>
        </w:tcPr>
        <w:p w14:paraId="151E8C0E" w14:textId="28CF7356" w:rsidR="00BA1ADE" w:rsidRPr="00B8518B" w:rsidRDefault="00BA1AD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BA1ADE" w:rsidRDefault="00BA1ADE" w:rsidP="00F13FDA">
          <w:pPr>
            <w:pStyle w:val="Zpatvlevo"/>
          </w:pPr>
          <w:r w:rsidRPr="00B41CFD">
            <w:t>Smlouva o dílo</w:t>
          </w:r>
        </w:p>
        <w:p w14:paraId="36D7DCDC" w14:textId="77777777" w:rsidR="00BA1ADE" w:rsidRPr="003462EB" w:rsidRDefault="00BA1ADE" w:rsidP="00F13FDA">
          <w:pPr>
            <w:pStyle w:val="Zpatvlevo"/>
          </w:pPr>
          <w:r w:rsidRPr="00B41CFD">
            <w:t>Zhotovení stavby</w:t>
          </w:r>
        </w:p>
      </w:tc>
    </w:tr>
  </w:tbl>
  <w:p w14:paraId="54F3FF18" w14:textId="77777777" w:rsidR="00BA1ADE" w:rsidRPr="00F13FDA" w:rsidRDefault="00BA1AD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140825AC" w14:textId="77777777" w:rsidTr="00A0271B">
      <w:tc>
        <w:tcPr>
          <w:tcW w:w="0" w:type="auto"/>
          <w:tcMar>
            <w:left w:w="0" w:type="dxa"/>
            <w:right w:w="0" w:type="dxa"/>
          </w:tcMar>
          <w:vAlign w:val="bottom"/>
        </w:tcPr>
        <w:p w14:paraId="5C3D2E8D" w14:textId="77777777" w:rsidR="00BA1ADE" w:rsidRPr="00DD4862" w:rsidRDefault="00BA1ADE" w:rsidP="00A0271B">
          <w:pPr>
            <w:pStyle w:val="Zpatvpravo"/>
            <w:rPr>
              <w:b/>
            </w:rPr>
          </w:pPr>
          <w:r w:rsidRPr="00DD4862">
            <w:rPr>
              <w:b/>
            </w:rPr>
            <w:t xml:space="preserve">Příloha č. </w:t>
          </w:r>
          <w:r>
            <w:rPr>
              <w:b/>
            </w:rPr>
            <w:t>4</w:t>
          </w:r>
        </w:p>
        <w:p w14:paraId="322FB8B5" w14:textId="77777777" w:rsidR="00BA1ADE" w:rsidRPr="003462EB" w:rsidRDefault="00BA1ADE" w:rsidP="00A0271B">
          <w:pPr>
            <w:pStyle w:val="Zpatvpravo"/>
          </w:pPr>
          <w:r>
            <w:t>Smlouva o dílo</w:t>
          </w:r>
        </w:p>
        <w:p w14:paraId="6BCDB74A"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4DFD9349" w14:textId="7C3CA015"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1799FC45" w14:textId="77777777" w:rsidR="00BA1ADE" w:rsidRPr="00B8518B" w:rsidRDefault="00BA1AD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324A3DF3" w14:textId="77777777" w:rsidTr="00F13FDA">
      <w:tc>
        <w:tcPr>
          <w:tcW w:w="1021" w:type="dxa"/>
          <w:vAlign w:val="bottom"/>
        </w:tcPr>
        <w:p w14:paraId="1D3932C5" w14:textId="77777777"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A1ADE" w:rsidRPr="00DD4862" w:rsidRDefault="00BA1ADE" w:rsidP="00F13FDA">
          <w:pPr>
            <w:pStyle w:val="Zpatvlevo"/>
            <w:rPr>
              <w:b/>
            </w:rPr>
          </w:pPr>
          <w:r>
            <w:rPr>
              <w:b/>
            </w:rPr>
            <w:t>Příloha č. 5</w:t>
          </w:r>
        </w:p>
        <w:p w14:paraId="376871C6" w14:textId="77777777" w:rsidR="00BA1ADE" w:rsidRDefault="00BA1ADE" w:rsidP="00F13FDA">
          <w:pPr>
            <w:pStyle w:val="Zpatvlevo"/>
          </w:pPr>
          <w:r w:rsidRPr="00B41CFD">
            <w:t>Smlouva o dílo</w:t>
          </w:r>
        </w:p>
        <w:p w14:paraId="3CE18223" w14:textId="77777777" w:rsidR="00BA1ADE" w:rsidRPr="003462EB" w:rsidRDefault="00BA1ADE" w:rsidP="00F13FDA">
          <w:pPr>
            <w:pStyle w:val="Zpatvlevo"/>
          </w:pPr>
          <w:r w:rsidRPr="00B41CFD">
            <w:t>Zhotovení stavby</w:t>
          </w:r>
        </w:p>
      </w:tc>
    </w:tr>
  </w:tbl>
  <w:p w14:paraId="653766D2" w14:textId="77777777" w:rsidR="00BA1ADE" w:rsidRPr="00F13FDA" w:rsidRDefault="00BA1AD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4CAC0333" w14:textId="77777777" w:rsidTr="00A0271B">
      <w:tc>
        <w:tcPr>
          <w:tcW w:w="0" w:type="auto"/>
          <w:tcMar>
            <w:left w:w="0" w:type="dxa"/>
            <w:right w:w="0" w:type="dxa"/>
          </w:tcMar>
          <w:vAlign w:val="bottom"/>
        </w:tcPr>
        <w:p w14:paraId="0A2FA09E" w14:textId="77777777" w:rsidR="00BA1ADE" w:rsidRPr="00DD4862" w:rsidRDefault="00BA1ADE" w:rsidP="00A0271B">
          <w:pPr>
            <w:pStyle w:val="Zpatvpravo"/>
            <w:rPr>
              <w:b/>
            </w:rPr>
          </w:pPr>
          <w:r w:rsidRPr="00DD4862">
            <w:rPr>
              <w:b/>
            </w:rPr>
            <w:t xml:space="preserve">Příloha č. </w:t>
          </w:r>
          <w:r>
            <w:rPr>
              <w:b/>
            </w:rPr>
            <w:t>5</w:t>
          </w:r>
        </w:p>
        <w:p w14:paraId="60317C27" w14:textId="77777777" w:rsidR="00BA1ADE" w:rsidRPr="003462EB" w:rsidRDefault="00BA1ADE" w:rsidP="00A0271B">
          <w:pPr>
            <w:pStyle w:val="Zpatvpravo"/>
          </w:pPr>
          <w:r>
            <w:t>Smlouva o dílo</w:t>
          </w:r>
        </w:p>
        <w:p w14:paraId="6574CB31"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4CA40DA3" w14:textId="633F8B05"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7E03A553" w14:textId="77777777" w:rsidR="00BA1ADE" w:rsidRPr="00B8518B" w:rsidRDefault="00BA1AD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136811E9" w14:textId="77777777" w:rsidTr="00F13FDA">
      <w:tc>
        <w:tcPr>
          <w:tcW w:w="1021" w:type="dxa"/>
          <w:vAlign w:val="bottom"/>
        </w:tcPr>
        <w:p w14:paraId="0F368DE0" w14:textId="46BAE2CA"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BA1ADE" w:rsidRPr="00DD4862" w:rsidRDefault="00BA1ADE" w:rsidP="00F13FDA">
          <w:pPr>
            <w:pStyle w:val="Zpatvlevo"/>
            <w:rPr>
              <w:b/>
            </w:rPr>
          </w:pPr>
          <w:r>
            <w:rPr>
              <w:b/>
            </w:rPr>
            <w:t>Příloha č. 6</w:t>
          </w:r>
        </w:p>
        <w:p w14:paraId="45D670C9" w14:textId="77777777" w:rsidR="00BA1ADE" w:rsidRDefault="00BA1ADE" w:rsidP="00F13FDA">
          <w:pPr>
            <w:pStyle w:val="Zpatvlevo"/>
          </w:pPr>
          <w:r w:rsidRPr="00B41CFD">
            <w:t>Smlouva o dílo</w:t>
          </w:r>
        </w:p>
        <w:p w14:paraId="4EB1BB37" w14:textId="77777777" w:rsidR="00BA1ADE" w:rsidRPr="003462EB" w:rsidRDefault="00BA1ADE" w:rsidP="00F13FDA">
          <w:pPr>
            <w:pStyle w:val="Zpatvlevo"/>
          </w:pPr>
          <w:r w:rsidRPr="00B41CFD">
            <w:t>Zhotovení stavby</w:t>
          </w:r>
        </w:p>
      </w:tc>
    </w:tr>
  </w:tbl>
  <w:p w14:paraId="1A83E4D3" w14:textId="77777777" w:rsidR="00BA1ADE" w:rsidRPr="00F13FDA" w:rsidRDefault="00BA1AD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7BA38340" w14:textId="77777777" w:rsidTr="00A0271B">
      <w:tc>
        <w:tcPr>
          <w:tcW w:w="0" w:type="auto"/>
          <w:tcMar>
            <w:left w:w="0" w:type="dxa"/>
            <w:right w:w="0" w:type="dxa"/>
          </w:tcMar>
          <w:vAlign w:val="bottom"/>
        </w:tcPr>
        <w:p w14:paraId="5BBDCBB6" w14:textId="77777777" w:rsidR="00BA1ADE" w:rsidRPr="00DD4862" w:rsidRDefault="00BA1ADE" w:rsidP="00A0271B">
          <w:pPr>
            <w:pStyle w:val="Zpatvpravo"/>
            <w:rPr>
              <w:b/>
            </w:rPr>
          </w:pPr>
          <w:r w:rsidRPr="00DD4862">
            <w:rPr>
              <w:b/>
            </w:rPr>
            <w:t xml:space="preserve">Příloha č. </w:t>
          </w:r>
          <w:r>
            <w:rPr>
              <w:b/>
            </w:rPr>
            <w:t>6</w:t>
          </w:r>
        </w:p>
        <w:p w14:paraId="1B3CE0C2" w14:textId="77777777" w:rsidR="00BA1ADE" w:rsidRPr="003462EB" w:rsidRDefault="00BA1ADE" w:rsidP="00A0271B">
          <w:pPr>
            <w:pStyle w:val="Zpatvpravo"/>
          </w:pPr>
          <w:r>
            <w:t>Smlouva o dílo</w:t>
          </w:r>
        </w:p>
        <w:p w14:paraId="09872B93"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219F699D" w14:textId="487F8519"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4</w:t>
          </w:r>
          <w:r>
            <w:rPr>
              <w:rStyle w:val="slostrnky"/>
            </w:rPr>
            <w:fldChar w:fldCharType="end"/>
          </w:r>
        </w:p>
      </w:tc>
    </w:tr>
  </w:tbl>
  <w:p w14:paraId="4AEF1893" w14:textId="77777777" w:rsidR="00BA1ADE" w:rsidRPr="00B8518B" w:rsidRDefault="00BA1AD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11166B56" w14:textId="77777777" w:rsidTr="00F13FDA">
      <w:tc>
        <w:tcPr>
          <w:tcW w:w="1021" w:type="dxa"/>
          <w:vAlign w:val="bottom"/>
        </w:tcPr>
        <w:p w14:paraId="65A08FDB" w14:textId="77777777"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A1ADE" w:rsidRPr="00DD4862" w:rsidRDefault="00BA1ADE" w:rsidP="00F13FDA">
          <w:pPr>
            <w:pStyle w:val="Zpatvlevo"/>
            <w:rPr>
              <w:b/>
            </w:rPr>
          </w:pPr>
          <w:r>
            <w:rPr>
              <w:b/>
            </w:rPr>
            <w:t>Příloha č. 7</w:t>
          </w:r>
        </w:p>
        <w:p w14:paraId="49EBE761" w14:textId="77777777" w:rsidR="00BA1ADE" w:rsidRDefault="00BA1ADE" w:rsidP="00F13FDA">
          <w:pPr>
            <w:pStyle w:val="Zpatvlevo"/>
          </w:pPr>
          <w:r w:rsidRPr="00B41CFD">
            <w:t>Smlouva o dílo</w:t>
          </w:r>
        </w:p>
        <w:p w14:paraId="7A184B87" w14:textId="77777777" w:rsidR="00BA1ADE" w:rsidRPr="003462EB" w:rsidRDefault="00BA1ADE" w:rsidP="00F13FDA">
          <w:pPr>
            <w:pStyle w:val="Zpatvlevo"/>
          </w:pPr>
          <w:r w:rsidRPr="00B41CFD">
            <w:t>Zhotovení stavby</w:t>
          </w:r>
        </w:p>
      </w:tc>
    </w:tr>
  </w:tbl>
  <w:p w14:paraId="24208E4C" w14:textId="77777777" w:rsidR="00BA1ADE" w:rsidRPr="00F13FDA" w:rsidRDefault="00BA1AD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0DD23A08" w14:textId="77777777" w:rsidTr="00A0271B">
      <w:tc>
        <w:tcPr>
          <w:tcW w:w="0" w:type="auto"/>
          <w:tcMar>
            <w:left w:w="0" w:type="dxa"/>
            <w:right w:w="0" w:type="dxa"/>
          </w:tcMar>
          <w:vAlign w:val="bottom"/>
        </w:tcPr>
        <w:p w14:paraId="60B97E7A" w14:textId="77777777" w:rsidR="00BA1ADE" w:rsidRPr="00DD4862" w:rsidRDefault="00BA1ADE" w:rsidP="00A0271B">
          <w:pPr>
            <w:pStyle w:val="Zpatvpravo"/>
            <w:rPr>
              <w:b/>
            </w:rPr>
          </w:pPr>
          <w:r w:rsidRPr="00DD4862">
            <w:rPr>
              <w:b/>
            </w:rPr>
            <w:t xml:space="preserve">Příloha č. </w:t>
          </w:r>
          <w:r>
            <w:rPr>
              <w:b/>
            </w:rPr>
            <w:t>7</w:t>
          </w:r>
        </w:p>
        <w:p w14:paraId="47360AB3" w14:textId="77777777" w:rsidR="00BA1ADE" w:rsidRPr="003462EB" w:rsidRDefault="00BA1ADE" w:rsidP="00A0271B">
          <w:pPr>
            <w:pStyle w:val="Zpatvpravo"/>
          </w:pPr>
          <w:r>
            <w:t>Smlouva o dílo</w:t>
          </w:r>
        </w:p>
        <w:p w14:paraId="7F4562F2"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23F1C9AA" w14:textId="3D4CEEC2"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5508EC05" w14:textId="77777777" w:rsidR="00BA1ADE" w:rsidRPr="00B8518B" w:rsidRDefault="00BA1AD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7E738D69" w14:textId="77777777" w:rsidTr="00F13FDA">
      <w:tc>
        <w:tcPr>
          <w:tcW w:w="1021" w:type="dxa"/>
          <w:vAlign w:val="bottom"/>
        </w:tcPr>
        <w:p w14:paraId="502BB4D2" w14:textId="77777777"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A1ADE" w:rsidRPr="00DD4862" w:rsidRDefault="00BA1ADE" w:rsidP="00F13FDA">
          <w:pPr>
            <w:pStyle w:val="Zpatvlevo"/>
            <w:rPr>
              <w:b/>
            </w:rPr>
          </w:pPr>
          <w:r>
            <w:rPr>
              <w:b/>
            </w:rPr>
            <w:t>Příloha č. 8</w:t>
          </w:r>
        </w:p>
        <w:p w14:paraId="120D1055" w14:textId="77777777" w:rsidR="00BA1ADE" w:rsidRDefault="00BA1ADE" w:rsidP="00F13FDA">
          <w:pPr>
            <w:pStyle w:val="Zpatvlevo"/>
          </w:pPr>
          <w:r w:rsidRPr="00B41CFD">
            <w:t>Smlouva o dílo</w:t>
          </w:r>
        </w:p>
        <w:p w14:paraId="1A385723" w14:textId="77777777" w:rsidR="00BA1ADE" w:rsidRPr="003462EB" w:rsidRDefault="00BA1ADE" w:rsidP="00F13FDA">
          <w:pPr>
            <w:pStyle w:val="Zpatvlevo"/>
          </w:pPr>
          <w:r w:rsidRPr="00B41CFD">
            <w:t>Zhotovení stavby</w:t>
          </w:r>
        </w:p>
      </w:tc>
    </w:tr>
  </w:tbl>
  <w:p w14:paraId="32050216" w14:textId="77777777" w:rsidR="00BA1ADE" w:rsidRPr="00F13FDA" w:rsidRDefault="00BA1AD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7D122B19" w14:textId="77777777" w:rsidTr="00A0271B">
      <w:tc>
        <w:tcPr>
          <w:tcW w:w="0" w:type="auto"/>
          <w:tcMar>
            <w:left w:w="0" w:type="dxa"/>
            <w:right w:w="0" w:type="dxa"/>
          </w:tcMar>
          <w:vAlign w:val="bottom"/>
        </w:tcPr>
        <w:p w14:paraId="4A081609" w14:textId="77777777" w:rsidR="00BA1ADE" w:rsidRPr="00DD4862" w:rsidRDefault="00BA1ADE" w:rsidP="00A0271B">
          <w:pPr>
            <w:pStyle w:val="Zpatvpravo"/>
            <w:rPr>
              <w:b/>
            </w:rPr>
          </w:pPr>
          <w:r w:rsidRPr="00DD4862">
            <w:rPr>
              <w:b/>
            </w:rPr>
            <w:t xml:space="preserve">Příloha č. </w:t>
          </w:r>
          <w:r>
            <w:rPr>
              <w:b/>
            </w:rPr>
            <w:t>8</w:t>
          </w:r>
        </w:p>
        <w:p w14:paraId="33423AB3" w14:textId="77777777" w:rsidR="00BA1ADE" w:rsidRPr="003462EB" w:rsidRDefault="00BA1ADE" w:rsidP="00A0271B">
          <w:pPr>
            <w:pStyle w:val="Zpatvpravo"/>
          </w:pPr>
          <w:r>
            <w:t>Smlouva o dílo</w:t>
          </w:r>
        </w:p>
        <w:p w14:paraId="0ED2C04B"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4627B9DD" w14:textId="68ED264C"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3D0C59CA" w14:textId="77777777" w:rsidR="00BA1ADE" w:rsidRPr="00B8518B" w:rsidRDefault="00BA1AD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760A7963" w14:textId="77777777" w:rsidTr="00F13FDA">
      <w:tc>
        <w:tcPr>
          <w:tcW w:w="1021" w:type="dxa"/>
          <w:vAlign w:val="bottom"/>
        </w:tcPr>
        <w:p w14:paraId="2C967D5C" w14:textId="5AB23C28"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BA1ADE" w:rsidRPr="00DD4862" w:rsidRDefault="00BA1ADE" w:rsidP="00F13FDA">
          <w:pPr>
            <w:pStyle w:val="Zpatvlevo"/>
            <w:rPr>
              <w:b/>
            </w:rPr>
          </w:pPr>
          <w:r>
            <w:rPr>
              <w:b/>
            </w:rPr>
            <w:t>Příloha č. 9</w:t>
          </w:r>
        </w:p>
        <w:p w14:paraId="4619C703" w14:textId="77777777" w:rsidR="00BA1ADE" w:rsidRDefault="00BA1ADE" w:rsidP="00F13FDA">
          <w:pPr>
            <w:pStyle w:val="Zpatvlevo"/>
          </w:pPr>
          <w:r w:rsidRPr="00B41CFD">
            <w:t>Smlouva o dílo</w:t>
          </w:r>
        </w:p>
        <w:p w14:paraId="65F4A929" w14:textId="77777777" w:rsidR="00BA1ADE" w:rsidRPr="003462EB" w:rsidRDefault="00BA1ADE" w:rsidP="00F13FDA">
          <w:pPr>
            <w:pStyle w:val="Zpatvlevo"/>
          </w:pPr>
          <w:r w:rsidRPr="00B41CFD">
            <w:t>Zhotovení stavby</w:t>
          </w:r>
        </w:p>
      </w:tc>
    </w:tr>
  </w:tbl>
  <w:p w14:paraId="0ADFAF99" w14:textId="77777777" w:rsidR="00BA1ADE" w:rsidRPr="00F13FDA" w:rsidRDefault="00BA1AD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0257CBFB" w14:textId="77777777" w:rsidTr="00F13FDA">
      <w:tc>
        <w:tcPr>
          <w:tcW w:w="0" w:type="auto"/>
          <w:tcMar>
            <w:left w:w="0" w:type="dxa"/>
            <w:right w:w="0" w:type="dxa"/>
          </w:tcMar>
          <w:vAlign w:val="bottom"/>
        </w:tcPr>
        <w:p w14:paraId="79F4B413" w14:textId="77777777" w:rsidR="00BA1ADE" w:rsidRPr="003462EB" w:rsidRDefault="00BA1ADE" w:rsidP="00F13FDA">
          <w:pPr>
            <w:pStyle w:val="Zpatvpravo"/>
          </w:pPr>
          <w:r>
            <w:t>Smlouva o dílo</w:t>
          </w:r>
        </w:p>
        <w:p w14:paraId="3BAD2C8C" w14:textId="77777777" w:rsidR="00BA1ADE" w:rsidRPr="003462EB" w:rsidRDefault="00BA1ADE" w:rsidP="00F13FDA">
          <w:pPr>
            <w:pStyle w:val="Zpatvpravo"/>
            <w:rPr>
              <w:rStyle w:val="slostrnky"/>
              <w:b w:val="0"/>
              <w:color w:val="auto"/>
              <w:sz w:val="12"/>
            </w:rPr>
          </w:pPr>
          <w:r>
            <w:t xml:space="preserve">Zhotovení stavby </w:t>
          </w:r>
        </w:p>
      </w:tc>
      <w:tc>
        <w:tcPr>
          <w:tcW w:w="1021" w:type="dxa"/>
          <w:vAlign w:val="bottom"/>
        </w:tcPr>
        <w:p w14:paraId="7D92C335" w14:textId="44B8BE5C" w:rsidR="00BA1ADE" w:rsidRPr="009E09BE" w:rsidRDefault="00BA1AD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BA1ADE" w:rsidRPr="00B8518B" w:rsidRDefault="00BA1AD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2AF04367" w14:textId="77777777" w:rsidTr="00A0271B">
      <w:tc>
        <w:tcPr>
          <w:tcW w:w="0" w:type="auto"/>
          <w:tcMar>
            <w:left w:w="0" w:type="dxa"/>
            <w:right w:w="0" w:type="dxa"/>
          </w:tcMar>
          <w:vAlign w:val="bottom"/>
        </w:tcPr>
        <w:p w14:paraId="7F6978BD" w14:textId="77777777" w:rsidR="00BA1ADE" w:rsidRPr="00DD4862" w:rsidRDefault="00BA1ADE" w:rsidP="00A0271B">
          <w:pPr>
            <w:pStyle w:val="Zpatvpravo"/>
            <w:rPr>
              <w:b/>
            </w:rPr>
          </w:pPr>
          <w:r w:rsidRPr="00DD4862">
            <w:rPr>
              <w:b/>
            </w:rPr>
            <w:t xml:space="preserve">Příloha č. </w:t>
          </w:r>
          <w:r>
            <w:rPr>
              <w:b/>
            </w:rPr>
            <w:t>9</w:t>
          </w:r>
        </w:p>
        <w:p w14:paraId="0C49EAB7" w14:textId="77777777" w:rsidR="00BA1ADE" w:rsidRPr="003462EB" w:rsidRDefault="00BA1ADE" w:rsidP="00A0271B">
          <w:pPr>
            <w:pStyle w:val="Zpatvpravo"/>
          </w:pPr>
          <w:r>
            <w:t>Smlouva o dílo</w:t>
          </w:r>
        </w:p>
        <w:p w14:paraId="0ABE324B"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3D9C297C" w14:textId="46FA3E49"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5E569996" w14:textId="77777777" w:rsidR="00BA1ADE" w:rsidRPr="00B8518B" w:rsidRDefault="00BA1AD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36C46A57" w14:textId="77777777" w:rsidTr="00A0271B">
      <w:tc>
        <w:tcPr>
          <w:tcW w:w="0" w:type="auto"/>
          <w:tcMar>
            <w:left w:w="0" w:type="dxa"/>
            <w:right w:w="0" w:type="dxa"/>
          </w:tcMar>
          <w:vAlign w:val="bottom"/>
        </w:tcPr>
        <w:p w14:paraId="029C1C23" w14:textId="4EE602FC" w:rsidR="00BA1ADE" w:rsidRPr="00DD4862" w:rsidRDefault="00BA1ADE" w:rsidP="00A0271B">
          <w:pPr>
            <w:pStyle w:val="Zpatvpravo"/>
            <w:rPr>
              <w:b/>
            </w:rPr>
          </w:pPr>
          <w:r w:rsidRPr="00DD4862">
            <w:rPr>
              <w:b/>
            </w:rPr>
            <w:t xml:space="preserve">Příloha č. </w:t>
          </w:r>
          <w:r>
            <w:rPr>
              <w:b/>
            </w:rPr>
            <w:t>10</w:t>
          </w:r>
        </w:p>
        <w:p w14:paraId="39F01B0B" w14:textId="77777777" w:rsidR="00BA1ADE" w:rsidRPr="003462EB" w:rsidRDefault="00BA1ADE" w:rsidP="00A0271B">
          <w:pPr>
            <w:pStyle w:val="Zpatvpravo"/>
          </w:pPr>
          <w:r>
            <w:t>Smlouva o dílo</w:t>
          </w:r>
        </w:p>
        <w:p w14:paraId="4B4A54E8"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7DA825F0" w14:textId="34DCB23A"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4</w:t>
          </w:r>
          <w:r>
            <w:rPr>
              <w:rStyle w:val="slostrnky"/>
            </w:rPr>
            <w:fldChar w:fldCharType="end"/>
          </w:r>
        </w:p>
      </w:tc>
    </w:tr>
  </w:tbl>
  <w:p w14:paraId="283052B7" w14:textId="77777777" w:rsidR="00BA1ADE" w:rsidRPr="00B8518B" w:rsidRDefault="00BA1AD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576E4CB6" w14:textId="77777777" w:rsidTr="00F13FDA">
      <w:tc>
        <w:tcPr>
          <w:tcW w:w="1021" w:type="dxa"/>
          <w:vAlign w:val="bottom"/>
        </w:tcPr>
        <w:p w14:paraId="55FBAD66" w14:textId="7AB06DA8"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BA1ADE" w:rsidRPr="00DD4862" w:rsidRDefault="00BA1ADE" w:rsidP="00F13FDA">
          <w:pPr>
            <w:pStyle w:val="Zpatvlevo"/>
            <w:rPr>
              <w:b/>
            </w:rPr>
          </w:pPr>
          <w:r w:rsidRPr="00DD4862">
            <w:rPr>
              <w:b/>
            </w:rPr>
            <w:t>Příloha č. 1</w:t>
          </w:r>
        </w:p>
        <w:p w14:paraId="09312A8D" w14:textId="77777777" w:rsidR="00BA1ADE" w:rsidRDefault="00BA1ADE" w:rsidP="00F13FDA">
          <w:pPr>
            <w:pStyle w:val="Zpatvlevo"/>
          </w:pPr>
          <w:r w:rsidRPr="00B41CFD">
            <w:t>Smlouva o dílo</w:t>
          </w:r>
        </w:p>
        <w:p w14:paraId="3E3A2370" w14:textId="77777777" w:rsidR="00BA1ADE" w:rsidRPr="003462EB" w:rsidRDefault="00BA1ADE" w:rsidP="00F13FDA">
          <w:pPr>
            <w:pStyle w:val="Zpatvlevo"/>
          </w:pPr>
          <w:r w:rsidRPr="00B41CFD">
            <w:t>Zhotovení stavby</w:t>
          </w:r>
        </w:p>
      </w:tc>
    </w:tr>
  </w:tbl>
  <w:p w14:paraId="3D81D7D4" w14:textId="77777777" w:rsidR="00BA1ADE" w:rsidRPr="00F13FDA" w:rsidRDefault="00BA1AD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A1ADE" w:rsidRDefault="00BA1AD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38DC7AE6" w14:textId="77777777" w:rsidTr="00A0271B">
      <w:tc>
        <w:tcPr>
          <w:tcW w:w="0" w:type="auto"/>
          <w:tcMar>
            <w:left w:w="0" w:type="dxa"/>
            <w:right w:w="0" w:type="dxa"/>
          </w:tcMar>
          <w:vAlign w:val="bottom"/>
        </w:tcPr>
        <w:p w14:paraId="1660DAD1" w14:textId="77777777" w:rsidR="00BA1ADE" w:rsidRPr="00DD4862" w:rsidRDefault="00BA1ADE" w:rsidP="00A0271B">
          <w:pPr>
            <w:pStyle w:val="Zpatvpravo"/>
            <w:rPr>
              <w:b/>
            </w:rPr>
          </w:pPr>
          <w:r w:rsidRPr="00DD4862">
            <w:rPr>
              <w:b/>
            </w:rPr>
            <w:t>Příloha č. 1</w:t>
          </w:r>
        </w:p>
        <w:p w14:paraId="1CB749FC" w14:textId="77777777" w:rsidR="00BA1ADE" w:rsidRPr="003462EB" w:rsidRDefault="00BA1ADE" w:rsidP="00A0271B">
          <w:pPr>
            <w:pStyle w:val="Zpatvpravo"/>
          </w:pPr>
          <w:r>
            <w:t>Smlouva o dílo</w:t>
          </w:r>
        </w:p>
        <w:p w14:paraId="3E9E1C04" w14:textId="77777777" w:rsidR="00BA1ADE" w:rsidRPr="003462EB" w:rsidRDefault="00BA1ADE" w:rsidP="00DD4862">
          <w:pPr>
            <w:pStyle w:val="Zpatvpravo"/>
            <w:rPr>
              <w:rStyle w:val="slostrnky"/>
              <w:b w:val="0"/>
              <w:color w:val="auto"/>
              <w:sz w:val="12"/>
            </w:rPr>
          </w:pPr>
          <w:r w:rsidRPr="003462EB">
            <w:t xml:space="preserve">Zhotovení stavby </w:t>
          </w:r>
        </w:p>
      </w:tc>
      <w:tc>
        <w:tcPr>
          <w:tcW w:w="1021" w:type="dxa"/>
          <w:vAlign w:val="bottom"/>
        </w:tcPr>
        <w:p w14:paraId="52A5ACA1" w14:textId="0DC52103" w:rsidR="00BA1ADE" w:rsidRPr="009E09BE" w:rsidRDefault="00BA1AD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7D639E4C" w14:textId="77777777" w:rsidR="00BA1ADE" w:rsidRPr="00B8518B" w:rsidRDefault="00BA1AD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31324F47" w14:textId="77777777" w:rsidTr="00F13FDA">
      <w:tc>
        <w:tcPr>
          <w:tcW w:w="1021" w:type="dxa"/>
          <w:vAlign w:val="bottom"/>
        </w:tcPr>
        <w:p w14:paraId="4660D5CA" w14:textId="77777777"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BA1ADE" w:rsidRPr="00DD4862" w:rsidRDefault="00BA1ADE" w:rsidP="00F13FDA">
          <w:pPr>
            <w:pStyle w:val="Zpatvlevo"/>
            <w:rPr>
              <w:b/>
            </w:rPr>
          </w:pPr>
          <w:r>
            <w:rPr>
              <w:b/>
            </w:rPr>
            <w:t>Příloha č. 2</w:t>
          </w:r>
        </w:p>
        <w:p w14:paraId="0C1A6B71" w14:textId="77777777" w:rsidR="00BA1ADE" w:rsidRDefault="00BA1ADE" w:rsidP="00F13FDA">
          <w:pPr>
            <w:pStyle w:val="Zpatvlevo"/>
          </w:pPr>
          <w:r w:rsidRPr="00B41CFD">
            <w:t>Smlouva o dílo</w:t>
          </w:r>
        </w:p>
        <w:p w14:paraId="6C987E4D" w14:textId="77777777" w:rsidR="00BA1ADE" w:rsidRPr="003462EB" w:rsidRDefault="00BA1ADE" w:rsidP="00F13FDA">
          <w:pPr>
            <w:pStyle w:val="Zpatvlevo"/>
          </w:pPr>
          <w:r w:rsidRPr="00B41CFD">
            <w:t>Zhotovení stavby</w:t>
          </w:r>
        </w:p>
      </w:tc>
    </w:tr>
  </w:tbl>
  <w:p w14:paraId="721821A5" w14:textId="77777777" w:rsidR="00BA1ADE" w:rsidRPr="00F13FDA" w:rsidRDefault="00BA1AD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38E8F7EA" w14:textId="77777777" w:rsidTr="00A0271B">
      <w:tc>
        <w:tcPr>
          <w:tcW w:w="0" w:type="auto"/>
          <w:tcMar>
            <w:left w:w="0" w:type="dxa"/>
            <w:right w:w="0" w:type="dxa"/>
          </w:tcMar>
          <w:vAlign w:val="bottom"/>
        </w:tcPr>
        <w:p w14:paraId="12959C17" w14:textId="77777777" w:rsidR="00BA1ADE" w:rsidRPr="00DD4862" w:rsidRDefault="00BA1ADE" w:rsidP="00A0271B">
          <w:pPr>
            <w:pStyle w:val="Zpatvpravo"/>
            <w:rPr>
              <w:b/>
            </w:rPr>
          </w:pPr>
          <w:r w:rsidRPr="00DD4862">
            <w:rPr>
              <w:b/>
            </w:rPr>
            <w:t>Příloha č. 2</w:t>
          </w:r>
        </w:p>
        <w:p w14:paraId="1091D5F5" w14:textId="77777777" w:rsidR="00BA1ADE" w:rsidRPr="003462EB" w:rsidRDefault="00BA1ADE" w:rsidP="00A0271B">
          <w:pPr>
            <w:pStyle w:val="Zpatvpravo"/>
          </w:pPr>
          <w:r>
            <w:t>Smlouva o dílo</w:t>
          </w:r>
        </w:p>
        <w:p w14:paraId="45C9C2F0"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68484E19" w14:textId="1AA39033"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5C7B95E3" w14:textId="77777777" w:rsidR="00BA1ADE" w:rsidRPr="00B8518B" w:rsidRDefault="00BA1AD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1C83CE55" w14:textId="77777777" w:rsidTr="00F13FDA">
      <w:tc>
        <w:tcPr>
          <w:tcW w:w="1021" w:type="dxa"/>
          <w:vAlign w:val="bottom"/>
        </w:tcPr>
        <w:p w14:paraId="5CCDD256" w14:textId="77777777"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A1ADE" w:rsidRPr="00DD4862" w:rsidRDefault="00BA1ADE" w:rsidP="00F13FDA">
          <w:pPr>
            <w:pStyle w:val="Zpatvlevo"/>
            <w:rPr>
              <w:b/>
            </w:rPr>
          </w:pPr>
          <w:r>
            <w:rPr>
              <w:b/>
            </w:rPr>
            <w:t>Příloha č. 3</w:t>
          </w:r>
        </w:p>
        <w:p w14:paraId="4666136E" w14:textId="77777777" w:rsidR="00BA1ADE" w:rsidRDefault="00BA1ADE" w:rsidP="00F13FDA">
          <w:pPr>
            <w:pStyle w:val="Zpatvlevo"/>
          </w:pPr>
          <w:r w:rsidRPr="00B41CFD">
            <w:t>Smlouva o dílo</w:t>
          </w:r>
        </w:p>
        <w:p w14:paraId="55042ECA" w14:textId="77777777" w:rsidR="00BA1ADE" w:rsidRPr="003462EB" w:rsidRDefault="00BA1ADE" w:rsidP="00F13FDA">
          <w:pPr>
            <w:pStyle w:val="Zpatvlevo"/>
          </w:pPr>
          <w:r w:rsidRPr="00B41CFD">
            <w:t>Zhotovení stavby</w:t>
          </w:r>
        </w:p>
      </w:tc>
    </w:tr>
  </w:tbl>
  <w:p w14:paraId="078F4948" w14:textId="77777777" w:rsidR="00BA1ADE" w:rsidRPr="00F13FDA" w:rsidRDefault="00BA1AD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A1ADE" w:rsidRPr="009E09BE" w14:paraId="236B1D3C" w14:textId="77777777" w:rsidTr="00A0271B">
      <w:tc>
        <w:tcPr>
          <w:tcW w:w="0" w:type="auto"/>
          <w:tcMar>
            <w:left w:w="0" w:type="dxa"/>
            <w:right w:w="0" w:type="dxa"/>
          </w:tcMar>
          <w:vAlign w:val="bottom"/>
        </w:tcPr>
        <w:p w14:paraId="1DE31B10" w14:textId="77777777" w:rsidR="00BA1ADE" w:rsidRPr="00DD4862" w:rsidRDefault="00BA1ADE" w:rsidP="00A0271B">
          <w:pPr>
            <w:pStyle w:val="Zpatvpravo"/>
            <w:rPr>
              <w:b/>
            </w:rPr>
          </w:pPr>
          <w:r w:rsidRPr="00DD4862">
            <w:rPr>
              <w:b/>
            </w:rPr>
            <w:t xml:space="preserve">Příloha č. </w:t>
          </w:r>
          <w:r>
            <w:rPr>
              <w:b/>
            </w:rPr>
            <w:t>3</w:t>
          </w:r>
        </w:p>
        <w:p w14:paraId="2C91EB49" w14:textId="77777777" w:rsidR="00BA1ADE" w:rsidRPr="003462EB" w:rsidRDefault="00BA1ADE" w:rsidP="00A0271B">
          <w:pPr>
            <w:pStyle w:val="Zpatvpravo"/>
          </w:pPr>
          <w:r>
            <w:t>Smlouva o dílo</w:t>
          </w:r>
        </w:p>
        <w:p w14:paraId="74FC2B61" w14:textId="77777777" w:rsidR="00BA1ADE" w:rsidRPr="003462EB" w:rsidRDefault="00BA1ADE" w:rsidP="00A0271B">
          <w:pPr>
            <w:pStyle w:val="Zpatvpravo"/>
            <w:rPr>
              <w:rStyle w:val="slostrnky"/>
              <w:b w:val="0"/>
              <w:color w:val="auto"/>
              <w:sz w:val="12"/>
            </w:rPr>
          </w:pPr>
          <w:r w:rsidRPr="003462EB">
            <w:t xml:space="preserve">Zhotovení stavby </w:t>
          </w:r>
        </w:p>
      </w:tc>
      <w:tc>
        <w:tcPr>
          <w:tcW w:w="1021" w:type="dxa"/>
          <w:vAlign w:val="bottom"/>
        </w:tcPr>
        <w:p w14:paraId="09191C9B" w14:textId="4C520126" w:rsidR="00BA1ADE" w:rsidRPr="009E09BE" w:rsidRDefault="00BA1AD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00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B0090">
            <w:rPr>
              <w:rStyle w:val="slostrnky"/>
              <w:noProof/>
            </w:rPr>
            <w:t>1</w:t>
          </w:r>
          <w:r>
            <w:rPr>
              <w:rStyle w:val="slostrnky"/>
            </w:rPr>
            <w:fldChar w:fldCharType="end"/>
          </w:r>
        </w:p>
      </w:tc>
    </w:tr>
  </w:tbl>
  <w:p w14:paraId="5F4D3FBE" w14:textId="77777777" w:rsidR="00BA1ADE" w:rsidRPr="00B8518B" w:rsidRDefault="00BA1AD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A1ADE" w:rsidRPr="003462EB" w14:paraId="3C3BD90F" w14:textId="77777777" w:rsidTr="00F13FDA">
      <w:tc>
        <w:tcPr>
          <w:tcW w:w="1021" w:type="dxa"/>
          <w:vAlign w:val="bottom"/>
        </w:tcPr>
        <w:p w14:paraId="607075DB" w14:textId="77777777" w:rsidR="00BA1ADE" w:rsidRPr="00B8518B" w:rsidRDefault="00BA1AD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A1ADE" w:rsidRPr="00DD4862" w:rsidRDefault="00BA1ADE" w:rsidP="00F13FDA">
          <w:pPr>
            <w:pStyle w:val="Zpatvlevo"/>
            <w:rPr>
              <w:b/>
            </w:rPr>
          </w:pPr>
          <w:r>
            <w:rPr>
              <w:b/>
            </w:rPr>
            <w:t>Příloha č. 4</w:t>
          </w:r>
        </w:p>
        <w:p w14:paraId="4F45CE3F" w14:textId="77777777" w:rsidR="00BA1ADE" w:rsidRDefault="00BA1ADE" w:rsidP="00F13FDA">
          <w:pPr>
            <w:pStyle w:val="Zpatvlevo"/>
          </w:pPr>
          <w:r w:rsidRPr="00B41CFD">
            <w:t>Smlouva o dílo</w:t>
          </w:r>
        </w:p>
        <w:p w14:paraId="44062EBD" w14:textId="77777777" w:rsidR="00BA1ADE" w:rsidRPr="003462EB" w:rsidRDefault="00BA1ADE" w:rsidP="00F13FDA">
          <w:pPr>
            <w:pStyle w:val="Zpatvlevo"/>
          </w:pPr>
          <w:r w:rsidRPr="00B41CFD">
            <w:t>Zhotovení stavby</w:t>
          </w:r>
        </w:p>
      </w:tc>
    </w:tr>
  </w:tbl>
  <w:p w14:paraId="5F02EA77" w14:textId="77777777" w:rsidR="00BA1ADE" w:rsidRPr="00F13FDA" w:rsidRDefault="00BA1A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1C89B" w14:textId="77777777" w:rsidR="00FB49CE" w:rsidRDefault="00FB49CE" w:rsidP="00962258">
      <w:pPr>
        <w:spacing w:after="0" w:line="240" w:lineRule="auto"/>
      </w:pPr>
      <w:r>
        <w:separator/>
      </w:r>
    </w:p>
  </w:footnote>
  <w:footnote w:type="continuationSeparator" w:id="0">
    <w:p w14:paraId="61B03910" w14:textId="77777777" w:rsidR="00FB49CE" w:rsidRDefault="00FB49C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1ADE" w14:paraId="3B79F732" w14:textId="77777777" w:rsidTr="00B22106">
      <w:trPr>
        <w:trHeight w:hRule="exact" w:val="936"/>
      </w:trPr>
      <w:tc>
        <w:tcPr>
          <w:tcW w:w="1361" w:type="dxa"/>
          <w:tcMar>
            <w:left w:w="0" w:type="dxa"/>
            <w:right w:w="0" w:type="dxa"/>
          </w:tcMar>
        </w:tcPr>
        <w:p w14:paraId="227E3247" w14:textId="77777777" w:rsidR="00BA1ADE" w:rsidRPr="00B8518B" w:rsidRDefault="00BA1ADE" w:rsidP="00FC6389">
          <w:pPr>
            <w:pStyle w:val="Zpat"/>
            <w:rPr>
              <w:rStyle w:val="slostrnky"/>
            </w:rPr>
          </w:pPr>
        </w:p>
      </w:tc>
      <w:tc>
        <w:tcPr>
          <w:tcW w:w="3458" w:type="dxa"/>
          <w:shd w:val="clear" w:color="auto" w:fill="auto"/>
          <w:tcMar>
            <w:left w:w="0" w:type="dxa"/>
            <w:right w:w="0" w:type="dxa"/>
          </w:tcMar>
        </w:tcPr>
        <w:p w14:paraId="5E5B8C22" w14:textId="77777777" w:rsidR="00BA1ADE" w:rsidRDefault="00BA1ADE"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A1ADE" w:rsidRPr="00D6163D" w:rsidRDefault="00BA1ADE" w:rsidP="00FC6389">
          <w:pPr>
            <w:pStyle w:val="Druhdokumentu"/>
          </w:pPr>
        </w:p>
      </w:tc>
    </w:tr>
    <w:tr w:rsidR="00BA1ADE" w14:paraId="1DFD2EDD" w14:textId="77777777" w:rsidTr="00B22106">
      <w:trPr>
        <w:trHeight w:hRule="exact" w:val="936"/>
      </w:trPr>
      <w:tc>
        <w:tcPr>
          <w:tcW w:w="1361" w:type="dxa"/>
          <w:tcMar>
            <w:left w:w="0" w:type="dxa"/>
            <w:right w:w="0" w:type="dxa"/>
          </w:tcMar>
        </w:tcPr>
        <w:p w14:paraId="510D1780" w14:textId="77777777" w:rsidR="00BA1ADE" w:rsidRPr="00B8518B" w:rsidRDefault="00BA1ADE" w:rsidP="00FC6389">
          <w:pPr>
            <w:pStyle w:val="Zpat"/>
            <w:rPr>
              <w:rStyle w:val="slostrnky"/>
            </w:rPr>
          </w:pPr>
        </w:p>
      </w:tc>
      <w:tc>
        <w:tcPr>
          <w:tcW w:w="3458" w:type="dxa"/>
          <w:shd w:val="clear" w:color="auto" w:fill="auto"/>
          <w:tcMar>
            <w:left w:w="0" w:type="dxa"/>
            <w:right w:w="0" w:type="dxa"/>
          </w:tcMar>
        </w:tcPr>
        <w:p w14:paraId="7E4B5746" w14:textId="77777777" w:rsidR="00BA1ADE" w:rsidRDefault="00BA1ADE" w:rsidP="00FC6389">
          <w:pPr>
            <w:pStyle w:val="Zpat"/>
          </w:pPr>
        </w:p>
      </w:tc>
      <w:tc>
        <w:tcPr>
          <w:tcW w:w="5756" w:type="dxa"/>
          <w:shd w:val="clear" w:color="auto" w:fill="auto"/>
          <w:tcMar>
            <w:left w:w="0" w:type="dxa"/>
            <w:right w:w="0" w:type="dxa"/>
          </w:tcMar>
        </w:tcPr>
        <w:p w14:paraId="2B60071A" w14:textId="77777777" w:rsidR="00BA1ADE" w:rsidRPr="00D6163D" w:rsidRDefault="00BA1ADE" w:rsidP="00FC6389">
          <w:pPr>
            <w:pStyle w:val="Druhdokumentu"/>
          </w:pPr>
        </w:p>
      </w:tc>
    </w:tr>
  </w:tbl>
  <w:p w14:paraId="14FB9387" w14:textId="77777777" w:rsidR="00BA1ADE" w:rsidRPr="00D6163D" w:rsidRDefault="00BA1ADE" w:rsidP="00FC6389">
    <w:pPr>
      <w:pStyle w:val="Zhlav"/>
      <w:rPr>
        <w:sz w:val="8"/>
        <w:szCs w:val="8"/>
      </w:rPr>
    </w:pPr>
  </w:p>
  <w:p w14:paraId="12576136" w14:textId="77777777" w:rsidR="00BA1ADE" w:rsidRPr="00460660" w:rsidRDefault="00BA1AD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A1ADE" w:rsidRPr="00D6163D" w:rsidRDefault="00BA1AD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A1ADE" w:rsidRPr="00D6163D" w:rsidRDefault="00BA1AD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A1ADE" w:rsidRPr="00D6163D" w:rsidRDefault="00BA1AD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A1ADE" w:rsidRPr="00D6163D" w:rsidRDefault="00BA1AD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A1ADE" w:rsidRPr="00D6163D" w:rsidRDefault="00BA1AD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A1ADE" w:rsidRPr="00D6163D" w:rsidRDefault="00BA1AD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A1ADE" w:rsidRPr="00D6163D" w:rsidRDefault="00BA1AD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A1ADE" w:rsidRPr="00D6163D" w:rsidRDefault="00BA1AD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2B64A5"/>
    <w:multiLevelType w:val="hybridMultilevel"/>
    <w:tmpl w:val="A5FA0C0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04060F5"/>
    <w:multiLevelType w:val="hybridMultilevel"/>
    <w:tmpl w:val="D236E6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1"/>
  </w:num>
  <w:num w:numId="9">
    <w:abstractNumId w:val="0"/>
  </w:num>
  <w:num w:numId="10">
    <w:abstractNumId w:val="2"/>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8"/>
  </w:num>
  <w:num w:numId="44">
    <w:abstractNumId w:val="7"/>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1082"/>
    <w:rsid w:val="00012BD0"/>
    <w:rsid w:val="00016643"/>
    <w:rsid w:val="00017F3C"/>
    <w:rsid w:val="000209B1"/>
    <w:rsid w:val="00022F72"/>
    <w:rsid w:val="00022FF9"/>
    <w:rsid w:val="00024D0D"/>
    <w:rsid w:val="00026487"/>
    <w:rsid w:val="000317CE"/>
    <w:rsid w:val="00036500"/>
    <w:rsid w:val="00037D85"/>
    <w:rsid w:val="00041EC8"/>
    <w:rsid w:val="000432C2"/>
    <w:rsid w:val="00044C18"/>
    <w:rsid w:val="00047152"/>
    <w:rsid w:val="0005402B"/>
    <w:rsid w:val="0006588D"/>
    <w:rsid w:val="00065937"/>
    <w:rsid w:val="00066925"/>
    <w:rsid w:val="00067A5E"/>
    <w:rsid w:val="000719BB"/>
    <w:rsid w:val="00071D7C"/>
    <w:rsid w:val="00072A65"/>
    <w:rsid w:val="00072C1E"/>
    <w:rsid w:val="0008335F"/>
    <w:rsid w:val="00091247"/>
    <w:rsid w:val="00095002"/>
    <w:rsid w:val="000A24F5"/>
    <w:rsid w:val="000B17CA"/>
    <w:rsid w:val="000B4EB8"/>
    <w:rsid w:val="000C2B01"/>
    <w:rsid w:val="000C41F2"/>
    <w:rsid w:val="000C4EB8"/>
    <w:rsid w:val="000D22C4"/>
    <w:rsid w:val="000D27D1"/>
    <w:rsid w:val="000E002D"/>
    <w:rsid w:val="000E056D"/>
    <w:rsid w:val="000E1599"/>
    <w:rsid w:val="000E1A7F"/>
    <w:rsid w:val="001003EC"/>
    <w:rsid w:val="00100A65"/>
    <w:rsid w:val="001047D9"/>
    <w:rsid w:val="00106CD8"/>
    <w:rsid w:val="0011234C"/>
    <w:rsid w:val="00112864"/>
    <w:rsid w:val="00112FD7"/>
    <w:rsid w:val="00114472"/>
    <w:rsid w:val="00114988"/>
    <w:rsid w:val="00115069"/>
    <w:rsid w:val="001150F2"/>
    <w:rsid w:val="00123F99"/>
    <w:rsid w:val="00135103"/>
    <w:rsid w:val="00137224"/>
    <w:rsid w:val="00143EC0"/>
    <w:rsid w:val="0014753B"/>
    <w:rsid w:val="00155EB3"/>
    <w:rsid w:val="00156ED2"/>
    <w:rsid w:val="001656A2"/>
    <w:rsid w:val="00165977"/>
    <w:rsid w:val="00165A7B"/>
    <w:rsid w:val="00166E96"/>
    <w:rsid w:val="001677FA"/>
    <w:rsid w:val="00170C80"/>
    <w:rsid w:val="00170EC5"/>
    <w:rsid w:val="00173A70"/>
    <w:rsid w:val="001747C1"/>
    <w:rsid w:val="00175FB0"/>
    <w:rsid w:val="00177D6B"/>
    <w:rsid w:val="0018488C"/>
    <w:rsid w:val="00187660"/>
    <w:rsid w:val="00191F90"/>
    <w:rsid w:val="001969F1"/>
    <w:rsid w:val="001A0743"/>
    <w:rsid w:val="001A3412"/>
    <w:rsid w:val="001A56C6"/>
    <w:rsid w:val="001A7302"/>
    <w:rsid w:val="001B4E74"/>
    <w:rsid w:val="001C3180"/>
    <w:rsid w:val="001C5817"/>
    <w:rsid w:val="001C645F"/>
    <w:rsid w:val="001C667B"/>
    <w:rsid w:val="001D14A5"/>
    <w:rsid w:val="001D57CF"/>
    <w:rsid w:val="001D6A3F"/>
    <w:rsid w:val="001E0048"/>
    <w:rsid w:val="001E41F9"/>
    <w:rsid w:val="001E678E"/>
    <w:rsid w:val="001F198A"/>
    <w:rsid w:val="001F518E"/>
    <w:rsid w:val="00200765"/>
    <w:rsid w:val="002038D5"/>
    <w:rsid w:val="002071BB"/>
    <w:rsid w:val="00207DF5"/>
    <w:rsid w:val="00213656"/>
    <w:rsid w:val="00215434"/>
    <w:rsid w:val="00217281"/>
    <w:rsid w:val="00222785"/>
    <w:rsid w:val="00225027"/>
    <w:rsid w:val="00225674"/>
    <w:rsid w:val="00235568"/>
    <w:rsid w:val="00237604"/>
    <w:rsid w:val="00240B81"/>
    <w:rsid w:val="00247D01"/>
    <w:rsid w:val="00252206"/>
    <w:rsid w:val="002541B2"/>
    <w:rsid w:val="002559D0"/>
    <w:rsid w:val="00255AE4"/>
    <w:rsid w:val="00255B10"/>
    <w:rsid w:val="00261A5B"/>
    <w:rsid w:val="00262E5B"/>
    <w:rsid w:val="002672D0"/>
    <w:rsid w:val="00270194"/>
    <w:rsid w:val="00276AFE"/>
    <w:rsid w:val="002774BB"/>
    <w:rsid w:val="00277FD9"/>
    <w:rsid w:val="002902E1"/>
    <w:rsid w:val="00296B4A"/>
    <w:rsid w:val="00296F38"/>
    <w:rsid w:val="002A3B57"/>
    <w:rsid w:val="002A474D"/>
    <w:rsid w:val="002A7B96"/>
    <w:rsid w:val="002B0090"/>
    <w:rsid w:val="002B0E4B"/>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0004F"/>
    <w:rsid w:val="00311475"/>
    <w:rsid w:val="003149C0"/>
    <w:rsid w:val="0031758B"/>
    <w:rsid w:val="003268D5"/>
    <w:rsid w:val="00327EEF"/>
    <w:rsid w:val="0033239F"/>
    <w:rsid w:val="00335132"/>
    <w:rsid w:val="0034274B"/>
    <w:rsid w:val="00342DC7"/>
    <w:rsid w:val="0034719F"/>
    <w:rsid w:val="00350A35"/>
    <w:rsid w:val="003561FD"/>
    <w:rsid w:val="003571D8"/>
    <w:rsid w:val="00357BC6"/>
    <w:rsid w:val="00361422"/>
    <w:rsid w:val="00363041"/>
    <w:rsid w:val="003646B0"/>
    <w:rsid w:val="00364DD6"/>
    <w:rsid w:val="00371203"/>
    <w:rsid w:val="0037545D"/>
    <w:rsid w:val="003767EA"/>
    <w:rsid w:val="00382E2C"/>
    <w:rsid w:val="00385B90"/>
    <w:rsid w:val="00392910"/>
    <w:rsid w:val="00392EB6"/>
    <w:rsid w:val="003930AF"/>
    <w:rsid w:val="00393E15"/>
    <w:rsid w:val="003956C6"/>
    <w:rsid w:val="003B1D6A"/>
    <w:rsid w:val="003B23D6"/>
    <w:rsid w:val="003B4A16"/>
    <w:rsid w:val="003C17A4"/>
    <w:rsid w:val="003C33F2"/>
    <w:rsid w:val="003D6859"/>
    <w:rsid w:val="003D756E"/>
    <w:rsid w:val="003E2969"/>
    <w:rsid w:val="003E420D"/>
    <w:rsid w:val="003E4C13"/>
    <w:rsid w:val="003F2C3E"/>
    <w:rsid w:val="0040283D"/>
    <w:rsid w:val="00405A01"/>
    <w:rsid w:val="0040659D"/>
    <w:rsid w:val="004078F3"/>
    <w:rsid w:val="004160CB"/>
    <w:rsid w:val="0042512C"/>
    <w:rsid w:val="0042612D"/>
    <w:rsid w:val="00427794"/>
    <w:rsid w:val="004328E4"/>
    <w:rsid w:val="00435654"/>
    <w:rsid w:val="00450F07"/>
    <w:rsid w:val="00452C31"/>
    <w:rsid w:val="00453CD3"/>
    <w:rsid w:val="00455CE8"/>
    <w:rsid w:val="00460660"/>
    <w:rsid w:val="00464BA9"/>
    <w:rsid w:val="004676FD"/>
    <w:rsid w:val="00470B05"/>
    <w:rsid w:val="004711A9"/>
    <w:rsid w:val="00474B51"/>
    <w:rsid w:val="00475FC6"/>
    <w:rsid w:val="00483969"/>
    <w:rsid w:val="004847D9"/>
    <w:rsid w:val="00484FB4"/>
    <w:rsid w:val="00486107"/>
    <w:rsid w:val="00486EAD"/>
    <w:rsid w:val="00491827"/>
    <w:rsid w:val="004A36B7"/>
    <w:rsid w:val="004A4141"/>
    <w:rsid w:val="004A59C4"/>
    <w:rsid w:val="004A61C4"/>
    <w:rsid w:val="004A6322"/>
    <w:rsid w:val="004B166A"/>
    <w:rsid w:val="004B4299"/>
    <w:rsid w:val="004B5555"/>
    <w:rsid w:val="004C1A60"/>
    <w:rsid w:val="004C4399"/>
    <w:rsid w:val="004C787C"/>
    <w:rsid w:val="004D09FB"/>
    <w:rsid w:val="004D180A"/>
    <w:rsid w:val="004E2C64"/>
    <w:rsid w:val="004E6233"/>
    <w:rsid w:val="004E7A1F"/>
    <w:rsid w:val="004F03BA"/>
    <w:rsid w:val="004F4B9B"/>
    <w:rsid w:val="004F7C43"/>
    <w:rsid w:val="00500E0F"/>
    <w:rsid w:val="00501042"/>
    <w:rsid w:val="00502558"/>
    <w:rsid w:val="00502690"/>
    <w:rsid w:val="00502C5A"/>
    <w:rsid w:val="00503579"/>
    <w:rsid w:val="0050666E"/>
    <w:rsid w:val="00511AB9"/>
    <w:rsid w:val="005173AA"/>
    <w:rsid w:val="00521AC5"/>
    <w:rsid w:val="00523BB5"/>
    <w:rsid w:val="00523EA7"/>
    <w:rsid w:val="0052690B"/>
    <w:rsid w:val="00530E95"/>
    <w:rsid w:val="005406EB"/>
    <w:rsid w:val="005422E2"/>
    <w:rsid w:val="00544816"/>
    <w:rsid w:val="00553375"/>
    <w:rsid w:val="00555884"/>
    <w:rsid w:val="00556AD4"/>
    <w:rsid w:val="005614AC"/>
    <w:rsid w:val="00562209"/>
    <w:rsid w:val="00567623"/>
    <w:rsid w:val="00567E99"/>
    <w:rsid w:val="00571B39"/>
    <w:rsid w:val="00572EC3"/>
    <w:rsid w:val="005736B7"/>
    <w:rsid w:val="00575E5A"/>
    <w:rsid w:val="00580245"/>
    <w:rsid w:val="00582A82"/>
    <w:rsid w:val="00590C91"/>
    <w:rsid w:val="00595534"/>
    <w:rsid w:val="005A1F44"/>
    <w:rsid w:val="005A26FE"/>
    <w:rsid w:val="005A34AA"/>
    <w:rsid w:val="005B256E"/>
    <w:rsid w:val="005B4616"/>
    <w:rsid w:val="005C4657"/>
    <w:rsid w:val="005D3C39"/>
    <w:rsid w:val="005D5D29"/>
    <w:rsid w:val="005D6794"/>
    <w:rsid w:val="005E007F"/>
    <w:rsid w:val="005E31FB"/>
    <w:rsid w:val="005E69D2"/>
    <w:rsid w:val="005E6C01"/>
    <w:rsid w:val="005E6C20"/>
    <w:rsid w:val="005E7125"/>
    <w:rsid w:val="005F3A8C"/>
    <w:rsid w:val="00600ECE"/>
    <w:rsid w:val="00601A8C"/>
    <w:rsid w:val="00606FE8"/>
    <w:rsid w:val="0061068E"/>
    <w:rsid w:val="006115D3"/>
    <w:rsid w:val="00620BEE"/>
    <w:rsid w:val="006231B6"/>
    <w:rsid w:val="00623FDC"/>
    <w:rsid w:val="00627A00"/>
    <w:rsid w:val="006428D9"/>
    <w:rsid w:val="00646738"/>
    <w:rsid w:val="0064721B"/>
    <w:rsid w:val="00654F4C"/>
    <w:rsid w:val="0065610E"/>
    <w:rsid w:val="00660AD3"/>
    <w:rsid w:val="00661476"/>
    <w:rsid w:val="006776B6"/>
    <w:rsid w:val="00680C34"/>
    <w:rsid w:val="0069216F"/>
    <w:rsid w:val="00693150"/>
    <w:rsid w:val="00695A1C"/>
    <w:rsid w:val="006A12A4"/>
    <w:rsid w:val="006A20FC"/>
    <w:rsid w:val="006A2657"/>
    <w:rsid w:val="006A5570"/>
    <w:rsid w:val="006A5576"/>
    <w:rsid w:val="006A588E"/>
    <w:rsid w:val="006A689C"/>
    <w:rsid w:val="006B3D79"/>
    <w:rsid w:val="006B6FE4"/>
    <w:rsid w:val="006C2343"/>
    <w:rsid w:val="006C442A"/>
    <w:rsid w:val="006C71DC"/>
    <w:rsid w:val="006D0C70"/>
    <w:rsid w:val="006D30C1"/>
    <w:rsid w:val="006D5FB4"/>
    <w:rsid w:val="006D6057"/>
    <w:rsid w:val="006D7953"/>
    <w:rsid w:val="006E0578"/>
    <w:rsid w:val="006E1DF8"/>
    <w:rsid w:val="006E314D"/>
    <w:rsid w:val="006E7284"/>
    <w:rsid w:val="006E7799"/>
    <w:rsid w:val="006F19DD"/>
    <w:rsid w:val="006F4030"/>
    <w:rsid w:val="00704A28"/>
    <w:rsid w:val="00704D1E"/>
    <w:rsid w:val="00710723"/>
    <w:rsid w:val="007145F3"/>
    <w:rsid w:val="00723ED1"/>
    <w:rsid w:val="00724FB3"/>
    <w:rsid w:val="0072549E"/>
    <w:rsid w:val="007266DE"/>
    <w:rsid w:val="0072706F"/>
    <w:rsid w:val="007317C8"/>
    <w:rsid w:val="007328D8"/>
    <w:rsid w:val="00737F63"/>
    <w:rsid w:val="007406A7"/>
    <w:rsid w:val="00740AF5"/>
    <w:rsid w:val="00743525"/>
    <w:rsid w:val="00743890"/>
    <w:rsid w:val="007470DC"/>
    <w:rsid w:val="0075327C"/>
    <w:rsid w:val="00753921"/>
    <w:rsid w:val="007541A2"/>
    <w:rsid w:val="00755818"/>
    <w:rsid w:val="00756305"/>
    <w:rsid w:val="00756F28"/>
    <w:rsid w:val="0076037E"/>
    <w:rsid w:val="007616C2"/>
    <w:rsid w:val="007621E5"/>
    <w:rsid w:val="0076286B"/>
    <w:rsid w:val="00765056"/>
    <w:rsid w:val="00766846"/>
    <w:rsid w:val="00773E76"/>
    <w:rsid w:val="00774FC5"/>
    <w:rsid w:val="00775353"/>
    <w:rsid w:val="0077673A"/>
    <w:rsid w:val="00780051"/>
    <w:rsid w:val="007846E1"/>
    <w:rsid w:val="007847D6"/>
    <w:rsid w:val="007853BA"/>
    <w:rsid w:val="0078589A"/>
    <w:rsid w:val="00787A35"/>
    <w:rsid w:val="007917FE"/>
    <w:rsid w:val="0079233A"/>
    <w:rsid w:val="00795154"/>
    <w:rsid w:val="00795412"/>
    <w:rsid w:val="007A0B40"/>
    <w:rsid w:val="007A5172"/>
    <w:rsid w:val="007A67A0"/>
    <w:rsid w:val="007A7C23"/>
    <w:rsid w:val="007A7DDE"/>
    <w:rsid w:val="007B1C26"/>
    <w:rsid w:val="007B3D48"/>
    <w:rsid w:val="007B570C"/>
    <w:rsid w:val="007C5289"/>
    <w:rsid w:val="007C567F"/>
    <w:rsid w:val="007D26F9"/>
    <w:rsid w:val="007D4939"/>
    <w:rsid w:val="007E17DE"/>
    <w:rsid w:val="007E38E1"/>
    <w:rsid w:val="007E4A6E"/>
    <w:rsid w:val="007E5180"/>
    <w:rsid w:val="007F56A7"/>
    <w:rsid w:val="00800851"/>
    <w:rsid w:val="00805782"/>
    <w:rsid w:val="00805E30"/>
    <w:rsid w:val="00807DD0"/>
    <w:rsid w:val="00812890"/>
    <w:rsid w:val="00813734"/>
    <w:rsid w:val="008156D5"/>
    <w:rsid w:val="008175E5"/>
    <w:rsid w:val="00821D01"/>
    <w:rsid w:val="00826B7B"/>
    <w:rsid w:val="00831AF2"/>
    <w:rsid w:val="0083394A"/>
    <w:rsid w:val="0083541D"/>
    <w:rsid w:val="00842A50"/>
    <w:rsid w:val="008447DA"/>
    <w:rsid w:val="00846789"/>
    <w:rsid w:val="00846C6F"/>
    <w:rsid w:val="00847777"/>
    <w:rsid w:val="00850B67"/>
    <w:rsid w:val="00850E48"/>
    <w:rsid w:val="0085553F"/>
    <w:rsid w:val="00855AA8"/>
    <w:rsid w:val="00866994"/>
    <w:rsid w:val="00867FF3"/>
    <w:rsid w:val="00875F66"/>
    <w:rsid w:val="00877BD8"/>
    <w:rsid w:val="00883098"/>
    <w:rsid w:val="00884582"/>
    <w:rsid w:val="0089098F"/>
    <w:rsid w:val="00892A61"/>
    <w:rsid w:val="008A3568"/>
    <w:rsid w:val="008A3592"/>
    <w:rsid w:val="008A7656"/>
    <w:rsid w:val="008B011A"/>
    <w:rsid w:val="008B2F29"/>
    <w:rsid w:val="008B48D3"/>
    <w:rsid w:val="008C3009"/>
    <w:rsid w:val="008C50F3"/>
    <w:rsid w:val="008C7EFE"/>
    <w:rsid w:val="008D03B9"/>
    <w:rsid w:val="008D30C7"/>
    <w:rsid w:val="008D6EE3"/>
    <w:rsid w:val="008E2446"/>
    <w:rsid w:val="008E2D5D"/>
    <w:rsid w:val="008E50CE"/>
    <w:rsid w:val="008F18D6"/>
    <w:rsid w:val="008F2C9B"/>
    <w:rsid w:val="008F7242"/>
    <w:rsid w:val="008F797B"/>
    <w:rsid w:val="00904780"/>
    <w:rsid w:val="0090635B"/>
    <w:rsid w:val="00913311"/>
    <w:rsid w:val="00914256"/>
    <w:rsid w:val="009152C2"/>
    <w:rsid w:val="00922385"/>
    <w:rsid w:val="009223DF"/>
    <w:rsid w:val="009262D6"/>
    <w:rsid w:val="00936091"/>
    <w:rsid w:val="00940193"/>
    <w:rsid w:val="00940D8A"/>
    <w:rsid w:val="00941058"/>
    <w:rsid w:val="009410B9"/>
    <w:rsid w:val="00942184"/>
    <w:rsid w:val="00945CD8"/>
    <w:rsid w:val="00946FE9"/>
    <w:rsid w:val="00950FD8"/>
    <w:rsid w:val="009530C9"/>
    <w:rsid w:val="00962258"/>
    <w:rsid w:val="00966BE8"/>
    <w:rsid w:val="009678B7"/>
    <w:rsid w:val="00974AE2"/>
    <w:rsid w:val="0097711A"/>
    <w:rsid w:val="009809A9"/>
    <w:rsid w:val="0098100D"/>
    <w:rsid w:val="00985DF9"/>
    <w:rsid w:val="00987222"/>
    <w:rsid w:val="00992D9C"/>
    <w:rsid w:val="00995DF9"/>
    <w:rsid w:val="00996CB8"/>
    <w:rsid w:val="009A03C6"/>
    <w:rsid w:val="009A0E00"/>
    <w:rsid w:val="009A12BD"/>
    <w:rsid w:val="009A2F60"/>
    <w:rsid w:val="009B2E97"/>
    <w:rsid w:val="009B4201"/>
    <w:rsid w:val="009B5146"/>
    <w:rsid w:val="009C12D7"/>
    <w:rsid w:val="009C418E"/>
    <w:rsid w:val="009C442C"/>
    <w:rsid w:val="009D2682"/>
    <w:rsid w:val="009D7398"/>
    <w:rsid w:val="009E07F4"/>
    <w:rsid w:val="009E4D52"/>
    <w:rsid w:val="009E4EBF"/>
    <w:rsid w:val="009F0867"/>
    <w:rsid w:val="009F309B"/>
    <w:rsid w:val="009F392E"/>
    <w:rsid w:val="009F53C5"/>
    <w:rsid w:val="009F5E87"/>
    <w:rsid w:val="009F638B"/>
    <w:rsid w:val="00A0271B"/>
    <w:rsid w:val="00A06EE5"/>
    <w:rsid w:val="00A0740E"/>
    <w:rsid w:val="00A21A01"/>
    <w:rsid w:val="00A220ED"/>
    <w:rsid w:val="00A25201"/>
    <w:rsid w:val="00A254D7"/>
    <w:rsid w:val="00A2761F"/>
    <w:rsid w:val="00A27C53"/>
    <w:rsid w:val="00A349C6"/>
    <w:rsid w:val="00A50641"/>
    <w:rsid w:val="00A530BF"/>
    <w:rsid w:val="00A54211"/>
    <w:rsid w:val="00A54DF0"/>
    <w:rsid w:val="00A60EE7"/>
    <w:rsid w:val="00A6177B"/>
    <w:rsid w:val="00A641F7"/>
    <w:rsid w:val="00A66136"/>
    <w:rsid w:val="00A66949"/>
    <w:rsid w:val="00A71189"/>
    <w:rsid w:val="00A7146B"/>
    <w:rsid w:val="00A7240B"/>
    <w:rsid w:val="00A7364A"/>
    <w:rsid w:val="00A74DCC"/>
    <w:rsid w:val="00A753ED"/>
    <w:rsid w:val="00A77512"/>
    <w:rsid w:val="00A84A25"/>
    <w:rsid w:val="00A875F5"/>
    <w:rsid w:val="00A90DB9"/>
    <w:rsid w:val="00A914A4"/>
    <w:rsid w:val="00A9172B"/>
    <w:rsid w:val="00A944F1"/>
    <w:rsid w:val="00A94C2F"/>
    <w:rsid w:val="00AA4CBB"/>
    <w:rsid w:val="00AA5132"/>
    <w:rsid w:val="00AA5B3B"/>
    <w:rsid w:val="00AA65FA"/>
    <w:rsid w:val="00AA7351"/>
    <w:rsid w:val="00AA7AB8"/>
    <w:rsid w:val="00AB31D5"/>
    <w:rsid w:val="00AB5342"/>
    <w:rsid w:val="00AB5359"/>
    <w:rsid w:val="00AB5F0F"/>
    <w:rsid w:val="00AC532C"/>
    <w:rsid w:val="00AC58CE"/>
    <w:rsid w:val="00AC720D"/>
    <w:rsid w:val="00AD056F"/>
    <w:rsid w:val="00AD0C7B"/>
    <w:rsid w:val="00AD57AF"/>
    <w:rsid w:val="00AD5A58"/>
    <w:rsid w:val="00AD5F1A"/>
    <w:rsid w:val="00AD6731"/>
    <w:rsid w:val="00AE4B52"/>
    <w:rsid w:val="00AE4FD5"/>
    <w:rsid w:val="00AF0C67"/>
    <w:rsid w:val="00AF2581"/>
    <w:rsid w:val="00B008D5"/>
    <w:rsid w:val="00B02BA2"/>
    <w:rsid w:val="00B02F73"/>
    <w:rsid w:val="00B0444D"/>
    <w:rsid w:val="00B05B31"/>
    <w:rsid w:val="00B05B3C"/>
    <w:rsid w:val="00B0619F"/>
    <w:rsid w:val="00B0730C"/>
    <w:rsid w:val="00B07F50"/>
    <w:rsid w:val="00B12908"/>
    <w:rsid w:val="00B1322A"/>
    <w:rsid w:val="00B13A26"/>
    <w:rsid w:val="00B158B3"/>
    <w:rsid w:val="00B15D0D"/>
    <w:rsid w:val="00B16250"/>
    <w:rsid w:val="00B16CED"/>
    <w:rsid w:val="00B22106"/>
    <w:rsid w:val="00B327F6"/>
    <w:rsid w:val="00B402AD"/>
    <w:rsid w:val="00B42F40"/>
    <w:rsid w:val="00B45DD9"/>
    <w:rsid w:val="00B46F24"/>
    <w:rsid w:val="00B47D17"/>
    <w:rsid w:val="00B5431A"/>
    <w:rsid w:val="00B55EA1"/>
    <w:rsid w:val="00B61E49"/>
    <w:rsid w:val="00B64B6B"/>
    <w:rsid w:val="00B675F5"/>
    <w:rsid w:val="00B75123"/>
    <w:rsid w:val="00B75EE1"/>
    <w:rsid w:val="00B77481"/>
    <w:rsid w:val="00B835F7"/>
    <w:rsid w:val="00B836AA"/>
    <w:rsid w:val="00B83806"/>
    <w:rsid w:val="00B8518B"/>
    <w:rsid w:val="00B85878"/>
    <w:rsid w:val="00B97CC3"/>
    <w:rsid w:val="00BA1ADE"/>
    <w:rsid w:val="00BA4391"/>
    <w:rsid w:val="00BA5659"/>
    <w:rsid w:val="00BB08EC"/>
    <w:rsid w:val="00BB1390"/>
    <w:rsid w:val="00BB18C3"/>
    <w:rsid w:val="00BC06C4"/>
    <w:rsid w:val="00BC5B27"/>
    <w:rsid w:val="00BC5BDD"/>
    <w:rsid w:val="00BC6354"/>
    <w:rsid w:val="00BD5DE9"/>
    <w:rsid w:val="00BD7E91"/>
    <w:rsid w:val="00BD7F0D"/>
    <w:rsid w:val="00BE4D92"/>
    <w:rsid w:val="00BF2C31"/>
    <w:rsid w:val="00BF4AD6"/>
    <w:rsid w:val="00BF4C5D"/>
    <w:rsid w:val="00BF7B07"/>
    <w:rsid w:val="00C02440"/>
    <w:rsid w:val="00C02AF6"/>
    <w:rsid w:val="00C02D0A"/>
    <w:rsid w:val="00C03A6E"/>
    <w:rsid w:val="00C1205A"/>
    <w:rsid w:val="00C123E1"/>
    <w:rsid w:val="00C1662E"/>
    <w:rsid w:val="00C226C0"/>
    <w:rsid w:val="00C22810"/>
    <w:rsid w:val="00C24A6C"/>
    <w:rsid w:val="00C3335F"/>
    <w:rsid w:val="00C3647F"/>
    <w:rsid w:val="00C3768B"/>
    <w:rsid w:val="00C42FE6"/>
    <w:rsid w:val="00C44F6A"/>
    <w:rsid w:val="00C4537D"/>
    <w:rsid w:val="00C4638F"/>
    <w:rsid w:val="00C469A6"/>
    <w:rsid w:val="00C566A1"/>
    <w:rsid w:val="00C6198E"/>
    <w:rsid w:val="00C708EA"/>
    <w:rsid w:val="00C731EA"/>
    <w:rsid w:val="00C778A5"/>
    <w:rsid w:val="00C821EE"/>
    <w:rsid w:val="00C84902"/>
    <w:rsid w:val="00C8603A"/>
    <w:rsid w:val="00C866F8"/>
    <w:rsid w:val="00C90DB5"/>
    <w:rsid w:val="00C9118F"/>
    <w:rsid w:val="00C95162"/>
    <w:rsid w:val="00CA7A52"/>
    <w:rsid w:val="00CB40B0"/>
    <w:rsid w:val="00CB4F6D"/>
    <w:rsid w:val="00CB52D6"/>
    <w:rsid w:val="00CB6A37"/>
    <w:rsid w:val="00CB7684"/>
    <w:rsid w:val="00CC2558"/>
    <w:rsid w:val="00CC4EA8"/>
    <w:rsid w:val="00CC63BE"/>
    <w:rsid w:val="00CC6517"/>
    <w:rsid w:val="00CC7C8F"/>
    <w:rsid w:val="00CD1178"/>
    <w:rsid w:val="00CD1FC4"/>
    <w:rsid w:val="00CD38C6"/>
    <w:rsid w:val="00CD4C9E"/>
    <w:rsid w:val="00CD5593"/>
    <w:rsid w:val="00CD753C"/>
    <w:rsid w:val="00CE3EF8"/>
    <w:rsid w:val="00CF34D0"/>
    <w:rsid w:val="00CF4BB5"/>
    <w:rsid w:val="00CF6C1A"/>
    <w:rsid w:val="00D017A6"/>
    <w:rsid w:val="00D034A0"/>
    <w:rsid w:val="00D06E55"/>
    <w:rsid w:val="00D103B7"/>
    <w:rsid w:val="00D12133"/>
    <w:rsid w:val="00D21061"/>
    <w:rsid w:val="00D22281"/>
    <w:rsid w:val="00D239A6"/>
    <w:rsid w:val="00D40E64"/>
    <w:rsid w:val="00D4108E"/>
    <w:rsid w:val="00D4328E"/>
    <w:rsid w:val="00D4483A"/>
    <w:rsid w:val="00D50FE6"/>
    <w:rsid w:val="00D52936"/>
    <w:rsid w:val="00D60CA0"/>
    <w:rsid w:val="00D60F69"/>
    <w:rsid w:val="00D6163D"/>
    <w:rsid w:val="00D701DC"/>
    <w:rsid w:val="00D737B4"/>
    <w:rsid w:val="00D75517"/>
    <w:rsid w:val="00D831A3"/>
    <w:rsid w:val="00D9024C"/>
    <w:rsid w:val="00D940BE"/>
    <w:rsid w:val="00D97BE3"/>
    <w:rsid w:val="00DA3042"/>
    <w:rsid w:val="00DA3711"/>
    <w:rsid w:val="00DA598C"/>
    <w:rsid w:val="00DB498A"/>
    <w:rsid w:val="00DC14F8"/>
    <w:rsid w:val="00DC664C"/>
    <w:rsid w:val="00DD04AC"/>
    <w:rsid w:val="00DD46F3"/>
    <w:rsid w:val="00DD4862"/>
    <w:rsid w:val="00DE0D9C"/>
    <w:rsid w:val="00DE2A7D"/>
    <w:rsid w:val="00DE3EC5"/>
    <w:rsid w:val="00DE56F2"/>
    <w:rsid w:val="00DF116D"/>
    <w:rsid w:val="00DF1B9C"/>
    <w:rsid w:val="00DF7604"/>
    <w:rsid w:val="00E01514"/>
    <w:rsid w:val="00E0467D"/>
    <w:rsid w:val="00E16A61"/>
    <w:rsid w:val="00E16FF7"/>
    <w:rsid w:val="00E21FA2"/>
    <w:rsid w:val="00E2245C"/>
    <w:rsid w:val="00E26D68"/>
    <w:rsid w:val="00E3417B"/>
    <w:rsid w:val="00E34964"/>
    <w:rsid w:val="00E37457"/>
    <w:rsid w:val="00E44045"/>
    <w:rsid w:val="00E51EEC"/>
    <w:rsid w:val="00E61100"/>
    <w:rsid w:val="00E618C4"/>
    <w:rsid w:val="00E6776C"/>
    <w:rsid w:val="00E7415D"/>
    <w:rsid w:val="00E74C6E"/>
    <w:rsid w:val="00E75D8D"/>
    <w:rsid w:val="00E855ED"/>
    <w:rsid w:val="00E86D56"/>
    <w:rsid w:val="00E878EE"/>
    <w:rsid w:val="00E901A3"/>
    <w:rsid w:val="00E903C6"/>
    <w:rsid w:val="00E918A1"/>
    <w:rsid w:val="00E9238B"/>
    <w:rsid w:val="00EA0D88"/>
    <w:rsid w:val="00EA3CE3"/>
    <w:rsid w:val="00EA585B"/>
    <w:rsid w:val="00EA6EC7"/>
    <w:rsid w:val="00EB104F"/>
    <w:rsid w:val="00EB46E5"/>
    <w:rsid w:val="00EB5207"/>
    <w:rsid w:val="00EC4504"/>
    <w:rsid w:val="00ED14BD"/>
    <w:rsid w:val="00ED5608"/>
    <w:rsid w:val="00EE7A4C"/>
    <w:rsid w:val="00EF6D64"/>
    <w:rsid w:val="00F00591"/>
    <w:rsid w:val="00F016C7"/>
    <w:rsid w:val="00F02832"/>
    <w:rsid w:val="00F04971"/>
    <w:rsid w:val="00F12DEC"/>
    <w:rsid w:val="00F13FDA"/>
    <w:rsid w:val="00F1715C"/>
    <w:rsid w:val="00F21E6B"/>
    <w:rsid w:val="00F310F8"/>
    <w:rsid w:val="00F35939"/>
    <w:rsid w:val="00F41524"/>
    <w:rsid w:val="00F422D3"/>
    <w:rsid w:val="00F43D42"/>
    <w:rsid w:val="00F45607"/>
    <w:rsid w:val="00F46371"/>
    <w:rsid w:val="00F4722B"/>
    <w:rsid w:val="00F51870"/>
    <w:rsid w:val="00F51FD9"/>
    <w:rsid w:val="00F54432"/>
    <w:rsid w:val="00F566DC"/>
    <w:rsid w:val="00F65035"/>
    <w:rsid w:val="00F659EB"/>
    <w:rsid w:val="00F679DB"/>
    <w:rsid w:val="00F71DDF"/>
    <w:rsid w:val="00F74127"/>
    <w:rsid w:val="00F762A8"/>
    <w:rsid w:val="00F7740E"/>
    <w:rsid w:val="00F82B15"/>
    <w:rsid w:val="00F86964"/>
    <w:rsid w:val="00F86BA6"/>
    <w:rsid w:val="00F90732"/>
    <w:rsid w:val="00F91B03"/>
    <w:rsid w:val="00F95FBD"/>
    <w:rsid w:val="00FA2504"/>
    <w:rsid w:val="00FA5E56"/>
    <w:rsid w:val="00FA7DE3"/>
    <w:rsid w:val="00FB41FC"/>
    <w:rsid w:val="00FB464D"/>
    <w:rsid w:val="00FB49CE"/>
    <w:rsid w:val="00FB504B"/>
    <w:rsid w:val="00FB6342"/>
    <w:rsid w:val="00FC166B"/>
    <w:rsid w:val="00FC2348"/>
    <w:rsid w:val="00FC6389"/>
    <w:rsid w:val="00FD1109"/>
    <w:rsid w:val="00FD2A49"/>
    <w:rsid w:val="00FE023E"/>
    <w:rsid w:val="00FE0D8E"/>
    <w:rsid w:val="00FE479A"/>
    <w:rsid w:val="00FE578D"/>
    <w:rsid w:val="00FE6680"/>
    <w:rsid w:val="00FE6AEC"/>
    <w:rsid w:val="00FE78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57903823">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3C40C5D-93D0-4589-88E9-52FE2AC7B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214</TotalTime>
  <Pages>24</Pages>
  <Words>5300</Words>
  <Characters>31274</Characters>
  <Application>Microsoft Office Word</Application>
  <DocSecurity>0</DocSecurity>
  <Lines>260</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Baudis Martin, Bc.</cp:lastModifiedBy>
  <cp:revision>58</cp:revision>
  <cp:lastPrinted>2021-01-18T09:00:00Z</cp:lastPrinted>
  <dcterms:created xsi:type="dcterms:W3CDTF">2022-02-24T10:59:00Z</dcterms:created>
  <dcterms:modified xsi:type="dcterms:W3CDTF">2022-04-25T08:11:00Z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