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37260EAE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B44F8D" w:rsidRPr="00D436CE">
        <w:rPr>
          <w:b/>
          <w:color w:val="FF5200" w:themeColor="accent2"/>
          <w:sz w:val="36"/>
          <w:szCs w:val="36"/>
        </w:rPr>
        <w:t>„Dodávky ochranných brýlí pro strojvůdce 2022 - 2023</w:t>
      </w:r>
      <w:r w:rsidR="0031280B" w:rsidRPr="00D436CE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proofErr w:type="gramStart"/>
      <w:r w:rsidR="00B44F8D" w:rsidRPr="0077511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proofErr w:type="gramEnd"/>
      <w:r w:rsidR="0077511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19557/2022-SŽ-GŘ-O8</w:t>
      </w:r>
      <w:bookmarkStart w:id="0" w:name="_GoBack"/>
      <w:bookmarkEnd w:id="0"/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70496EAD" w14:textId="77777777" w:rsidR="00C07597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4C27E36D" w14:textId="079C6B49" w:rsidR="00C07597" w:rsidRDefault="0077511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5981629" w:history="1">
            <w:r w:rsidR="00C07597" w:rsidRPr="008174F4">
              <w:rPr>
                <w:rStyle w:val="Hypertextovodkaz"/>
                <w:noProof/>
              </w:rPr>
              <w:t>Kapitola 1.</w:t>
            </w:r>
            <w:r w:rsidR="00C0759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07597" w:rsidRPr="008174F4">
              <w:rPr>
                <w:rStyle w:val="Hypertextovodkaz"/>
                <w:noProof/>
              </w:rPr>
              <w:t>Základní údaje k nabídce</w:t>
            </w:r>
            <w:r w:rsidR="00C07597">
              <w:rPr>
                <w:noProof/>
                <w:webHidden/>
              </w:rPr>
              <w:tab/>
            </w:r>
            <w:r w:rsidR="00C07597">
              <w:rPr>
                <w:noProof/>
                <w:webHidden/>
              </w:rPr>
              <w:fldChar w:fldCharType="begin"/>
            </w:r>
            <w:r w:rsidR="00C07597">
              <w:rPr>
                <w:noProof/>
                <w:webHidden/>
              </w:rPr>
              <w:instrText xml:space="preserve"> PAGEREF _Toc95981629 \h </w:instrText>
            </w:r>
            <w:r w:rsidR="00C07597">
              <w:rPr>
                <w:noProof/>
                <w:webHidden/>
              </w:rPr>
            </w:r>
            <w:r w:rsidR="00C07597">
              <w:rPr>
                <w:noProof/>
                <w:webHidden/>
              </w:rPr>
              <w:fldChar w:fldCharType="separate"/>
            </w:r>
            <w:r w:rsidR="00C07597">
              <w:rPr>
                <w:noProof/>
                <w:webHidden/>
              </w:rPr>
              <w:t>2</w:t>
            </w:r>
            <w:r w:rsidR="00C07597">
              <w:rPr>
                <w:noProof/>
                <w:webHidden/>
              </w:rPr>
              <w:fldChar w:fldCharType="end"/>
            </w:r>
          </w:hyperlink>
        </w:p>
        <w:p w14:paraId="314C9AC0" w14:textId="23D7A036" w:rsidR="00C07597" w:rsidRDefault="0077511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5981630" w:history="1">
            <w:r w:rsidR="00C07597" w:rsidRPr="008174F4">
              <w:rPr>
                <w:rStyle w:val="Hypertextovodkaz"/>
                <w:noProof/>
              </w:rPr>
              <w:t>Kapitola 2.</w:t>
            </w:r>
            <w:r w:rsidR="00C0759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07597" w:rsidRPr="008174F4">
              <w:rPr>
                <w:rStyle w:val="Hypertextovodkaz"/>
                <w:noProof/>
              </w:rPr>
              <w:t>Čestné prohlášení o splnění základní způsobilosti</w:t>
            </w:r>
            <w:r w:rsidR="00C07597">
              <w:rPr>
                <w:noProof/>
                <w:webHidden/>
              </w:rPr>
              <w:tab/>
            </w:r>
            <w:r w:rsidR="00C07597">
              <w:rPr>
                <w:noProof/>
                <w:webHidden/>
              </w:rPr>
              <w:fldChar w:fldCharType="begin"/>
            </w:r>
            <w:r w:rsidR="00C07597">
              <w:rPr>
                <w:noProof/>
                <w:webHidden/>
              </w:rPr>
              <w:instrText xml:space="preserve"> PAGEREF _Toc95981630 \h </w:instrText>
            </w:r>
            <w:r w:rsidR="00C07597">
              <w:rPr>
                <w:noProof/>
                <w:webHidden/>
              </w:rPr>
            </w:r>
            <w:r w:rsidR="00C07597">
              <w:rPr>
                <w:noProof/>
                <w:webHidden/>
              </w:rPr>
              <w:fldChar w:fldCharType="separate"/>
            </w:r>
            <w:r w:rsidR="00C07597">
              <w:rPr>
                <w:noProof/>
                <w:webHidden/>
              </w:rPr>
              <w:t>3</w:t>
            </w:r>
            <w:r w:rsidR="00C07597">
              <w:rPr>
                <w:noProof/>
                <w:webHidden/>
              </w:rPr>
              <w:fldChar w:fldCharType="end"/>
            </w:r>
          </w:hyperlink>
        </w:p>
        <w:p w14:paraId="62D97C88" w14:textId="1F6B1FDB" w:rsidR="00C07597" w:rsidRDefault="0077511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5981631" w:history="1">
            <w:r w:rsidR="00C07597" w:rsidRPr="008174F4">
              <w:rPr>
                <w:rStyle w:val="Hypertextovodkaz"/>
                <w:noProof/>
              </w:rPr>
              <w:t>Kapitola 3.</w:t>
            </w:r>
            <w:r w:rsidR="00C0759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07597" w:rsidRPr="008174F4">
              <w:rPr>
                <w:rStyle w:val="Hypertextovodkaz"/>
                <w:noProof/>
              </w:rPr>
              <w:t>Čestné prohlášení účastníka k neuzavření zakázaných dohod</w:t>
            </w:r>
            <w:r w:rsidR="00C07597">
              <w:rPr>
                <w:noProof/>
                <w:webHidden/>
              </w:rPr>
              <w:tab/>
            </w:r>
            <w:r w:rsidR="00C07597">
              <w:rPr>
                <w:noProof/>
                <w:webHidden/>
              </w:rPr>
              <w:fldChar w:fldCharType="begin"/>
            </w:r>
            <w:r w:rsidR="00C07597">
              <w:rPr>
                <w:noProof/>
                <w:webHidden/>
              </w:rPr>
              <w:instrText xml:space="preserve"> PAGEREF _Toc95981631 \h </w:instrText>
            </w:r>
            <w:r w:rsidR="00C07597">
              <w:rPr>
                <w:noProof/>
                <w:webHidden/>
              </w:rPr>
            </w:r>
            <w:r w:rsidR="00C07597">
              <w:rPr>
                <w:noProof/>
                <w:webHidden/>
              </w:rPr>
              <w:fldChar w:fldCharType="separate"/>
            </w:r>
            <w:r w:rsidR="00C07597">
              <w:rPr>
                <w:noProof/>
                <w:webHidden/>
              </w:rPr>
              <w:t>4</w:t>
            </w:r>
            <w:r w:rsidR="00C07597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95981629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0C5DFF0F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D436CE">
        <w:t xml:space="preserve">jako </w:t>
      </w:r>
      <w:r w:rsidR="000128D4" w:rsidRPr="00D436CE">
        <w:rPr>
          <w:rFonts w:eastAsia="Times New Roman" w:cs="Times New Roman"/>
          <w:lang w:eastAsia="cs-CZ"/>
        </w:rPr>
        <w:t xml:space="preserve">podlimitní </w:t>
      </w:r>
      <w:r w:rsidR="00B44F8D" w:rsidRPr="00D436CE">
        <w:rPr>
          <w:rFonts w:eastAsia="Times New Roman" w:cs="Times New Roman"/>
          <w:lang w:eastAsia="cs-CZ"/>
        </w:rPr>
        <w:t>sektorovou veřejnou zakázku</w:t>
      </w:r>
      <w:r w:rsidRPr="00D436CE">
        <w:t>, jsou pravdivé</w:t>
      </w:r>
      <w:r w:rsidR="009771C9" w:rsidRPr="00D436CE">
        <w:t>, úplné a odpovídají skutečnosti</w:t>
      </w:r>
      <w:r w:rsidRPr="00D436CE">
        <w:t>. Účastník si je vědom důsledků</w:t>
      </w:r>
      <w:r>
        <w:t xml:space="preserve">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50F1B30D" w14:textId="77777777" w:rsidR="00D436CE" w:rsidRDefault="00D436CE" w:rsidP="00D436CE">
      <w:r w:rsidRPr="00F24FBF">
        <w:t>Účastník uvede ceny dle požadavků v čl. 1</w:t>
      </w:r>
      <w:r>
        <w:t>1</w:t>
      </w:r>
      <w:r w:rsidRPr="00F24FBF">
        <w:t xml:space="preserve"> Výzvy k podání nabídky. </w:t>
      </w:r>
    </w:p>
    <w:tbl>
      <w:tblPr>
        <w:tblW w:w="8440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4"/>
        <w:gridCol w:w="1184"/>
        <w:gridCol w:w="832"/>
        <w:gridCol w:w="713"/>
        <w:gridCol w:w="815"/>
        <w:gridCol w:w="1133"/>
        <w:gridCol w:w="992"/>
        <w:gridCol w:w="1057"/>
      </w:tblGrid>
      <w:tr w:rsidR="00D436CE" w:rsidRPr="008D23D5" w14:paraId="2BB4079D" w14:textId="77777777" w:rsidTr="0041699D">
        <w:trPr>
          <w:trHeight w:val="1139"/>
          <w:jc w:val="center"/>
        </w:trPr>
        <w:tc>
          <w:tcPr>
            <w:tcW w:w="1714" w:type="dxa"/>
            <w:shd w:val="clear" w:color="auto" w:fill="auto"/>
            <w:vAlign w:val="center"/>
            <w:hideMark/>
          </w:tcPr>
          <w:p w14:paraId="636ED9A1" w14:textId="77777777" w:rsidR="00D436CE" w:rsidRPr="006048C7" w:rsidRDefault="00D436CE" w:rsidP="0041699D">
            <w:pPr>
              <w:spacing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Název a druh 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oděvu</w:t>
            </w:r>
          </w:p>
        </w:tc>
        <w:tc>
          <w:tcPr>
            <w:tcW w:w="1184" w:type="dxa"/>
            <w:shd w:val="clear" w:color="auto" w:fill="auto"/>
            <w:vAlign w:val="center"/>
            <w:hideMark/>
          </w:tcPr>
          <w:p w14:paraId="2E9FE283" w14:textId="77777777" w:rsidR="00D436CE" w:rsidRPr="006048C7" w:rsidRDefault="00D436CE" w:rsidP="0041699D">
            <w:pPr>
              <w:spacing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Předpokládané množství (v 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kusech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46C17A14" w14:textId="77777777" w:rsidR="00D436CE" w:rsidRPr="006048C7" w:rsidRDefault="00D436CE" w:rsidP="0041699D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ena v Kč za 1 kus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(bez DPH)</w:t>
            </w:r>
          </w:p>
        </w:tc>
        <w:tc>
          <w:tcPr>
            <w:tcW w:w="713" w:type="dxa"/>
            <w:shd w:val="clear" w:color="auto" w:fill="auto"/>
            <w:vAlign w:val="center"/>
          </w:tcPr>
          <w:p w14:paraId="07753DD7" w14:textId="77777777" w:rsidR="00D436CE" w:rsidRPr="006048C7" w:rsidRDefault="00D436CE" w:rsidP="0041699D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DPH 21% za 1 kus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37D21C26" w14:textId="77777777" w:rsidR="00D436CE" w:rsidRPr="006048C7" w:rsidRDefault="00D436CE" w:rsidP="0041699D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Cena v Kč za 1 kus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(vč. DPH)</w:t>
            </w:r>
          </w:p>
        </w:tc>
        <w:tc>
          <w:tcPr>
            <w:tcW w:w="1133" w:type="dxa"/>
            <w:shd w:val="clear" w:color="auto" w:fill="D0CECE" w:themeFill="background2" w:themeFillShade="E6"/>
            <w:vAlign w:val="center"/>
          </w:tcPr>
          <w:p w14:paraId="128EBCBE" w14:textId="77777777" w:rsidR="00D436CE" w:rsidRPr="006048C7" w:rsidRDefault="00D436CE" w:rsidP="0041699D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Celková nabídková cena 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v Kč 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za </w:t>
            </w:r>
            <w:proofErr w:type="spell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</w:t>
            </w:r>
            <w:proofErr w:type="spell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. množství bez DPH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EB7DD3" w14:textId="77777777" w:rsidR="00D436CE" w:rsidRPr="006048C7" w:rsidRDefault="00D436CE" w:rsidP="0041699D">
            <w:pPr>
              <w:jc w:val="center"/>
              <w:rPr>
                <w:b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DPH 21% za </w:t>
            </w:r>
            <w:proofErr w:type="spell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</w:t>
            </w:r>
            <w:proofErr w:type="spell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. množství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4D46AEFD" w14:textId="77777777" w:rsidR="00D436CE" w:rsidRPr="006048C7" w:rsidRDefault="00D436CE" w:rsidP="0041699D">
            <w:pPr>
              <w:jc w:val="center"/>
              <w:rPr>
                <w:b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Celková nabídková cena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v Kč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za </w:t>
            </w:r>
            <w:proofErr w:type="spell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</w:t>
            </w:r>
            <w:proofErr w:type="spell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. množství vč. DPH</w:t>
            </w:r>
          </w:p>
        </w:tc>
      </w:tr>
      <w:tr w:rsidR="00D436CE" w:rsidRPr="001F33F5" w14:paraId="16600B61" w14:textId="77777777" w:rsidTr="0041699D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  <w:hideMark/>
          </w:tcPr>
          <w:p w14:paraId="3494D47F" w14:textId="6B5F1B8F" w:rsidR="00D436CE" w:rsidRPr="004303F9" w:rsidRDefault="00D436CE" w:rsidP="0041699D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Ochranné brýle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4CA8EA65" w14:textId="331683F5" w:rsidR="00D436CE" w:rsidRPr="004303F9" w:rsidRDefault="00D436CE" w:rsidP="0041699D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t>500</w:t>
            </w:r>
          </w:p>
        </w:tc>
        <w:tc>
          <w:tcPr>
            <w:tcW w:w="832" w:type="dxa"/>
            <w:shd w:val="clear" w:color="auto" w:fill="auto"/>
          </w:tcPr>
          <w:p w14:paraId="073511DE" w14:textId="77777777" w:rsidR="00D436CE" w:rsidRPr="004A6709" w:rsidRDefault="00D436CE" w:rsidP="0041699D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19FB17B7" w14:textId="77777777" w:rsidR="00D436CE" w:rsidRPr="004A6709" w:rsidRDefault="00D436CE" w:rsidP="0041699D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50C98572" w14:textId="77777777" w:rsidR="00D436CE" w:rsidRPr="004A6709" w:rsidRDefault="00D436CE" w:rsidP="0041699D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5E114892" w14:textId="77777777" w:rsidR="00D436CE" w:rsidRPr="004A6709" w:rsidRDefault="00D436CE" w:rsidP="0041699D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5819E0EE" w14:textId="77777777" w:rsidR="00D436CE" w:rsidRPr="004A6709" w:rsidRDefault="00D436CE" w:rsidP="0041699D"/>
        </w:tc>
        <w:tc>
          <w:tcPr>
            <w:tcW w:w="1057" w:type="dxa"/>
            <w:shd w:val="clear" w:color="auto" w:fill="auto"/>
          </w:tcPr>
          <w:p w14:paraId="73D6E6C5" w14:textId="77777777" w:rsidR="00D436CE" w:rsidRPr="004A6709" w:rsidRDefault="00D436CE" w:rsidP="0041699D"/>
        </w:tc>
      </w:tr>
      <w:tr w:rsidR="00D436CE" w:rsidRPr="001F33F5" w14:paraId="0E4D8544" w14:textId="77777777" w:rsidTr="0041699D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7386587E" w14:textId="0F8CFB74" w:rsidR="00D436CE" w:rsidRPr="004303F9" w:rsidRDefault="00D436CE" w:rsidP="0041699D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Ochranné brýle dioptrické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03FDC29A" w14:textId="610825E3" w:rsidR="00D436CE" w:rsidRDefault="00D436CE" w:rsidP="0041699D">
            <w:pPr>
              <w:spacing w:line="240" w:lineRule="auto"/>
              <w:jc w:val="center"/>
            </w:pPr>
            <w:r>
              <w:t>200</w:t>
            </w:r>
          </w:p>
        </w:tc>
        <w:tc>
          <w:tcPr>
            <w:tcW w:w="832" w:type="dxa"/>
            <w:shd w:val="clear" w:color="auto" w:fill="auto"/>
          </w:tcPr>
          <w:p w14:paraId="391F45EB" w14:textId="77777777" w:rsidR="00D436CE" w:rsidRPr="004A6709" w:rsidRDefault="00D436CE" w:rsidP="0041699D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7FCA1625" w14:textId="77777777" w:rsidR="00D436CE" w:rsidRPr="004A6709" w:rsidRDefault="00D436CE" w:rsidP="0041699D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06C0781D" w14:textId="77777777" w:rsidR="00D436CE" w:rsidRPr="004A6709" w:rsidRDefault="00D436CE" w:rsidP="0041699D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20CCAEF4" w14:textId="77777777" w:rsidR="00D436CE" w:rsidRPr="004A6709" w:rsidRDefault="00D436CE" w:rsidP="0041699D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676085E1" w14:textId="77777777" w:rsidR="00D436CE" w:rsidRPr="004A6709" w:rsidRDefault="00D436CE" w:rsidP="0041699D"/>
        </w:tc>
        <w:tc>
          <w:tcPr>
            <w:tcW w:w="1057" w:type="dxa"/>
            <w:shd w:val="clear" w:color="auto" w:fill="auto"/>
          </w:tcPr>
          <w:p w14:paraId="7CFCEE43" w14:textId="77777777" w:rsidR="00D436CE" w:rsidRPr="004A6709" w:rsidRDefault="00D436CE" w:rsidP="0041699D"/>
        </w:tc>
      </w:tr>
      <w:tr w:rsidR="00D436CE" w14:paraId="2288D893" w14:textId="77777777" w:rsidTr="0041699D">
        <w:tblPrEx>
          <w:tblLook w:val="0000" w:firstRow="0" w:lastRow="0" w:firstColumn="0" w:lastColumn="0" w:noHBand="0" w:noVBand="0"/>
        </w:tblPrEx>
        <w:trPr>
          <w:trHeight w:val="516"/>
          <w:jc w:val="center"/>
        </w:trPr>
        <w:tc>
          <w:tcPr>
            <w:tcW w:w="1714" w:type="dxa"/>
            <w:shd w:val="clear" w:color="auto" w:fill="D0CECE" w:themeFill="background2" w:themeFillShade="E6"/>
          </w:tcPr>
          <w:p w14:paraId="7DA14CCB" w14:textId="77777777" w:rsidR="00D436CE" w:rsidRPr="005C145F" w:rsidRDefault="00D436CE" w:rsidP="0041699D">
            <w:pPr>
              <w:spacing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5C145F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Celková nabídková cena v Kč bez DPH</w:t>
            </w:r>
          </w:p>
        </w:tc>
        <w:tc>
          <w:tcPr>
            <w:tcW w:w="3544" w:type="dxa"/>
            <w:gridSpan w:val="4"/>
            <w:shd w:val="clear" w:color="auto" w:fill="auto"/>
          </w:tcPr>
          <w:p w14:paraId="300C0FAB" w14:textId="77777777" w:rsidR="00D436CE" w:rsidRPr="004A6709" w:rsidRDefault="00D436CE" w:rsidP="0041699D">
            <w:pPr>
              <w:tabs>
                <w:tab w:val="left" w:pos="1155"/>
              </w:tabs>
            </w:pPr>
            <w:r>
              <w:tab/>
            </w:r>
          </w:p>
        </w:tc>
        <w:tc>
          <w:tcPr>
            <w:tcW w:w="1133" w:type="dxa"/>
            <w:shd w:val="clear" w:color="auto" w:fill="D0CECE" w:themeFill="background2" w:themeFillShade="E6"/>
          </w:tcPr>
          <w:p w14:paraId="59C1D9C7" w14:textId="77777777" w:rsidR="00D436CE" w:rsidRPr="004A6709" w:rsidRDefault="00D436CE" w:rsidP="0041699D"/>
        </w:tc>
        <w:tc>
          <w:tcPr>
            <w:tcW w:w="992" w:type="dxa"/>
            <w:shd w:val="clear" w:color="auto" w:fill="auto"/>
          </w:tcPr>
          <w:p w14:paraId="7CCC8C25" w14:textId="77777777" w:rsidR="00D436CE" w:rsidRPr="004A6709" w:rsidRDefault="00D436CE" w:rsidP="0041699D"/>
        </w:tc>
        <w:tc>
          <w:tcPr>
            <w:tcW w:w="1057" w:type="dxa"/>
            <w:shd w:val="clear" w:color="auto" w:fill="auto"/>
          </w:tcPr>
          <w:p w14:paraId="4E295403" w14:textId="77777777" w:rsidR="00D436CE" w:rsidRPr="004A6709" w:rsidRDefault="00D436CE" w:rsidP="0041699D"/>
        </w:tc>
      </w:tr>
    </w:tbl>
    <w:p w14:paraId="5B842F73" w14:textId="77777777" w:rsidR="00D436CE" w:rsidRDefault="00D436CE" w:rsidP="008B1A2C">
      <w:pPr>
        <w:rPr>
          <w:b/>
        </w:rPr>
      </w:pPr>
    </w:p>
    <w:p w14:paraId="2915FC32" w14:textId="76815AC5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775114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77511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95981630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>
        <w:rPr>
          <w:lang w:eastAsia="cs-CZ"/>
        </w:rPr>
        <w:t xml:space="preserve">, který podává tuto nabídku, tímto čestně prohlašuje, že není účastníkem, </w:t>
      </w:r>
      <w:proofErr w:type="gramStart"/>
      <w:r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95981631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6942970E" w:rsidR="00E85D44" w:rsidRDefault="00E85D44"/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61D6CCFD" w14:textId="58B2718D" w:rsidR="00A93A74" w:rsidRDefault="00A93A74" w:rsidP="00C07597">
      <w:pPr>
        <w:spacing w:after="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50BB24AF" w14:textId="77777777" w:rsidR="00C07597" w:rsidRPr="00C07597" w:rsidRDefault="00C07597" w:rsidP="00C07597">
      <w:pPr>
        <w:spacing w:after="0"/>
        <w:rPr>
          <w:rFonts w:eastAsia="Times New Roman" w:cs="Times New Roman"/>
          <w:lang w:eastAsia="cs-CZ"/>
        </w:rPr>
      </w:pP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6507F" w14:textId="77777777" w:rsidR="00B44F8D" w:rsidRDefault="00B44F8D" w:rsidP="00962258">
      <w:pPr>
        <w:spacing w:after="0" w:line="240" w:lineRule="auto"/>
      </w:pPr>
      <w:r>
        <w:separator/>
      </w:r>
    </w:p>
  </w:endnote>
  <w:endnote w:type="continuationSeparator" w:id="0">
    <w:p w14:paraId="27FFCD46" w14:textId="77777777" w:rsidR="00B44F8D" w:rsidRDefault="00B44F8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44F8D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55D9BB8B" w:rsidR="00B44F8D" w:rsidRPr="00B8518B" w:rsidRDefault="00B44F8D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7511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7511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B44F8D" w:rsidRDefault="00B44F8D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B44F8D" w:rsidRDefault="00B44F8D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B44F8D" w:rsidRDefault="00B44F8D" w:rsidP="00D831A3">
          <w:pPr>
            <w:pStyle w:val="Zpat"/>
          </w:pPr>
        </w:p>
      </w:tc>
    </w:tr>
  </w:tbl>
  <w:p w14:paraId="6E617E83" w14:textId="77777777" w:rsidR="00B44F8D" w:rsidRPr="00B8518B" w:rsidRDefault="00B44F8D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E4A04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DD45B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44F8D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43BE257" w:rsidR="00B44F8D" w:rsidRPr="00B8518B" w:rsidRDefault="00B44F8D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7511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7511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B44F8D" w:rsidRDefault="00B44F8D" w:rsidP="00460660">
          <w:pPr>
            <w:pStyle w:val="Zpat"/>
          </w:pPr>
          <w:r>
            <w:t>Správa železnic, státní organizace</w:t>
          </w:r>
        </w:p>
        <w:p w14:paraId="088479C8" w14:textId="77777777" w:rsidR="00B44F8D" w:rsidRDefault="00B44F8D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B44F8D" w:rsidRDefault="00B44F8D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B44F8D" w:rsidRDefault="00B44F8D" w:rsidP="00460660">
          <w:pPr>
            <w:pStyle w:val="Zpat"/>
          </w:pPr>
          <w:r>
            <w:t>IČO: 709 94 234 DIČ: CZ 709 94 234</w:t>
          </w:r>
        </w:p>
        <w:p w14:paraId="586541E0" w14:textId="77777777" w:rsidR="00B44F8D" w:rsidRDefault="00B44F8D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B44F8D" w:rsidRDefault="00B44F8D" w:rsidP="00460660">
          <w:pPr>
            <w:pStyle w:val="Zpat"/>
          </w:pPr>
        </w:p>
      </w:tc>
    </w:tr>
  </w:tbl>
  <w:p w14:paraId="37B58295" w14:textId="77777777" w:rsidR="00B44F8D" w:rsidRPr="00B8518B" w:rsidRDefault="00B44F8D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523AA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2F90A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B44F8D" w:rsidRPr="00460660" w:rsidRDefault="00B44F8D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44F8D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298F4F40" w:rsidR="00B44F8D" w:rsidRPr="00B8518B" w:rsidRDefault="00B44F8D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7511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7511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B44F8D" w:rsidRDefault="00B44F8D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B44F8D" w:rsidRDefault="00B44F8D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B44F8D" w:rsidRDefault="00B44F8D" w:rsidP="00460660">
          <w:pPr>
            <w:pStyle w:val="Zpat"/>
          </w:pPr>
        </w:p>
      </w:tc>
    </w:tr>
  </w:tbl>
  <w:p w14:paraId="3AAAB634" w14:textId="77777777" w:rsidR="00B44F8D" w:rsidRPr="00B8518B" w:rsidRDefault="00B44F8D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0F21A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D10E2C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B44F8D" w:rsidRPr="00460660" w:rsidRDefault="00B44F8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EC791" w14:textId="77777777" w:rsidR="00B44F8D" w:rsidRDefault="00B44F8D" w:rsidP="00962258">
      <w:pPr>
        <w:spacing w:after="0" w:line="240" w:lineRule="auto"/>
      </w:pPr>
      <w:r>
        <w:separator/>
      </w:r>
    </w:p>
  </w:footnote>
  <w:footnote w:type="continuationSeparator" w:id="0">
    <w:p w14:paraId="6F5F9A71" w14:textId="77777777" w:rsidR="00B44F8D" w:rsidRDefault="00B44F8D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B44F8D" w:rsidRDefault="00B44F8D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B44F8D" w:rsidRDefault="00B44F8D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B44F8D" w:rsidRDefault="00B44F8D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B44F8D" w:rsidRPr="00D6163D" w:rsidRDefault="00B44F8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B44F8D" w:rsidRPr="00460660" w:rsidRDefault="00B44F8D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B44F8D" w:rsidRPr="00027E55" w:rsidRDefault="00B44F8D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55"/>
    <w:rsid w:val="00045E47"/>
    <w:rsid w:val="00072C1E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5114"/>
    <w:rsid w:val="0077673A"/>
    <w:rsid w:val="00784411"/>
    <w:rsid w:val="007846E1"/>
    <w:rsid w:val="007925D5"/>
    <w:rsid w:val="007B570C"/>
    <w:rsid w:val="007B6D10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4F8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07597"/>
    <w:rsid w:val="00C228EE"/>
    <w:rsid w:val="00C44F6A"/>
    <w:rsid w:val="00C47AE3"/>
    <w:rsid w:val="00C636FB"/>
    <w:rsid w:val="00C87B78"/>
    <w:rsid w:val="00CD1FC4"/>
    <w:rsid w:val="00D21061"/>
    <w:rsid w:val="00D4108E"/>
    <w:rsid w:val="00D436C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BB1F8CA"/>
  <w15:docId w15:val="{3D52BF35-2CD1-462E-BF3E-E45BE3A88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1DB16FD-66E8-4E52-808D-5F84F3F6F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34</TotalTime>
  <Pages>4</Pages>
  <Words>586</Words>
  <Characters>3459</Characters>
  <Application>Microsoft Office Word</Application>
  <DocSecurity>0</DocSecurity>
  <Lines>28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</cp:lastModifiedBy>
  <cp:revision>4</cp:revision>
  <cp:lastPrinted>2017-11-28T17:18:00Z</cp:lastPrinted>
  <dcterms:created xsi:type="dcterms:W3CDTF">2022-02-16T14:18:00Z</dcterms:created>
  <dcterms:modified xsi:type="dcterms:W3CDTF">2022-03-08T12:07:00Z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