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770501FA6004AADB69EC9E0C090F5A7"/>
        </w:placeholder>
        <w:text/>
      </w:sdtPr>
      <w:sdtEndPr>
        <w:rPr>
          <w:rStyle w:val="Nzevakce"/>
        </w:rPr>
      </w:sdtEndPr>
      <w:sdtContent>
        <w:p w:rsidR="00826B7B" w:rsidRPr="006C2343" w:rsidRDefault="008B3F62" w:rsidP="008B3F62">
          <w:pPr>
            <w:pStyle w:val="Tituldatum"/>
            <w:rPr>
              <w:highlight w:val="green"/>
            </w:rPr>
          </w:pPr>
          <w:r w:rsidRPr="008B3F62">
            <w:rPr>
              <w:rStyle w:val="Nzevakce"/>
            </w:rPr>
            <w:t>Přestupní terminál Soběslav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B3F62" w:rsidRPr="008B3F62">
        <w:t>28</w:t>
      </w:r>
      <w:r w:rsidRPr="008B3F62">
        <w:t xml:space="preserve">. </w:t>
      </w:r>
      <w:r w:rsidR="008B3F62" w:rsidRPr="008B3F62">
        <w:t>01</w:t>
      </w:r>
      <w:r w:rsidRPr="008B3F62">
        <w:t>. 20</w:t>
      </w:r>
      <w:r w:rsidR="00A616BE" w:rsidRPr="008B3F62">
        <w:t>2</w:t>
      </w:r>
      <w:r w:rsidR="008B3F62" w:rsidRPr="008B3F62">
        <w:t>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8B3F6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4270585" w:history="1">
        <w:r w:rsidR="008B3F62" w:rsidRPr="00383004">
          <w:rPr>
            <w:rStyle w:val="Hypertextovodkaz"/>
          </w:rPr>
          <w:t>SEZNAM ZKRATEK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_Toc94270585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2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4270586" w:history="1">
        <w:r w:rsidR="008B3F62" w:rsidRPr="00383004">
          <w:rPr>
            <w:rStyle w:val="Hypertextovodkaz"/>
          </w:rPr>
          <w:t>1.</w:t>
        </w:r>
        <w:r w:rsidR="008B3F6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POJMY A DEFINICE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_Toc94270586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3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4270587" w:history="1">
        <w:r w:rsidR="008B3F62" w:rsidRPr="00383004">
          <w:rPr>
            <w:rStyle w:val="Hypertextovodkaz"/>
            <w:rFonts w:asciiTheme="majorHAnsi" w:hAnsiTheme="majorHAnsi"/>
          </w:rPr>
          <w:t>1.2</w:t>
        </w:r>
        <w:r w:rsidR="008B3F6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Soupis prací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_Toc94270587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3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4270588" w:history="1">
        <w:r w:rsidR="008B3F62" w:rsidRPr="00383004">
          <w:rPr>
            <w:rStyle w:val="Hypertextovodkaz"/>
            <w:rFonts w:asciiTheme="majorHAnsi" w:hAnsiTheme="majorHAnsi"/>
          </w:rPr>
          <w:t>1.3</w:t>
        </w:r>
        <w:r w:rsidR="008B3F6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Cenová soustava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_Toc94270588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3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4270589" w:history="1">
        <w:r w:rsidR="008B3F62" w:rsidRPr="00383004">
          <w:rPr>
            <w:rStyle w:val="Hypertextovodkaz"/>
            <w:rFonts w:asciiTheme="majorHAnsi" w:hAnsiTheme="majorHAnsi"/>
          </w:rPr>
          <w:t>1.4</w:t>
        </w:r>
        <w:r w:rsidR="008B3F6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Měrné jednotky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_Toc94270589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3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4270590" w:history="1">
        <w:r w:rsidR="008B3F62" w:rsidRPr="00383004">
          <w:rPr>
            <w:rStyle w:val="Hypertextovodkaz"/>
          </w:rPr>
          <w:t>2.</w:t>
        </w:r>
        <w:r w:rsidR="008B3F6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ZÁKLADNÍ PRAVIDLA PRO OCEŇOVÁNÍ SOUPISU PRACÍ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_Toc94270590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3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4270591" w:history="1">
        <w:r w:rsidR="008B3F62" w:rsidRPr="00383004">
          <w:rPr>
            <w:rStyle w:val="Hypertextovodkaz"/>
          </w:rPr>
          <w:t>3.</w:t>
        </w:r>
        <w:r w:rsidR="008B3F6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MĚŘENÍ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_Toc94270591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6</w:t>
        </w:r>
        <w:r w:rsidR="008B3F62">
          <w:rPr>
            <w:noProof/>
            <w:webHidden/>
          </w:rPr>
          <w:fldChar w:fldCharType="end"/>
        </w:r>
      </w:hyperlink>
    </w:p>
    <w:p w:rsidR="008B3F62" w:rsidRDefault="00F82AA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4270592" w:history="1">
        <w:r w:rsidR="008B3F62" w:rsidRPr="00383004">
          <w:rPr>
            <w:rStyle w:val="Hypertextovodkaz"/>
          </w:rPr>
          <w:t>4.</w:t>
        </w:r>
        <w:r w:rsidR="008B3F6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3F62" w:rsidRPr="00383004">
          <w:rPr>
            <w:rStyle w:val="Hypertextovodkaz"/>
          </w:rPr>
          <w:t>SROVNATELNÉ VÝROBKY, ALTERNATIVY MATERIÁLŮ A PROVEDENÍ</w:t>
        </w:r>
        <w:r w:rsidR="008B3F62">
          <w:rPr>
            <w:noProof/>
            <w:webHidden/>
          </w:rPr>
          <w:tab/>
        </w:r>
        <w:r w:rsidR="008B3F62">
          <w:rPr>
            <w:noProof/>
            <w:webHidden/>
          </w:rPr>
          <w:fldChar w:fldCharType="begin"/>
        </w:r>
        <w:r w:rsidR="008B3F62">
          <w:rPr>
            <w:noProof/>
            <w:webHidden/>
          </w:rPr>
          <w:instrText xml:space="preserve"> PAGEREF _Toc94270592 \h </w:instrText>
        </w:r>
        <w:r w:rsidR="008B3F62">
          <w:rPr>
            <w:noProof/>
            <w:webHidden/>
          </w:rPr>
        </w:r>
        <w:r w:rsidR="008B3F62">
          <w:rPr>
            <w:noProof/>
            <w:webHidden/>
          </w:rPr>
          <w:fldChar w:fldCharType="separate"/>
        </w:r>
        <w:r w:rsidR="008B3F62">
          <w:rPr>
            <w:noProof/>
            <w:webHidden/>
          </w:rPr>
          <w:t>6</w:t>
        </w:r>
        <w:r w:rsidR="008B3F6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94270585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9427058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9427058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9427058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9427058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</w:t>
      </w:r>
      <w:r>
        <w:lastRenderedPageBreak/>
        <w:t>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9427059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</w:t>
      </w:r>
      <w:r>
        <w:lastRenderedPageBreak/>
        <w:t>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lastRenderedPageBreak/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lastRenderedPageBreak/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8B3F62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</w:p>
    <w:p w:rsidR="005E07BA" w:rsidRDefault="005E07BA" w:rsidP="005E07BA">
      <w:pPr>
        <w:pStyle w:val="Nadpis2-1"/>
      </w:pPr>
      <w:bookmarkStart w:id="11" w:name="_Toc9427059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9427059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B3F62">
        <w:t>Objednatelem</w:t>
      </w:r>
      <w:r>
        <w:t xml:space="preserve"> k zabudování do Díla, potom se považují </w:t>
      </w:r>
      <w:r>
        <w:lastRenderedPageBreak/>
        <w:t>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D9" w:rsidRDefault="000928D9" w:rsidP="00962258">
      <w:pPr>
        <w:spacing w:after="0" w:line="240" w:lineRule="auto"/>
      </w:pPr>
      <w:r>
        <w:separator/>
      </w:r>
    </w:p>
  </w:endnote>
  <w:endnote w:type="continuationSeparator" w:id="0">
    <w:p w:rsidR="000928D9" w:rsidRDefault="000928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A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A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F82AA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Přestupní terminál Soběslav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F82AA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Přestupní terminál Soběslav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A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A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D9" w:rsidRDefault="000928D9" w:rsidP="00962258">
      <w:pPr>
        <w:spacing w:after="0" w:line="240" w:lineRule="auto"/>
      </w:pPr>
      <w:r>
        <w:separator/>
      </w:r>
    </w:p>
  </w:footnote>
  <w:footnote w:type="continuationSeparator" w:id="0">
    <w:p w:rsidR="000928D9" w:rsidRDefault="000928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6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928D9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B3F62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2AA1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DE4260A-AD80-4403-9C58-F8978EC4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8B3F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anma\AppData\Local\Microsoft\Windows\INetCache\Content.Outlook\MWO6AIAW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70501FA6004AADB69EC9E0C090F5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0CB4F6-3923-455F-AEFC-1076BD166311}"/>
      </w:docPartPr>
      <w:docPartBody>
        <w:p w:rsidR="00432B11" w:rsidRDefault="009226BD">
          <w:pPr>
            <w:pStyle w:val="4770501FA6004AADB69EC9E0C090F5A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BD"/>
    <w:rsid w:val="00432B11"/>
    <w:rsid w:val="0092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770501FA6004AADB69EC9E0C090F5A7">
    <w:name w:val="4770501FA6004AADB69EC9E0C090F5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906004-3327-4EA7-B034-08E1C023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0</TotalTime>
  <Pages>3</Pages>
  <Words>1824</Words>
  <Characters>10768</Characters>
  <Application>Microsoft Office Word</Application>
  <DocSecurity>4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Zeman Marek, Ing.</dc:creator>
  <cp:lastModifiedBy>Klomfarová Jana, Ing.</cp:lastModifiedBy>
  <cp:revision>2</cp:revision>
  <cp:lastPrinted>2019-03-13T10:28:00Z</cp:lastPrinted>
  <dcterms:created xsi:type="dcterms:W3CDTF">2022-01-28T13:02:00Z</dcterms:created>
  <dcterms:modified xsi:type="dcterms:W3CDTF">2022-01-28T13:02:00Z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