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4B7DB9BE" w:rsidR="00F422D3" w:rsidRDefault="00F422D3" w:rsidP="00BB1390">
      <w:pPr>
        <w:pStyle w:val="Titul2"/>
      </w:pPr>
      <w:r>
        <w:t xml:space="preserve">Název </w:t>
      </w:r>
      <w:r w:rsidRPr="00BB1390">
        <w:t>zakázky</w:t>
      </w:r>
      <w:r>
        <w:t>: „</w:t>
      </w:r>
      <w:r w:rsidR="00EB2164">
        <w:t>Přestupní terminál Soběslav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75BEE75D" w:rsidR="00F422D3" w:rsidRDefault="00F422D3" w:rsidP="002000D3">
      <w:pPr>
        <w:pStyle w:val="Textbezodsazen"/>
        <w:spacing w:after="0"/>
      </w:pPr>
      <w:r w:rsidRPr="002000D3">
        <w:t xml:space="preserve">zastoupena: Ing. </w:t>
      </w:r>
      <w:r w:rsidR="002000D3" w:rsidRPr="002000D3">
        <w:t xml:space="preserve">Petrem </w:t>
      </w:r>
      <w:proofErr w:type="spellStart"/>
      <w:r w:rsidR="002000D3" w:rsidRPr="002000D3">
        <w:t>Hofhanzlem</w:t>
      </w:r>
      <w:proofErr w:type="spellEnd"/>
      <w:r w:rsidRPr="002000D3">
        <w:t xml:space="preserve">, </w:t>
      </w:r>
      <w:r w:rsidR="002000D3" w:rsidRPr="002000D3">
        <w:t>ředitelem Stavební správy západ</w:t>
      </w:r>
    </w:p>
    <w:p w14:paraId="79F7E84A" w14:textId="77777777" w:rsidR="007558E0" w:rsidRDefault="007558E0" w:rsidP="00B30E6B">
      <w:pPr>
        <w:pStyle w:val="Textbezodsazen"/>
        <w:spacing w:after="0" w:line="240" w:lineRule="auto"/>
      </w:pPr>
    </w:p>
    <w:p w14:paraId="4E59EFDC" w14:textId="26630D20" w:rsidR="0014631F" w:rsidRPr="0014631F" w:rsidRDefault="0014631F" w:rsidP="0014631F">
      <w:pPr>
        <w:pStyle w:val="Textbezodsazen"/>
        <w:spacing w:after="0"/>
        <w:rPr>
          <w:b/>
        </w:rPr>
      </w:pPr>
      <w:r w:rsidRPr="0014631F">
        <w:rPr>
          <w:b/>
        </w:rPr>
        <w:t>Adresa pro zasílání smluvní korespondence:</w:t>
      </w:r>
    </w:p>
    <w:p w14:paraId="40FB3CBF" w14:textId="30BCA24B" w:rsidR="0014631F" w:rsidRDefault="0014631F" w:rsidP="0014631F">
      <w:pPr>
        <w:pStyle w:val="Textbezodsazen"/>
        <w:spacing w:after="0"/>
      </w:pPr>
      <w:r>
        <w:t>Správa železnic, státní organizace</w:t>
      </w:r>
    </w:p>
    <w:p w14:paraId="4FAAF249" w14:textId="225F1A2F" w:rsidR="0014631F" w:rsidRDefault="0014631F" w:rsidP="0014631F">
      <w:pPr>
        <w:pStyle w:val="Textbezodsazen"/>
        <w:spacing w:after="0"/>
      </w:pPr>
      <w:r>
        <w:t>Stavební správa západ</w:t>
      </w:r>
    </w:p>
    <w:p w14:paraId="357C3A11" w14:textId="395E1748" w:rsidR="0014631F" w:rsidRDefault="0014631F" w:rsidP="0014631F">
      <w:pPr>
        <w:pStyle w:val="Textbezodsazen"/>
        <w:spacing w:after="0"/>
      </w:pPr>
      <w:r>
        <w:t>Ke Štvanici 656/3</w:t>
      </w:r>
    </w:p>
    <w:p w14:paraId="341AA7ED" w14:textId="0FF520C6" w:rsidR="0014631F" w:rsidRDefault="0014631F" w:rsidP="0014631F">
      <w:pPr>
        <w:pStyle w:val="Textbezodsazen"/>
        <w:spacing w:after="0"/>
      </w:pPr>
      <w:r>
        <w:t>186 00 Praha 8</w:t>
      </w:r>
    </w:p>
    <w:p w14:paraId="369A7031" w14:textId="59834C98" w:rsidR="0014631F" w:rsidRDefault="0014631F" w:rsidP="00B42F40">
      <w:pPr>
        <w:pStyle w:val="Textbezodsazen"/>
      </w:pPr>
    </w:p>
    <w:p w14:paraId="33FE2C20" w14:textId="3DF6EA8A" w:rsidR="0014631F" w:rsidRPr="0014631F" w:rsidRDefault="0014631F" w:rsidP="0014631F">
      <w:pPr>
        <w:pStyle w:val="Textbezodsazen"/>
        <w:spacing w:after="0"/>
        <w:rPr>
          <w:b/>
        </w:rPr>
      </w:pPr>
      <w:r w:rsidRPr="0014631F">
        <w:rPr>
          <w:b/>
        </w:rPr>
        <w:t>Adresa pro zasílání daňových dokladů – faktur:</w:t>
      </w:r>
    </w:p>
    <w:p w14:paraId="4490968F" w14:textId="1F13F9FE" w:rsidR="0014631F" w:rsidRDefault="0014631F" w:rsidP="0014631F">
      <w:pPr>
        <w:pStyle w:val="Textbezodsazen"/>
        <w:spacing w:after="0"/>
      </w:pPr>
      <w:r>
        <w:t>Správa železnic, státní organizace</w:t>
      </w:r>
    </w:p>
    <w:p w14:paraId="5C6A3766" w14:textId="50C4C48E" w:rsidR="0014631F" w:rsidRDefault="0014631F" w:rsidP="0014631F">
      <w:pPr>
        <w:pStyle w:val="Textbezodsazen"/>
        <w:spacing w:after="0"/>
      </w:pPr>
      <w:r>
        <w:t>Centrální finanční účtárna Čechy</w:t>
      </w:r>
    </w:p>
    <w:p w14:paraId="27B56829" w14:textId="3D762A67" w:rsidR="0014631F" w:rsidRDefault="0014631F" w:rsidP="0014631F">
      <w:pPr>
        <w:pStyle w:val="Textbezodsazen"/>
        <w:spacing w:after="0"/>
      </w:pPr>
      <w:r>
        <w:t xml:space="preserve">Náměstí Jana </w:t>
      </w:r>
      <w:proofErr w:type="spellStart"/>
      <w:r>
        <w:t>Pernera</w:t>
      </w:r>
      <w:proofErr w:type="spellEnd"/>
      <w:r>
        <w:t xml:space="preserve"> 217, 530 02 Pardubice</w:t>
      </w:r>
    </w:p>
    <w:p w14:paraId="79458B2E" w14:textId="2A6BD4A4" w:rsidR="0014631F" w:rsidRDefault="0014631F" w:rsidP="0014631F">
      <w:pPr>
        <w:pStyle w:val="Textbezodsazen"/>
        <w:spacing w:after="0"/>
      </w:pPr>
      <w:r>
        <w:t>e-mail: ePodatelnaCFU@spravazeleznic.cz</w:t>
      </w:r>
    </w:p>
    <w:p w14:paraId="68D6ADF9" w14:textId="77777777" w:rsidR="0014631F" w:rsidRDefault="0014631F" w:rsidP="00B42F40">
      <w:pPr>
        <w:pStyle w:val="Textbezodsazen"/>
      </w:pPr>
    </w:p>
    <w:p w14:paraId="72807A78" w14:textId="21A59876" w:rsidR="00F422D3" w:rsidRDefault="00F422D3" w:rsidP="00B42F40">
      <w:pPr>
        <w:pStyle w:val="Textbezodsazen"/>
      </w:pPr>
      <w:r>
        <w:t>(</w:t>
      </w:r>
      <w:r w:rsidRPr="00B42F40">
        <w:t>dále</w:t>
      </w:r>
      <w:r>
        <w:t xml:space="preserve"> jen „</w:t>
      </w:r>
      <w:r w:rsidRPr="00F422D3">
        <w:rPr>
          <w:b/>
        </w:rPr>
        <w:t>Objednatel</w:t>
      </w:r>
      <w:r>
        <w:t>“)</w:t>
      </w:r>
    </w:p>
    <w:p w14:paraId="45E7463A" w14:textId="45AD5BD6" w:rsidR="00F422D3" w:rsidRDefault="00D17616" w:rsidP="00B42F40">
      <w:pPr>
        <w:pStyle w:val="Textbezodsazen"/>
        <w:spacing w:after="0"/>
      </w:pPr>
      <w:r>
        <w:t xml:space="preserve">číslo smlouvy: </w:t>
      </w:r>
      <w:r w:rsidRPr="00F65CAB">
        <w:t>E618-S-744/2022</w:t>
      </w:r>
      <w:r w:rsidR="00F422D3">
        <w:t xml:space="preserve"> </w:t>
      </w:r>
    </w:p>
    <w:p w14:paraId="547E09FE" w14:textId="5234720F" w:rsidR="00F422D3" w:rsidRDefault="00F422D3" w:rsidP="00B42F40">
      <w:pPr>
        <w:pStyle w:val="Textbezodsazen"/>
      </w:pPr>
      <w:r>
        <w:t xml:space="preserve">ISPROFOND: </w:t>
      </w:r>
      <w:r w:rsidR="00EB2164">
        <w:t>5003520139</w:t>
      </w:r>
      <w:r w:rsidR="00954B86">
        <w:t>/5313510021</w:t>
      </w:r>
    </w:p>
    <w:p w14:paraId="270E4FE3" w14:textId="77777777" w:rsidR="00F422D3" w:rsidRDefault="00F422D3" w:rsidP="00B42F40">
      <w:pPr>
        <w:pStyle w:val="Textbezodsazen"/>
      </w:pPr>
      <w:r w:rsidRPr="00B42F40">
        <w:t>a</w:t>
      </w: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1F9472C6"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6A871E80" w14:textId="3F1DA57A" w:rsidR="00833CBF" w:rsidRPr="000C2B01" w:rsidRDefault="00833CBF" w:rsidP="00833CBF">
      <w:pPr>
        <w:pStyle w:val="Text1-1"/>
        <w:numPr>
          <w:ilvl w:val="1"/>
          <w:numId w:val="9"/>
        </w:numPr>
      </w:pPr>
      <w:r>
        <w:t xml:space="preserve">Objednatel používá informační systém pro řízení a monitoring staveb. Zhotovitel se zavazuje, že bude Objednateli předávat </w:t>
      </w:r>
      <w:r w:rsidR="00FD181A">
        <w:t>n</w:t>
      </w:r>
      <w:r w:rsidR="00FC065D">
        <w:t xml:space="preserve">a vyžádání </w:t>
      </w:r>
      <w:r>
        <w:t xml:space="preserve">následující sestavy v otevřeném datovém formátu XML (viz datový </w:t>
      </w:r>
      <w:r w:rsidRPr="000C2B01">
        <w:t>předpis XDC, https://xdc.szdc.cz):</w:t>
      </w:r>
    </w:p>
    <w:p w14:paraId="5CAA0843" w14:textId="77777777" w:rsidR="00833CBF" w:rsidRDefault="00833CBF" w:rsidP="00833CBF">
      <w:pPr>
        <w:pStyle w:val="Odrka1-3"/>
      </w:pPr>
      <w:r>
        <w:t>daňový doklad,</w:t>
      </w:r>
    </w:p>
    <w:p w14:paraId="020BE489" w14:textId="77777777" w:rsidR="00833CBF" w:rsidRDefault="00833CBF" w:rsidP="00833CBF">
      <w:pPr>
        <w:pStyle w:val="Odrka1-3"/>
      </w:pPr>
      <w:r>
        <w:t>soupis zjišťovacích protokolů,</w:t>
      </w:r>
    </w:p>
    <w:p w14:paraId="1D4B085B" w14:textId="77777777" w:rsidR="00833CBF" w:rsidRDefault="00833CBF" w:rsidP="00833CBF">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6E2E2C0B"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rsidR="002E1F36">
        <w:t>z/dne  11. 04</w:t>
      </w:r>
      <w:r w:rsidR="000230C1">
        <w:t>. 2022</w:t>
      </w:r>
      <w:r>
        <w:t xml:space="preserve"> pod evidenčním číslem </w:t>
      </w:r>
      <w:r w:rsidR="002E1F36">
        <w:rPr>
          <w:b/>
        </w:rPr>
        <w:t>61822044</w:t>
      </w:r>
      <w:r>
        <w:t xml:space="preserve"> svůj úmysl zadat veřejnou zakázku</w:t>
      </w:r>
      <w:r w:rsidR="00A349C6">
        <w:t xml:space="preserve"> s </w:t>
      </w:r>
      <w:r>
        <w:t>názvem „</w:t>
      </w:r>
      <w:r w:rsidR="00EB2164">
        <w:rPr>
          <w:rStyle w:val="Tun"/>
        </w:rPr>
        <w:t>Přestupní terminál Soběslav</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07867101" w:rsidR="007D26F9" w:rsidRDefault="007D26F9" w:rsidP="00BC5BDD">
      <w:pPr>
        <w:pStyle w:val="Textbezslovn"/>
      </w:pPr>
      <w:r w:rsidRPr="00BC5BDD">
        <w:t>Rekapitulace</w:t>
      </w:r>
      <w:r>
        <w:t xml:space="preserve"> Ceny Díla dle stavebních objektů (SO)</w:t>
      </w:r>
      <w:r w:rsidR="00FD181A">
        <w:t xml:space="preserve"> </w:t>
      </w:r>
      <w:r>
        <w:t>je uvedena</w:t>
      </w:r>
      <w:r w:rsidR="00A349C6">
        <w:t xml:space="preserve"> v </w:t>
      </w:r>
      <w:r>
        <w:t xml:space="preserve">Příloze č. 4 </w:t>
      </w:r>
      <w:proofErr w:type="gramStart"/>
      <w:r>
        <w:t>této</w:t>
      </w:r>
      <w:proofErr w:type="gramEnd"/>
      <w:r>
        <w:t xml:space="preserve">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62B5B3FE" w:rsidR="007D26F9" w:rsidRDefault="007D26F9" w:rsidP="00BC5BDD">
      <w:pPr>
        <w:pStyle w:val="Textbezslovn"/>
        <w:rPr>
          <w:rStyle w:val="Tun"/>
        </w:rPr>
      </w:pPr>
      <w:r w:rsidRPr="008F7242">
        <w:rPr>
          <w:rStyle w:val="Tun"/>
        </w:rPr>
        <w:t xml:space="preserve">Celková lhůta pro dokončení Díla činí celkem </w:t>
      </w:r>
      <w:r w:rsidR="0006590E">
        <w:rPr>
          <w:rStyle w:val="Tun"/>
        </w:rPr>
        <w:t>14</w:t>
      </w:r>
      <w:r w:rsidR="00AF59B3" w:rsidRPr="008F7242">
        <w:rPr>
          <w:rStyle w:val="Tun"/>
        </w:rPr>
        <w:t xml:space="preserve"> </w:t>
      </w:r>
      <w:r w:rsidRPr="008F7242">
        <w:rPr>
          <w:rStyle w:val="Tun"/>
        </w:rPr>
        <w:t>měsíců ode Dne zahájení stavebních prací (dokladem prokazujícím, že Zhotovitel dokončil celé Dílo, je Předávací protokol dle odst. 10.4 Obchodních podmínek).</w:t>
      </w:r>
      <w:r w:rsidR="00AF59B3">
        <w:rPr>
          <w:rStyle w:val="Tun"/>
        </w:rPr>
        <w:t xml:space="preserve"> </w:t>
      </w:r>
    </w:p>
    <w:p w14:paraId="3AC6763F" w14:textId="06A2CAA4" w:rsidR="007D26F9" w:rsidRDefault="007D26F9" w:rsidP="00BC5BDD">
      <w:pPr>
        <w:pStyle w:val="Textbezslovn"/>
      </w:pPr>
      <w:r>
        <w:t xml:space="preserve">Lhůta pro dokončení stavebních prací činí celkem </w:t>
      </w:r>
      <w:r w:rsidR="0006590E">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5A2E9543" w:rsidR="007D26F9" w:rsidRDefault="007D26F9" w:rsidP="00BC5BDD">
      <w:pPr>
        <w:pStyle w:val="Textbezslovn"/>
      </w:pPr>
      <w:r w:rsidRPr="00B546C1">
        <w:lastRenderedPageBreak/>
        <w:t xml:space="preserve">Předání </w:t>
      </w:r>
      <w:r>
        <w:t>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B1C7F28"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CE0A60">
        <w:t>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213C7CFE" w14:textId="5BEC71E6" w:rsidR="00813734" w:rsidRPr="00041D48" w:rsidRDefault="00CE0A60" w:rsidP="00DE2A7D">
      <w:pPr>
        <w:pStyle w:val="Text1-1"/>
        <w:rPr>
          <w:color w:val="00B050"/>
        </w:rPr>
      </w:pPr>
      <w:r w:rsidRPr="00041D48">
        <w:t>NEOBSAZENO</w:t>
      </w:r>
    </w:p>
    <w:p w14:paraId="76DB0A2E" w14:textId="23470483" w:rsidR="009A12BD" w:rsidRPr="00813734" w:rsidRDefault="00813734" w:rsidP="00813734">
      <w:pPr>
        <w:pStyle w:val="Text1-1"/>
        <w:numPr>
          <w:ilvl w:val="0"/>
          <w:numId w:val="0"/>
        </w:numPr>
        <w:rPr>
          <w:i/>
          <w:color w:val="00B050"/>
        </w:rPr>
      </w:pPr>
      <w:r>
        <w:rPr>
          <w:sz w:val="20"/>
          <w:szCs w:val="20"/>
        </w:rPr>
        <w:t xml:space="preserve">          </w:t>
      </w:r>
      <w:r w:rsidR="00704A28">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3D57A1AD" w:rsidR="004C1A60" w:rsidRPr="009A12BD" w:rsidRDefault="004C1A60" w:rsidP="004C1A60">
      <w:pPr>
        <w:pStyle w:val="Text1-1"/>
        <w:numPr>
          <w:ilvl w:val="0"/>
          <w:numId w:val="0"/>
        </w:numPr>
        <w:ind w:left="737"/>
      </w:pPr>
      <w:r w:rsidRPr="009A12BD">
        <w:lastRenderedPageBreak/>
        <w:t xml:space="preserve">b) hodnota provedených prací dle jednotlivých poddodavatelů/ členů koncernu specifikovaná dle jednotlivých poddodavatelů/ členů koncernu, a to jak v Kč, tak v %, včetně věcného rozsahu plnění (označení dle </w:t>
      </w:r>
      <w:r w:rsidR="00FD181A">
        <w:t xml:space="preserve">čísel a názvů jednotlivých </w:t>
      </w:r>
      <w:r w:rsidRPr="009A12BD">
        <w:t>SO, případně jiným vhodným způsob</w:t>
      </w:r>
      <w:r w:rsidR="00FD181A">
        <w:t>em, nelze-li označit dle SO</w:t>
      </w:r>
      <w:r w:rsidRPr="009A12BD">
        <w:t>).</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731213AF" w:rsidR="004A36B7" w:rsidRPr="00EB2164"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r w:rsidR="00EB2164">
        <w:rPr>
          <w:rFonts w:eastAsia="Times New Roman" w:cs="Times New Roman"/>
          <w:sz w:val="18"/>
          <w:szCs w:val="18"/>
        </w:rPr>
        <w:t xml:space="preserve"> </w:t>
      </w:r>
    </w:p>
    <w:p w14:paraId="1ECC72CF" w14:textId="77777777" w:rsidR="00EB2164" w:rsidRPr="005E007F" w:rsidRDefault="00EB2164" w:rsidP="00EB2164">
      <w:pPr>
        <w:numPr>
          <w:ilvl w:val="2"/>
          <w:numId w:val="34"/>
        </w:numPr>
        <w:spacing w:after="120" w:line="264" w:lineRule="auto"/>
        <w:jc w:val="both"/>
        <w:rPr>
          <w:sz w:val="18"/>
          <w:szCs w:val="18"/>
        </w:rPr>
      </w:pPr>
      <w:r w:rsidRPr="005E007F">
        <w:rPr>
          <w:rFonts w:eastAsia="Times New Roman" w:cs="Times New Roman"/>
          <w:sz w:val="18"/>
          <w:szCs w:val="18"/>
        </w:rPr>
        <w:t xml:space="preserve">Zhotovitel se zavazuje, že v průběhu plnění Díla umožní v souvislosti s prováděním prací na Díle provedení </w:t>
      </w:r>
      <w:r>
        <w:rPr>
          <w:rFonts w:eastAsia="Times New Roman" w:cs="Times New Roman"/>
          <w:sz w:val="18"/>
          <w:szCs w:val="18"/>
        </w:rPr>
        <w:t xml:space="preserve">dvou </w:t>
      </w:r>
      <w:r w:rsidRPr="00BB2E97">
        <w:rPr>
          <w:rFonts w:eastAsia="Times New Roman" w:cs="Times New Roman"/>
          <w:sz w:val="18"/>
          <w:szCs w:val="18"/>
        </w:rPr>
        <w:t>studentských exkurzí</w:t>
      </w:r>
      <w:r w:rsidRPr="005E007F">
        <w:rPr>
          <w:rFonts w:eastAsia="Times New Roman" w:cs="Times New Roman"/>
          <w:sz w:val="18"/>
          <w:szCs w:val="18"/>
        </w:rPr>
        <w:t xml:space="preserve"> na Staveništi. Podrobnosti k provedení </w:t>
      </w:r>
      <w:r w:rsidRPr="0071617E">
        <w:rPr>
          <w:rFonts w:eastAsia="Times New Roman" w:cs="Times New Roman"/>
          <w:sz w:val="18"/>
          <w:szCs w:val="18"/>
        </w:rPr>
        <w:t>exkurzí</w:t>
      </w:r>
      <w:r w:rsidRPr="0015580B">
        <w:rPr>
          <w:rFonts w:eastAsia="Times New Roman" w:cs="Times New Roman"/>
          <w:sz w:val="18"/>
          <w:szCs w:val="18"/>
        </w:rPr>
        <w:t xml:space="preserve"> </w:t>
      </w:r>
      <w:r w:rsidRPr="005E007F">
        <w:rPr>
          <w:rFonts w:eastAsia="Times New Roman" w:cs="Times New Roman"/>
          <w:sz w:val="18"/>
          <w:szCs w:val="18"/>
        </w:rPr>
        <w:t>jsou uvedeny v Obchodních podmínkách.</w:t>
      </w:r>
      <w:r w:rsidRPr="00756F28">
        <w:rPr>
          <w:sz w:val="18"/>
          <w:szCs w:val="18"/>
        </w:rPr>
        <w:t xml:space="preserve"> </w:t>
      </w:r>
    </w:p>
    <w:p w14:paraId="245D3F26" w14:textId="77777777" w:rsidR="00EB2164" w:rsidRPr="005E007F" w:rsidRDefault="00EB2164" w:rsidP="00EB2164">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6B1A579F" w14:textId="5E6FFB00" w:rsidR="00D4483A" w:rsidRDefault="00B546C1" w:rsidP="00B546C1">
      <w:pPr>
        <w:pStyle w:val="Text1-1"/>
        <w:rPr>
          <w:i/>
          <w:color w:val="00B050"/>
        </w:rPr>
      </w:pPr>
      <w:r>
        <w:t>NEOBSAZENO</w:t>
      </w:r>
    </w:p>
    <w:p w14:paraId="4D719B45" w14:textId="3F97C8B4"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03E5AFA5" w14:textId="33BAD616" w:rsidR="00EB2164" w:rsidRPr="00065937" w:rsidRDefault="00816C83" w:rsidP="00EB2164">
      <w:pPr>
        <w:pStyle w:val="Text1-1"/>
      </w:pPr>
      <w:r>
        <w:t>NEOBSAZENO</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067F98">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1316DA94"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w:t>
      </w:r>
      <w:r w:rsidR="00067F98">
        <w:t xml:space="preserve">ikovaným elektronickým podpisem, každý elektronický obraz smlouvy má platnost originálu. </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11E1048F" w:rsidR="007D26F9" w:rsidRDefault="007D26F9" w:rsidP="00342DC7">
      <w:pPr>
        <w:pStyle w:val="Textbezslovn"/>
      </w:pPr>
      <w:r w:rsidRPr="00A349C6">
        <w:rPr>
          <w:b/>
        </w:rPr>
        <w:t>Příloha č. 1:</w:t>
      </w:r>
      <w:r w:rsidR="008F7242">
        <w:t xml:space="preserve"> </w:t>
      </w:r>
      <w:r w:rsidR="008F7242">
        <w:tab/>
      </w:r>
      <w:r>
        <w:t xml:space="preserve">Obchodní podmínky – </w:t>
      </w:r>
      <w:r w:rsidR="00622382">
        <w:t>OP_R_24-22_podlimitní</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9A37288" w:rsidR="007D26F9" w:rsidRDefault="00F43D42" w:rsidP="00F43D42">
      <w:pPr>
        <w:pStyle w:val="Textbezslovn"/>
        <w:ind w:left="2127"/>
      </w:pPr>
      <w:r>
        <w:t xml:space="preserve">b) </w:t>
      </w:r>
      <w:r w:rsidR="007D26F9">
        <w:t xml:space="preserve">Všeobecné technické podmínky – </w:t>
      </w:r>
      <w:r w:rsidR="00622382">
        <w:t>VTP_R_15-21</w:t>
      </w:r>
    </w:p>
    <w:p w14:paraId="239F0F49" w14:textId="608E1A4E" w:rsidR="007D26F9" w:rsidRDefault="00F43D42" w:rsidP="00F43D42">
      <w:pPr>
        <w:pStyle w:val="Textbezslovn"/>
        <w:ind w:left="2127"/>
      </w:pPr>
      <w:r>
        <w:t xml:space="preserve">c) </w:t>
      </w:r>
      <w:r w:rsidR="007D26F9">
        <w:t xml:space="preserve">Zvláštní technické podmínky </w:t>
      </w:r>
      <w:r w:rsidR="00C73AF9">
        <w:t>08. 04</w:t>
      </w:r>
      <w:r w:rsidR="00EB2164">
        <w:t>. 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8B8986E"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076AF3A6" w14:textId="571857B7" w:rsidR="00F422D3" w:rsidRDefault="00172048" w:rsidP="009F0867">
      <w:pPr>
        <w:pStyle w:val="Textbezodsazen"/>
      </w:pPr>
      <w:r>
        <w:t>V Praze</w:t>
      </w:r>
      <w:r w:rsidR="00F422D3">
        <w:tab/>
      </w:r>
      <w:r w:rsidR="00F422D3">
        <w:tab/>
      </w:r>
      <w:r w:rsidR="00F422D3">
        <w:tab/>
      </w:r>
      <w:r w:rsidR="00963CE4">
        <w:tab/>
      </w:r>
      <w:r w:rsidR="00963CE4">
        <w:tab/>
      </w:r>
      <w:r w:rsidR="00963CE4">
        <w:tab/>
      </w:r>
      <w:r w:rsidR="00963CE4">
        <w:tab/>
      </w:r>
      <w:r w:rsidR="00C7012B">
        <w:tab/>
      </w:r>
      <w:r w:rsidR="00963CE4">
        <w:t>V…………………</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014B98CA" w:rsidR="00F422D3" w:rsidRPr="00F43D42" w:rsidRDefault="003149C0" w:rsidP="009F0867">
      <w:pPr>
        <w:pStyle w:val="Textbezodsazen"/>
        <w:rPr>
          <w:b/>
        </w:rPr>
      </w:pPr>
      <w:r>
        <w:rPr>
          <w:b/>
        </w:rPr>
        <w:lastRenderedPageBreak/>
        <w:t xml:space="preserve">     </w:t>
      </w:r>
      <w:r w:rsidR="00342DC7" w:rsidRPr="00F43D42">
        <w:rPr>
          <w:b/>
        </w:rPr>
        <w:t xml:space="preserve">Ing. </w:t>
      </w:r>
      <w:r w:rsidR="00963CE4">
        <w:rPr>
          <w:b/>
        </w:rPr>
        <w:t>Petr Hofhanzl</w:t>
      </w:r>
      <w:r w:rsidR="00342DC7" w:rsidRPr="00F43D42">
        <w:rPr>
          <w:b/>
        </w:rPr>
        <w:tab/>
      </w:r>
      <w:r w:rsidR="00342DC7" w:rsidRPr="00F43D42">
        <w:rPr>
          <w:b/>
        </w:rPr>
        <w:tab/>
      </w:r>
      <w:r w:rsidR="00342DC7" w:rsidRPr="00F43D42">
        <w:rPr>
          <w:b/>
        </w:rPr>
        <w:tab/>
      </w:r>
      <w:r w:rsidR="00172048">
        <w:rPr>
          <w:b/>
        </w:rPr>
        <w:tab/>
      </w:r>
      <w:r w:rsidR="00172048">
        <w:rPr>
          <w:b/>
        </w:rPr>
        <w:tab/>
      </w:r>
      <w:r w:rsidR="00342DC7" w:rsidRPr="00F43D42">
        <w:rPr>
          <w:b/>
          <w:highlight w:val="yellow"/>
        </w:rPr>
        <w:t>„[VLOŽÍ ZHOTOVITEL]“</w:t>
      </w:r>
    </w:p>
    <w:p w14:paraId="32F72DE4" w14:textId="77777777" w:rsidR="00172048" w:rsidRDefault="00963CE4" w:rsidP="00172048">
      <w:pPr>
        <w:pStyle w:val="Textbezodsazen"/>
        <w:spacing w:after="0"/>
      </w:pPr>
      <w:r>
        <w:t>ředitel Stavební správy západ</w:t>
      </w:r>
      <w:r w:rsidR="00172048">
        <w:tab/>
      </w:r>
      <w:r w:rsidR="00172048">
        <w:tab/>
      </w:r>
      <w:r w:rsidR="00172048">
        <w:tab/>
      </w:r>
    </w:p>
    <w:p w14:paraId="3A85C471" w14:textId="059642CB" w:rsidR="00CB4F6D" w:rsidRDefault="00342DC7" w:rsidP="00172048">
      <w:pPr>
        <w:pStyle w:val="Textbezodsazen"/>
        <w:spacing w:after="0"/>
      </w:pPr>
      <w:r w:rsidRPr="000C2B01">
        <w:t>Správa</w:t>
      </w:r>
      <w:r w:rsidR="003149C0" w:rsidRPr="000C2B01">
        <w:t xml:space="preserve"> železnic</w:t>
      </w:r>
      <w:r w:rsidR="00C731EA">
        <w:t>, státní organizace</w:t>
      </w:r>
    </w:p>
    <w:p w14:paraId="708D12C6" w14:textId="258C5D1E" w:rsidR="00EB2164" w:rsidRPr="00EB2164" w:rsidRDefault="00EB2164" w:rsidP="00172048">
      <w:pPr>
        <w:pStyle w:val="Textbezodsazen"/>
        <w:spacing w:after="0"/>
        <w:rPr>
          <w:i/>
        </w:rPr>
      </w:pPr>
      <w:r w:rsidRPr="00EB2164">
        <w:rPr>
          <w:i/>
        </w:rPr>
        <w:t>(podepsáno elektronicky)</w:t>
      </w:r>
    </w:p>
    <w:p w14:paraId="15FCC193" w14:textId="0F1EEF1B" w:rsidR="00172048" w:rsidRDefault="00172048" w:rsidP="00172048">
      <w:pPr>
        <w:pStyle w:val="Textbezodsazen"/>
        <w:spacing w:after="0"/>
      </w:pPr>
    </w:p>
    <w:p w14:paraId="30C78519" w14:textId="77777777" w:rsidR="00172048" w:rsidRDefault="00172048" w:rsidP="00172048">
      <w:pPr>
        <w:pStyle w:val="Textbezodsazen"/>
        <w:spacing w:after="0"/>
        <w:sectPr w:rsidR="00172048" w:rsidSect="00300482">
          <w:footerReference w:type="even" r:id="rId13"/>
          <w:footerReference w:type="default" r:id="rId14"/>
          <w:headerReference w:type="first" r:id="rId15"/>
          <w:pgSz w:w="11906" w:h="16838" w:code="9"/>
          <w:pgMar w:top="1077" w:right="1588" w:bottom="1135"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5274344" w:rsidR="00CB4F6D" w:rsidRPr="00CB4F6D" w:rsidRDefault="00963CE4" w:rsidP="00CB4F6D">
      <w:pPr>
        <w:pStyle w:val="Textbezodsazen"/>
      </w:pPr>
      <w:r>
        <w:t>OP_R_24-22_podlimitní</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9011C45" w:rsidR="00342DC7" w:rsidRPr="00AE4B52" w:rsidRDefault="00342DC7" w:rsidP="00342DC7">
      <w:pPr>
        <w:pStyle w:val="Odstavec1-1a"/>
        <w:rPr>
          <w:rStyle w:val="Tun"/>
        </w:rPr>
      </w:pPr>
      <w:r w:rsidRPr="00AE4B52">
        <w:rPr>
          <w:rStyle w:val="Tun"/>
        </w:rPr>
        <w:t xml:space="preserve">Všeobecné technické podmínky </w:t>
      </w:r>
      <w:r w:rsidR="00963CE4">
        <w:rPr>
          <w:rStyle w:val="Tun"/>
        </w:rPr>
        <w:t>– VTP_R_15-21</w:t>
      </w:r>
      <w:r w:rsidRPr="00AE4B52">
        <w:rPr>
          <w:rStyle w:val="Tun"/>
        </w:rPr>
        <w:t xml:space="preserve"> </w:t>
      </w:r>
    </w:p>
    <w:p w14:paraId="3FCF186D" w14:textId="3FC18AB0" w:rsidR="00342DC7" w:rsidRPr="00AE4B52" w:rsidRDefault="00342DC7" w:rsidP="00342DC7">
      <w:pPr>
        <w:pStyle w:val="Odstavec1-1a"/>
        <w:rPr>
          <w:rStyle w:val="Tun"/>
        </w:rPr>
      </w:pPr>
      <w:r w:rsidRPr="00AE4B52">
        <w:rPr>
          <w:rStyle w:val="Tun"/>
        </w:rPr>
        <w:t xml:space="preserve">Zvláštní technické podmínky </w:t>
      </w:r>
      <w:r w:rsidR="00C73AF9">
        <w:rPr>
          <w:rStyle w:val="Tun"/>
        </w:rPr>
        <w:t>_08. 04</w:t>
      </w:r>
      <w:r w:rsidR="00AF2B09">
        <w:rPr>
          <w:rStyle w:val="Tun"/>
        </w:rPr>
        <w:t>.</w:t>
      </w:r>
      <w:r w:rsidR="00FD181A">
        <w:rPr>
          <w:rStyle w:val="Tun"/>
        </w:rPr>
        <w:t xml:space="preserve"> </w:t>
      </w:r>
      <w:r w:rsidR="00AF2B09">
        <w:rPr>
          <w:rStyle w:val="Tun"/>
        </w:rPr>
        <w:t>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bookmarkStart w:id="0" w:name="_GoBack"/>
      <w:bookmarkEnd w:id="0"/>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041D48" w:rsidRDefault="00AE4B52" w:rsidP="001F518E">
      <w:pPr>
        <w:pStyle w:val="Nadpisbezsl1-2"/>
      </w:pPr>
      <w:r w:rsidRPr="00041D48">
        <w:t>Související dokumenty</w:t>
      </w:r>
    </w:p>
    <w:p w14:paraId="6DC5CA82" w14:textId="35FD7092" w:rsidR="00AF2B09" w:rsidRPr="00041D48" w:rsidRDefault="00AF2B09" w:rsidP="00041D48">
      <w:pPr>
        <w:pStyle w:val="Odrka1-1"/>
      </w:pPr>
      <w:r w:rsidRPr="00041D48">
        <w:t>schvalovací protokol dokumentace</w:t>
      </w:r>
      <w:r w:rsidR="00B50209">
        <w:t xml:space="preserve"> stavby – posuzovací část</w:t>
      </w:r>
      <w:r w:rsidRPr="00041D48">
        <w:t xml:space="preserve"> </w:t>
      </w:r>
      <w:r w:rsidR="00041D48" w:rsidRPr="00041D48">
        <w:t>17695/2022-SŽ-GŘ-O6</w:t>
      </w:r>
    </w:p>
    <w:p w14:paraId="57F6E239" w14:textId="77777777" w:rsidR="00AF2B09" w:rsidRPr="00041D48" w:rsidRDefault="00AF2B09" w:rsidP="00AF2B09">
      <w:pPr>
        <w:pStyle w:val="Odrka1-1"/>
      </w:pPr>
      <w:r w:rsidRPr="00041D48">
        <w:t>DSP – Přestupní terminál Soběslav, METROPROJEKT Praha a.s., 7/2021</w:t>
      </w:r>
    </w:p>
    <w:p w14:paraId="35518E6F" w14:textId="6A3AF96F" w:rsidR="00AF2B09" w:rsidRDefault="00AF2B09" w:rsidP="00AF2B09">
      <w:pPr>
        <w:pStyle w:val="Odrka1-1"/>
      </w:pPr>
      <w:r w:rsidRPr="00041D48">
        <w:t xml:space="preserve">Stavební povolení </w:t>
      </w:r>
    </w:p>
    <w:p w14:paraId="4ED1B7BE" w14:textId="77777777" w:rsidR="00E962C7" w:rsidRDefault="00E962C7" w:rsidP="00E962C7">
      <w:pPr>
        <w:pStyle w:val="Odrka1-3"/>
      </w:pPr>
      <w:r>
        <w:t xml:space="preserve">Stavební povolení </w:t>
      </w:r>
      <w:proofErr w:type="gramStart"/>
      <w:r>
        <w:t>č.j.</w:t>
      </w:r>
      <w:proofErr w:type="gramEnd"/>
      <w:r>
        <w:t>: DUCR-5812/22/</w:t>
      </w:r>
      <w:proofErr w:type="spellStart"/>
      <w:r>
        <w:t>Wm</w:t>
      </w:r>
      <w:proofErr w:type="spellEnd"/>
      <w:r>
        <w:t xml:space="preserve"> ze dne </w:t>
      </w:r>
      <w:proofErr w:type="gramStart"/>
      <w:r>
        <w:t>1.2.2022</w:t>
      </w:r>
      <w:proofErr w:type="gramEnd"/>
    </w:p>
    <w:p w14:paraId="5E82C3F8" w14:textId="77777777" w:rsidR="00E962C7" w:rsidRDefault="00E962C7" w:rsidP="00E962C7">
      <w:pPr>
        <w:pStyle w:val="Odrka1-3"/>
      </w:pPr>
      <w:r>
        <w:t xml:space="preserve">Stavební povolení </w:t>
      </w:r>
      <w:proofErr w:type="gramStart"/>
      <w:r>
        <w:t>č.j.</w:t>
      </w:r>
      <w:proofErr w:type="gramEnd"/>
      <w:r>
        <w:t xml:space="preserve">: MS/02909/2022 ze dne </w:t>
      </w:r>
      <w:proofErr w:type="gramStart"/>
      <w:r>
        <w:t>11.2.2022</w:t>
      </w:r>
      <w:proofErr w:type="gramEnd"/>
    </w:p>
    <w:p w14:paraId="737FFC2D" w14:textId="21C435F6" w:rsidR="00E962C7" w:rsidRPr="00041D48" w:rsidRDefault="00E962C7" w:rsidP="00E962C7">
      <w:pPr>
        <w:pStyle w:val="Odrka1-3"/>
        <w:numPr>
          <w:ilvl w:val="0"/>
          <w:numId w:val="0"/>
        </w:numPr>
        <w:ind w:left="1928"/>
      </w:pPr>
    </w:p>
    <w:p w14:paraId="51755FD6" w14:textId="77777777" w:rsidR="00B30E6B" w:rsidRDefault="00B30E6B" w:rsidP="00B30E6B">
      <w:pPr>
        <w:pStyle w:val="Odrka1-1"/>
        <w:numPr>
          <w:ilvl w:val="0"/>
          <w:numId w:val="0"/>
        </w:numPr>
        <w:ind w:left="1077"/>
      </w:pP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19220213" w:rsidR="001F518E" w:rsidRPr="001F518E" w:rsidRDefault="001F518E" w:rsidP="00A0271B">
      <w:pPr>
        <w:pStyle w:val="Textbezodsazen"/>
      </w:pPr>
      <w:r w:rsidRPr="001F518E">
        <w:t>Rekapitulace Ceny Díla dle stavebních objektů (SO):</w:t>
      </w:r>
    </w:p>
    <w:p w14:paraId="4029073B" w14:textId="62967B44" w:rsidR="00AF2B09" w:rsidRPr="000C2B01" w:rsidRDefault="00AF2B09" w:rsidP="00AF2B09">
      <w:pPr>
        <w:pStyle w:val="Textbezodsazen"/>
      </w:pPr>
      <w:r w:rsidRPr="009A12BD">
        <w:t xml:space="preserve">Do přílohy smlouvy bude vložena tabulka Rekapitulace ceny dle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1924807E" w:rsidR="00502690" w:rsidRPr="00FD181A" w:rsidRDefault="00FD181A" w:rsidP="00590C91">
            <w:pPr>
              <w:pStyle w:val="Tabulka"/>
              <w:cnfStyle w:val="100000000000" w:firstRow="1" w:lastRow="0" w:firstColumn="0" w:lastColumn="0" w:oddVBand="0" w:evenVBand="0" w:oddHBand="0" w:evenHBand="0" w:firstRowFirstColumn="0" w:firstRowLastColumn="0" w:lastRowFirstColumn="0" w:lastRowLastColumn="0"/>
            </w:pPr>
            <w:r w:rsidRPr="00FD181A">
              <w:t>Mgr. Hana Štarhová</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11CB4B10" w14:textId="77777777" w:rsidR="008175E5" w:rsidRPr="00FD181A" w:rsidRDefault="00FD181A" w:rsidP="00590C91">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0ADCE498" w14:textId="77777777" w:rsidR="00FD181A" w:rsidRPr="00FD181A" w:rsidRDefault="00FD181A" w:rsidP="00590C91">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58576B32" w14:textId="77777777" w:rsidR="00FD181A" w:rsidRPr="00FD181A" w:rsidRDefault="00FD181A" w:rsidP="00590C91">
            <w:pPr>
              <w:pStyle w:val="Tabulka"/>
              <w:cnfStyle w:val="000000000000" w:firstRow="0" w:lastRow="0" w:firstColumn="0" w:lastColumn="0" w:oddVBand="0" w:evenVBand="0" w:oddHBand="0" w:evenHBand="0" w:firstRowFirstColumn="0" w:firstRowLastColumn="0" w:lastRowFirstColumn="0" w:lastRowLastColumn="0"/>
            </w:pPr>
            <w:r w:rsidRPr="00FD181A">
              <w:t>Ke Štvanici 656/3</w:t>
            </w:r>
          </w:p>
          <w:p w14:paraId="6C50445A" w14:textId="009BAFA1" w:rsidR="00FD181A" w:rsidRPr="00FD181A" w:rsidRDefault="00FD181A" w:rsidP="00590C91">
            <w:pPr>
              <w:pStyle w:val="Tabulka"/>
              <w:cnfStyle w:val="000000000000" w:firstRow="0" w:lastRow="0" w:firstColumn="0" w:lastColumn="0" w:oddVBand="0" w:evenVBand="0" w:oddHBand="0" w:evenHBand="0" w:firstRowFirstColumn="0" w:firstRowLastColumn="0" w:lastRowFirstColumn="0" w:lastRowLastColumn="0"/>
            </w:pPr>
            <w:r w:rsidRPr="00FD181A">
              <w:t>186 00 Praha 8</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4AF43844" w:rsidR="002038D5" w:rsidRPr="00FD181A" w:rsidRDefault="00D17616" w:rsidP="00590C91">
            <w:pPr>
              <w:pStyle w:val="Tabulka"/>
              <w:cnfStyle w:val="000000000000" w:firstRow="0" w:lastRow="0" w:firstColumn="0" w:lastColumn="0" w:oddVBand="0" w:evenVBand="0" w:oddHBand="0" w:evenHBand="0" w:firstRowFirstColumn="0" w:firstRowLastColumn="0" w:lastRowFirstColumn="0" w:lastRowLastColumn="0"/>
            </w:pPr>
            <w:r w:rsidRPr="00D17616">
              <w:t>StarhovaH@spravazeleznic.cz</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08EC9E55" w:rsidR="002038D5" w:rsidRPr="00FD181A" w:rsidRDefault="00FD181A" w:rsidP="00590C91">
            <w:pPr>
              <w:pStyle w:val="Tabulka"/>
              <w:cnfStyle w:val="000000000000" w:firstRow="0" w:lastRow="0" w:firstColumn="0" w:lastColumn="0" w:oddVBand="0" w:evenVBand="0" w:oddHBand="0" w:evenHBand="0" w:firstRowFirstColumn="0" w:firstRowLastColumn="0" w:lastRowFirstColumn="0" w:lastRowLastColumn="0"/>
            </w:pPr>
            <w:r w:rsidRPr="00FD181A">
              <w:t>+420 724 863 547</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09BA32E5" w:rsidR="002038D5" w:rsidRPr="00FD181A" w:rsidRDefault="00FD181A" w:rsidP="00590C91">
            <w:pPr>
              <w:pStyle w:val="Tabulka"/>
              <w:cnfStyle w:val="100000000000" w:firstRow="1" w:lastRow="0" w:firstColumn="0" w:lastColumn="0" w:oddVBand="0" w:evenVBand="0" w:oddHBand="0" w:evenHBand="0" w:firstRowFirstColumn="0" w:firstRowLastColumn="0" w:lastRowFirstColumn="0" w:lastRowLastColumn="0"/>
            </w:pPr>
            <w:r w:rsidRPr="00FD181A">
              <w:t>Ing. Marek Zeman</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7EF7DBE" w14:textId="77777777" w:rsidR="00FD181A"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59B7A4EF" w14:textId="77777777" w:rsidR="00FD181A"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753F4687" w14:textId="77777777" w:rsidR="00FD181A"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Ke Štvanici 656/3</w:t>
            </w:r>
          </w:p>
          <w:p w14:paraId="2888FB91" w14:textId="1781A3DA" w:rsidR="008175E5"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186 00 Praha 8</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5CC4B42F" w:rsidR="002038D5" w:rsidRPr="00FD181A" w:rsidRDefault="00FD181A" w:rsidP="00590C91">
            <w:pPr>
              <w:pStyle w:val="Tabulka"/>
              <w:cnfStyle w:val="000000000000" w:firstRow="0" w:lastRow="0" w:firstColumn="0" w:lastColumn="0" w:oddVBand="0" w:evenVBand="0" w:oddHBand="0" w:evenHBand="0" w:firstRowFirstColumn="0" w:firstRowLastColumn="0" w:lastRowFirstColumn="0" w:lastRowLastColumn="0"/>
            </w:pPr>
            <w:r w:rsidRPr="00FD181A">
              <w:t>ZemanMa@spravazeleznic.cz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4F53570B" w:rsidR="002038D5" w:rsidRPr="00FD181A" w:rsidRDefault="00FD181A" w:rsidP="00590C91">
            <w:pPr>
              <w:pStyle w:val="Tabulka"/>
              <w:cnfStyle w:val="000000000000" w:firstRow="0" w:lastRow="0" w:firstColumn="0" w:lastColumn="0" w:oddVBand="0" w:evenVBand="0" w:oddHBand="0" w:evenHBand="0" w:firstRowFirstColumn="0" w:firstRowLastColumn="0" w:lastRowFirstColumn="0" w:lastRowLastColumn="0"/>
            </w:pPr>
            <w:r w:rsidRPr="00FD181A">
              <w:t>+420 725 444 352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0EBB7492" w:rsidR="002038D5" w:rsidRPr="00041D48" w:rsidRDefault="00041D48" w:rsidP="00041D48">
            <w:pPr>
              <w:pStyle w:val="Tabulka"/>
              <w:cnfStyle w:val="100000000000" w:firstRow="1" w:lastRow="0" w:firstColumn="0" w:lastColumn="0" w:oddVBand="0" w:evenVBand="0" w:oddHBand="0" w:evenHBand="0" w:firstRowFirstColumn="0" w:firstRowLastColumn="0" w:lastRowFirstColumn="0" w:lastRowLastColumn="0"/>
            </w:pPr>
            <w:r>
              <w:t xml:space="preserve">Bc. Dominik Kyml </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95B6DBD" w14:textId="77777777" w:rsidR="00041D48" w:rsidRPr="00FD181A" w:rsidRDefault="00041D48" w:rsidP="00041D48">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738DD648" w14:textId="77777777" w:rsidR="00041D48" w:rsidRPr="00FD181A" w:rsidRDefault="00041D48" w:rsidP="00041D48">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23627434" w14:textId="388B6FFC" w:rsidR="00041D48" w:rsidRPr="00FD181A" w:rsidRDefault="00041D48" w:rsidP="00041D48">
            <w:pPr>
              <w:pStyle w:val="Tabulka"/>
              <w:cnfStyle w:val="000000000000" w:firstRow="0" w:lastRow="0" w:firstColumn="0" w:lastColumn="0" w:oddVBand="0" w:evenVBand="0" w:oddHBand="0" w:evenHBand="0" w:firstRowFirstColumn="0" w:firstRowLastColumn="0" w:lastRowFirstColumn="0" w:lastRowLastColumn="0"/>
            </w:pPr>
            <w:r>
              <w:t xml:space="preserve">Pod </w:t>
            </w:r>
            <w:proofErr w:type="spellStart"/>
            <w:r>
              <w:t>Rafandou</w:t>
            </w:r>
            <w:proofErr w:type="spellEnd"/>
            <w:r>
              <w:t xml:space="preserve"> 882</w:t>
            </w:r>
          </w:p>
          <w:p w14:paraId="7AEB8CD4" w14:textId="58791BBB" w:rsidR="008175E5" w:rsidRPr="00041D48" w:rsidRDefault="00041D48" w:rsidP="00041D48">
            <w:pPr>
              <w:pStyle w:val="Tabulka"/>
              <w:cnfStyle w:val="000000000000" w:firstRow="0" w:lastRow="0" w:firstColumn="0" w:lastColumn="0" w:oddVBand="0" w:evenVBand="0" w:oddHBand="0" w:evenHBand="0" w:firstRowFirstColumn="0" w:firstRowLastColumn="0" w:lastRowFirstColumn="0" w:lastRowLastColumn="0"/>
            </w:pPr>
            <w:r>
              <w:t>391 81 Veselí nad Lužnicí</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42AC3507" w:rsidR="002038D5" w:rsidRPr="00041D48" w:rsidRDefault="00041D48" w:rsidP="00590C91">
            <w:pPr>
              <w:pStyle w:val="Tabulka"/>
              <w:cnfStyle w:val="000000000000" w:firstRow="0" w:lastRow="0" w:firstColumn="0" w:lastColumn="0" w:oddVBand="0" w:evenVBand="0" w:oddHBand="0" w:evenHBand="0" w:firstRowFirstColumn="0" w:firstRowLastColumn="0" w:lastRowFirstColumn="0" w:lastRowLastColumn="0"/>
            </w:pPr>
            <w:r>
              <w:t>Kyml@spravazeleznic.cz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50EBB735" w:rsidR="002038D5" w:rsidRPr="00041D48" w:rsidRDefault="00041D48" w:rsidP="00590C91">
            <w:pPr>
              <w:pStyle w:val="Tabulka"/>
              <w:cnfStyle w:val="000000000000" w:firstRow="0" w:lastRow="0" w:firstColumn="0" w:lastColumn="0" w:oddVBand="0" w:evenVBand="0" w:oddHBand="0" w:evenHBand="0" w:firstRowFirstColumn="0" w:firstRowLastColumn="0" w:lastRowFirstColumn="0" w:lastRowLastColumn="0"/>
            </w:pPr>
            <w:r>
              <w:t>+420 720 051 691</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2003CA1C" w:rsidR="00BF7B07" w:rsidRPr="000C2B01" w:rsidRDefault="00FD181A"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proofErr w:type="spellStart"/>
            <w:r w:rsidRPr="00FD181A">
              <w:t>Nitran</w:t>
            </w:r>
            <w:proofErr w:type="spellEnd"/>
            <w:r w:rsidRPr="00FD181A">
              <w:t xml:space="preserve"> Nikolas</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2F2E1" w14:textId="77777777" w:rsidR="00FD181A"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118C5478" w14:textId="77777777" w:rsidR="00FD181A"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4F9131F2" w14:textId="77777777" w:rsidR="00FD181A"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Ke Štvanici 656/3</w:t>
            </w:r>
          </w:p>
          <w:p w14:paraId="0986D1E3" w14:textId="1035ED27" w:rsidR="008175E5" w:rsidRPr="000C2B01" w:rsidRDefault="00FD181A" w:rsidP="00FD181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186 00 Praha 8</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0753EE46" w:rsidR="00BF7B07" w:rsidRPr="000C2B01" w:rsidRDefault="00FD181A"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Nitran@spravazeleznic.cz</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20655D3" w:rsidR="00BF7B07" w:rsidRPr="000C2B01" w:rsidRDefault="00FD181A"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+420 724 863 591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3617D8C0" w:rsidR="002038D5" w:rsidRPr="00041D48" w:rsidRDefault="00041D48" w:rsidP="00590C91">
            <w:pPr>
              <w:pStyle w:val="Tabulka"/>
              <w:cnfStyle w:val="100000000000" w:firstRow="1" w:lastRow="0" w:firstColumn="0" w:lastColumn="0" w:oddVBand="0" w:evenVBand="0" w:oddHBand="0" w:evenHBand="0" w:firstRowFirstColumn="0" w:firstRowLastColumn="0" w:lastRowFirstColumn="0" w:lastRowLastColumn="0"/>
            </w:pPr>
            <w:r>
              <w:t>Ing. Josef Beníšek</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5F20F199" w14:textId="77777777" w:rsidR="002038D5" w:rsidRDefault="00041D48" w:rsidP="00590C91">
            <w:pPr>
              <w:pStyle w:val="Tabulka"/>
              <w:cnfStyle w:val="000000000000" w:firstRow="0" w:lastRow="0" w:firstColumn="0" w:lastColumn="0" w:oddVBand="0" w:evenVBand="0" w:oddHBand="0" w:evenHBand="0" w:firstRowFirstColumn="0" w:firstRowLastColumn="0" w:lastRowFirstColumn="0" w:lastRowLastColumn="0"/>
            </w:pPr>
            <w:r>
              <w:t>SŽG, ÚNP, RP České Budějovice</w:t>
            </w:r>
          </w:p>
          <w:p w14:paraId="38B07728" w14:textId="77777777" w:rsidR="009F73EA" w:rsidRDefault="009F73EA" w:rsidP="00590C91">
            <w:pPr>
              <w:pStyle w:val="Tabulka"/>
              <w:cnfStyle w:val="000000000000" w:firstRow="0" w:lastRow="0" w:firstColumn="0" w:lastColumn="0" w:oddVBand="0" w:evenVBand="0" w:oddHBand="0" w:evenHBand="0" w:firstRowFirstColumn="0" w:firstRowLastColumn="0" w:lastRowFirstColumn="0" w:lastRowLastColumn="0"/>
            </w:pPr>
            <w:r>
              <w:t>Hrdějovice 546</w:t>
            </w:r>
          </w:p>
          <w:p w14:paraId="49207D18" w14:textId="5B0C7387" w:rsidR="009F73EA" w:rsidRPr="00041D48" w:rsidRDefault="009F73EA" w:rsidP="00590C91">
            <w:pPr>
              <w:pStyle w:val="Tabulka"/>
              <w:cnfStyle w:val="000000000000" w:firstRow="0" w:lastRow="0" w:firstColumn="0" w:lastColumn="0" w:oddVBand="0" w:evenVBand="0" w:oddHBand="0" w:evenHBand="0" w:firstRowFirstColumn="0" w:firstRowLastColumn="0" w:lastRowFirstColumn="0" w:lastRowLastColumn="0"/>
            </w:pPr>
            <w:r>
              <w:t>373 61 Hrdějovice</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D4C330F" w:rsidR="002038D5" w:rsidRPr="00041D48" w:rsidRDefault="009F73EA" w:rsidP="00590C91">
            <w:pPr>
              <w:pStyle w:val="Tabulka"/>
              <w:cnfStyle w:val="000000000000" w:firstRow="0" w:lastRow="0" w:firstColumn="0" w:lastColumn="0" w:oddVBand="0" w:evenVBand="0" w:oddHBand="0" w:evenHBand="0" w:firstRowFirstColumn="0" w:firstRowLastColumn="0" w:lastRowFirstColumn="0" w:lastRowLastColumn="0"/>
            </w:pPr>
            <w:r>
              <w:t>Benisek@spravazeleznic.cz</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52745AF4" w:rsidR="002038D5" w:rsidRPr="00041D48" w:rsidRDefault="009F73EA" w:rsidP="00590C91">
            <w:pPr>
              <w:pStyle w:val="Tabulka"/>
              <w:cnfStyle w:val="000000000000" w:firstRow="0" w:lastRow="0" w:firstColumn="0" w:lastColumn="0" w:oddVBand="0" w:evenVBand="0" w:oddHBand="0" w:evenHBand="0" w:firstRowFirstColumn="0" w:firstRowLastColumn="0" w:lastRowFirstColumn="0" w:lastRowLastColumn="0"/>
            </w:pPr>
            <w:r>
              <w:t>+420 725 935 075</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5A31B3FB" w:rsidR="002038D5" w:rsidRPr="001F518E" w:rsidRDefault="00FD181A"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proofErr w:type="spellStart"/>
            <w:r w:rsidRPr="00FD181A">
              <w:t>Nitran</w:t>
            </w:r>
            <w:proofErr w:type="spellEnd"/>
            <w:r w:rsidRPr="00FD181A">
              <w:t xml:space="preserve"> Nikolas</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4447842B" w14:textId="77777777" w:rsidR="00FD181A"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06A64F0D" w14:textId="77777777" w:rsidR="00FD181A"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353348A4" w14:textId="77777777" w:rsidR="00FD181A" w:rsidRPr="00FD181A" w:rsidRDefault="00FD181A" w:rsidP="00FD181A">
            <w:pPr>
              <w:pStyle w:val="Tabulka"/>
              <w:cnfStyle w:val="000000000000" w:firstRow="0" w:lastRow="0" w:firstColumn="0" w:lastColumn="0" w:oddVBand="0" w:evenVBand="0" w:oddHBand="0" w:evenHBand="0" w:firstRowFirstColumn="0" w:firstRowLastColumn="0" w:lastRowFirstColumn="0" w:lastRowLastColumn="0"/>
            </w:pPr>
            <w:r w:rsidRPr="00FD181A">
              <w:t>Ke Štvanici 656/3</w:t>
            </w:r>
          </w:p>
          <w:p w14:paraId="58002133" w14:textId="0B7687C9" w:rsidR="002038D5" w:rsidRPr="001F518E" w:rsidRDefault="00FD181A" w:rsidP="00FD181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186 00 Praha 8</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1A5EA657" w:rsidR="002038D5" w:rsidRPr="001F518E" w:rsidRDefault="00FD181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Nitran@spravazeleznic.cz</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658AB3FB" w:rsidR="002038D5" w:rsidRPr="001F518E" w:rsidRDefault="00FD181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+420 724 863 591</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lastRenderedPageBreak/>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89E9D99" w14:textId="77777777" w:rsidR="00165977" w:rsidRPr="00F95FBD" w:rsidRDefault="00165977" w:rsidP="00165977">
      <w:pPr>
        <w:pStyle w:val="Tabulka"/>
      </w:pPr>
    </w:p>
    <w:p w14:paraId="4810B77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3D8BE92" w:rsidR="007C5289" w:rsidRDefault="00003D25"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D11EB">
              <w:rPr>
                <w:highlight w:val="yellow"/>
              </w:rPr>
              <w:t>Na toto místo bude jako minimální výše pojistného plnění vložena částka, která bude odpovídat výši Ceny Díla bez DPH, kterou uchazeč včlení do těla závazného vzoru Smlouvy předloženého</w:t>
            </w:r>
            <w:r w:rsidR="00A349C6" w:rsidRPr="00BD11EB">
              <w:rPr>
                <w:highlight w:val="yellow"/>
              </w:rPr>
              <w:t xml:space="preserve"> v </w:t>
            </w:r>
            <w:r w:rsidRPr="00BD11EB">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F330FF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B26D8">
              <w:t xml:space="preserve">Minimálně </w:t>
            </w:r>
            <w:r w:rsidR="00DB26D8" w:rsidRPr="00DB26D8">
              <w:t>10</w:t>
            </w:r>
            <w:r w:rsidRPr="00DB26D8">
              <w:t xml:space="preserve"> mil. Kč na jednu pojistnou událost</w:t>
            </w:r>
            <w:r w:rsidR="00A349C6" w:rsidRPr="00DB26D8">
              <w:t xml:space="preserve"> a </w:t>
            </w:r>
            <w:r w:rsidR="00DB26D8" w:rsidRPr="00DB26D8">
              <w:t>20</w:t>
            </w:r>
            <w:r w:rsidRPr="00DB26D8">
              <w:t xml:space="preserve"> mil. Kč</w:t>
            </w:r>
            <w:r w:rsidR="00A349C6" w:rsidRPr="00DB26D8">
              <w:t xml:space="preserve"> v </w:t>
            </w:r>
            <w:r w:rsidRPr="00DB26D8">
              <w:t>úhrnu</w:t>
            </w:r>
            <w:r w:rsidRPr="007C5289">
              <w:t xml:space="preserve">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62F70CF"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00FD181A">
              <w:rPr>
                <w:b/>
              </w:rPr>
              <w:t xml:space="preserve">názvů jednotlivých </w:t>
            </w:r>
            <w:r w:rsidRPr="00F762A8">
              <w:rPr>
                <w:b/>
              </w:rPr>
              <w:t>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725CD46A" w14:textId="77777777" w:rsidR="00F35806" w:rsidRDefault="00F35806" w:rsidP="00165977">
      <w:pPr>
        <w:pStyle w:val="Tabulka"/>
        <w:sectPr w:rsidR="00F35806"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52F9E47" w14:textId="77777777" w:rsidR="00F35806" w:rsidRDefault="00F35806" w:rsidP="00F35806">
      <w:pPr>
        <w:pStyle w:val="Nadpisbezsl1-1"/>
      </w:pPr>
      <w:r>
        <w:lastRenderedPageBreak/>
        <w:t>Příloha č. 9</w:t>
      </w:r>
    </w:p>
    <w:p w14:paraId="6ED808DE" w14:textId="77777777" w:rsidR="00F35806" w:rsidRDefault="00F35806" w:rsidP="00F35806">
      <w:pPr>
        <w:pStyle w:val="Nadpisbezsl1-2"/>
      </w:pPr>
      <w:r>
        <w:t>Zmocnění Vedoucího Zhotovitele</w:t>
      </w:r>
    </w:p>
    <w:p w14:paraId="70D92F3F" w14:textId="77777777" w:rsidR="00F35806" w:rsidRDefault="00F35806" w:rsidP="00F35806">
      <w:pPr>
        <w:pStyle w:val="Nadpisbezsl1-2"/>
      </w:pPr>
    </w:p>
    <w:p w14:paraId="56F674CD" w14:textId="77777777" w:rsidR="00F35806" w:rsidRDefault="00F35806" w:rsidP="00F35806">
      <w:pPr>
        <w:pStyle w:val="Nadpisbezsl1-2"/>
      </w:pPr>
    </w:p>
    <w:p w14:paraId="47EBD27C" w14:textId="77777777" w:rsidR="00F35806" w:rsidRDefault="00F35806" w:rsidP="00F35806">
      <w:pPr>
        <w:pStyle w:val="Nadpisbezsl1-2"/>
      </w:pPr>
    </w:p>
    <w:p w14:paraId="3CF6BC1C" w14:textId="77777777" w:rsidR="00F35806" w:rsidRDefault="00F35806" w:rsidP="00F35806">
      <w:pPr>
        <w:pStyle w:val="Nadpisbezsl1-2"/>
      </w:pPr>
    </w:p>
    <w:p w14:paraId="609B4893" w14:textId="77777777" w:rsidR="00F35806" w:rsidRDefault="00F35806" w:rsidP="00F35806">
      <w:pPr>
        <w:pStyle w:val="Nadpisbezsl1-2"/>
      </w:pPr>
    </w:p>
    <w:p w14:paraId="403C1767" w14:textId="77777777" w:rsidR="00F35806" w:rsidRDefault="00F35806" w:rsidP="00F35806">
      <w:pPr>
        <w:pStyle w:val="Nadpisbezsl1-2"/>
      </w:pPr>
    </w:p>
    <w:p w14:paraId="5C5AA8C0" w14:textId="77777777" w:rsidR="00F35806" w:rsidRDefault="00F35806" w:rsidP="00F35806">
      <w:pPr>
        <w:pStyle w:val="Nadpisbezsl1-2"/>
      </w:pPr>
    </w:p>
    <w:p w14:paraId="1D08C1E4" w14:textId="77777777" w:rsidR="00F35806" w:rsidRDefault="00F35806" w:rsidP="00F35806">
      <w:pPr>
        <w:pStyle w:val="Nadpisbezsl1-2"/>
      </w:pPr>
    </w:p>
    <w:p w14:paraId="74031022" w14:textId="77777777" w:rsidR="00F35806" w:rsidRDefault="00F35806" w:rsidP="00F35806">
      <w:pPr>
        <w:pStyle w:val="Nadpisbezsl1-2"/>
      </w:pPr>
    </w:p>
    <w:p w14:paraId="348ECD0E" w14:textId="77777777" w:rsidR="00F35806" w:rsidRDefault="00F35806" w:rsidP="00F35806">
      <w:pPr>
        <w:pStyle w:val="Nadpisbezsl1-2"/>
      </w:pPr>
    </w:p>
    <w:p w14:paraId="655D70B8" w14:textId="77777777" w:rsidR="00F35806" w:rsidRDefault="00F35806" w:rsidP="00F35806">
      <w:pPr>
        <w:pStyle w:val="Nadpisbezsl1-2"/>
      </w:pPr>
    </w:p>
    <w:p w14:paraId="4CBA2C7E" w14:textId="77777777" w:rsidR="00F35806" w:rsidRDefault="00F35806" w:rsidP="00F35806">
      <w:pPr>
        <w:pStyle w:val="Nadpisbezsl1-2"/>
      </w:pPr>
    </w:p>
    <w:p w14:paraId="1D49BBF6" w14:textId="77777777" w:rsidR="00F35806" w:rsidRDefault="00F35806" w:rsidP="00F35806">
      <w:pPr>
        <w:pStyle w:val="Nadpisbezsl1-2"/>
      </w:pPr>
    </w:p>
    <w:p w14:paraId="30BC8C35" w14:textId="77777777" w:rsidR="00F35806" w:rsidRDefault="00F35806" w:rsidP="00F35806">
      <w:pPr>
        <w:pStyle w:val="Nadpisbezsl1-2"/>
      </w:pPr>
    </w:p>
    <w:p w14:paraId="4C5B9DCD" w14:textId="77777777" w:rsidR="00F35806" w:rsidRDefault="00F35806" w:rsidP="00F35806">
      <w:pPr>
        <w:pStyle w:val="Nadpisbezsl1-2"/>
      </w:pPr>
    </w:p>
    <w:p w14:paraId="71C1A56D" w14:textId="77777777" w:rsidR="00F35806" w:rsidRDefault="00F35806" w:rsidP="00F35806">
      <w:pPr>
        <w:pStyle w:val="Nadpisbezsl1-2"/>
      </w:pPr>
    </w:p>
    <w:p w14:paraId="2CF42C47" w14:textId="77777777" w:rsidR="00F35806" w:rsidRDefault="00F35806" w:rsidP="00F35806">
      <w:pPr>
        <w:pStyle w:val="Nadpisbezsl1-2"/>
      </w:pPr>
    </w:p>
    <w:p w14:paraId="2E536601" w14:textId="77777777" w:rsidR="00F35806" w:rsidRDefault="00F35806" w:rsidP="00F35806">
      <w:pPr>
        <w:pStyle w:val="Nadpisbezsl1-2"/>
      </w:pPr>
    </w:p>
    <w:p w14:paraId="507CEF68" w14:textId="77777777" w:rsidR="00F35806" w:rsidRDefault="00F35806" w:rsidP="00F35806">
      <w:pPr>
        <w:pStyle w:val="Nadpisbezsl1-2"/>
      </w:pPr>
    </w:p>
    <w:p w14:paraId="63F947B7" w14:textId="77777777" w:rsidR="00F35806" w:rsidRDefault="00F35806" w:rsidP="00F35806">
      <w:pPr>
        <w:pStyle w:val="Nadpisbezsl1-2"/>
      </w:pPr>
    </w:p>
    <w:p w14:paraId="6D4116A3" w14:textId="77777777" w:rsidR="00F35806" w:rsidRDefault="00F35806" w:rsidP="00F35806">
      <w:pPr>
        <w:pStyle w:val="Nadpisbezsl1-2"/>
      </w:pPr>
    </w:p>
    <w:p w14:paraId="750E5F47" w14:textId="77777777" w:rsidR="00F35806" w:rsidRDefault="00F35806" w:rsidP="00F35806">
      <w:pPr>
        <w:pStyle w:val="Nadpisbezsl1-2"/>
      </w:pPr>
    </w:p>
    <w:p w14:paraId="436A0E92" w14:textId="77777777" w:rsidR="00F35806" w:rsidRDefault="00F35806" w:rsidP="00F35806">
      <w:pPr>
        <w:pStyle w:val="Nadpisbezsl1-2"/>
      </w:pPr>
    </w:p>
    <w:p w14:paraId="56BDC08B" w14:textId="77777777" w:rsidR="00F35806" w:rsidRDefault="00F35806" w:rsidP="00F35806">
      <w:pPr>
        <w:pStyle w:val="Nadpisbezsl1-2"/>
      </w:pPr>
    </w:p>
    <w:p w14:paraId="4890759A" w14:textId="77777777" w:rsidR="00F35806" w:rsidRDefault="00F35806" w:rsidP="00F35806">
      <w:pPr>
        <w:pStyle w:val="Nadpisbezsl1-2"/>
      </w:pPr>
    </w:p>
    <w:p w14:paraId="6B522938" w14:textId="737BE067" w:rsidR="00F35806" w:rsidRDefault="00F35806" w:rsidP="00165977">
      <w:pPr>
        <w:pStyle w:val="Tabulka"/>
        <w:sectPr w:rsidR="00F35806" w:rsidSect="00F13FDA">
          <w:footerReference w:type="default" r:id="rId39"/>
          <w:pgSz w:w="11906" w:h="16838" w:code="9"/>
          <w:pgMar w:top="1077" w:right="1588" w:bottom="1474" w:left="1588" w:header="595" w:footer="624" w:gutter="0"/>
          <w:pgNumType w:start="1"/>
          <w:cols w:space="708"/>
          <w:docGrid w:linePitch="360"/>
        </w:sectPr>
      </w:pPr>
    </w:p>
    <w:p w14:paraId="4E9D4ABA" w14:textId="77777777" w:rsidR="00F35806" w:rsidRDefault="00F35806" w:rsidP="00F35806">
      <w:pPr>
        <w:pStyle w:val="Nadpisbezsl1-1"/>
      </w:pPr>
      <w:r>
        <w:lastRenderedPageBreak/>
        <w:t>Příloha č. 10</w:t>
      </w:r>
    </w:p>
    <w:p w14:paraId="0348950B" w14:textId="77777777" w:rsidR="00F35806" w:rsidRPr="00BF5CC1" w:rsidRDefault="00F35806" w:rsidP="00F35806">
      <w:pPr>
        <w:pStyle w:val="Nadpisbezsl1-2"/>
      </w:pPr>
    </w:p>
    <w:p w14:paraId="128A87D0" w14:textId="77777777" w:rsidR="00F35806" w:rsidRPr="009B774A" w:rsidRDefault="00F35806" w:rsidP="00F35806">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788EE9C" w14:textId="77777777" w:rsidR="00F35806" w:rsidRPr="00651F0E" w:rsidRDefault="00F35806" w:rsidP="00F35806">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F35806" w:rsidRPr="009B2848" w14:paraId="388FB699" w14:textId="77777777" w:rsidTr="00C7012B">
        <w:tc>
          <w:tcPr>
            <w:tcW w:w="2554" w:type="pct"/>
            <w:shd w:val="clear" w:color="auto" w:fill="FFBFBF" w:themeFill="accent6" w:themeFillTint="33"/>
            <w:vAlign w:val="center"/>
          </w:tcPr>
          <w:p w14:paraId="0B36C26C" w14:textId="77777777" w:rsidR="00F35806" w:rsidRPr="009B2848" w:rsidRDefault="00F35806" w:rsidP="00C7012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ECD645A" w14:textId="77777777" w:rsidR="00F35806" w:rsidRPr="009B2848" w:rsidRDefault="00F35806" w:rsidP="00C7012B">
            <w:pPr>
              <w:keepNext/>
              <w:spacing w:after="60"/>
              <w:jc w:val="center"/>
              <w:outlineLvl w:val="3"/>
              <w:rPr>
                <w:rFonts w:eastAsia="Times New Roman"/>
                <w:bCs/>
              </w:rPr>
            </w:pPr>
          </w:p>
        </w:tc>
      </w:tr>
      <w:tr w:rsidR="00F35806" w:rsidRPr="009B2848" w14:paraId="3C200912" w14:textId="77777777" w:rsidTr="00C7012B">
        <w:tc>
          <w:tcPr>
            <w:tcW w:w="2554" w:type="pct"/>
            <w:shd w:val="clear" w:color="auto" w:fill="FFBFBF" w:themeFill="accent6" w:themeFillTint="33"/>
            <w:vAlign w:val="center"/>
          </w:tcPr>
          <w:p w14:paraId="7C5CE69E" w14:textId="77777777" w:rsidR="00F35806" w:rsidRPr="009B2848" w:rsidRDefault="00F35806" w:rsidP="00C7012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3082FD7" w14:textId="77777777" w:rsidR="00F35806" w:rsidRPr="009B2848" w:rsidRDefault="00F35806" w:rsidP="00C7012B">
            <w:pPr>
              <w:keepNext/>
              <w:spacing w:after="60"/>
              <w:jc w:val="center"/>
              <w:outlineLvl w:val="3"/>
              <w:rPr>
                <w:rFonts w:eastAsia="Times New Roman"/>
                <w:bCs/>
              </w:rPr>
            </w:pPr>
          </w:p>
        </w:tc>
      </w:tr>
      <w:tr w:rsidR="00F35806" w:rsidRPr="009B2848" w14:paraId="203C78E6" w14:textId="77777777" w:rsidTr="00C7012B">
        <w:tc>
          <w:tcPr>
            <w:tcW w:w="2554" w:type="pct"/>
            <w:shd w:val="clear" w:color="auto" w:fill="FFBFBF" w:themeFill="accent6" w:themeFillTint="33"/>
            <w:vAlign w:val="center"/>
          </w:tcPr>
          <w:p w14:paraId="3408D9B2" w14:textId="77777777" w:rsidR="00F35806" w:rsidRPr="009B2848" w:rsidRDefault="00F35806" w:rsidP="00C7012B">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294598E" w14:textId="77777777" w:rsidR="00F35806" w:rsidRPr="009B2848" w:rsidRDefault="00F35806" w:rsidP="00C7012B">
            <w:pPr>
              <w:keepNext/>
              <w:spacing w:after="60"/>
              <w:jc w:val="center"/>
              <w:outlineLvl w:val="3"/>
              <w:rPr>
                <w:rFonts w:eastAsia="Times New Roman"/>
                <w:bCs/>
              </w:rPr>
            </w:pPr>
          </w:p>
        </w:tc>
      </w:tr>
      <w:tr w:rsidR="00F35806" w:rsidRPr="009B2848" w14:paraId="588E0A6B" w14:textId="77777777" w:rsidTr="00C7012B">
        <w:tc>
          <w:tcPr>
            <w:tcW w:w="2554" w:type="pct"/>
            <w:shd w:val="clear" w:color="auto" w:fill="FFBFBF" w:themeFill="accent6" w:themeFillTint="33"/>
            <w:vAlign w:val="center"/>
          </w:tcPr>
          <w:p w14:paraId="4AF6E100" w14:textId="77777777" w:rsidR="00F35806" w:rsidRPr="009B2848" w:rsidRDefault="00F35806" w:rsidP="00C7012B">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7C22A7D8" w14:textId="77777777" w:rsidR="00F35806" w:rsidRPr="009B2848" w:rsidRDefault="00F35806" w:rsidP="00C7012B">
            <w:pPr>
              <w:keepNext/>
              <w:spacing w:after="60"/>
              <w:jc w:val="center"/>
              <w:outlineLvl w:val="3"/>
              <w:rPr>
                <w:rFonts w:eastAsia="Times New Roman"/>
                <w:bCs/>
              </w:rPr>
            </w:pPr>
          </w:p>
        </w:tc>
      </w:tr>
      <w:tr w:rsidR="00F35806" w:rsidRPr="009B2848" w14:paraId="208757E1" w14:textId="77777777" w:rsidTr="00C7012B">
        <w:tc>
          <w:tcPr>
            <w:tcW w:w="2500" w:type="pct"/>
            <w:shd w:val="clear" w:color="auto" w:fill="FFBFBF" w:themeFill="accent6" w:themeFillTint="33"/>
            <w:vAlign w:val="center"/>
          </w:tcPr>
          <w:p w14:paraId="5C329BF0" w14:textId="77777777" w:rsidR="00F35806" w:rsidRPr="009B2848" w:rsidRDefault="00F35806" w:rsidP="00C7012B">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C9523B3" w14:textId="77777777" w:rsidR="00F35806" w:rsidRPr="009B2848" w:rsidRDefault="00F35806" w:rsidP="00C7012B">
            <w:pPr>
              <w:keepNext/>
              <w:spacing w:after="60"/>
              <w:jc w:val="center"/>
              <w:outlineLvl w:val="3"/>
              <w:rPr>
                <w:rFonts w:eastAsia="Times New Roman"/>
                <w:bCs/>
              </w:rPr>
            </w:pPr>
          </w:p>
        </w:tc>
      </w:tr>
      <w:tr w:rsidR="00F35806" w:rsidRPr="009B2848" w14:paraId="671F7E7E" w14:textId="77777777" w:rsidTr="00C7012B">
        <w:tc>
          <w:tcPr>
            <w:tcW w:w="2500" w:type="pct"/>
            <w:shd w:val="clear" w:color="auto" w:fill="FFBFBF" w:themeFill="accent6" w:themeFillTint="33"/>
            <w:vAlign w:val="center"/>
          </w:tcPr>
          <w:p w14:paraId="03432204" w14:textId="77777777" w:rsidR="00F35806" w:rsidRPr="009B2848" w:rsidRDefault="00F35806" w:rsidP="00C7012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17CADAC" w14:textId="77777777" w:rsidR="00F35806" w:rsidRPr="009B2848" w:rsidRDefault="00F35806" w:rsidP="00C7012B">
            <w:pPr>
              <w:keepNext/>
              <w:spacing w:after="60"/>
              <w:jc w:val="center"/>
              <w:outlineLvl w:val="3"/>
              <w:rPr>
                <w:rFonts w:eastAsia="Times New Roman"/>
                <w:bCs/>
              </w:rPr>
            </w:pPr>
          </w:p>
        </w:tc>
      </w:tr>
      <w:tr w:rsidR="00F35806" w:rsidRPr="009B2848" w14:paraId="75FF0CA5" w14:textId="77777777" w:rsidTr="00C7012B">
        <w:tc>
          <w:tcPr>
            <w:tcW w:w="2500" w:type="pct"/>
            <w:shd w:val="clear" w:color="auto" w:fill="FFBFBF" w:themeFill="accent6" w:themeFillTint="33"/>
            <w:vAlign w:val="center"/>
          </w:tcPr>
          <w:p w14:paraId="3E44A4E7" w14:textId="77777777" w:rsidR="00F35806" w:rsidRPr="009B2848" w:rsidRDefault="00F35806" w:rsidP="00C7012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A7718CB" w14:textId="77777777" w:rsidR="00F35806" w:rsidRPr="009B2848" w:rsidRDefault="00F35806" w:rsidP="00C7012B">
            <w:pPr>
              <w:keepNext/>
              <w:spacing w:after="60"/>
              <w:jc w:val="center"/>
              <w:outlineLvl w:val="3"/>
              <w:rPr>
                <w:rFonts w:eastAsia="Times New Roman"/>
                <w:bCs/>
              </w:rPr>
            </w:pPr>
          </w:p>
        </w:tc>
      </w:tr>
      <w:tr w:rsidR="00F35806" w:rsidRPr="009B2848" w14:paraId="7BD53827" w14:textId="77777777" w:rsidTr="00C7012B">
        <w:tc>
          <w:tcPr>
            <w:tcW w:w="2500" w:type="pct"/>
            <w:shd w:val="clear" w:color="auto" w:fill="FFBFBF" w:themeFill="accent6" w:themeFillTint="33"/>
            <w:vAlign w:val="center"/>
          </w:tcPr>
          <w:p w14:paraId="5494FB2B" w14:textId="77777777" w:rsidR="00F35806" w:rsidRPr="009B2848" w:rsidRDefault="00F35806" w:rsidP="00C7012B">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27489BE" w14:textId="77777777" w:rsidR="00F35806" w:rsidRPr="009B2848" w:rsidRDefault="00F35806" w:rsidP="00C7012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35806" w:rsidRPr="00034484" w14:paraId="2D2D15F6" w14:textId="77777777" w:rsidTr="00C7012B">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DD8335E" w14:textId="77777777" w:rsidR="00F35806" w:rsidRPr="00034484" w:rsidRDefault="00F35806" w:rsidP="00C7012B">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A377916" w14:textId="77777777" w:rsidR="00F35806" w:rsidRPr="00034484" w:rsidRDefault="00F35806" w:rsidP="00C7012B">
            <w:pPr>
              <w:outlineLvl w:val="3"/>
              <w:rPr>
                <w:bCs/>
              </w:rPr>
            </w:pPr>
          </w:p>
        </w:tc>
      </w:tr>
      <w:tr w:rsidR="00F35806" w:rsidRPr="00034484" w14:paraId="3833CC95" w14:textId="77777777" w:rsidTr="00C7012B">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5B05775" w14:textId="77777777" w:rsidR="00F35806" w:rsidRPr="00034484" w:rsidRDefault="00F35806" w:rsidP="00C7012B">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917FC38" w14:textId="77777777" w:rsidR="00F35806" w:rsidRPr="00034484" w:rsidRDefault="00F35806" w:rsidP="00C7012B">
            <w:pPr>
              <w:outlineLvl w:val="3"/>
              <w:rPr>
                <w:bCs/>
              </w:rPr>
            </w:pPr>
          </w:p>
        </w:tc>
      </w:tr>
      <w:tr w:rsidR="00F35806" w:rsidRPr="00034484" w14:paraId="276BED02" w14:textId="77777777" w:rsidTr="00C7012B">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63C3A9C"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FA13B47" w14:textId="77777777" w:rsidR="00F35806" w:rsidRPr="00034484" w:rsidRDefault="00F35806" w:rsidP="00C7012B">
            <w:pPr>
              <w:outlineLvl w:val="3"/>
              <w:rPr>
                <w:bCs/>
              </w:rPr>
            </w:pPr>
          </w:p>
        </w:tc>
      </w:tr>
      <w:tr w:rsidR="00F35806" w:rsidRPr="00034484" w14:paraId="1E2AFBEE" w14:textId="77777777" w:rsidTr="00C7012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27033E0"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5830385" w14:textId="77777777" w:rsidR="00F35806" w:rsidRPr="00034484" w:rsidRDefault="00F35806" w:rsidP="00C7012B">
            <w:pPr>
              <w:outlineLvl w:val="3"/>
              <w:rPr>
                <w:bCs/>
              </w:rPr>
            </w:pPr>
          </w:p>
        </w:tc>
      </w:tr>
      <w:tr w:rsidR="00F35806" w:rsidRPr="00034484" w14:paraId="2BCB2552" w14:textId="77777777" w:rsidTr="00C7012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20FA18A"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CB5214B" w14:textId="77777777" w:rsidR="00F35806" w:rsidRPr="00034484" w:rsidRDefault="00F35806" w:rsidP="00C7012B">
            <w:pPr>
              <w:outlineLvl w:val="3"/>
              <w:rPr>
                <w:bCs/>
              </w:rPr>
            </w:pPr>
          </w:p>
        </w:tc>
      </w:tr>
      <w:tr w:rsidR="00F35806" w:rsidRPr="00034484" w14:paraId="6587DEAA" w14:textId="77777777" w:rsidTr="00C7012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B6383EC"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3C8B300" w14:textId="77777777" w:rsidR="00F35806" w:rsidRPr="00034484" w:rsidRDefault="00F35806" w:rsidP="00C7012B">
            <w:pPr>
              <w:outlineLvl w:val="3"/>
              <w:rPr>
                <w:bCs/>
              </w:rPr>
            </w:pPr>
          </w:p>
        </w:tc>
      </w:tr>
      <w:tr w:rsidR="00F35806" w:rsidRPr="00034484" w14:paraId="7F0C81EA" w14:textId="77777777" w:rsidTr="00C7012B">
        <w:tc>
          <w:tcPr>
            <w:tcW w:w="2500" w:type="pct"/>
            <w:tcBorders>
              <w:top w:val="single" w:sz="4" w:space="0" w:color="auto"/>
              <w:bottom w:val="nil"/>
              <w:right w:val="nil"/>
            </w:tcBorders>
            <w:shd w:val="clear" w:color="auto" w:fill="auto"/>
            <w:vAlign w:val="center"/>
          </w:tcPr>
          <w:p w14:paraId="28760D88" w14:textId="77777777" w:rsidR="00F35806" w:rsidRPr="00034484" w:rsidRDefault="00F35806" w:rsidP="00C7012B">
            <w:pPr>
              <w:rPr>
                <w:b/>
                <w:bCs/>
              </w:rPr>
            </w:pPr>
          </w:p>
        </w:tc>
        <w:tc>
          <w:tcPr>
            <w:tcW w:w="2481" w:type="pct"/>
            <w:tcBorders>
              <w:top w:val="single" w:sz="4" w:space="0" w:color="auto"/>
              <w:left w:val="nil"/>
              <w:bottom w:val="nil"/>
            </w:tcBorders>
            <w:shd w:val="clear" w:color="auto" w:fill="auto"/>
            <w:vAlign w:val="center"/>
          </w:tcPr>
          <w:p w14:paraId="53F1D1DA" w14:textId="77777777" w:rsidR="00F35806" w:rsidRPr="00034484" w:rsidRDefault="00F35806" w:rsidP="00C7012B">
            <w:pPr>
              <w:rPr>
                <w:bCs/>
              </w:rPr>
            </w:pPr>
          </w:p>
        </w:tc>
      </w:tr>
    </w:tbl>
    <w:p w14:paraId="1DE0F987" w14:textId="77777777" w:rsidR="00F35806" w:rsidRDefault="00F35806" w:rsidP="00F35806">
      <w:pPr>
        <w:rPr>
          <w:b/>
          <w:bCs/>
        </w:rPr>
      </w:pPr>
    </w:p>
    <w:tbl>
      <w:tblPr>
        <w:tblStyle w:val="Mkatabulky"/>
        <w:tblW w:w="0" w:type="auto"/>
        <w:tblLook w:val="04A0" w:firstRow="1" w:lastRow="0" w:firstColumn="1" w:lastColumn="0" w:noHBand="0" w:noVBand="1"/>
      </w:tblPr>
      <w:tblGrid>
        <w:gridCol w:w="2950"/>
        <w:gridCol w:w="2885"/>
        <w:gridCol w:w="2885"/>
      </w:tblGrid>
      <w:tr w:rsidR="00F35806" w:rsidRPr="00034484" w14:paraId="66062BE8" w14:textId="77777777" w:rsidTr="00C7012B">
        <w:tc>
          <w:tcPr>
            <w:tcW w:w="2950" w:type="dxa"/>
            <w:shd w:val="clear" w:color="auto" w:fill="FFBFBF" w:themeFill="accent6" w:themeFillTint="33"/>
          </w:tcPr>
          <w:p w14:paraId="5AD16BE9" w14:textId="77777777" w:rsidR="00F35806" w:rsidRPr="00034484" w:rsidRDefault="00F35806" w:rsidP="00C7012B">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F25A881" w14:textId="77777777" w:rsidR="00F35806" w:rsidRPr="00034484" w:rsidRDefault="00F35806" w:rsidP="00C7012B">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2BE350E" w14:textId="77777777" w:rsidR="00F35806" w:rsidRPr="00034484" w:rsidRDefault="00F35806" w:rsidP="00C7012B">
            <w:pPr>
              <w:spacing w:after="60"/>
              <w:outlineLvl w:val="3"/>
              <w:rPr>
                <w:bCs/>
              </w:rPr>
            </w:pPr>
            <w:r w:rsidRPr="00034484">
              <w:rPr>
                <w:b/>
                <w:bCs/>
              </w:rPr>
              <w:t>Hodnota poddodávky</w:t>
            </w:r>
            <w:r w:rsidRPr="00034484">
              <w:rPr>
                <w:bCs/>
              </w:rPr>
              <w:t xml:space="preserve"> v % ze smluvní ceny díla a konkrétní částka v Kč </w:t>
            </w:r>
          </w:p>
        </w:tc>
      </w:tr>
      <w:tr w:rsidR="00F35806" w:rsidRPr="00034484" w14:paraId="512F09B4" w14:textId="77777777" w:rsidTr="00C7012B">
        <w:tc>
          <w:tcPr>
            <w:tcW w:w="2950" w:type="dxa"/>
            <w:vAlign w:val="center"/>
          </w:tcPr>
          <w:p w14:paraId="15CF4A9C" w14:textId="77777777" w:rsidR="00F35806" w:rsidRPr="00034484" w:rsidRDefault="00F35806" w:rsidP="00C7012B">
            <w:pPr>
              <w:spacing w:after="60"/>
              <w:outlineLvl w:val="3"/>
              <w:rPr>
                <w:bCs/>
              </w:rPr>
            </w:pPr>
          </w:p>
        </w:tc>
        <w:tc>
          <w:tcPr>
            <w:tcW w:w="2885" w:type="dxa"/>
            <w:vAlign w:val="center"/>
          </w:tcPr>
          <w:p w14:paraId="4C6E08A8" w14:textId="77777777" w:rsidR="00F35806" w:rsidRPr="00034484" w:rsidRDefault="00F35806" w:rsidP="00C7012B">
            <w:pPr>
              <w:spacing w:after="60"/>
              <w:outlineLvl w:val="3"/>
              <w:rPr>
                <w:bCs/>
              </w:rPr>
            </w:pPr>
          </w:p>
        </w:tc>
        <w:tc>
          <w:tcPr>
            <w:tcW w:w="2885" w:type="dxa"/>
            <w:vAlign w:val="center"/>
          </w:tcPr>
          <w:p w14:paraId="344EE189" w14:textId="77777777" w:rsidR="00F35806" w:rsidRPr="00034484" w:rsidRDefault="00F35806" w:rsidP="00C7012B">
            <w:pPr>
              <w:spacing w:after="60"/>
              <w:outlineLvl w:val="3"/>
              <w:rPr>
                <w:bCs/>
              </w:rPr>
            </w:pPr>
          </w:p>
        </w:tc>
      </w:tr>
      <w:tr w:rsidR="00F35806" w:rsidRPr="00034484" w14:paraId="6552581B" w14:textId="77777777" w:rsidTr="00C7012B">
        <w:tc>
          <w:tcPr>
            <w:tcW w:w="2950" w:type="dxa"/>
            <w:vAlign w:val="center"/>
          </w:tcPr>
          <w:p w14:paraId="14941C6E" w14:textId="77777777" w:rsidR="00F35806" w:rsidRPr="00034484" w:rsidRDefault="00F35806" w:rsidP="00C7012B">
            <w:pPr>
              <w:spacing w:after="60"/>
              <w:outlineLvl w:val="3"/>
              <w:rPr>
                <w:bCs/>
              </w:rPr>
            </w:pPr>
          </w:p>
        </w:tc>
        <w:tc>
          <w:tcPr>
            <w:tcW w:w="2885" w:type="dxa"/>
            <w:vAlign w:val="center"/>
          </w:tcPr>
          <w:p w14:paraId="111359DE" w14:textId="77777777" w:rsidR="00F35806" w:rsidRPr="00034484" w:rsidRDefault="00F35806" w:rsidP="00C7012B">
            <w:pPr>
              <w:spacing w:after="60"/>
              <w:outlineLvl w:val="3"/>
              <w:rPr>
                <w:bCs/>
              </w:rPr>
            </w:pPr>
          </w:p>
        </w:tc>
        <w:tc>
          <w:tcPr>
            <w:tcW w:w="2885" w:type="dxa"/>
            <w:vAlign w:val="center"/>
          </w:tcPr>
          <w:p w14:paraId="2E6B4C14" w14:textId="77777777" w:rsidR="00F35806" w:rsidRPr="00034484" w:rsidRDefault="00F35806" w:rsidP="00C7012B">
            <w:pPr>
              <w:spacing w:after="60"/>
              <w:outlineLvl w:val="3"/>
              <w:rPr>
                <w:bCs/>
              </w:rPr>
            </w:pPr>
          </w:p>
        </w:tc>
      </w:tr>
      <w:tr w:rsidR="00F35806" w:rsidRPr="00034484" w14:paraId="397E3304" w14:textId="77777777" w:rsidTr="00C7012B">
        <w:tc>
          <w:tcPr>
            <w:tcW w:w="2950" w:type="dxa"/>
            <w:vAlign w:val="center"/>
          </w:tcPr>
          <w:p w14:paraId="230AF088" w14:textId="77777777" w:rsidR="00F35806" w:rsidRPr="00034484" w:rsidRDefault="00F35806" w:rsidP="00C7012B">
            <w:pPr>
              <w:spacing w:after="60"/>
              <w:outlineLvl w:val="3"/>
              <w:rPr>
                <w:bCs/>
              </w:rPr>
            </w:pPr>
          </w:p>
        </w:tc>
        <w:tc>
          <w:tcPr>
            <w:tcW w:w="2885" w:type="dxa"/>
            <w:vAlign w:val="center"/>
          </w:tcPr>
          <w:p w14:paraId="75BA5A62" w14:textId="77777777" w:rsidR="00F35806" w:rsidRPr="00034484" w:rsidRDefault="00F35806" w:rsidP="00C7012B">
            <w:pPr>
              <w:spacing w:after="60"/>
              <w:outlineLvl w:val="3"/>
              <w:rPr>
                <w:bCs/>
              </w:rPr>
            </w:pPr>
          </w:p>
        </w:tc>
        <w:tc>
          <w:tcPr>
            <w:tcW w:w="2885" w:type="dxa"/>
            <w:vAlign w:val="center"/>
          </w:tcPr>
          <w:p w14:paraId="092A5EA9" w14:textId="77777777" w:rsidR="00F35806" w:rsidRPr="00034484" w:rsidRDefault="00F35806" w:rsidP="00C7012B">
            <w:pPr>
              <w:spacing w:after="60"/>
              <w:outlineLvl w:val="3"/>
              <w:rPr>
                <w:bCs/>
              </w:rPr>
            </w:pPr>
          </w:p>
        </w:tc>
      </w:tr>
      <w:tr w:rsidR="00F35806" w:rsidRPr="00034484" w14:paraId="6749A603" w14:textId="77777777" w:rsidTr="00C7012B">
        <w:tc>
          <w:tcPr>
            <w:tcW w:w="2950" w:type="dxa"/>
            <w:vAlign w:val="center"/>
          </w:tcPr>
          <w:p w14:paraId="3977EE14" w14:textId="77777777" w:rsidR="00F35806" w:rsidRPr="00034484" w:rsidRDefault="00F35806" w:rsidP="00C7012B">
            <w:pPr>
              <w:spacing w:after="60"/>
              <w:outlineLvl w:val="3"/>
              <w:rPr>
                <w:bCs/>
              </w:rPr>
            </w:pPr>
          </w:p>
        </w:tc>
        <w:tc>
          <w:tcPr>
            <w:tcW w:w="2885" w:type="dxa"/>
            <w:vAlign w:val="center"/>
          </w:tcPr>
          <w:p w14:paraId="48F555FF" w14:textId="77777777" w:rsidR="00F35806" w:rsidRPr="00034484" w:rsidRDefault="00F35806" w:rsidP="00C7012B">
            <w:pPr>
              <w:spacing w:after="60"/>
              <w:outlineLvl w:val="3"/>
              <w:rPr>
                <w:bCs/>
              </w:rPr>
            </w:pPr>
          </w:p>
        </w:tc>
        <w:tc>
          <w:tcPr>
            <w:tcW w:w="2885" w:type="dxa"/>
            <w:vAlign w:val="center"/>
          </w:tcPr>
          <w:p w14:paraId="06F10496" w14:textId="77777777" w:rsidR="00F35806" w:rsidRPr="00034484" w:rsidRDefault="00F35806" w:rsidP="00C7012B">
            <w:pPr>
              <w:spacing w:after="60"/>
              <w:outlineLvl w:val="3"/>
              <w:rPr>
                <w:bCs/>
              </w:rPr>
            </w:pPr>
          </w:p>
        </w:tc>
      </w:tr>
    </w:tbl>
    <w:p w14:paraId="0F72B1C9" w14:textId="77777777" w:rsidR="00F35806" w:rsidRPr="00034484" w:rsidRDefault="00F35806" w:rsidP="00F35806">
      <w:pPr>
        <w:rPr>
          <w:b/>
          <w:bCs/>
        </w:rPr>
      </w:pPr>
    </w:p>
    <w:tbl>
      <w:tblPr>
        <w:tblStyle w:val="Mkatabulky"/>
        <w:tblW w:w="5000" w:type="pct"/>
        <w:tblLook w:val="04A0" w:firstRow="1" w:lastRow="0" w:firstColumn="1" w:lastColumn="0" w:noHBand="0" w:noVBand="1"/>
      </w:tblPr>
      <w:tblGrid>
        <w:gridCol w:w="5874"/>
        <w:gridCol w:w="2846"/>
      </w:tblGrid>
      <w:tr w:rsidR="00F35806" w:rsidRPr="00034484" w14:paraId="639B248B" w14:textId="77777777" w:rsidTr="00C7012B">
        <w:tc>
          <w:tcPr>
            <w:tcW w:w="5874" w:type="dxa"/>
            <w:shd w:val="clear" w:color="auto" w:fill="FFBFBF" w:themeFill="accent6" w:themeFillTint="33"/>
            <w:vAlign w:val="center"/>
          </w:tcPr>
          <w:p w14:paraId="3E1B26B0" w14:textId="77777777" w:rsidR="00F35806" w:rsidRPr="00034484" w:rsidRDefault="00F35806" w:rsidP="00C7012B">
            <w:pPr>
              <w:spacing w:after="60"/>
              <w:outlineLvl w:val="3"/>
              <w:rPr>
                <w:b/>
                <w:bCs/>
              </w:rPr>
            </w:pPr>
            <w:r w:rsidRPr="00034484">
              <w:rPr>
                <w:b/>
                <w:bCs/>
              </w:rPr>
              <w:t>Rozsah prací:</w:t>
            </w:r>
          </w:p>
          <w:p w14:paraId="32A81065" w14:textId="77777777" w:rsidR="00F35806" w:rsidRPr="00034484" w:rsidRDefault="00F35806" w:rsidP="00C7012B">
            <w:pPr>
              <w:spacing w:after="60"/>
              <w:outlineLvl w:val="3"/>
              <w:rPr>
                <w:bCs/>
              </w:rPr>
            </w:pPr>
            <w:r w:rsidRPr="00034484">
              <w:rPr>
                <w:bCs/>
              </w:rPr>
              <w:t>(dle předmětu díla / předmětu plnění VZ)</w:t>
            </w:r>
          </w:p>
        </w:tc>
        <w:tc>
          <w:tcPr>
            <w:tcW w:w="2910" w:type="dxa"/>
            <w:vAlign w:val="center"/>
          </w:tcPr>
          <w:p w14:paraId="7489C017" w14:textId="77777777" w:rsidR="00F35806" w:rsidRPr="00034484" w:rsidRDefault="00F35806" w:rsidP="00C7012B">
            <w:pPr>
              <w:spacing w:after="60"/>
              <w:outlineLvl w:val="3"/>
              <w:rPr>
                <w:bCs/>
              </w:rPr>
            </w:pPr>
          </w:p>
        </w:tc>
      </w:tr>
      <w:tr w:rsidR="00F35806" w:rsidRPr="00034484" w14:paraId="7ED35A79" w14:textId="77777777" w:rsidTr="00C7012B">
        <w:tc>
          <w:tcPr>
            <w:tcW w:w="5874" w:type="dxa"/>
            <w:shd w:val="clear" w:color="auto" w:fill="FFBFBF" w:themeFill="accent6" w:themeFillTint="33"/>
            <w:vAlign w:val="center"/>
          </w:tcPr>
          <w:p w14:paraId="51D5E1CE" w14:textId="77777777" w:rsidR="00F35806" w:rsidRPr="00034484" w:rsidRDefault="00F35806" w:rsidP="00C7012B">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1544789A" w14:textId="77777777" w:rsidR="00F35806" w:rsidRPr="00034484" w:rsidRDefault="00F35806" w:rsidP="00C7012B">
            <w:pPr>
              <w:spacing w:after="60"/>
              <w:outlineLvl w:val="3"/>
              <w:rPr>
                <w:bCs/>
              </w:rPr>
            </w:pPr>
          </w:p>
        </w:tc>
      </w:tr>
      <w:tr w:rsidR="00F35806" w:rsidRPr="00034484" w14:paraId="4F31CB54" w14:textId="77777777" w:rsidTr="00C7012B">
        <w:tc>
          <w:tcPr>
            <w:tcW w:w="5874" w:type="dxa"/>
            <w:shd w:val="clear" w:color="auto" w:fill="FFBFBF" w:themeFill="accent6" w:themeFillTint="33"/>
            <w:vAlign w:val="center"/>
          </w:tcPr>
          <w:p w14:paraId="0D42CC72" w14:textId="77777777" w:rsidR="00F35806" w:rsidRPr="00034484" w:rsidRDefault="00F35806" w:rsidP="00C7012B">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56A9E7E3" w14:textId="77777777" w:rsidR="00F35806" w:rsidRPr="00034484" w:rsidRDefault="00F35806" w:rsidP="00C7012B">
            <w:pPr>
              <w:spacing w:after="60"/>
              <w:outlineLvl w:val="3"/>
              <w:rPr>
                <w:bCs/>
              </w:rPr>
            </w:pPr>
          </w:p>
        </w:tc>
      </w:tr>
      <w:tr w:rsidR="00F35806" w:rsidRPr="00034484" w14:paraId="33C18F99" w14:textId="77777777" w:rsidTr="00C7012B">
        <w:tc>
          <w:tcPr>
            <w:tcW w:w="5874" w:type="dxa"/>
            <w:shd w:val="clear" w:color="auto" w:fill="FFBFBF" w:themeFill="accent6" w:themeFillTint="33"/>
            <w:vAlign w:val="center"/>
          </w:tcPr>
          <w:p w14:paraId="44522384" w14:textId="77777777" w:rsidR="00F35806" w:rsidRPr="00034484" w:rsidRDefault="00F35806" w:rsidP="00C7012B">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1E295C2B" w14:textId="77777777" w:rsidR="00F35806" w:rsidRPr="00034484" w:rsidRDefault="00F35806" w:rsidP="00C7012B">
            <w:pPr>
              <w:spacing w:after="60"/>
              <w:outlineLvl w:val="3"/>
              <w:rPr>
                <w:bCs/>
              </w:rPr>
            </w:pPr>
          </w:p>
        </w:tc>
      </w:tr>
      <w:tr w:rsidR="00F35806" w:rsidRPr="00034484" w14:paraId="13F55509" w14:textId="77777777" w:rsidTr="00C7012B">
        <w:tc>
          <w:tcPr>
            <w:tcW w:w="5874" w:type="dxa"/>
            <w:shd w:val="clear" w:color="auto" w:fill="FFBFBF" w:themeFill="accent6" w:themeFillTint="33"/>
            <w:vAlign w:val="center"/>
          </w:tcPr>
          <w:p w14:paraId="23AEC058" w14:textId="77777777" w:rsidR="00F35806" w:rsidRPr="00034484" w:rsidRDefault="00F35806" w:rsidP="00C7012B">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0215A8B2" w14:textId="77777777" w:rsidR="00F35806" w:rsidRPr="00034484" w:rsidRDefault="00F35806" w:rsidP="00C7012B">
            <w:pPr>
              <w:spacing w:after="60"/>
              <w:outlineLvl w:val="3"/>
              <w:rPr>
                <w:bCs/>
              </w:rPr>
            </w:pPr>
          </w:p>
        </w:tc>
      </w:tr>
      <w:tr w:rsidR="00F35806" w:rsidRPr="00034484" w14:paraId="336EF8E5" w14:textId="77777777" w:rsidTr="00C7012B">
        <w:tc>
          <w:tcPr>
            <w:tcW w:w="5874" w:type="dxa"/>
            <w:shd w:val="clear" w:color="auto" w:fill="FFBFBF" w:themeFill="accent6" w:themeFillTint="33"/>
            <w:vAlign w:val="center"/>
          </w:tcPr>
          <w:p w14:paraId="45CBFFBB" w14:textId="77777777" w:rsidR="00F35806" w:rsidRPr="00034484" w:rsidRDefault="00F35806" w:rsidP="00C7012B">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3E1E8206" w14:textId="77777777" w:rsidR="00F35806" w:rsidRPr="00034484" w:rsidRDefault="00F35806" w:rsidP="00C7012B">
            <w:pPr>
              <w:spacing w:after="60"/>
              <w:outlineLvl w:val="3"/>
              <w:rPr>
                <w:bCs/>
              </w:rPr>
            </w:pPr>
          </w:p>
        </w:tc>
      </w:tr>
      <w:tr w:rsidR="00F35806" w:rsidRPr="00034484" w14:paraId="275252A8" w14:textId="77777777" w:rsidTr="00C7012B">
        <w:tc>
          <w:tcPr>
            <w:tcW w:w="5874" w:type="dxa"/>
            <w:shd w:val="clear" w:color="auto" w:fill="FFBFBF" w:themeFill="accent6" w:themeFillTint="33"/>
            <w:vAlign w:val="center"/>
          </w:tcPr>
          <w:p w14:paraId="434F456E"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3275770" w14:textId="77777777" w:rsidR="00F35806" w:rsidRPr="00034484" w:rsidRDefault="00F35806" w:rsidP="00C7012B">
            <w:pPr>
              <w:spacing w:after="60"/>
              <w:outlineLvl w:val="3"/>
              <w:rPr>
                <w:bCs/>
              </w:rPr>
            </w:pPr>
          </w:p>
        </w:tc>
      </w:tr>
      <w:tr w:rsidR="00F35806" w:rsidRPr="00034484" w14:paraId="072F406C" w14:textId="77777777" w:rsidTr="00C7012B">
        <w:tc>
          <w:tcPr>
            <w:tcW w:w="5874" w:type="dxa"/>
            <w:shd w:val="clear" w:color="auto" w:fill="FFBFBF" w:themeFill="accent6" w:themeFillTint="33"/>
            <w:vAlign w:val="center"/>
          </w:tcPr>
          <w:p w14:paraId="1C39D13F"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11D2C09" w14:textId="77777777" w:rsidR="00F35806" w:rsidRPr="00034484" w:rsidRDefault="00F35806" w:rsidP="00C7012B">
            <w:pPr>
              <w:spacing w:after="60"/>
              <w:outlineLvl w:val="3"/>
              <w:rPr>
                <w:bCs/>
              </w:rPr>
            </w:pPr>
          </w:p>
        </w:tc>
      </w:tr>
      <w:tr w:rsidR="00F35806" w:rsidRPr="00034484" w14:paraId="516439C4" w14:textId="77777777" w:rsidTr="00C7012B">
        <w:tc>
          <w:tcPr>
            <w:tcW w:w="5874" w:type="dxa"/>
            <w:shd w:val="clear" w:color="auto" w:fill="FFBFBF" w:themeFill="accent6" w:themeFillTint="33"/>
            <w:vAlign w:val="center"/>
          </w:tcPr>
          <w:p w14:paraId="3AC7191F"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31B8259" w14:textId="77777777" w:rsidR="00F35806" w:rsidRPr="00034484" w:rsidRDefault="00F35806" w:rsidP="00C7012B">
            <w:pPr>
              <w:spacing w:after="60"/>
              <w:outlineLvl w:val="3"/>
              <w:rPr>
                <w:bCs/>
              </w:rPr>
            </w:pPr>
          </w:p>
        </w:tc>
      </w:tr>
      <w:tr w:rsidR="00F35806" w:rsidRPr="00034484" w14:paraId="2339C3C5" w14:textId="77777777" w:rsidTr="00C7012B">
        <w:tc>
          <w:tcPr>
            <w:tcW w:w="5874" w:type="dxa"/>
            <w:shd w:val="clear" w:color="auto" w:fill="FFBFBF" w:themeFill="accent6" w:themeFillTint="33"/>
            <w:vAlign w:val="center"/>
          </w:tcPr>
          <w:p w14:paraId="0D08FF35"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2D33470F" w14:textId="77777777" w:rsidR="00F35806" w:rsidRPr="00034484" w:rsidRDefault="00F35806" w:rsidP="00C7012B">
            <w:pPr>
              <w:spacing w:after="60"/>
              <w:outlineLvl w:val="3"/>
              <w:rPr>
                <w:bCs/>
              </w:rPr>
            </w:pPr>
          </w:p>
        </w:tc>
      </w:tr>
      <w:tr w:rsidR="00F35806" w:rsidRPr="00034484" w14:paraId="4A46891F" w14:textId="77777777" w:rsidTr="00C7012B">
        <w:tc>
          <w:tcPr>
            <w:tcW w:w="5874" w:type="dxa"/>
            <w:shd w:val="clear" w:color="auto" w:fill="FFBFBF" w:themeFill="accent6" w:themeFillTint="33"/>
            <w:vAlign w:val="center"/>
          </w:tcPr>
          <w:p w14:paraId="7A1834AE"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DA9E86E" w14:textId="77777777" w:rsidR="00F35806" w:rsidRPr="00034484" w:rsidRDefault="00F35806" w:rsidP="00C7012B">
            <w:pPr>
              <w:spacing w:after="60"/>
              <w:outlineLvl w:val="3"/>
              <w:rPr>
                <w:bCs/>
              </w:rPr>
            </w:pPr>
          </w:p>
        </w:tc>
      </w:tr>
      <w:tr w:rsidR="00F35806" w:rsidRPr="00034484" w14:paraId="128700A5" w14:textId="77777777" w:rsidTr="00C7012B">
        <w:tc>
          <w:tcPr>
            <w:tcW w:w="5874" w:type="dxa"/>
            <w:shd w:val="clear" w:color="auto" w:fill="FFBFBF" w:themeFill="accent6" w:themeFillTint="33"/>
            <w:vAlign w:val="center"/>
          </w:tcPr>
          <w:p w14:paraId="0F0736D7" w14:textId="77777777" w:rsidR="00F35806" w:rsidRPr="00034484" w:rsidRDefault="00F35806" w:rsidP="00C7012B">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22CFA203" w14:textId="77777777" w:rsidR="00F35806" w:rsidRPr="00034484" w:rsidRDefault="00F35806" w:rsidP="00C7012B">
            <w:pPr>
              <w:spacing w:after="60"/>
              <w:outlineLvl w:val="3"/>
              <w:rPr>
                <w:bCs/>
              </w:rPr>
            </w:pPr>
          </w:p>
        </w:tc>
      </w:tr>
      <w:tr w:rsidR="00F35806" w:rsidRPr="00034484" w14:paraId="7210D6A2" w14:textId="77777777" w:rsidTr="00C7012B">
        <w:tc>
          <w:tcPr>
            <w:tcW w:w="5874" w:type="dxa"/>
            <w:shd w:val="clear" w:color="auto" w:fill="FFBFBF" w:themeFill="accent6" w:themeFillTint="33"/>
            <w:vAlign w:val="center"/>
          </w:tcPr>
          <w:p w14:paraId="60306C37"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3CB4759D" w14:textId="77777777" w:rsidR="00F35806" w:rsidRPr="00034484" w:rsidRDefault="00F35806" w:rsidP="00C7012B">
            <w:pPr>
              <w:spacing w:after="60"/>
              <w:outlineLvl w:val="3"/>
              <w:rPr>
                <w:bCs/>
              </w:rPr>
            </w:pPr>
          </w:p>
        </w:tc>
      </w:tr>
      <w:tr w:rsidR="00F35806" w:rsidRPr="00034484" w14:paraId="7DE1A68F" w14:textId="77777777" w:rsidTr="00C7012B">
        <w:tc>
          <w:tcPr>
            <w:tcW w:w="5874" w:type="dxa"/>
            <w:shd w:val="clear" w:color="auto" w:fill="FFBFBF" w:themeFill="accent6" w:themeFillTint="33"/>
            <w:vAlign w:val="center"/>
          </w:tcPr>
          <w:p w14:paraId="0B06F373"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24B63A27" w14:textId="77777777" w:rsidR="00F35806" w:rsidRPr="00034484" w:rsidRDefault="00F35806" w:rsidP="00C7012B">
            <w:pPr>
              <w:outlineLvl w:val="3"/>
              <w:rPr>
                <w:bCs/>
              </w:rPr>
            </w:pPr>
          </w:p>
        </w:tc>
      </w:tr>
      <w:tr w:rsidR="00F35806" w:rsidRPr="00034484" w14:paraId="42395FD3" w14:textId="77777777" w:rsidTr="00C7012B">
        <w:tc>
          <w:tcPr>
            <w:tcW w:w="5874" w:type="dxa"/>
            <w:shd w:val="clear" w:color="auto" w:fill="FFBFBF" w:themeFill="accent6" w:themeFillTint="33"/>
            <w:vAlign w:val="center"/>
          </w:tcPr>
          <w:p w14:paraId="54BFA539" w14:textId="77777777" w:rsidR="00F35806" w:rsidRPr="00034484" w:rsidRDefault="00F35806" w:rsidP="00C7012B">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7325D7D" w14:textId="77777777" w:rsidR="00F35806" w:rsidRPr="00034484" w:rsidRDefault="00F35806" w:rsidP="00C7012B">
            <w:pPr>
              <w:outlineLvl w:val="3"/>
              <w:rPr>
                <w:bCs/>
              </w:rPr>
            </w:pPr>
          </w:p>
        </w:tc>
      </w:tr>
      <w:tr w:rsidR="00F35806" w:rsidRPr="00034484" w14:paraId="66F0A71B" w14:textId="77777777" w:rsidTr="00C7012B">
        <w:tc>
          <w:tcPr>
            <w:tcW w:w="5874" w:type="dxa"/>
            <w:shd w:val="clear" w:color="auto" w:fill="FFBFBF" w:themeFill="accent6" w:themeFillTint="33"/>
            <w:vAlign w:val="center"/>
          </w:tcPr>
          <w:p w14:paraId="2E1DEC35" w14:textId="77777777" w:rsidR="00F35806" w:rsidRPr="00034484" w:rsidRDefault="00F35806" w:rsidP="00C7012B">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4CFB7CD4" w14:textId="77777777" w:rsidR="00F35806" w:rsidRPr="00034484" w:rsidRDefault="00F35806" w:rsidP="00C7012B">
            <w:pPr>
              <w:outlineLvl w:val="3"/>
              <w:rPr>
                <w:bCs/>
              </w:rPr>
            </w:pPr>
          </w:p>
        </w:tc>
      </w:tr>
      <w:tr w:rsidR="00F35806" w:rsidRPr="00034484" w14:paraId="4FF4FFBD" w14:textId="77777777" w:rsidTr="00C7012B">
        <w:tc>
          <w:tcPr>
            <w:tcW w:w="5874" w:type="dxa"/>
            <w:shd w:val="clear" w:color="auto" w:fill="FFBFBF" w:themeFill="accent6" w:themeFillTint="33"/>
            <w:vAlign w:val="center"/>
          </w:tcPr>
          <w:p w14:paraId="3947ABB3" w14:textId="77777777" w:rsidR="00F35806" w:rsidRPr="00034484" w:rsidRDefault="00F35806" w:rsidP="00C7012B">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0D92B34B" w14:textId="77777777" w:rsidR="00F35806" w:rsidRPr="00034484" w:rsidRDefault="00F35806" w:rsidP="00C7012B">
            <w:pPr>
              <w:outlineLvl w:val="3"/>
              <w:rPr>
                <w:bCs/>
              </w:rPr>
            </w:pPr>
          </w:p>
        </w:tc>
      </w:tr>
      <w:tr w:rsidR="00F35806" w:rsidRPr="00034484" w14:paraId="01DF1FEA" w14:textId="77777777" w:rsidTr="00C7012B">
        <w:tc>
          <w:tcPr>
            <w:tcW w:w="5874" w:type="dxa"/>
            <w:shd w:val="clear" w:color="auto" w:fill="FFBFBF" w:themeFill="accent6" w:themeFillTint="33"/>
            <w:vAlign w:val="center"/>
          </w:tcPr>
          <w:p w14:paraId="0503D80C" w14:textId="77777777" w:rsidR="00F35806" w:rsidRPr="00034484" w:rsidRDefault="00F35806" w:rsidP="00C7012B">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7F83E46D" w14:textId="77777777" w:rsidR="00F35806" w:rsidRPr="00034484" w:rsidRDefault="00F35806" w:rsidP="00C7012B">
            <w:pPr>
              <w:outlineLvl w:val="3"/>
              <w:rPr>
                <w:bCs/>
              </w:rPr>
            </w:pPr>
          </w:p>
        </w:tc>
      </w:tr>
      <w:tr w:rsidR="00F35806" w:rsidRPr="00034484" w14:paraId="03155ABD" w14:textId="77777777" w:rsidTr="00C7012B">
        <w:tc>
          <w:tcPr>
            <w:tcW w:w="5874" w:type="dxa"/>
            <w:shd w:val="clear" w:color="auto" w:fill="FFBFBF" w:themeFill="accent6" w:themeFillTint="33"/>
            <w:vAlign w:val="center"/>
          </w:tcPr>
          <w:p w14:paraId="67D8004A" w14:textId="77777777" w:rsidR="00F35806" w:rsidRPr="00034484" w:rsidRDefault="00F35806" w:rsidP="00C7012B">
            <w:pPr>
              <w:spacing w:after="60"/>
              <w:outlineLvl w:val="3"/>
              <w:rPr>
                <w:b/>
                <w:bCs/>
              </w:rPr>
            </w:pPr>
            <w:r w:rsidRPr="00034484">
              <w:rPr>
                <w:b/>
                <w:bCs/>
              </w:rPr>
              <w:t>Zhotovitel vyhrazeného plnění:</w:t>
            </w:r>
          </w:p>
        </w:tc>
        <w:tc>
          <w:tcPr>
            <w:tcW w:w="2910" w:type="dxa"/>
            <w:vAlign w:val="center"/>
          </w:tcPr>
          <w:p w14:paraId="648FFE22" w14:textId="77777777" w:rsidR="00F35806" w:rsidRPr="00034484" w:rsidRDefault="00F35806" w:rsidP="00C7012B">
            <w:pPr>
              <w:outlineLvl w:val="3"/>
              <w:rPr>
                <w:bCs/>
              </w:rPr>
            </w:pPr>
          </w:p>
        </w:tc>
      </w:tr>
      <w:tr w:rsidR="00F35806" w:rsidRPr="00034484" w14:paraId="064D210A" w14:textId="77777777" w:rsidTr="00C7012B">
        <w:tc>
          <w:tcPr>
            <w:tcW w:w="5874" w:type="dxa"/>
            <w:shd w:val="clear" w:color="auto" w:fill="FFBFBF" w:themeFill="accent6" w:themeFillTint="33"/>
            <w:vAlign w:val="center"/>
          </w:tcPr>
          <w:p w14:paraId="6546A5DA" w14:textId="77777777" w:rsidR="00F35806" w:rsidRPr="00034484" w:rsidRDefault="00F35806" w:rsidP="00C7012B">
            <w:pPr>
              <w:spacing w:after="60"/>
              <w:outlineLvl w:val="3"/>
              <w:rPr>
                <w:bCs/>
              </w:rPr>
            </w:pPr>
            <w:r w:rsidRPr="00034484">
              <w:rPr>
                <w:b/>
                <w:bCs/>
              </w:rPr>
              <w:t>Hodnota vyhrazeného plnění v Kč</w:t>
            </w:r>
            <w:r w:rsidRPr="00034484">
              <w:rPr>
                <w:bCs/>
              </w:rPr>
              <w:t>:</w:t>
            </w:r>
          </w:p>
        </w:tc>
        <w:tc>
          <w:tcPr>
            <w:tcW w:w="2910" w:type="dxa"/>
            <w:vAlign w:val="center"/>
          </w:tcPr>
          <w:p w14:paraId="625587F1" w14:textId="77777777" w:rsidR="00F35806" w:rsidRPr="00034484" w:rsidRDefault="00F35806" w:rsidP="00C7012B">
            <w:pPr>
              <w:outlineLvl w:val="3"/>
              <w:rPr>
                <w:bCs/>
              </w:rPr>
            </w:pPr>
          </w:p>
        </w:tc>
      </w:tr>
    </w:tbl>
    <w:p w14:paraId="57F9331B" w14:textId="77777777" w:rsidR="00F35806" w:rsidRPr="00034484" w:rsidRDefault="00F35806" w:rsidP="00F3580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35806" w:rsidRPr="00034484" w14:paraId="6FC18050" w14:textId="77777777" w:rsidTr="00C7012B">
        <w:tc>
          <w:tcPr>
            <w:tcW w:w="3259" w:type="dxa"/>
            <w:shd w:val="clear" w:color="auto" w:fill="FFBFBF" w:themeFill="accent6" w:themeFillTint="33"/>
          </w:tcPr>
          <w:p w14:paraId="0E2A6EAD" w14:textId="77777777" w:rsidR="00F35806" w:rsidRPr="00034484" w:rsidRDefault="00F35806" w:rsidP="00C7012B">
            <w:pPr>
              <w:spacing w:after="60"/>
              <w:outlineLvl w:val="3"/>
              <w:rPr>
                <w:b/>
                <w:bCs/>
                <w:vertAlign w:val="superscript"/>
              </w:rPr>
            </w:pPr>
          </w:p>
        </w:tc>
        <w:tc>
          <w:tcPr>
            <w:tcW w:w="3260" w:type="dxa"/>
            <w:shd w:val="clear" w:color="auto" w:fill="FFBFBF" w:themeFill="accent6" w:themeFillTint="33"/>
          </w:tcPr>
          <w:p w14:paraId="0CE48A7D" w14:textId="77777777" w:rsidR="00F35806" w:rsidRPr="00034484" w:rsidRDefault="00F35806" w:rsidP="00C7012B">
            <w:pPr>
              <w:spacing w:after="60"/>
              <w:outlineLvl w:val="3"/>
              <w:rPr>
                <w:b/>
                <w:bCs/>
              </w:rPr>
            </w:pPr>
            <w:r w:rsidRPr="00034484">
              <w:rPr>
                <w:b/>
                <w:bCs/>
              </w:rPr>
              <w:t>Obchodní firma</w:t>
            </w:r>
          </w:p>
        </w:tc>
        <w:tc>
          <w:tcPr>
            <w:tcW w:w="3260" w:type="dxa"/>
            <w:shd w:val="clear" w:color="auto" w:fill="FFBFBF" w:themeFill="accent6" w:themeFillTint="33"/>
          </w:tcPr>
          <w:p w14:paraId="36A19442" w14:textId="77777777" w:rsidR="00F35806" w:rsidRPr="00034484" w:rsidRDefault="00F35806" w:rsidP="00C7012B">
            <w:pPr>
              <w:outlineLvl w:val="3"/>
              <w:rPr>
                <w:b/>
                <w:bCs/>
              </w:rPr>
            </w:pPr>
            <w:r w:rsidRPr="00034484">
              <w:rPr>
                <w:b/>
                <w:bCs/>
              </w:rPr>
              <w:t xml:space="preserve">Hodnota prováděných prací v Kč </w:t>
            </w:r>
            <w:r w:rsidRPr="00034484">
              <w:rPr>
                <w:bCs/>
              </w:rPr>
              <w:t>(bez DPH)</w:t>
            </w:r>
          </w:p>
        </w:tc>
      </w:tr>
      <w:tr w:rsidR="00F35806" w:rsidRPr="00034484" w14:paraId="4B294199" w14:textId="77777777" w:rsidTr="00C7012B">
        <w:tc>
          <w:tcPr>
            <w:tcW w:w="3259" w:type="dxa"/>
            <w:shd w:val="clear" w:color="auto" w:fill="FFBFBF" w:themeFill="accent6" w:themeFillTint="33"/>
          </w:tcPr>
          <w:p w14:paraId="6D64832F" w14:textId="77777777" w:rsidR="00F35806" w:rsidRPr="00034484" w:rsidRDefault="00F35806" w:rsidP="00C7012B">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4409814F" w14:textId="77777777" w:rsidR="00F35806" w:rsidRPr="00034484" w:rsidRDefault="00F35806" w:rsidP="00C7012B">
            <w:pPr>
              <w:spacing w:after="60"/>
              <w:outlineLvl w:val="3"/>
              <w:rPr>
                <w:bCs/>
              </w:rPr>
            </w:pPr>
          </w:p>
        </w:tc>
        <w:tc>
          <w:tcPr>
            <w:tcW w:w="3260" w:type="dxa"/>
            <w:vAlign w:val="center"/>
          </w:tcPr>
          <w:p w14:paraId="3BB28872" w14:textId="77777777" w:rsidR="00F35806" w:rsidRPr="00034484" w:rsidRDefault="00F35806" w:rsidP="00C7012B">
            <w:pPr>
              <w:outlineLvl w:val="3"/>
              <w:rPr>
                <w:bCs/>
              </w:rPr>
            </w:pPr>
          </w:p>
        </w:tc>
      </w:tr>
      <w:tr w:rsidR="00F35806" w:rsidRPr="00034484" w14:paraId="443C9020" w14:textId="77777777" w:rsidTr="00C7012B">
        <w:tc>
          <w:tcPr>
            <w:tcW w:w="3259" w:type="dxa"/>
            <w:shd w:val="clear" w:color="auto" w:fill="FFBFBF" w:themeFill="accent6" w:themeFillTint="33"/>
          </w:tcPr>
          <w:p w14:paraId="08C66FAA"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FB68182" w14:textId="77777777" w:rsidR="00F35806" w:rsidRPr="00034484" w:rsidRDefault="00F35806" w:rsidP="00C7012B">
            <w:pPr>
              <w:spacing w:after="60"/>
              <w:outlineLvl w:val="3"/>
              <w:rPr>
                <w:bCs/>
              </w:rPr>
            </w:pPr>
          </w:p>
        </w:tc>
        <w:tc>
          <w:tcPr>
            <w:tcW w:w="3260" w:type="dxa"/>
            <w:vAlign w:val="center"/>
          </w:tcPr>
          <w:p w14:paraId="57932D45" w14:textId="77777777" w:rsidR="00F35806" w:rsidRPr="00034484" w:rsidRDefault="00F35806" w:rsidP="00C7012B">
            <w:pPr>
              <w:outlineLvl w:val="3"/>
              <w:rPr>
                <w:bCs/>
              </w:rPr>
            </w:pPr>
          </w:p>
        </w:tc>
      </w:tr>
      <w:tr w:rsidR="00F35806" w:rsidRPr="00034484" w14:paraId="486310BB" w14:textId="77777777" w:rsidTr="00C7012B">
        <w:tc>
          <w:tcPr>
            <w:tcW w:w="3259" w:type="dxa"/>
            <w:shd w:val="clear" w:color="auto" w:fill="FFBFBF" w:themeFill="accent6" w:themeFillTint="33"/>
          </w:tcPr>
          <w:p w14:paraId="6271F038"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81970F4" w14:textId="77777777" w:rsidR="00F35806" w:rsidRPr="00034484" w:rsidRDefault="00F35806" w:rsidP="00C7012B">
            <w:pPr>
              <w:spacing w:after="60"/>
              <w:outlineLvl w:val="3"/>
              <w:rPr>
                <w:bCs/>
              </w:rPr>
            </w:pPr>
          </w:p>
        </w:tc>
        <w:tc>
          <w:tcPr>
            <w:tcW w:w="3260" w:type="dxa"/>
            <w:vAlign w:val="center"/>
          </w:tcPr>
          <w:p w14:paraId="130F2DF7" w14:textId="77777777" w:rsidR="00F35806" w:rsidRPr="00034484" w:rsidRDefault="00F35806" w:rsidP="00C7012B">
            <w:pPr>
              <w:outlineLvl w:val="3"/>
              <w:rPr>
                <w:bCs/>
              </w:rPr>
            </w:pPr>
          </w:p>
        </w:tc>
      </w:tr>
      <w:tr w:rsidR="00F35806" w:rsidRPr="00034484" w14:paraId="5C3FC0A0" w14:textId="77777777" w:rsidTr="00C7012B">
        <w:tc>
          <w:tcPr>
            <w:tcW w:w="3259" w:type="dxa"/>
            <w:shd w:val="clear" w:color="auto" w:fill="FFBFBF" w:themeFill="accent6" w:themeFillTint="33"/>
          </w:tcPr>
          <w:p w14:paraId="1B85B206"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30B4CB8" w14:textId="77777777" w:rsidR="00F35806" w:rsidRPr="00034484" w:rsidRDefault="00F35806" w:rsidP="00C7012B">
            <w:pPr>
              <w:spacing w:after="60"/>
              <w:outlineLvl w:val="3"/>
              <w:rPr>
                <w:bCs/>
              </w:rPr>
            </w:pPr>
          </w:p>
        </w:tc>
        <w:tc>
          <w:tcPr>
            <w:tcW w:w="3260" w:type="dxa"/>
            <w:vAlign w:val="center"/>
          </w:tcPr>
          <w:p w14:paraId="138B260F" w14:textId="77777777" w:rsidR="00F35806" w:rsidRPr="00034484" w:rsidRDefault="00F35806" w:rsidP="00C7012B">
            <w:pPr>
              <w:outlineLvl w:val="3"/>
              <w:rPr>
                <w:bCs/>
              </w:rPr>
            </w:pPr>
          </w:p>
        </w:tc>
      </w:tr>
      <w:tr w:rsidR="00F35806" w:rsidRPr="00034484" w14:paraId="489CCDB6" w14:textId="77777777" w:rsidTr="00C7012B">
        <w:tc>
          <w:tcPr>
            <w:tcW w:w="3259" w:type="dxa"/>
            <w:shd w:val="clear" w:color="auto" w:fill="FFBFBF" w:themeFill="accent6" w:themeFillTint="33"/>
          </w:tcPr>
          <w:p w14:paraId="14CD964A"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E0B5865" w14:textId="77777777" w:rsidR="00F35806" w:rsidRPr="00034484" w:rsidRDefault="00F35806" w:rsidP="00C7012B">
            <w:pPr>
              <w:spacing w:after="60"/>
              <w:outlineLvl w:val="3"/>
              <w:rPr>
                <w:bCs/>
              </w:rPr>
            </w:pPr>
          </w:p>
        </w:tc>
        <w:tc>
          <w:tcPr>
            <w:tcW w:w="3260" w:type="dxa"/>
            <w:vAlign w:val="center"/>
          </w:tcPr>
          <w:p w14:paraId="044AE76C" w14:textId="77777777" w:rsidR="00F35806" w:rsidRPr="00034484" w:rsidRDefault="00F35806" w:rsidP="00C7012B">
            <w:pPr>
              <w:outlineLvl w:val="3"/>
              <w:rPr>
                <w:bCs/>
              </w:rPr>
            </w:pPr>
          </w:p>
        </w:tc>
      </w:tr>
      <w:tr w:rsidR="00F35806" w:rsidRPr="00034484" w14:paraId="20DC7A49" w14:textId="77777777" w:rsidTr="00C7012B">
        <w:tc>
          <w:tcPr>
            <w:tcW w:w="3259" w:type="dxa"/>
            <w:shd w:val="clear" w:color="auto" w:fill="FFBFBF" w:themeFill="accent6" w:themeFillTint="33"/>
          </w:tcPr>
          <w:p w14:paraId="428C90CA" w14:textId="77777777" w:rsidR="00F35806" w:rsidRPr="00034484" w:rsidRDefault="00F35806" w:rsidP="00C7012B">
            <w:pPr>
              <w:spacing w:after="60"/>
              <w:outlineLvl w:val="3"/>
              <w:rPr>
                <w:b/>
                <w:bCs/>
              </w:rPr>
            </w:pPr>
            <w:r w:rsidRPr="00034484">
              <w:rPr>
                <w:b/>
                <w:bCs/>
              </w:rPr>
              <w:t xml:space="preserve">Celkem v Kč </w:t>
            </w:r>
          </w:p>
        </w:tc>
        <w:tc>
          <w:tcPr>
            <w:tcW w:w="3260" w:type="dxa"/>
            <w:shd w:val="clear" w:color="auto" w:fill="FFBFBF" w:themeFill="accent6" w:themeFillTint="33"/>
          </w:tcPr>
          <w:p w14:paraId="259B6EC6" w14:textId="77777777" w:rsidR="00F35806" w:rsidRPr="00034484" w:rsidRDefault="00F35806" w:rsidP="00C7012B">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56F57027" w14:textId="77777777" w:rsidR="00F35806" w:rsidRPr="00034484" w:rsidRDefault="00F35806" w:rsidP="00C7012B">
            <w:pPr>
              <w:outlineLvl w:val="3"/>
              <w:rPr>
                <w:b/>
                <w:bCs/>
              </w:rPr>
            </w:pPr>
          </w:p>
        </w:tc>
      </w:tr>
    </w:tbl>
    <w:p w14:paraId="454C0E7F" w14:textId="77777777" w:rsidR="00F35806" w:rsidRPr="00034484" w:rsidRDefault="00F35806" w:rsidP="00F35806">
      <w:pPr>
        <w:rPr>
          <w:bCs/>
        </w:rPr>
      </w:pPr>
    </w:p>
    <w:tbl>
      <w:tblPr>
        <w:tblStyle w:val="Mkatabulky"/>
        <w:tblW w:w="0" w:type="auto"/>
        <w:tblLook w:val="04A0" w:firstRow="1" w:lastRow="0" w:firstColumn="1" w:lastColumn="0" w:noHBand="0" w:noVBand="1"/>
      </w:tblPr>
      <w:tblGrid>
        <w:gridCol w:w="4380"/>
        <w:gridCol w:w="4340"/>
      </w:tblGrid>
      <w:tr w:rsidR="00F35806" w:rsidRPr="00034484" w14:paraId="2648CA18" w14:textId="77777777" w:rsidTr="00C7012B">
        <w:tc>
          <w:tcPr>
            <w:tcW w:w="4889" w:type="dxa"/>
            <w:shd w:val="clear" w:color="auto" w:fill="FFBFBF" w:themeFill="accent6" w:themeFillTint="33"/>
            <w:vAlign w:val="center"/>
          </w:tcPr>
          <w:p w14:paraId="11D4FF06" w14:textId="77777777" w:rsidR="00F35806" w:rsidRPr="00034484" w:rsidRDefault="00F35806" w:rsidP="00C7012B">
            <w:pPr>
              <w:spacing w:after="60"/>
              <w:outlineLvl w:val="3"/>
              <w:rPr>
                <w:b/>
                <w:bCs/>
              </w:rPr>
            </w:pPr>
            <w:r w:rsidRPr="00034484">
              <w:rPr>
                <w:b/>
                <w:bCs/>
              </w:rPr>
              <w:t>Hodnocení objednatele:</w:t>
            </w:r>
          </w:p>
          <w:p w14:paraId="33483756" w14:textId="77777777" w:rsidR="00F35806" w:rsidRPr="00034484" w:rsidRDefault="00F35806" w:rsidP="00C7012B">
            <w:pPr>
              <w:spacing w:after="60"/>
              <w:outlineLvl w:val="3"/>
              <w:rPr>
                <w:b/>
                <w:bCs/>
              </w:rPr>
            </w:pPr>
          </w:p>
          <w:p w14:paraId="747FB3E2" w14:textId="77777777" w:rsidR="00F35806" w:rsidRPr="00034484" w:rsidRDefault="00F35806" w:rsidP="00C7012B">
            <w:pPr>
              <w:spacing w:after="60"/>
              <w:outlineLvl w:val="3"/>
              <w:rPr>
                <w:bCs/>
              </w:rPr>
            </w:pPr>
          </w:p>
          <w:p w14:paraId="6224D68B" w14:textId="77777777" w:rsidR="00F35806" w:rsidRPr="00034484" w:rsidRDefault="00F35806" w:rsidP="00C7012B">
            <w:pPr>
              <w:spacing w:after="60"/>
              <w:outlineLvl w:val="3"/>
              <w:rPr>
                <w:bCs/>
              </w:rPr>
            </w:pPr>
          </w:p>
          <w:p w14:paraId="3A476CA3" w14:textId="77777777" w:rsidR="00F35806" w:rsidRPr="00034484" w:rsidRDefault="00F35806" w:rsidP="00C7012B">
            <w:pPr>
              <w:spacing w:after="60"/>
              <w:outlineLvl w:val="3"/>
              <w:rPr>
                <w:bCs/>
              </w:rPr>
            </w:pPr>
          </w:p>
          <w:p w14:paraId="611F7065" w14:textId="77777777" w:rsidR="00F35806" w:rsidRPr="00034484" w:rsidRDefault="00F35806" w:rsidP="00C7012B">
            <w:pPr>
              <w:spacing w:after="60"/>
              <w:outlineLvl w:val="3"/>
              <w:rPr>
                <w:bCs/>
              </w:rPr>
            </w:pPr>
          </w:p>
        </w:tc>
        <w:tc>
          <w:tcPr>
            <w:tcW w:w="4890" w:type="dxa"/>
            <w:vAlign w:val="center"/>
          </w:tcPr>
          <w:p w14:paraId="0E27C1F7" w14:textId="77777777" w:rsidR="00F35806" w:rsidRPr="00034484" w:rsidRDefault="00F35806" w:rsidP="00C7012B">
            <w:pPr>
              <w:outlineLvl w:val="3"/>
              <w:rPr>
                <w:bCs/>
              </w:rPr>
            </w:pPr>
            <w:r w:rsidRPr="00034484">
              <w:rPr>
                <w:bCs/>
              </w:rPr>
              <w:lastRenderedPageBreak/>
              <w:t>Správa železnic osvědčuje, že stavební práce uvedené v tomto osvědčení byly řádně poskytnuty a dokončeny.</w:t>
            </w:r>
          </w:p>
        </w:tc>
      </w:tr>
      <w:tr w:rsidR="00F35806" w:rsidRPr="00034484" w14:paraId="21D37D44" w14:textId="77777777" w:rsidTr="00C7012B">
        <w:tc>
          <w:tcPr>
            <w:tcW w:w="4889" w:type="dxa"/>
            <w:shd w:val="clear" w:color="auto" w:fill="FFBFBF" w:themeFill="accent6" w:themeFillTint="33"/>
          </w:tcPr>
          <w:p w14:paraId="517DB862" w14:textId="77777777" w:rsidR="00F35806" w:rsidRPr="00034484" w:rsidRDefault="00F35806" w:rsidP="00C7012B">
            <w:pPr>
              <w:spacing w:after="60"/>
              <w:outlineLvl w:val="3"/>
              <w:rPr>
                <w:b/>
                <w:bCs/>
              </w:rPr>
            </w:pPr>
            <w:r w:rsidRPr="00034484">
              <w:rPr>
                <w:b/>
                <w:bCs/>
              </w:rPr>
              <w:t>Kontaktní osoba:</w:t>
            </w:r>
          </w:p>
        </w:tc>
        <w:tc>
          <w:tcPr>
            <w:tcW w:w="4890" w:type="dxa"/>
            <w:vAlign w:val="center"/>
          </w:tcPr>
          <w:p w14:paraId="5F17743F" w14:textId="77777777" w:rsidR="00F35806" w:rsidRPr="00034484" w:rsidRDefault="00F35806" w:rsidP="00C7012B">
            <w:pPr>
              <w:outlineLvl w:val="3"/>
              <w:rPr>
                <w:bCs/>
              </w:rPr>
            </w:pPr>
          </w:p>
        </w:tc>
      </w:tr>
    </w:tbl>
    <w:p w14:paraId="49794E27" w14:textId="77777777" w:rsidR="00F35806" w:rsidRPr="00034484" w:rsidRDefault="00F35806" w:rsidP="00F35806">
      <w:pPr>
        <w:rPr>
          <w:b/>
          <w:bCs/>
        </w:rPr>
      </w:pPr>
    </w:p>
    <w:tbl>
      <w:tblPr>
        <w:tblStyle w:val="Mkatabulky"/>
        <w:tblW w:w="0" w:type="auto"/>
        <w:tblLook w:val="04A0" w:firstRow="1" w:lastRow="0" w:firstColumn="1" w:lastColumn="0" w:noHBand="0" w:noVBand="1"/>
      </w:tblPr>
      <w:tblGrid>
        <w:gridCol w:w="4439"/>
        <w:gridCol w:w="4281"/>
      </w:tblGrid>
      <w:tr w:rsidR="00F35806" w:rsidRPr="00034484" w14:paraId="79A1C022" w14:textId="77777777" w:rsidTr="00C7012B">
        <w:tc>
          <w:tcPr>
            <w:tcW w:w="4889" w:type="dxa"/>
            <w:shd w:val="clear" w:color="auto" w:fill="FFBFBF" w:themeFill="accent6" w:themeFillTint="33"/>
            <w:vAlign w:val="center"/>
          </w:tcPr>
          <w:p w14:paraId="4DB80DB3" w14:textId="77777777" w:rsidR="00F35806" w:rsidRPr="00034484" w:rsidRDefault="00F35806" w:rsidP="00C7012B">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8F27C92" w14:textId="77777777" w:rsidR="00F35806" w:rsidRPr="00034484" w:rsidRDefault="00F35806" w:rsidP="00C7012B">
            <w:pPr>
              <w:outlineLvl w:val="3"/>
              <w:rPr>
                <w:bCs/>
              </w:rPr>
            </w:pPr>
          </w:p>
        </w:tc>
      </w:tr>
      <w:tr w:rsidR="00F35806" w:rsidRPr="00034484" w14:paraId="6854B3BE" w14:textId="77777777" w:rsidTr="00C7012B">
        <w:tc>
          <w:tcPr>
            <w:tcW w:w="4889" w:type="dxa"/>
            <w:shd w:val="clear" w:color="auto" w:fill="FFBFBF" w:themeFill="accent6" w:themeFillTint="33"/>
            <w:vAlign w:val="center"/>
          </w:tcPr>
          <w:p w14:paraId="4D54C30D" w14:textId="77777777" w:rsidR="00F35806" w:rsidRPr="00034484" w:rsidRDefault="00F35806" w:rsidP="00C7012B">
            <w:pPr>
              <w:spacing w:after="60"/>
              <w:outlineLvl w:val="3"/>
              <w:rPr>
                <w:b/>
                <w:bCs/>
              </w:rPr>
            </w:pPr>
            <w:r w:rsidRPr="00034484">
              <w:rPr>
                <w:b/>
                <w:bCs/>
              </w:rPr>
              <w:t>Funkce:</w:t>
            </w:r>
          </w:p>
        </w:tc>
        <w:tc>
          <w:tcPr>
            <w:tcW w:w="4890" w:type="dxa"/>
            <w:vAlign w:val="center"/>
          </w:tcPr>
          <w:p w14:paraId="47CB9660" w14:textId="77777777" w:rsidR="00F35806" w:rsidRPr="00034484" w:rsidRDefault="00F35806" w:rsidP="00C7012B">
            <w:pPr>
              <w:outlineLvl w:val="3"/>
              <w:rPr>
                <w:bCs/>
              </w:rPr>
            </w:pPr>
          </w:p>
        </w:tc>
      </w:tr>
      <w:tr w:rsidR="00F35806" w:rsidRPr="00034484" w14:paraId="569221C8" w14:textId="77777777" w:rsidTr="00C7012B">
        <w:tc>
          <w:tcPr>
            <w:tcW w:w="4889" w:type="dxa"/>
            <w:shd w:val="clear" w:color="auto" w:fill="FFBFBF" w:themeFill="accent6" w:themeFillTint="33"/>
            <w:vAlign w:val="center"/>
          </w:tcPr>
          <w:p w14:paraId="14807C2F" w14:textId="77777777" w:rsidR="00F35806" w:rsidRPr="00034484" w:rsidRDefault="00F35806" w:rsidP="00C7012B">
            <w:pPr>
              <w:spacing w:after="60"/>
              <w:outlineLvl w:val="3"/>
              <w:rPr>
                <w:b/>
                <w:bCs/>
              </w:rPr>
            </w:pPr>
            <w:r w:rsidRPr="00034484">
              <w:rPr>
                <w:b/>
                <w:bCs/>
              </w:rPr>
              <w:t>Podpis vystavitele</w:t>
            </w:r>
          </w:p>
          <w:p w14:paraId="2028C9BA" w14:textId="77777777" w:rsidR="00F35806" w:rsidRPr="00034484" w:rsidRDefault="00F35806" w:rsidP="00C7012B">
            <w:pPr>
              <w:spacing w:after="60"/>
              <w:outlineLvl w:val="3"/>
              <w:rPr>
                <w:b/>
                <w:bCs/>
              </w:rPr>
            </w:pPr>
          </w:p>
        </w:tc>
        <w:tc>
          <w:tcPr>
            <w:tcW w:w="4890" w:type="dxa"/>
            <w:vAlign w:val="center"/>
          </w:tcPr>
          <w:p w14:paraId="57CFB651" w14:textId="77777777" w:rsidR="00F35806" w:rsidRPr="00034484" w:rsidRDefault="00F35806" w:rsidP="00C7012B">
            <w:pPr>
              <w:outlineLvl w:val="3"/>
              <w:rPr>
                <w:bCs/>
              </w:rPr>
            </w:pPr>
          </w:p>
        </w:tc>
      </w:tr>
      <w:tr w:rsidR="00F35806" w:rsidRPr="00034484" w14:paraId="74502591" w14:textId="77777777" w:rsidTr="00C7012B">
        <w:tc>
          <w:tcPr>
            <w:tcW w:w="4889" w:type="dxa"/>
            <w:shd w:val="clear" w:color="auto" w:fill="FFBFBF" w:themeFill="accent6" w:themeFillTint="33"/>
            <w:vAlign w:val="center"/>
          </w:tcPr>
          <w:p w14:paraId="3F26E620" w14:textId="77777777" w:rsidR="00F35806" w:rsidRPr="00034484" w:rsidRDefault="00F35806" w:rsidP="00C7012B">
            <w:pPr>
              <w:spacing w:after="60"/>
              <w:outlineLvl w:val="3"/>
              <w:rPr>
                <w:b/>
                <w:bCs/>
              </w:rPr>
            </w:pPr>
            <w:r w:rsidRPr="00034484">
              <w:rPr>
                <w:b/>
                <w:bCs/>
              </w:rPr>
              <w:t>Datum vystavení osvědčení</w:t>
            </w:r>
          </w:p>
        </w:tc>
        <w:tc>
          <w:tcPr>
            <w:tcW w:w="4890" w:type="dxa"/>
            <w:vAlign w:val="center"/>
          </w:tcPr>
          <w:p w14:paraId="525725C0" w14:textId="77777777" w:rsidR="00F35806" w:rsidRPr="00034484" w:rsidRDefault="00F35806" w:rsidP="00C7012B">
            <w:pPr>
              <w:outlineLvl w:val="3"/>
              <w:rPr>
                <w:bCs/>
              </w:rPr>
            </w:pPr>
          </w:p>
        </w:tc>
      </w:tr>
    </w:tbl>
    <w:p w14:paraId="41BE1E51" w14:textId="77777777" w:rsidR="00F35806" w:rsidRPr="00034484" w:rsidRDefault="00F35806" w:rsidP="00F35806">
      <w:pPr>
        <w:rPr>
          <w:bCs/>
        </w:rPr>
      </w:pPr>
    </w:p>
    <w:p w14:paraId="359DDFF8" w14:textId="428B2A60" w:rsidR="00F35806" w:rsidRPr="00A24674" w:rsidRDefault="006564B2" w:rsidP="00F35806">
      <w:pPr>
        <w:keepNext/>
        <w:spacing w:after="60"/>
        <w:jc w:val="both"/>
        <w:outlineLvl w:val="3"/>
        <w:rPr>
          <w:rFonts w:eastAsia="Times New Roman"/>
          <w:bCs/>
          <w:i/>
        </w:rPr>
      </w:pPr>
      <w:r>
        <w:rPr>
          <w:bCs/>
          <w:i/>
        </w:rPr>
        <w:t>* Je-li vzhledem k cha</w:t>
      </w:r>
      <w:r w:rsidR="00F35806" w:rsidRPr="00034484">
        <w:rPr>
          <w:bCs/>
          <w:i/>
        </w:rPr>
        <w:t>rakteru stavby relevantní.</w:t>
      </w:r>
    </w:p>
    <w:p w14:paraId="04A5FF12" w14:textId="77777777" w:rsidR="00F35806" w:rsidRPr="00A24674" w:rsidRDefault="00F35806" w:rsidP="00F35806">
      <w:pPr>
        <w:keepNext/>
        <w:spacing w:after="60"/>
        <w:jc w:val="both"/>
        <w:outlineLvl w:val="3"/>
        <w:rPr>
          <w:rFonts w:eastAsia="Times New Roman"/>
          <w:b/>
          <w:bCs/>
          <w:i/>
        </w:rPr>
      </w:pPr>
    </w:p>
    <w:p w14:paraId="6F36FE13" w14:textId="77777777" w:rsidR="00F35806" w:rsidRPr="00A24674" w:rsidRDefault="00F35806" w:rsidP="00F35806">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BBE0302" w14:textId="77777777" w:rsidR="00F35806" w:rsidRPr="00523A61" w:rsidRDefault="00F35806" w:rsidP="00F35806">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3C4F5832" w14:textId="0D78D831" w:rsidR="00F35806" w:rsidRDefault="00F35806" w:rsidP="00F35806">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732B2A08" w14:textId="77777777" w:rsidR="00F35806" w:rsidRPr="00F35806" w:rsidRDefault="00F35806" w:rsidP="00F35806"/>
    <w:p w14:paraId="2B8C26AD" w14:textId="77777777" w:rsidR="00F35806" w:rsidRPr="00F35806" w:rsidRDefault="00F35806" w:rsidP="00F35806"/>
    <w:p w14:paraId="3B46264B" w14:textId="77777777" w:rsidR="00F35806" w:rsidRPr="00F35806" w:rsidRDefault="00F35806" w:rsidP="00F35806"/>
    <w:p w14:paraId="337938E2" w14:textId="77777777" w:rsidR="00F35806" w:rsidRPr="00F35806" w:rsidRDefault="00F35806" w:rsidP="00F35806"/>
    <w:p w14:paraId="17D32504" w14:textId="77777777" w:rsidR="00F35806" w:rsidRPr="00F35806" w:rsidRDefault="00F35806" w:rsidP="00F35806"/>
    <w:p w14:paraId="19BC8CC4" w14:textId="77777777" w:rsidR="00F35806" w:rsidRPr="00F35806" w:rsidRDefault="00F35806" w:rsidP="00F35806"/>
    <w:p w14:paraId="1661654A" w14:textId="77777777" w:rsidR="00F35806" w:rsidRPr="00F35806" w:rsidRDefault="00F35806" w:rsidP="00F35806"/>
    <w:p w14:paraId="500F06BB" w14:textId="77777777" w:rsidR="00F35806" w:rsidRPr="00F35806" w:rsidRDefault="00F35806" w:rsidP="00F35806"/>
    <w:p w14:paraId="7876A9AA" w14:textId="77777777" w:rsidR="00F35806" w:rsidRPr="00F35806" w:rsidRDefault="00F35806" w:rsidP="00F35806"/>
    <w:p w14:paraId="7681448F" w14:textId="77777777" w:rsidR="00F35806" w:rsidRPr="00F35806" w:rsidRDefault="00F35806" w:rsidP="00F35806"/>
    <w:p w14:paraId="700A9B07" w14:textId="57112C84" w:rsidR="00F35806" w:rsidRDefault="00F35806" w:rsidP="00F35806"/>
    <w:p w14:paraId="48E5B22C" w14:textId="77777777" w:rsidR="00F762A8" w:rsidRPr="00F35806" w:rsidRDefault="00F762A8" w:rsidP="00F35806">
      <w:pPr>
        <w:jc w:val="right"/>
      </w:pPr>
    </w:p>
    <w:sectPr w:rsidR="00F762A8" w:rsidRPr="00F35806" w:rsidSect="0037741D">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92FDE" w14:textId="77777777" w:rsidR="00BD11EB" w:rsidRDefault="00BD11EB" w:rsidP="00962258">
      <w:pPr>
        <w:spacing w:after="0" w:line="240" w:lineRule="auto"/>
      </w:pPr>
      <w:r>
        <w:separator/>
      </w:r>
    </w:p>
  </w:endnote>
  <w:endnote w:type="continuationSeparator" w:id="0">
    <w:p w14:paraId="5CC03E34" w14:textId="77777777" w:rsidR="00BD11EB" w:rsidRDefault="00BD11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1EB" w:rsidRPr="003462EB" w14:paraId="1240A483" w14:textId="77777777" w:rsidTr="00F13FDA">
      <w:tc>
        <w:tcPr>
          <w:tcW w:w="1021" w:type="dxa"/>
          <w:vAlign w:val="bottom"/>
        </w:tcPr>
        <w:p w14:paraId="151E8C0E" w14:textId="112BA50B" w:rsidR="00BD11EB" w:rsidRPr="00B8518B" w:rsidRDefault="00BD11EB"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BD11EB" w:rsidRDefault="00BD11EB" w:rsidP="00F13FDA">
          <w:pPr>
            <w:pStyle w:val="Zpatvlevo"/>
          </w:pPr>
          <w:r w:rsidRPr="00B41CFD">
            <w:t>Smlouva o dílo</w:t>
          </w:r>
        </w:p>
        <w:p w14:paraId="36D7DCDC" w14:textId="77777777" w:rsidR="00BD11EB" w:rsidRPr="003462EB" w:rsidRDefault="00BD11EB" w:rsidP="00F13FDA">
          <w:pPr>
            <w:pStyle w:val="Zpatvlevo"/>
          </w:pPr>
          <w:r w:rsidRPr="00B41CFD">
            <w:t>Zhotovení stavby</w:t>
          </w:r>
        </w:p>
      </w:tc>
    </w:tr>
  </w:tbl>
  <w:p w14:paraId="54F3FF18" w14:textId="77777777" w:rsidR="00BD11EB" w:rsidRPr="00F13FDA" w:rsidRDefault="00BD11E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140825AC" w14:textId="77777777" w:rsidTr="00A0271B">
      <w:tc>
        <w:tcPr>
          <w:tcW w:w="0" w:type="auto"/>
          <w:tcMar>
            <w:left w:w="0" w:type="dxa"/>
            <w:right w:w="0" w:type="dxa"/>
          </w:tcMar>
          <w:vAlign w:val="bottom"/>
        </w:tcPr>
        <w:p w14:paraId="5C3D2E8D" w14:textId="77777777" w:rsidR="00BD11EB" w:rsidRPr="00DD4862" w:rsidRDefault="00BD11EB" w:rsidP="00A0271B">
          <w:pPr>
            <w:pStyle w:val="Zpatvpravo"/>
            <w:rPr>
              <w:b/>
            </w:rPr>
          </w:pPr>
          <w:r w:rsidRPr="00DD4862">
            <w:rPr>
              <w:b/>
            </w:rPr>
            <w:t xml:space="preserve">Příloha č. </w:t>
          </w:r>
          <w:r>
            <w:rPr>
              <w:b/>
            </w:rPr>
            <w:t>4</w:t>
          </w:r>
        </w:p>
        <w:p w14:paraId="322FB8B5" w14:textId="77777777" w:rsidR="00BD11EB" w:rsidRPr="003462EB" w:rsidRDefault="00BD11EB" w:rsidP="00A0271B">
          <w:pPr>
            <w:pStyle w:val="Zpatvpravo"/>
          </w:pPr>
          <w:r>
            <w:t>Smlouva o dílo</w:t>
          </w:r>
        </w:p>
        <w:p w14:paraId="6BCDB74A" w14:textId="77777777" w:rsidR="00BD11EB" w:rsidRPr="003462EB" w:rsidRDefault="00BD11EB" w:rsidP="00A0271B">
          <w:pPr>
            <w:pStyle w:val="Zpatvpravo"/>
            <w:rPr>
              <w:rStyle w:val="slostrnky"/>
              <w:b w:val="0"/>
              <w:color w:val="auto"/>
              <w:sz w:val="12"/>
            </w:rPr>
          </w:pPr>
          <w:r w:rsidRPr="003462EB">
            <w:t xml:space="preserve">Zhotovení stavby </w:t>
          </w:r>
        </w:p>
      </w:tc>
      <w:tc>
        <w:tcPr>
          <w:tcW w:w="1021" w:type="dxa"/>
          <w:vAlign w:val="bottom"/>
        </w:tcPr>
        <w:p w14:paraId="4DFD9349" w14:textId="425F33CB" w:rsidR="00BD11EB" w:rsidRPr="009E09BE" w:rsidRDefault="00BD11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1</w:t>
          </w:r>
          <w:r>
            <w:rPr>
              <w:rStyle w:val="slostrnky"/>
            </w:rPr>
            <w:fldChar w:fldCharType="end"/>
          </w:r>
        </w:p>
      </w:tc>
    </w:tr>
  </w:tbl>
  <w:p w14:paraId="1799FC45" w14:textId="77777777" w:rsidR="00BD11EB" w:rsidRPr="00B8518B" w:rsidRDefault="00BD11E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1EB" w:rsidRPr="003462EB" w14:paraId="324A3DF3" w14:textId="77777777" w:rsidTr="00F13FDA">
      <w:tc>
        <w:tcPr>
          <w:tcW w:w="1021" w:type="dxa"/>
          <w:vAlign w:val="bottom"/>
        </w:tcPr>
        <w:p w14:paraId="1D3932C5" w14:textId="77777777" w:rsidR="00BD11EB" w:rsidRPr="00B8518B" w:rsidRDefault="00BD11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D11EB" w:rsidRPr="00DD4862" w:rsidRDefault="00BD11EB" w:rsidP="00F13FDA">
          <w:pPr>
            <w:pStyle w:val="Zpatvlevo"/>
            <w:rPr>
              <w:b/>
            </w:rPr>
          </w:pPr>
          <w:r>
            <w:rPr>
              <w:b/>
            </w:rPr>
            <w:t>Příloha č. 5</w:t>
          </w:r>
        </w:p>
        <w:p w14:paraId="376871C6" w14:textId="77777777" w:rsidR="00BD11EB" w:rsidRDefault="00BD11EB" w:rsidP="00F13FDA">
          <w:pPr>
            <w:pStyle w:val="Zpatvlevo"/>
          </w:pPr>
          <w:r w:rsidRPr="00B41CFD">
            <w:t>Smlouva o dílo</w:t>
          </w:r>
        </w:p>
        <w:p w14:paraId="3CE18223" w14:textId="77777777" w:rsidR="00BD11EB" w:rsidRPr="003462EB" w:rsidRDefault="00BD11EB" w:rsidP="00F13FDA">
          <w:pPr>
            <w:pStyle w:val="Zpatvlevo"/>
          </w:pPr>
          <w:r w:rsidRPr="00B41CFD">
            <w:t>Zhotovení stavby</w:t>
          </w:r>
        </w:p>
      </w:tc>
    </w:tr>
  </w:tbl>
  <w:p w14:paraId="653766D2" w14:textId="77777777" w:rsidR="00BD11EB" w:rsidRPr="00F13FDA" w:rsidRDefault="00BD11E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4CAC0333" w14:textId="77777777" w:rsidTr="00A0271B">
      <w:tc>
        <w:tcPr>
          <w:tcW w:w="0" w:type="auto"/>
          <w:tcMar>
            <w:left w:w="0" w:type="dxa"/>
            <w:right w:w="0" w:type="dxa"/>
          </w:tcMar>
          <w:vAlign w:val="bottom"/>
        </w:tcPr>
        <w:p w14:paraId="0A2FA09E" w14:textId="77777777" w:rsidR="00BD11EB" w:rsidRPr="00DD4862" w:rsidRDefault="00BD11EB" w:rsidP="00A0271B">
          <w:pPr>
            <w:pStyle w:val="Zpatvpravo"/>
            <w:rPr>
              <w:b/>
            </w:rPr>
          </w:pPr>
          <w:r w:rsidRPr="00DD4862">
            <w:rPr>
              <w:b/>
            </w:rPr>
            <w:t xml:space="preserve">Příloha č. </w:t>
          </w:r>
          <w:r>
            <w:rPr>
              <w:b/>
            </w:rPr>
            <w:t>5</w:t>
          </w:r>
        </w:p>
        <w:p w14:paraId="60317C27" w14:textId="77777777" w:rsidR="00BD11EB" w:rsidRPr="003462EB" w:rsidRDefault="00BD11EB" w:rsidP="00A0271B">
          <w:pPr>
            <w:pStyle w:val="Zpatvpravo"/>
          </w:pPr>
          <w:r>
            <w:t>Smlouva o dílo</w:t>
          </w:r>
        </w:p>
        <w:p w14:paraId="6574CB31" w14:textId="77777777" w:rsidR="00BD11EB" w:rsidRPr="003462EB" w:rsidRDefault="00BD11EB" w:rsidP="00A0271B">
          <w:pPr>
            <w:pStyle w:val="Zpatvpravo"/>
            <w:rPr>
              <w:rStyle w:val="slostrnky"/>
              <w:b w:val="0"/>
              <w:color w:val="auto"/>
              <w:sz w:val="12"/>
            </w:rPr>
          </w:pPr>
          <w:r w:rsidRPr="003462EB">
            <w:t xml:space="preserve">Zhotovení stavby </w:t>
          </w:r>
        </w:p>
      </w:tc>
      <w:tc>
        <w:tcPr>
          <w:tcW w:w="1021" w:type="dxa"/>
          <w:vAlign w:val="bottom"/>
        </w:tcPr>
        <w:p w14:paraId="4CA40DA3" w14:textId="6FC9780C" w:rsidR="00BD11EB" w:rsidRPr="009E09BE" w:rsidRDefault="00BD11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1</w:t>
          </w:r>
          <w:r>
            <w:rPr>
              <w:rStyle w:val="slostrnky"/>
            </w:rPr>
            <w:fldChar w:fldCharType="end"/>
          </w:r>
        </w:p>
      </w:tc>
    </w:tr>
  </w:tbl>
  <w:p w14:paraId="7E03A553" w14:textId="77777777" w:rsidR="00BD11EB" w:rsidRPr="00B8518B" w:rsidRDefault="00BD11E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1EB" w:rsidRPr="003462EB" w14:paraId="136811E9" w14:textId="77777777" w:rsidTr="00F13FDA">
      <w:tc>
        <w:tcPr>
          <w:tcW w:w="1021" w:type="dxa"/>
          <w:vAlign w:val="bottom"/>
        </w:tcPr>
        <w:p w14:paraId="0F368DE0" w14:textId="313A1750" w:rsidR="00BD11EB" w:rsidRPr="00B8518B" w:rsidRDefault="00BD11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3AED8A11" w14:textId="77777777" w:rsidR="00BD11EB" w:rsidRPr="00DD4862" w:rsidRDefault="00BD11EB" w:rsidP="00F13FDA">
          <w:pPr>
            <w:pStyle w:val="Zpatvlevo"/>
            <w:rPr>
              <w:b/>
            </w:rPr>
          </w:pPr>
          <w:r>
            <w:rPr>
              <w:b/>
            </w:rPr>
            <w:t>Příloha č. 6</w:t>
          </w:r>
        </w:p>
        <w:p w14:paraId="45D670C9" w14:textId="77777777" w:rsidR="00BD11EB" w:rsidRDefault="00BD11EB" w:rsidP="00F13FDA">
          <w:pPr>
            <w:pStyle w:val="Zpatvlevo"/>
          </w:pPr>
          <w:r w:rsidRPr="00B41CFD">
            <w:t>Smlouva o dílo</w:t>
          </w:r>
        </w:p>
        <w:p w14:paraId="4EB1BB37" w14:textId="77777777" w:rsidR="00BD11EB" w:rsidRPr="003462EB" w:rsidRDefault="00BD11EB" w:rsidP="00F13FDA">
          <w:pPr>
            <w:pStyle w:val="Zpatvlevo"/>
          </w:pPr>
          <w:r w:rsidRPr="00B41CFD">
            <w:t>Zhotovení stavby</w:t>
          </w:r>
        </w:p>
      </w:tc>
    </w:tr>
  </w:tbl>
  <w:p w14:paraId="1A83E4D3" w14:textId="77777777" w:rsidR="00BD11EB" w:rsidRPr="00F13FDA" w:rsidRDefault="00BD11E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7BA38340" w14:textId="77777777" w:rsidTr="00A0271B">
      <w:tc>
        <w:tcPr>
          <w:tcW w:w="0" w:type="auto"/>
          <w:tcMar>
            <w:left w:w="0" w:type="dxa"/>
            <w:right w:w="0" w:type="dxa"/>
          </w:tcMar>
          <w:vAlign w:val="bottom"/>
        </w:tcPr>
        <w:p w14:paraId="5BBDCBB6" w14:textId="77777777" w:rsidR="00BD11EB" w:rsidRPr="00DD4862" w:rsidRDefault="00BD11EB" w:rsidP="00A0271B">
          <w:pPr>
            <w:pStyle w:val="Zpatvpravo"/>
            <w:rPr>
              <w:b/>
            </w:rPr>
          </w:pPr>
          <w:r w:rsidRPr="00DD4862">
            <w:rPr>
              <w:b/>
            </w:rPr>
            <w:t xml:space="preserve">Příloha č. </w:t>
          </w:r>
          <w:r>
            <w:rPr>
              <w:b/>
            </w:rPr>
            <w:t>6</w:t>
          </w:r>
        </w:p>
        <w:p w14:paraId="1B3CE0C2" w14:textId="77777777" w:rsidR="00BD11EB" w:rsidRPr="003462EB" w:rsidRDefault="00BD11EB" w:rsidP="00A0271B">
          <w:pPr>
            <w:pStyle w:val="Zpatvpravo"/>
          </w:pPr>
          <w:r>
            <w:t>Smlouva o dílo</w:t>
          </w:r>
        </w:p>
        <w:p w14:paraId="09872B93" w14:textId="77777777" w:rsidR="00BD11EB" w:rsidRPr="003462EB" w:rsidRDefault="00BD11EB" w:rsidP="00A0271B">
          <w:pPr>
            <w:pStyle w:val="Zpatvpravo"/>
            <w:rPr>
              <w:rStyle w:val="slostrnky"/>
              <w:b w:val="0"/>
              <w:color w:val="auto"/>
              <w:sz w:val="12"/>
            </w:rPr>
          </w:pPr>
          <w:r w:rsidRPr="003462EB">
            <w:t xml:space="preserve">Zhotovení stavby </w:t>
          </w:r>
        </w:p>
      </w:tc>
      <w:tc>
        <w:tcPr>
          <w:tcW w:w="1021" w:type="dxa"/>
          <w:vAlign w:val="bottom"/>
        </w:tcPr>
        <w:p w14:paraId="219F699D" w14:textId="7C527855" w:rsidR="00BD11EB" w:rsidRPr="009E09BE" w:rsidRDefault="00BD11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3</w:t>
          </w:r>
          <w:r>
            <w:rPr>
              <w:rStyle w:val="slostrnky"/>
            </w:rPr>
            <w:fldChar w:fldCharType="end"/>
          </w:r>
        </w:p>
      </w:tc>
    </w:tr>
  </w:tbl>
  <w:p w14:paraId="4AEF1893" w14:textId="77777777" w:rsidR="00BD11EB" w:rsidRPr="00B8518B" w:rsidRDefault="00BD11EB"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1EB" w:rsidRPr="003462EB" w14:paraId="11166B56" w14:textId="77777777" w:rsidTr="00F13FDA">
      <w:tc>
        <w:tcPr>
          <w:tcW w:w="1021" w:type="dxa"/>
          <w:vAlign w:val="bottom"/>
        </w:tcPr>
        <w:p w14:paraId="65A08FDB" w14:textId="77777777" w:rsidR="00BD11EB" w:rsidRPr="00B8518B" w:rsidRDefault="00BD11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D11EB" w:rsidRPr="00DD4862" w:rsidRDefault="00BD11EB" w:rsidP="00F13FDA">
          <w:pPr>
            <w:pStyle w:val="Zpatvlevo"/>
            <w:rPr>
              <w:b/>
            </w:rPr>
          </w:pPr>
          <w:r>
            <w:rPr>
              <w:b/>
            </w:rPr>
            <w:t>Příloha č. 7</w:t>
          </w:r>
        </w:p>
        <w:p w14:paraId="49EBE761" w14:textId="77777777" w:rsidR="00BD11EB" w:rsidRDefault="00BD11EB" w:rsidP="00F13FDA">
          <w:pPr>
            <w:pStyle w:val="Zpatvlevo"/>
          </w:pPr>
          <w:r w:rsidRPr="00B41CFD">
            <w:t>Smlouva o dílo</w:t>
          </w:r>
        </w:p>
        <w:p w14:paraId="7A184B87" w14:textId="77777777" w:rsidR="00BD11EB" w:rsidRPr="003462EB" w:rsidRDefault="00BD11EB" w:rsidP="00F13FDA">
          <w:pPr>
            <w:pStyle w:val="Zpatvlevo"/>
          </w:pPr>
          <w:r w:rsidRPr="00B41CFD">
            <w:t>Zhotovení stavby</w:t>
          </w:r>
        </w:p>
      </w:tc>
    </w:tr>
  </w:tbl>
  <w:p w14:paraId="24208E4C" w14:textId="77777777" w:rsidR="00BD11EB" w:rsidRPr="00F13FDA" w:rsidRDefault="00BD11E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0DD23A08" w14:textId="77777777" w:rsidTr="00A0271B">
      <w:tc>
        <w:tcPr>
          <w:tcW w:w="0" w:type="auto"/>
          <w:tcMar>
            <w:left w:w="0" w:type="dxa"/>
            <w:right w:w="0" w:type="dxa"/>
          </w:tcMar>
          <w:vAlign w:val="bottom"/>
        </w:tcPr>
        <w:p w14:paraId="60B97E7A" w14:textId="77777777" w:rsidR="00BD11EB" w:rsidRPr="00DD4862" w:rsidRDefault="00BD11EB" w:rsidP="00A0271B">
          <w:pPr>
            <w:pStyle w:val="Zpatvpravo"/>
            <w:rPr>
              <w:b/>
            </w:rPr>
          </w:pPr>
          <w:r w:rsidRPr="00DD4862">
            <w:rPr>
              <w:b/>
            </w:rPr>
            <w:t xml:space="preserve">Příloha č. </w:t>
          </w:r>
          <w:r>
            <w:rPr>
              <w:b/>
            </w:rPr>
            <w:t>7</w:t>
          </w:r>
        </w:p>
        <w:p w14:paraId="47360AB3" w14:textId="77777777" w:rsidR="00BD11EB" w:rsidRPr="003462EB" w:rsidRDefault="00BD11EB" w:rsidP="00A0271B">
          <w:pPr>
            <w:pStyle w:val="Zpatvpravo"/>
          </w:pPr>
          <w:r>
            <w:t>Smlouva o dílo</w:t>
          </w:r>
        </w:p>
        <w:p w14:paraId="7F4562F2" w14:textId="77777777" w:rsidR="00BD11EB" w:rsidRPr="003462EB" w:rsidRDefault="00BD11EB" w:rsidP="00A0271B">
          <w:pPr>
            <w:pStyle w:val="Zpatvpravo"/>
            <w:rPr>
              <w:rStyle w:val="slostrnky"/>
              <w:b w:val="0"/>
              <w:color w:val="auto"/>
              <w:sz w:val="12"/>
            </w:rPr>
          </w:pPr>
          <w:r w:rsidRPr="003462EB">
            <w:t xml:space="preserve">Zhotovení stavby </w:t>
          </w:r>
        </w:p>
      </w:tc>
      <w:tc>
        <w:tcPr>
          <w:tcW w:w="1021" w:type="dxa"/>
          <w:vAlign w:val="bottom"/>
        </w:tcPr>
        <w:p w14:paraId="23F1C9AA" w14:textId="2A964279" w:rsidR="00BD11EB" w:rsidRPr="009E09BE" w:rsidRDefault="00BD11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1</w:t>
          </w:r>
          <w:r>
            <w:rPr>
              <w:rStyle w:val="slostrnky"/>
            </w:rPr>
            <w:fldChar w:fldCharType="end"/>
          </w:r>
        </w:p>
      </w:tc>
    </w:tr>
  </w:tbl>
  <w:p w14:paraId="5508EC05" w14:textId="77777777" w:rsidR="00BD11EB" w:rsidRPr="00B8518B" w:rsidRDefault="00BD11E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1EB" w:rsidRPr="003462EB" w14:paraId="7E738D69" w14:textId="77777777" w:rsidTr="00F13FDA">
      <w:tc>
        <w:tcPr>
          <w:tcW w:w="1021" w:type="dxa"/>
          <w:vAlign w:val="bottom"/>
        </w:tcPr>
        <w:p w14:paraId="502BB4D2" w14:textId="77777777" w:rsidR="00BD11EB" w:rsidRPr="00B8518B" w:rsidRDefault="00BD11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D11EB" w:rsidRPr="00DD4862" w:rsidRDefault="00BD11EB" w:rsidP="00F13FDA">
          <w:pPr>
            <w:pStyle w:val="Zpatvlevo"/>
            <w:rPr>
              <w:b/>
            </w:rPr>
          </w:pPr>
          <w:r>
            <w:rPr>
              <w:b/>
            </w:rPr>
            <w:t>Příloha č. 8</w:t>
          </w:r>
        </w:p>
        <w:p w14:paraId="120D1055" w14:textId="77777777" w:rsidR="00BD11EB" w:rsidRDefault="00BD11EB" w:rsidP="00F13FDA">
          <w:pPr>
            <w:pStyle w:val="Zpatvlevo"/>
          </w:pPr>
          <w:r w:rsidRPr="00B41CFD">
            <w:t>Smlouva o dílo</w:t>
          </w:r>
        </w:p>
        <w:p w14:paraId="1A385723" w14:textId="77777777" w:rsidR="00BD11EB" w:rsidRPr="003462EB" w:rsidRDefault="00BD11EB" w:rsidP="00F13FDA">
          <w:pPr>
            <w:pStyle w:val="Zpatvlevo"/>
          </w:pPr>
          <w:r w:rsidRPr="00B41CFD">
            <w:t>Zhotovení stavby</w:t>
          </w:r>
        </w:p>
      </w:tc>
    </w:tr>
  </w:tbl>
  <w:p w14:paraId="32050216" w14:textId="77777777" w:rsidR="00BD11EB" w:rsidRPr="00F13FDA" w:rsidRDefault="00BD11E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7D122B19" w14:textId="77777777" w:rsidTr="00A0271B">
      <w:tc>
        <w:tcPr>
          <w:tcW w:w="0" w:type="auto"/>
          <w:tcMar>
            <w:left w:w="0" w:type="dxa"/>
            <w:right w:w="0" w:type="dxa"/>
          </w:tcMar>
          <w:vAlign w:val="bottom"/>
        </w:tcPr>
        <w:p w14:paraId="4A081609" w14:textId="77777777" w:rsidR="00BD11EB" w:rsidRPr="00DD4862" w:rsidRDefault="00BD11EB" w:rsidP="00A0271B">
          <w:pPr>
            <w:pStyle w:val="Zpatvpravo"/>
            <w:rPr>
              <w:b/>
            </w:rPr>
          </w:pPr>
          <w:r w:rsidRPr="00DD4862">
            <w:rPr>
              <w:b/>
            </w:rPr>
            <w:t xml:space="preserve">Příloha č. </w:t>
          </w:r>
          <w:r>
            <w:rPr>
              <w:b/>
            </w:rPr>
            <w:t>8</w:t>
          </w:r>
        </w:p>
        <w:p w14:paraId="33423AB3" w14:textId="77777777" w:rsidR="00BD11EB" w:rsidRPr="003462EB" w:rsidRDefault="00BD11EB" w:rsidP="00A0271B">
          <w:pPr>
            <w:pStyle w:val="Zpatvpravo"/>
          </w:pPr>
          <w:r>
            <w:t>Smlouva o dílo</w:t>
          </w:r>
        </w:p>
        <w:p w14:paraId="0ED2C04B" w14:textId="77777777" w:rsidR="00BD11EB" w:rsidRPr="003462EB" w:rsidRDefault="00BD11EB" w:rsidP="00A0271B">
          <w:pPr>
            <w:pStyle w:val="Zpatvpravo"/>
            <w:rPr>
              <w:rStyle w:val="slostrnky"/>
              <w:b w:val="0"/>
              <w:color w:val="auto"/>
              <w:sz w:val="12"/>
            </w:rPr>
          </w:pPr>
          <w:r w:rsidRPr="003462EB">
            <w:t xml:space="preserve">Zhotovení stavby </w:t>
          </w:r>
        </w:p>
      </w:tc>
      <w:tc>
        <w:tcPr>
          <w:tcW w:w="1021" w:type="dxa"/>
          <w:vAlign w:val="bottom"/>
        </w:tcPr>
        <w:p w14:paraId="4627B9DD" w14:textId="7AC8C684" w:rsidR="00BD11EB" w:rsidRPr="009E09BE" w:rsidRDefault="00BD11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1</w:t>
          </w:r>
          <w:r>
            <w:rPr>
              <w:rStyle w:val="slostrnky"/>
            </w:rPr>
            <w:fldChar w:fldCharType="end"/>
          </w:r>
        </w:p>
      </w:tc>
    </w:tr>
  </w:tbl>
  <w:p w14:paraId="3D0C59CA" w14:textId="77777777" w:rsidR="00BD11EB" w:rsidRPr="00B8518B" w:rsidRDefault="00BD11E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D11EB" w:rsidRPr="009E09BE" w14:paraId="2155DCE3" w14:textId="77777777" w:rsidTr="00F35806">
      <w:tc>
        <w:tcPr>
          <w:tcW w:w="0" w:type="auto"/>
          <w:tcMar>
            <w:left w:w="0" w:type="dxa"/>
            <w:right w:w="0" w:type="dxa"/>
          </w:tcMar>
          <w:vAlign w:val="bottom"/>
        </w:tcPr>
        <w:p w14:paraId="2F3A8204" w14:textId="09BE4D2E" w:rsidR="00BD11EB" w:rsidRPr="00DD4862" w:rsidRDefault="00BD11EB" w:rsidP="00A0271B">
          <w:pPr>
            <w:pStyle w:val="Zpatvpravo"/>
            <w:rPr>
              <w:b/>
            </w:rPr>
          </w:pPr>
          <w:r w:rsidRPr="00DD4862">
            <w:rPr>
              <w:b/>
            </w:rPr>
            <w:t xml:space="preserve">Příloha č. </w:t>
          </w:r>
          <w:r>
            <w:rPr>
              <w:b/>
            </w:rPr>
            <w:t>9</w:t>
          </w:r>
        </w:p>
        <w:p w14:paraId="729A9829" w14:textId="77777777" w:rsidR="00BD11EB" w:rsidRPr="003462EB" w:rsidRDefault="00BD11EB" w:rsidP="00A0271B">
          <w:pPr>
            <w:pStyle w:val="Zpatvpravo"/>
          </w:pPr>
          <w:r>
            <w:t>Smlouva o dílo</w:t>
          </w:r>
        </w:p>
        <w:p w14:paraId="2FCC4C64" w14:textId="77777777" w:rsidR="00BD11EB" w:rsidRPr="003462EB" w:rsidRDefault="00BD11EB" w:rsidP="00A0271B">
          <w:pPr>
            <w:pStyle w:val="Zpatvpravo"/>
            <w:rPr>
              <w:rStyle w:val="slostrnky"/>
              <w:b w:val="0"/>
              <w:color w:val="auto"/>
              <w:sz w:val="12"/>
            </w:rPr>
          </w:pPr>
          <w:r w:rsidRPr="003462EB">
            <w:t xml:space="preserve">Zhotovení stavby </w:t>
          </w:r>
        </w:p>
      </w:tc>
      <w:tc>
        <w:tcPr>
          <w:tcW w:w="1021" w:type="dxa"/>
        </w:tcPr>
        <w:p w14:paraId="3A3F9260" w14:textId="77777777" w:rsidR="00BD11EB" w:rsidRPr="00B8518B" w:rsidRDefault="00BD11EB" w:rsidP="00A0271B">
          <w:pPr>
            <w:pStyle w:val="Zpatvpravo"/>
            <w:rPr>
              <w:rStyle w:val="slostrnky"/>
            </w:rPr>
          </w:pPr>
        </w:p>
      </w:tc>
      <w:tc>
        <w:tcPr>
          <w:tcW w:w="1021" w:type="dxa"/>
          <w:vAlign w:val="bottom"/>
        </w:tcPr>
        <w:p w14:paraId="4B9B5698" w14:textId="0D3A8B28" w:rsidR="00BD11EB" w:rsidRPr="009E09BE" w:rsidRDefault="00BD11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1</w:t>
          </w:r>
          <w:r>
            <w:rPr>
              <w:rStyle w:val="slostrnky"/>
            </w:rPr>
            <w:fldChar w:fldCharType="end"/>
          </w:r>
        </w:p>
      </w:tc>
    </w:tr>
  </w:tbl>
  <w:p w14:paraId="7607B7DE" w14:textId="77777777" w:rsidR="00BD11EB" w:rsidRPr="00B8518B" w:rsidRDefault="00BD11E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0257CBFB" w14:textId="77777777" w:rsidTr="00F13FDA">
      <w:tc>
        <w:tcPr>
          <w:tcW w:w="0" w:type="auto"/>
          <w:tcMar>
            <w:left w:w="0" w:type="dxa"/>
            <w:right w:w="0" w:type="dxa"/>
          </w:tcMar>
          <w:vAlign w:val="bottom"/>
        </w:tcPr>
        <w:p w14:paraId="79F4B413" w14:textId="77777777" w:rsidR="00BD11EB" w:rsidRPr="003462EB" w:rsidRDefault="00BD11EB" w:rsidP="00F13FDA">
          <w:pPr>
            <w:pStyle w:val="Zpatvpravo"/>
          </w:pPr>
          <w:r>
            <w:t>Smlouva o dílo</w:t>
          </w:r>
        </w:p>
        <w:p w14:paraId="3BAD2C8C" w14:textId="77777777" w:rsidR="00BD11EB" w:rsidRPr="003462EB" w:rsidRDefault="00BD11EB" w:rsidP="00F13FDA">
          <w:pPr>
            <w:pStyle w:val="Zpatvpravo"/>
            <w:rPr>
              <w:rStyle w:val="slostrnky"/>
              <w:b w:val="0"/>
              <w:color w:val="auto"/>
              <w:sz w:val="12"/>
            </w:rPr>
          </w:pPr>
          <w:r>
            <w:t xml:space="preserve">Zhotovení stavby </w:t>
          </w:r>
        </w:p>
      </w:tc>
      <w:tc>
        <w:tcPr>
          <w:tcW w:w="1021" w:type="dxa"/>
          <w:vAlign w:val="bottom"/>
        </w:tcPr>
        <w:p w14:paraId="7D92C335" w14:textId="7C85B915" w:rsidR="00BD11EB" w:rsidRPr="009E09BE" w:rsidRDefault="00BD11EB"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8</w:t>
          </w:r>
          <w:r w:rsidRPr="00B8518B">
            <w:rPr>
              <w:rStyle w:val="slostrnky"/>
            </w:rPr>
            <w:fldChar w:fldCharType="end"/>
          </w:r>
          <w:r w:rsidRPr="00B8518B">
            <w:rPr>
              <w:rStyle w:val="slostrnky"/>
            </w:rPr>
            <w:t>/</w:t>
          </w:r>
          <w:r>
            <w:rPr>
              <w:rStyle w:val="slostrnky"/>
            </w:rPr>
            <w:t>8</w:t>
          </w:r>
        </w:p>
      </w:tc>
    </w:tr>
  </w:tbl>
  <w:p w14:paraId="7D391C3E" w14:textId="77777777" w:rsidR="00BD11EB" w:rsidRPr="00B8518B" w:rsidRDefault="00BD11E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412A4D0C" w14:textId="77777777" w:rsidTr="00A0271B">
      <w:tc>
        <w:tcPr>
          <w:tcW w:w="0" w:type="auto"/>
          <w:tcMar>
            <w:left w:w="0" w:type="dxa"/>
            <w:right w:w="0" w:type="dxa"/>
          </w:tcMar>
          <w:vAlign w:val="bottom"/>
        </w:tcPr>
        <w:p w14:paraId="4D6DACE9" w14:textId="77777777" w:rsidR="00BD11EB" w:rsidRPr="00DD4862" w:rsidRDefault="00BD11EB" w:rsidP="00A0271B">
          <w:pPr>
            <w:pStyle w:val="Zpatvpravo"/>
            <w:rPr>
              <w:b/>
            </w:rPr>
          </w:pPr>
          <w:r w:rsidRPr="00DD4862">
            <w:rPr>
              <w:b/>
            </w:rPr>
            <w:t xml:space="preserve">Příloha č. </w:t>
          </w:r>
          <w:r>
            <w:rPr>
              <w:b/>
            </w:rPr>
            <w:t>10</w:t>
          </w:r>
        </w:p>
        <w:p w14:paraId="038F4BF4" w14:textId="77777777" w:rsidR="00BD11EB" w:rsidRPr="003462EB" w:rsidRDefault="00BD11EB" w:rsidP="00A0271B">
          <w:pPr>
            <w:pStyle w:val="Zpatvpravo"/>
          </w:pPr>
          <w:r>
            <w:t>Smlouva o dílo</w:t>
          </w:r>
        </w:p>
        <w:p w14:paraId="2B6172EF" w14:textId="77777777" w:rsidR="00BD11EB" w:rsidRPr="003462EB" w:rsidRDefault="00BD11EB" w:rsidP="00A0271B">
          <w:pPr>
            <w:pStyle w:val="Zpatvpravo"/>
            <w:rPr>
              <w:rStyle w:val="slostrnky"/>
              <w:b w:val="0"/>
              <w:color w:val="auto"/>
              <w:sz w:val="12"/>
            </w:rPr>
          </w:pPr>
          <w:r w:rsidRPr="003462EB">
            <w:t xml:space="preserve">Zhotovení stavby </w:t>
          </w:r>
        </w:p>
      </w:tc>
      <w:tc>
        <w:tcPr>
          <w:tcW w:w="1021" w:type="dxa"/>
          <w:vAlign w:val="bottom"/>
        </w:tcPr>
        <w:p w14:paraId="54830381" w14:textId="0D713E7E" w:rsidR="00BD11EB" w:rsidRPr="009E09BE" w:rsidRDefault="00BD11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4</w:t>
          </w:r>
          <w:r>
            <w:rPr>
              <w:rStyle w:val="slostrnky"/>
            </w:rPr>
            <w:fldChar w:fldCharType="end"/>
          </w:r>
        </w:p>
      </w:tc>
    </w:tr>
  </w:tbl>
  <w:p w14:paraId="0EDA8F64" w14:textId="77777777" w:rsidR="00BD11EB" w:rsidRPr="00B8518B" w:rsidRDefault="00BD11E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1EB" w:rsidRPr="003462EB" w14:paraId="576E4CB6" w14:textId="77777777" w:rsidTr="00F13FDA">
      <w:tc>
        <w:tcPr>
          <w:tcW w:w="1021" w:type="dxa"/>
          <w:vAlign w:val="bottom"/>
        </w:tcPr>
        <w:p w14:paraId="55FBAD66" w14:textId="7AB06DA8" w:rsidR="00BD11EB" w:rsidRPr="00B8518B" w:rsidRDefault="00BD11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BD11EB" w:rsidRPr="00DD4862" w:rsidRDefault="00BD11EB" w:rsidP="00F13FDA">
          <w:pPr>
            <w:pStyle w:val="Zpatvlevo"/>
            <w:rPr>
              <w:b/>
            </w:rPr>
          </w:pPr>
          <w:r w:rsidRPr="00DD4862">
            <w:rPr>
              <w:b/>
            </w:rPr>
            <w:t>Příloha č. 1</w:t>
          </w:r>
        </w:p>
        <w:p w14:paraId="09312A8D" w14:textId="77777777" w:rsidR="00BD11EB" w:rsidRDefault="00BD11EB" w:rsidP="00F13FDA">
          <w:pPr>
            <w:pStyle w:val="Zpatvlevo"/>
          </w:pPr>
          <w:r w:rsidRPr="00B41CFD">
            <w:t>Smlouva o dílo</w:t>
          </w:r>
        </w:p>
        <w:p w14:paraId="3E3A2370" w14:textId="77777777" w:rsidR="00BD11EB" w:rsidRPr="003462EB" w:rsidRDefault="00BD11EB" w:rsidP="00F13FDA">
          <w:pPr>
            <w:pStyle w:val="Zpatvlevo"/>
          </w:pPr>
          <w:r w:rsidRPr="00B41CFD">
            <w:t>Zhotovení stavby</w:t>
          </w:r>
        </w:p>
      </w:tc>
    </w:tr>
  </w:tbl>
  <w:p w14:paraId="3D81D7D4" w14:textId="77777777" w:rsidR="00BD11EB" w:rsidRPr="00F13FDA" w:rsidRDefault="00BD11E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BD11EB" w:rsidRDefault="00BD11E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38DC7AE6" w14:textId="77777777" w:rsidTr="00A0271B">
      <w:tc>
        <w:tcPr>
          <w:tcW w:w="0" w:type="auto"/>
          <w:tcMar>
            <w:left w:w="0" w:type="dxa"/>
            <w:right w:w="0" w:type="dxa"/>
          </w:tcMar>
          <w:vAlign w:val="bottom"/>
        </w:tcPr>
        <w:p w14:paraId="1660DAD1" w14:textId="77777777" w:rsidR="00BD11EB" w:rsidRPr="00DD4862" w:rsidRDefault="00BD11EB" w:rsidP="00A0271B">
          <w:pPr>
            <w:pStyle w:val="Zpatvpravo"/>
            <w:rPr>
              <w:b/>
            </w:rPr>
          </w:pPr>
          <w:r w:rsidRPr="00DD4862">
            <w:rPr>
              <w:b/>
            </w:rPr>
            <w:t>Příloha č. 1</w:t>
          </w:r>
        </w:p>
        <w:p w14:paraId="1CB749FC" w14:textId="77777777" w:rsidR="00BD11EB" w:rsidRPr="003462EB" w:rsidRDefault="00BD11EB" w:rsidP="00A0271B">
          <w:pPr>
            <w:pStyle w:val="Zpatvpravo"/>
          </w:pPr>
          <w:r>
            <w:t>Smlouva o dílo</w:t>
          </w:r>
        </w:p>
        <w:p w14:paraId="3E9E1C04" w14:textId="77777777" w:rsidR="00BD11EB" w:rsidRPr="003462EB" w:rsidRDefault="00BD11EB" w:rsidP="00DD4862">
          <w:pPr>
            <w:pStyle w:val="Zpatvpravo"/>
            <w:rPr>
              <w:rStyle w:val="slostrnky"/>
              <w:b w:val="0"/>
              <w:color w:val="auto"/>
              <w:sz w:val="12"/>
            </w:rPr>
          </w:pPr>
          <w:r w:rsidRPr="003462EB">
            <w:t xml:space="preserve">Zhotovení stavby </w:t>
          </w:r>
        </w:p>
      </w:tc>
      <w:tc>
        <w:tcPr>
          <w:tcW w:w="1021" w:type="dxa"/>
          <w:vAlign w:val="bottom"/>
        </w:tcPr>
        <w:p w14:paraId="52A5ACA1" w14:textId="538CCE33" w:rsidR="00BD11EB" w:rsidRPr="009E09BE" w:rsidRDefault="00BD11E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1</w:t>
          </w:r>
          <w:r>
            <w:rPr>
              <w:rStyle w:val="slostrnky"/>
            </w:rPr>
            <w:fldChar w:fldCharType="end"/>
          </w:r>
        </w:p>
      </w:tc>
    </w:tr>
  </w:tbl>
  <w:p w14:paraId="7D639E4C" w14:textId="77777777" w:rsidR="00BD11EB" w:rsidRPr="00B8518B" w:rsidRDefault="00BD11E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1EB" w:rsidRPr="003462EB" w14:paraId="31324F47" w14:textId="77777777" w:rsidTr="00F13FDA">
      <w:tc>
        <w:tcPr>
          <w:tcW w:w="1021" w:type="dxa"/>
          <w:vAlign w:val="bottom"/>
        </w:tcPr>
        <w:p w14:paraId="4660D5CA" w14:textId="77777777" w:rsidR="00BD11EB" w:rsidRPr="00B8518B" w:rsidRDefault="00BD11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BD11EB" w:rsidRPr="00DD4862" w:rsidRDefault="00BD11EB" w:rsidP="00F13FDA">
          <w:pPr>
            <w:pStyle w:val="Zpatvlevo"/>
            <w:rPr>
              <w:b/>
            </w:rPr>
          </w:pPr>
          <w:r>
            <w:rPr>
              <w:b/>
            </w:rPr>
            <w:t>Příloha č. 2</w:t>
          </w:r>
        </w:p>
        <w:p w14:paraId="0C1A6B71" w14:textId="77777777" w:rsidR="00BD11EB" w:rsidRDefault="00BD11EB" w:rsidP="00F13FDA">
          <w:pPr>
            <w:pStyle w:val="Zpatvlevo"/>
          </w:pPr>
          <w:r w:rsidRPr="00B41CFD">
            <w:t>Smlouva o dílo</w:t>
          </w:r>
        </w:p>
        <w:p w14:paraId="6C987E4D" w14:textId="77777777" w:rsidR="00BD11EB" w:rsidRPr="003462EB" w:rsidRDefault="00BD11EB" w:rsidP="00F13FDA">
          <w:pPr>
            <w:pStyle w:val="Zpatvlevo"/>
          </w:pPr>
          <w:r w:rsidRPr="00B41CFD">
            <w:t>Zhotovení stavby</w:t>
          </w:r>
        </w:p>
      </w:tc>
    </w:tr>
  </w:tbl>
  <w:p w14:paraId="721821A5" w14:textId="77777777" w:rsidR="00BD11EB" w:rsidRPr="00F13FDA" w:rsidRDefault="00BD11E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38E8F7EA" w14:textId="77777777" w:rsidTr="00A0271B">
      <w:tc>
        <w:tcPr>
          <w:tcW w:w="0" w:type="auto"/>
          <w:tcMar>
            <w:left w:w="0" w:type="dxa"/>
            <w:right w:w="0" w:type="dxa"/>
          </w:tcMar>
          <w:vAlign w:val="bottom"/>
        </w:tcPr>
        <w:p w14:paraId="12959C17" w14:textId="77777777" w:rsidR="00BD11EB" w:rsidRPr="00DD4862" w:rsidRDefault="00BD11EB" w:rsidP="00A0271B">
          <w:pPr>
            <w:pStyle w:val="Zpatvpravo"/>
            <w:rPr>
              <w:b/>
            </w:rPr>
          </w:pPr>
          <w:r w:rsidRPr="00DD4862">
            <w:rPr>
              <w:b/>
            </w:rPr>
            <w:t>Příloha č. 2</w:t>
          </w:r>
        </w:p>
        <w:p w14:paraId="1091D5F5" w14:textId="77777777" w:rsidR="00BD11EB" w:rsidRPr="003462EB" w:rsidRDefault="00BD11EB" w:rsidP="00A0271B">
          <w:pPr>
            <w:pStyle w:val="Zpatvpravo"/>
          </w:pPr>
          <w:r>
            <w:t>Smlouva o dílo</w:t>
          </w:r>
        </w:p>
        <w:p w14:paraId="45C9C2F0" w14:textId="77777777" w:rsidR="00BD11EB" w:rsidRPr="003462EB" w:rsidRDefault="00BD11EB" w:rsidP="00A0271B">
          <w:pPr>
            <w:pStyle w:val="Zpatvpravo"/>
            <w:rPr>
              <w:rStyle w:val="slostrnky"/>
              <w:b w:val="0"/>
              <w:color w:val="auto"/>
              <w:sz w:val="12"/>
            </w:rPr>
          </w:pPr>
          <w:r w:rsidRPr="003462EB">
            <w:t xml:space="preserve">Zhotovení stavby </w:t>
          </w:r>
        </w:p>
      </w:tc>
      <w:tc>
        <w:tcPr>
          <w:tcW w:w="1021" w:type="dxa"/>
          <w:vAlign w:val="bottom"/>
        </w:tcPr>
        <w:p w14:paraId="68484E19" w14:textId="7E481EB1" w:rsidR="00BD11EB" w:rsidRPr="009E09BE" w:rsidRDefault="00BD11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1</w:t>
          </w:r>
          <w:r>
            <w:rPr>
              <w:rStyle w:val="slostrnky"/>
            </w:rPr>
            <w:fldChar w:fldCharType="end"/>
          </w:r>
        </w:p>
      </w:tc>
    </w:tr>
  </w:tbl>
  <w:p w14:paraId="5C7B95E3" w14:textId="77777777" w:rsidR="00BD11EB" w:rsidRPr="00B8518B" w:rsidRDefault="00BD11E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1EB" w:rsidRPr="003462EB" w14:paraId="1C83CE55" w14:textId="77777777" w:rsidTr="00F13FDA">
      <w:tc>
        <w:tcPr>
          <w:tcW w:w="1021" w:type="dxa"/>
          <w:vAlign w:val="bottom"/>
        </w:tcPr>
        <w:p w14:paraId="5CCDD256" w14:textId="77777777" w:rsidR="00BD11EB" w:rsidRPr="00B8518B" w:rsidRDefault="00BD11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D11EB" w:rsidRPr="00DD4862" w:rsidRDefault="00BD11EB" w:rsidP="00F13FDA">
          <w:pPr>
            <w:pStyle w:val="Zpatvlevo"/>
            <w:rPr>
              <w:b/>
            </w:rPr>
          </w:pPr>
          <w:r>
            <w:rPr>
              <w:b/>
            </w:rPr>
            <w:t>Příloha č. 3</w:t>
          </w:r>
        </w:p>
        <w:p w14:paraId="4666136E" w14:textId="77777777" w:rsidR="00BD11EB" w:rsidRDefault="00BD11EB" w:rsidP="00F13FDA">
          <w:pPr>
            <w:pStyle w:val="Zpatvlevo"/>
          </w:pPr>
          <w:r w:rsidRPr="00B41CFD">
            <w:t>Smlouva o dílo</w:t>
          </w:r>
        </w:p>
        <w:p w14:paraId="55042ECA" w14:textId="77777777" w:rsidR="00BD11EB" w:rsidRPr="003462EB" w:rsidRDefault="00BD11EB" w:rsidP="00F13FDA">
          <w:pPr>
            <w:pStyle w:val="Zpatvlevo"/>
          </w:pPr>
          <w:r w:rsidRPr="00B41CFD">
            <w:t>Zhotovení stavby</w:t>
          </w:r>
        </w:p>
      </w:tc>
    </w:tr>
  </w:tbl>
  <w:p w14:paraId="078F4948" w14:textId="77777777" w:rsidR="00BD11EB" w:rsidRPr="00F13FDA" w:rsidRDefault="00BD11E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1EB" w:rsidRPr="009E09BE" w14:paraId="236B1D3C" w14:textId="77777777" w:rsidTr="00A0271B">
      <w:tc>
        <w:tcPr>
          <w:tcW w:w="0" w:type="auto"/>
          <w:tcMar>
            <w:left w:w="0" w:type="dxa"/>
            <w:right w:w="0" w:type="dxa"/>
          </w:tcMar>
          <w:vAlign w:val="bottom"/>
        </w:tcPr>
        <w:p w14:paraId="1DE31B10" w14:textId="77777777" w:rsidR="00BD11EB" w:rsidRPr="00DD4862" w:rsidRDefault="00BD11EB" w:rsidP="00A0271B">
          <w:pPr>
            <w:pStyle w:val="Zpatvpravo"/>
            <w:rPr>
              <w:b/>
            </w:rPr>
          </w:pPr>
          <w:r w:rsidRPr="00DD4862">
            <w:rPr>
              <w:b/>
            </w:rPr>
            <w:t xml:space="preserve">Příloha č. </w:t>
          </w:r>
          <w:r>
            <w:rPr>
              <w:b/>
            </w:rPr>
            <w:t>3</w:t>
          </w:r>
        </w:p>
        <w:p w14:paraId="2C91EB49" w14:textId="77777777" w:rsidR="00BD11EB" w:rsidRPr="003462EB" w:rsidRDefault="00BD11EB" w:rsidP="00A0271B">
          <w:pPr>
            <w:pStyle w:val="Zpatvpravo"/>
          </w:pPr>
          <w:r>
            <w:t>Smlouva o dílo</w:t>
          </w:r>
        </w:p>
        <w:p w14:paraId="74FC2B61" w14:textId="77777777" w:rsidR="00BD11EB" w:rsidRPr="003462EB" w:rsidRDefault="00BD11EB" w:rsidP="00A0271B">
          <w:pPr>
            <w:pStyle w:val="Zpatvpravo"/>
            <w:rPr>
              <w:rStyle w:val="slostrnky"/>
              <w:b w:val="0"/>
              <w:color w:val="auto"/>
              <w:sz w:val="12"/>
            </w:rPr>
          </w:pPr>
          <w:r w:rsidRPr="003462EB">
            <w:t xml:space="preserve">Zhotovení stavby </w:t>
          </w:r>
        </w:p>
      </w:tc>
      <w:tc>
        <w:tcPr>
          <w:tcW w:w="1021" w:type="dxa"/>
          <w:vAlign w:val="bottom"/>
        </w:tcPr>
        <w:p w14:paraId="09191C9B" w14:textId="150A0D81" w:rsidR="00BD11EB" w:rsidRPr="009E09BE" w:rsidRDefault="00BD11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A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3AF9">
            <w:rPr>
              <w:rStyle w:val="slostrnky"/>
              <w:noProof/>
            </w:rPr>
            <w:t>1</w:t>
          </w:r>
          <w:r>
            <w:rPr>
              <w:rStyle w:val="slostrnky"/>
            </w:rPr>
            <w:fldChar w:fldCharType="end"/>
          </w:r>
        </w:p>
      </w:tc>
    </w:tr>
  </w:tbl>
  <w:p w14:paraId="5F4D3FBE" w14:textId="77777777" w:rsidR="00BD11EB" w:rsidRPr="00B8518B" w:rsidRDefault="00BD11E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1EB" w:rsidRPr="003462EB" w14:paraId="3C3BD90F" w14:textId="77777777" w:rsidTr="00F13FDA">
      <w:tc>
        <w:tcPr>
          <w:tcW w:w="1021" w:type="dxa"/>
          <w:vAlign w:val="bottom"/>
        </w:tcPr>
        <w:p w14:paraId="607075DB" w14:textId="77777777" w:rsidR="00BD11EB" w:rsidRPr="00B8518B" w:rsidRDefault="00BD11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D11EB" w:rsidRPr="00DD4862" w:rsidRDefault="00BD11EB" w:rsidP="00F13FDA">
          <w:pPr>
            <w:pStyle w:val="Zpatvlevo"/>
            <w:rPr>
              <w:b/>
            </w:rPr>
          </w:pPr>
          <w:r>
            <w:rPr>
              <w:b/>
            </w:rPr>
            <w:t>Příloha č. 4</w:t>
          </w:r>
        </w:p>
        <w:p w14:paraId="4F45CE3F" w14:textId="77777777" w:rsidR="00BD11EB" w:rsidRDefault="00BD11EB" w:rsidP="00F13FDA">
          <w:pPr>
            <w:pStyle w:val="Zpatvlevo"/>
          </w:pPr>
          <w:r w:rsidRPr="00B41CFD">
            <w:t>Smlouva o dílo</w:t>
          </w:r>
        </w:p>
        <w:p w14:paraId="44062EBD" w14:textId="77777777" w:rsidR="00BD11EB" w:rsidRPr="003462EB" w:rsidRDefault="00BD11EB" w:rsidP="00F13FDA">
          <w:pPr>
            <w:pStyle w:val="Zpatvlevo"/>
          </w:pPr>
          <w:r w:rsidRPr="00B41CFD">
            <w:t>Zhotovení stavby</w:t>
          </w:r>
        </w:p>
      </w:tc>
    </w:tr>
  </w:tbl>
  <w:p w14:paraId="5F02EA77" w14:textId="77777777" w:rsidR="00BD11EB" w:rsidRPr="00F13FDA" w:rsidRDefault="00BD11E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CF60D" w14:textId="77777777" w:rsidR="00BD11EB" w:rsidRDefault="00BD11EB" w:rsidP="00962258">
      <w:pPr>
        <w:spacing w:after="0" w:line="240" w:lineRule="auto"/>
      </w:pPr>
      <w:r>
        <w:separator/>
      </w:r>
    </w:p>
  </w:footnote>
  <w:footnote w:type="continuationSeparator" w:id="0">
    <w:p w14:paraId="1C92B17C" w14:textId="77777777" w:rsidR="00BD11EB" w:rsidRDefault="00BD11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11EB" w14:paraId="3B79F732" w14:textId="77777777" w:rsidTr="00B22106">
      <w:trPr>
        <w:trHeight w:hRule="exact" w:val="936"/>
      </w:trPr>
      <w:tc>
        <w:tcPr>
          <w:tcW w:w="1361" w:type="dxa"/>
          <w:tcMar>
            <w:left w:w="0" w:type="dxa"/>
            <w:right w:w="0" w:type="dxa"/>
          </w:tcMar>
        </w:tcPr>
        <w:p w14:paraId="227E3247" w14:textId="77777777" w:rsidR="00BD11EB" w:rsidRPr="00B8518B" w:rsidRDefault="00BD11EB" w:rsidP="00FC6389">
          <w:pPr>
            <w:pStyle w:val="Zpat"/>
            <w:rPr>
              <w:rStyle w:val="slostrnky"/>
            </w:rPr>
          </w:pPr>
        </w:p>
      </w:tc>
      <w:tc>
        <w:tcPr>
          <w:tcW w:w="3458" w:type="dxa"/>
          <w:shd w:val="clear" w:color="auto" w:fill="auto"/>
          <w:tcMar>
            <w:left w:w="0" w:type="dxa"/>
            <w:right w:w="0" w:type="dxa"/>
          </w:tcMar>
        </w:tcPr>
        <w:p w14:paraId="5E5B8C22" w14:textId="77777777" w:rsidR="00BD11EB" w:rsidRDefault="00BD11EB"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BD11EB" w:rsidRPr="00D6163D" w:rsidRDefault="00BD11EB" w:rsidP="00FC6389">
          <w:pPr>
            <w:pStyle w:val="Druhdokumentu"/>
          </w:pPr>
        </w:p>
      </w:tc>
    </w:tr>
    <w:tr w:rsidR="00BD11EB" w14:paraId="1DFD2EDD" w14:textId="77777777" w:rsidTr="00300482">
      <w:trPr>
        <w:trHeight w:hRule="exact" w:val="491"/>
      </w:trPr>
      <w:tc>
        <w:tcPr>
          <w:tcW w:w="1361" w:type="dxa"/>
          <w:tcMar>
            <w:left w:w="0" w:type="dxa"/>
            <w:right w:w="0" w:type="dxa"/>
          </w:tcMar>
        </w:tcPr>
        <w:p w14:paraId="510D1780" w14:textId="77777777" w:rsidR="00BD11EB" w:rsidRPr="00B8518B" w:rsidRDefault="00BD11EB" w:rsidP="00FC6389">
          <w:pPr>
            <w:pStyle w:val="Zpat"/>
            <w:rPr>
              <w:rStyle w:val="slostrnky"/>
            </w:rPr>
          </w:pPr>
        </w:p>
      </w:tc>
      <w:tc>
        <w:tcPr>
          <w:tcW w:w="3458" w:type="dxa"/>
          <w:shd w:val="clear" w:color="auto" w:fill="auto"/>
          <w:tcMar>
            <w:left w:w="0" w:type="dxa"/>
            <w:right w:w="0" w:type="dxa"/>
          </w:tcMar>
        </w:tcPr>
        <w:p w14:paraId="7E4B5746" w14:textId="77777777" w:rsidR="00BD11EB" w:rsidRDefault="00BD11EB" w:rsidP="00FC6389">
          <w:pPr>
            <w:pStyle w:val="Zpat"/>
          </w:pPr>
        </w:p>
      </w:tc>
      <w:tc>
        <w:tcPr>
          <w:tcW w:w="5756" w:type="dxa"/>
          <w:shd w:val="clear" w:color="auto" w:fill="auto"/>
          <w:tcMar>
            <w:left w:w="0" w:type="dxa"/>
            <w:right w:w="0" w:type="dxa"/>
          </w:tcMar>
        </w:tcPr>
        <w:p w14:paraId="2B60071A" w14:textId="77777777" w:rsidR="00BD11EB" w:rsidRPr="00D6163D" w:rsidRDefault="00BD11EB" w:rsidP="00FC6389">
          <w:pPr>
            <w:pStyle w:val="Druhdokumentu"/>
          </w:pPr>
        </w:p>
      </w:tc>
    </w:tr>
  </w:tbl>
  <w:p w14:paraId="14FB9387" w14:textId="77777777" w:rsidR="00BD11EB" w:rsidRPr="00D6163D" w:rsidRDefault="00BD11EB" w:rsidP="00FC6389">
    <w:pPr>
      <w:pStyle w:val="Zhlav"/>
      <w:rPr>
        <w:sz w:val="8"/>
        <w:szCs w:val="8"/>
      </w:rPr>
    </w:pPr>
  </w:p>
  <w:p w14:paraId="12576136" w14:textId="77777777" w:rsidR="00BD11EB" w:rsidRPr="00460660" w:rsidRDefault="00BD11E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BD11EB" w:rsidRPr="00D6163D" w:rsidRDefault="00BD11E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D11EB" w:rsidRPr="00D6163D" w:rsidRDefault="00BD11E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D11EB" w:rsidRPr="00D6163D" w:rsidRDefault="00BD11E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D11EB" w:rsidRPr="00D6163D" w:rsidRDefault="00BD11E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D11EB" w:rsidRPr="00D6163D" w:rsidRDefault="00BD11E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D11EB" w:rsidRPr="00D6163D" w:rsidRDefault="00BD11E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D11EB" w:rsidRPr="00D6163D" w:rsidRDefault="00BD11E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6"/>
  </w:num>
  <w:num w:numId="45">
    <w:abstractNumId w:val="6"/>
  </w:num>
  <w:num w:numId="46">
    <w:abstractNumId w:val="6"/>
  </w:num>
  <w:num w:numId="4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3D25"/>
    <w:rsid w:val="00005DFE"/>
    <w:rsid w:val="00005FBB"/>
    <w:rsid w:val="00017F3C"/>
    <w:rsid w:val="000209B1"/>
    <w:rsid w:val="00022F72"/>
    <w:rsid w:val="00022FF9"/>
    <w:rsid w:val="000230C1"/>
    <w:rsid w:val="00024D0D"/>
    <w:rsid w:val="00036500"/>
    <w:rsid w:val="00037D85"/>
    <w:rsid w:val="00041D48"/>
    <w:rsid w:val="00041EC8"/>
    <w:rsid w:val="00042D9F"/>
    <w:rsid w:val="000432C2"/>
    <w:rsid w:val="0005402B"/>
    <w:rsid w:val="00055882"/>
    <w:rsid w:val="0006588D"/>
    <w:rsid w:val="0006590E"/>
    <w:rsid w:val="00065937"/>
    <w:rsid w:val="00067A5E"/>
    <w:rsid w:val="00067F98"/>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631F"/>
    <w:rsid w:val="0014753B"/>
    <w:rsid w:val="00155EB3"/>
    <w:rsid w:val="001656A2"/>
    <w:rsid w:val="00165977"/>
    <w:rsid w:val="00165A7B"/>
    <w:rsid w:val="00170EC5"/>
    <w:rsid w:val="00172048"/>
    <w:rsid w:val="00173A70"/>
    <w:rsid w:val="001747C1"/>
    <w:rsid w:val="00175FB0"/>
    <w:rsid w:val="00177D6B"/>
    <w:rsid w:val="00187660"/>
    <w:rsid w:val="00191F90"/>
    <w:rsid w:val="001B4E74"/>
    <w:rsid w:val="001C5817"/>
    <w:rsid w:val="001C645F"/>
    <w:rsid w:val="001D3100"/>
    <w:rsid w:val="001E0048"/>
    <w:rsid w:val="001E41F9"/>
    <w:rsid w:val="001E678E"/>
    <w:rsid w:val="001F518E"/>
    <w:rsid w:val="002000D3"/>
    <w:rsid w:val="002038D5"/>
    <w:rsid w:val="002071BB"/>
    <w:rsid w:val="00207DF5"/>
    <w:rsid w:val="00215434"/>
    <w:rsid w:val="00217281"/>
    <w:rsid w:val="00222785"/>
    <w:rsid w:val="00224647"/>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5758"/>
    <w:rsid w:val="002A59DC"/>
    <w:rsid w:val="002A7B96"/>
    <w:rsid w:val="002C03CB"/>
    <w:rsid w:val="002C0721"/>
    <w:rsid w:val="002C0FB1"/>
    <w:rsid w:val="002C31BF"/>
    <w:rsid w:val="002D7FD6"/>
    <w:rsid w:val="002E0CD7"/>
    <w:rsid w:val="002E0CFB"/>
    <w:rsid w:val="002E0E4A"/>
    <w:rsid w:val="002E150F"/>
    <w:rsid w:val="002E1F36"/>
    <w:rsid w:val="002E3941"/>
    <w:rsid w:val="002E5C7B"/>
    <w:rsid w:val="002F31D9"/>
    <w:rsid w:val="002F4333"/>
    <w:rsid w:val="0030003A"/>
    <w:rsid w:val="00300482"/>
    <w:rsid w:val="00311475"/>
    <w:rsid w:val="003149C0"/>
    <w:rsid w:val="00327EEF"/>
    <w:rsid w:val="0033239F"/>
    <w:rsid w:val="00335132"/>
    <w:rsid w:val="0034274B"/>
    <w:rsid w:val="00342DC7"/>
    <w:rsid w:val="003440F6"/>
    <w:rsid w:val="0034719F"/>
    <w:rsid w:val="00350A35"/>
    <w:rsid w:val="003571D8"/>
    <w:rsid w:val="00357BC6"/>
    <w:rsid w:val="00361422"/>
    <w:rsid w:val="00363041"/>
    <w:rsid w:val="0037545D"/>
    <w:rsid w:val="003767EA"/>
    <w:rsid w:val="0037741D"/>
    <w:rsid w:val="00385B90"/>
    <w:rsid w:val="0039253B"/>
    <w:rsid w:val="00392910"/>
    <w:rsid w:val="00392EB6"/>
    <w:rsid w:val="00393E15"/>
    <w:rsid w:val="003956C6"/>
    <w:rsid w:val="003A264C"/>
    <w:rsid w:val="003B23D6"/>
    <w:rsid w:val="003B4A16"/>
    <w:rsid w:val="003C33F2"/>
    <w:rsid w:val="003D6859"/>
    <w:rsid w:val="003D756E"/>
    <w:rsid w:val="003E420D"/>
    <w:rsid w:val="003E4C13"/>
    <w:rsid w:val="003F2C3E"/>
    <w:rsid w:val="003F32D6"/>
    <w:rsid w:val="0040283D"/>
    <w:rsid w:val="00405A01"/>
    <w:rsid w:val="0040659D"/>
    <w:rsid w:val="004078F3"/>
    <w:rsid w:val="004160CB"/>
    <w:rsid w:val="00427794"/>
    <w:rsid w:val="004328E4"/>
    <w:rsid w:val="00443045"/>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91A77"/>
    <w:rsid w:val="00496D14"/>
    <w:rsid w:val="00497AA6"/>
    <w:rsid w:val="004A36B7"/>
    <w:rsid w:val="004A59C4"/>
    <w:rsid w:val="004B4299"/>
    <w:rsid w:val="004C1A60"/>
    <w:rsid w:val="004C4399"/>
    <w:rsid w:val="004C787C"/>
    <w:rsid w:val="004D09FB"/>
    <w:rsid w:val="004E2C64"/>
    <w:rsid w:val="004E5406"/>
    <w:rsid w:val="004E6233"/>
    <w:rsid w:val="004E7A1F"/>
    <w:rsid w:val="004F03BA"/>
    <w:rsid w:val="004F2326"/>
    <w:rsid w:val="004F4B9B"/>
    <w:rsid w:val="00500E0F"/>
    <w:rsid w:val="00501042"/>
    <w:rsid w:val="00502690"/>
    <w:rsid w:val="00503579"/>
    <w:rsid w:val="0050666E"/>
    <w:rsid w:val="00511AB9"/>
    <w:rsid w:val="00521AC5"/>
    <w:rsid w:val="00523BB5"/>
    <w:rsid w:val="00523EA7"/>
    <w:rsid w:val="0052690B"/>
    <w:rsid w:val="0054051E"/>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19F3"/>
    <w:rsid w:val="005B4616"/>
    <w:rsid w:val="005D3C39"/>
    <w:rsid w:val="005D6794"/>
    <w:rsid w:val="005E007F"/>
    <w:rsid w:val="005E31FB"/>
    <w:rsid w:val="005E69D2"/>
    <w:rsid w:val="005E7125"/>
    <w:rsid w:val="005E7474"/>
    <w:rsid w:val="005F3A8C"/>
    <w:rsid w:val="00600ECE"/>
    <w:rsid w:val="00601A8C"/>
    <w:rsid w:val="00606FE8"/>
    <w:rsid w:val="0061068E"/>
    <w:rsid w:val="006115D3"/>
    <w:rsid w:val="00622382"/>
    <w:rsid w:val="006231B6"/>
    <w:rsid w:val="00623674"/>
    <w:rsid w:val="00623FDC"/>
    <w:rsid w:val="006428D9"/>
    <w:rsid w:val="00654F4C"/>
    <w:rsid w:val="0065610E"/>
    <w:rsid w:val="006564B2"/>
    <w:rsid w:val="00660AD3"/>
    <w:rsid w:val="00672F5A"/>
    <w:rsid w:val="006776B6"/>
    <w:rsid w:val="00680C34"/>
    <w:rsid w:val="006843A6"/>
    <w:rsid w:val="00693150"/>
    <w:rsid w:val="006A12A4"/>
    <w:rsid w:val="006A4CA0"/>
    <w:rsid w:val="006A5570"/>
    <w:rsid w:val="006A5576"/>
    <w:rsid w:val="006A689C"/>
    <w:rsid w:val="006B3D79"/>
    <w:rsid w:val="006B6FE4"/>
    <w:rsid w:val="006C2343"/>
    <w:rsid w:val="006C442A"/>
    <w:rsid w:val="006D0C70"/>
    <w:rsid w:val="006D30C1"/>
    <w:rsid w:val="006D3D1C"/>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58E0"/>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258A"/>
    <w:rsid w:val="007C5289"/>
    <w:rsid w:val="007C567F"/>
    <w:rsid w:val="007D26F9"/>
    <w:rsid w:val="007E17DE"/>
    <w:rsid w:val="007E38E1"/>
    <w:rsid w:val="007E4A6E"/>
    <w:rsid w:val="007F56A7"/>
    <w:rsid w:val="00800851"/>
    <w:rsid w:val="00805782"/>
    <w:rsid w:val="00807DD0"/>
    <w:rsid w:val="00813734"/>
    <w:rsid w:val="008156D5"/>
    <w:rsid w:val="00816C83"/>
    <w:rsid w:val="008175E5"/>
    <w:rsid w:val="00821D01"/>
    <w:rsid w:val="00826B7B"/>
    <w:rsid w:val="00831AF2"/>
    <w:rsid w:val="00833CBF"/>
    <w:rsid w:val="0083541D"/>
    <w:rsid w:val="008447DA"/>
    <w:rsid w:val="00846789"/>
    <w:rsid w:val="00850B67"/>
    <w:rsid w:val="00850E48"/>
    <w:rsid w:val="00866994"/>
    <w:rsid w:val="008761EA"/>
    <w:rsid w:val="00883098"/>
    <w:rsid w:val="00884582"/>
    <w:rsid w:val="0089098F"/>
    <w:rsid w:val="00892A61"/>
    <w:rsid w:val="008A3568"/>
    <w:rsid w:val="008A3592"/>
    <w:rsid w:val="008A7656"/>
    <w:rsid w:val="008B2F29"/>
    <w:rsid w:val="008B48D3"/>
    <w:rsid w:val="008C50F3"/>
    <w:rsid w:val="008C7EFE"/>
    <w:rsid w:val="008D03B9"/>
    <w:rsid w:val="008D0E63"/>
    <w:rsid w:val="008D30C7"/>
    <w:rsid w:val="008D5980"/>
    <w:rsid w:val="008E2446"/>
    <w:rsid w:val="008F18D6"/>
    <w:rsid w:val="008F2C9B"/>
    <w:rsid w:val="008F7242"/>
    <w:rsid w:val="008F797B"/>
    <w:rsid w:val="00904780"/>
    <w:rsid w:val="0090635B"/>
    <w:rsid w:val="00913311"/>
    <w:rsid w:val="00914256"/>
    <w:rsid w:val="009152C2"/>
    <w:rsid w:val="00922385"/>
    <w:rsid w:val="009223DF"/>
    <w:rsid w:val="00936091"/>
    <w:rsid w:val="009408FB"/>
    <w:rsid w:val="00940D8A"/>
    <w:rsid w:val="00942184"/>
    <w:rsid w:val="00946FE9"/>
    <w:rsid w:val="00950FD8"/>
    <w:rsid w:val="00954B86"/>
    <w:rsid w:val="00962258"/>
    <w:rsid w:val="00963CE4"/>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9F73EA"/>
    <w:rsid w:val="00A0271B"/>
    <w:rsid w:val="00A02A3A"/>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0AF1"/>
    <w:rsid w:val="00A84A25"/>
    <w:rsid w:val="00A85E73"/>
    <w:rsid w:val="00A875F5"/>
    <w:rsid w:val="00A90DB9"/>
    <w:rsid w:val="00A9172B"/>
    <w:rsid w:val="00A944F1"/>
    <w:rsid w:val="00A94C2F"/>
    <w:rsid w:val="00A95B25"/>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0DB9"/>
    <w:rsid w:val="00AF2581"/>
    <w:rsid w:val="00AF2B09"/>
    <w:rsid w:val="00AF59B3"/>
    <w:rsid w:val="00B008D5"/>
    <w:rsid w:val="00B02F73"/>
    <w:rsid w:val="00B0444D"/>
    <w:rsid w:val="00B05B31"/>
    <w:rsid w:val="00B0619F"/>
    <w:rsid w:val="00B0730C"/>
    <w:rsid w:val="00B12908"/>
    <w:rsid w:val="00B13A26"/>
    <w:rsid w:val="00B15D0D"/>
    <w:rsid w:val="00B16250"/>
    <w:rsid w:val="00B22106"/>
    <w:rsid w:val="00B30E6B"/>
    <w:rsid w:val="00B42F40"/>
    <w:rsid w:val="00B45DD9"/>
    <w:rsid w:val="00B46F24"/>
    <w:rsid w:val="00B47D17"/>
    <w:rsid w:val="00B50209"/>
    <w:rsid w:val="00B5431A"/>
    <w:rsid w:val="00B546C1"/>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11EB"/>
    <w:rsid w:val="00BD5DE9"/>
    <w:rsid w:val="00BD7E91"/>
    <w:rsid w:val="00BD7F0D"/>
    <w:rsid w:val="00BF2C31"/>
    <w:rsid w:val="00BF4AD6"/>
    <w:rsid w:val="00BF4C5D"/>
    <w:rsid w:val="00BF5CC1"/>
    <w:rsid w:val="00BF7B07"/>
    <w:rsid w:val="00C02440"/>
    <w:rsid w:val="00C02D0A"/>
    <w:rsid w:val="00C03A6E"/>
    <w:rsid w:val="00C1205A"/>
    <w:rsid w:val="00C1662E"/>
    <w:rsid w:val="00C226C0"/>
    <w:rsid w:val="00C3647F"/>
    <w:rsid w:val="00C3768B"/>
    <w:rsid w:val="00C42FE6"/>
    <w:rsid w:val="00C44F6A"/>
    <w:rsid w:val="00C4638F"/>
    <w:rsid w:val="00C6198E"/>
    <w:rsid w:val="00C7012B"/>
    <w:rsid w:val="00C708EA"/>
    <w:rsid w:val="00C731EA"/>
    <w:rsid w:val="00C73AF9"/>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0A60"/>
    <w:rsid w:val="00CE3EF8"/>
    <w:rsid w:val="00CF4BB5"/>
    <w:rsid w:val="00D017A6"/>
    <w:rsid w:val="00D034A0"/>
    <w:rsid w:val="00D06E55"/>
    <w:rsid w:val="00D103B7"/>
    <w:rsid w:val="00D17616"/>
    <w:rsid w:val="00D21061"/>
    <w:rsid w:val="00D22281"/>
    <w:rsid w:val="00D239A6"/>
    <w:rsid w:val="00D24229"/>
    <w:rsid w:val="00D4108E"/>
    <w:rsid w:val="00D4328E"/>
    <w:rsid w:val="00D4483A"/>
    <w:rsid w:val="00D50FE6"/>
    <w:rsid w:val="00D60CA0"/>
    <w:rsid w:val="00D60F69"/>
    <w:rsid w:val="00D6163D"/>
    <w:rsid w:val="00D701DC"/>
    <w:rsid w:val="00D831A3"/>
    <w:rsid w:val="00D97998"/>
    <w:rsid w:val="00D97BE3"/>
    <w:rsid w:val="00DA3042"/>
    <w:rsid w:val="00DA3711"/>
    <w:rsid w:val="00DB26D8"/>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962C7"/>
    <w:rsid w:val="00EA0D88"/>
    <w:rsid w:val="00EA3CE3"/>
    <w:rsid w:val="00EA585B"/>
    <w:rsid w:val="00EA6EC7"/>
    <w:rsid w:val="00EB104F"/>
    <w:rsid w:val="00EB2164"/>
    <w:rsid w:val="00EB46E5"/>
    <w:rsid w:val="00EB5207"/>
    <w:rsid w:val="00EC4504"/>
    <w:rsid w:val="00ED14BD"/>
    <w:rsid w:val="00EE7A4C"/>
    <w:rsid w:val="00EF6D64"/>
    <w:rsid w:val="00F016C7"/>
    <w:rsid w:val="00F111D5"/>
    <w:rsid w:val="00F12DEC"/>
    <w:rsid w:val="00F13FDA"/>
    <w:rsid w:val="00F1715C"/>
    <w:rsid w:val="00F21E6B"/>
    <w:rsid w:val="00F310F8"/>
    <w:rsid w:val="00F35806"/>
    <w:rsid w:val="00F35939"/>
    <w:rsid w:val="00F422D3"/>
    <w:rsid w:val="00F43D42"/>
    <w:rsid w:val="00F45607"/>
    <w:rsid w:val="00F46371"/>
    <w:rsid w:val="00F4722B"/>
    <w:rsid w:val="00F51870"/>
    <w:rsid w:val="00F51FD9"/>
    <w:rsid w:val="00F54432"/>
    <w:rsid w:val="00F566DC"/>
    <w:rsid w:val="00F65035"/>
    <w:rsid w:val="00F659EB"/>
    <w:rsid w:val="00F65CAB"/>
    <w:rsid w:val="00F679DB"/>
    <w:rsid w:val="00F70AE3"/>
    <w:rsid w:val="00F762A8"/>
    <w:rsid w:val="00F82B15"/>
    <w:rsid w:val="00F86BA6"/>
    <w:rsid w:val="00F95FBD"/>
    <w:rsid w:val="00FA5E56"/>
    <w:rsid w:val="00FB464D"/>
    <w:rsid w:val="00FB504B"/>
    <w:rsid w:val="00FB6342"/>
    <w:rsid w:val="00FC065D"/>
    <w:rsid w:val="00FC2348"/>
    <w:rsid w:val="00FC6389"/>
    <w:rsid w:val="00FD1109"/>
    <w:rsid w:val="00FD181A"/>
    <w:rsid w:val="00FE023E"/>
    <w:rsid w:val="00FE6AEC"/>
    <w:rsid w:val="00FF09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6"/>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character" w:styleId="slodku">
    <w:name w:val="line number"/>
    <w:basedOn w:val="Standardnpsmoodstavce"/>
    <w:uiPriority w:val="99"/>
    <w:semiHidden/>
    <w:unhideWhenUsed/>
    <w:rsid w:val="00F111D5"/>
  </w:style>
  <w:style w:type="paragraph" w:customStyle="1" w:styleId="Default">
    <w:name w:val="Default"/>
    <w:rsid w:val="007558E0"/>
    <w:pPr>
      <w:autoSpaceDE w:val="0"/>
      <w:autoSpaceDN w:val="0"/>
      <w:adjustRightInd w:val="0"/>
      <w:spacing w:after="0" w:line="240" w:lineRule="auto"/>
    </w:pPr>
    <w:rPr>
      <w:rFonts w:ascii="Verdana" w:eastAsia="Times New Roman" w:hAnsi="Verdana" w:cs="Verdana"/>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562371313">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67156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6067508D-F81B-46D4-ABAA-982EFE49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23</Pages>
  <Words>4842</Words>
  <Characters>28569</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6</cp:revision>
  <cp:lastPrinted>2021-01-18T09:00:00Z</cp:lastPrinted>
  <dcterms:created xsi:type="dcterms:W3CDTF">2022-04-07T12:57:00Z</dcterms:created>
  <dcterms:modified xsi:type="dcterms:W3CDTF">2022-04-08T10:38:00Z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