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7B" w:rsidRDefault="00B204E3" w:rsidP="00B204E3">
      <w:pPr>
        <w:pStyle w:val="Titul1"/>
      </w:pPr>
      <w:r>
        <w:t>Dopis nabídky</w:t>
      </w:r>
    </w:p>
    <w:p w:rsidR="00EB46E5" w:rsidRPr="00BF54FE" w:rsidRDefault="00B204E3" w:rsidP="00BF54FE">
      <w:pPr>
        <w:pStyle w:val="Titul2"/>
      </w:pPr>
      <w:r>
        <w:t>Název zakázky: „</w:t>
      </w:r>
      <w:r w:rsidR="00926945" w:rsidRPr="00E30405">
        <w:rPr>
          <w:rFonts w:cs="Arial"/>
        </w:rPr>
        <w:t xml:space="preserve">Oprava trati v úseku Velim </w:t>
      </w:r>
      <w:r w:rsidR="00926945">
        <w:rPr>
          <w:rFonts w:cs="Arial"/>
        </w:rPr>
        <w:t>–</w:t>
      </w:r>
      <w:r w:rsidR="00926945" w:rsidRPr="00E30405">
        <w:rPr>
          <w:rFonts w:cs="Arial"/>
        </w:rPr>
        <w:t xml:space="preserve"> Kolín</w:t>
      </w:r>
      <w:r w:rsidR="00926945">
        <w:rPr>
          <w:rFonts w:cs="Arial"/>
        </w:rPr>
        <w:t>“</w:t>
      </w:r>
    </w:p>
    <w:p w:rsidR="009226C1" w:rsidRDefault="009226C1" w:rsidP="00B204E3">
      <w:pPr>
        <w:pStyle w:val="Textbezodsazen"/>
      </w:pPr>
    </w:p>
    <w:p w:rsidR="00A5674E" w:rsidRDefault="00A5674E" w:rsidP="00A5674E">
      <w:pPr>
        <w:pStyle w:val="Textbezodsazen"/>
      </w:pPr>
      <w:r>
        <w:t xml:space="preserve">Přezkoumali jsme Smlouvu o dílo s přílohami, Smluvní podmínky, připojenou Přílohu k nabídce, Technickou specifikaci, Výkresy, Soupis prací </w:t>
      </w:r>
      <w:bookmarkStart w:id="0" w:name="_GoBack"/>
      <w:bookmarkEnd w:id="0"/>
      <w:r>
        <w:t>pro provedení výše uvedené zakázky. Tímto nabízíme provedení a dokončení Díla a odstranění veškerých vad v souladu s touto Nabídkou, jejíž součástí jsou všechny uvedené dokumenty, za nabídkovou cenu ve výši</w:t>
      </w:r>
    </w:p>
    <w:p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:rsidR="00A5674E" w:rsidRDefault="00A5674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za Zhotovitele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:rsidR="00A5674E" w:rsidRDefault="00A5674E" w:rsidP="00A5674E">
      <w:pPr>
        <w:pStyle w:val="Textbezodsazen"/>
      </w:pPr>
      <w:r>
        <w:t>(název a adresa účastníka zadávacího řízení)</w:t>
      </w:r>
    </w:p>
    <w:p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392B" w:rsidRDefault="0036392B" w:rsidP="00962258">
      <w:pPr>
        <w:spacing w:after="0" w:line="240" w:lineRule="auto"/>
      </w:pPr>
      <w:r>
        <w:separator/>
      </w:r>
    </w:p>
  </w:endnote>
  <w:endnote w:type="continuationSeparator" w:id="0">
    <w:p w:rsidR="0036392B" w:rsidRDefault="0036392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2694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2694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74E" w:rsidRPr="00B8518B" w:rsidRDefault="00A5674E" w:rsidP="00460660">
    <w:pPr>
      <w:pStyle w:val="Zpat"/>
      <w:rPr>
        <w:sz w:val="2"/>
        <w:szCs w:val="2"/>
      </w:rPr>
    </w:pPr>
  </w:p>
  <w:p w:rsidR="00A5674E" w:rsidRDefault="00A5674E" w:rsidP="00054FC6">
    <w:pPr>
      <w:pStyle w:val="Zpat"/>
      <w:rPr>
        <w:rFonts w:cs="Calibri"/>
        <w:sz w:val="12"/>
        <w:szCs w:val="12"/>
      </w:rPr>
    </w:pPr>
  </w:p>
  <w:p w:rsidR="00A5674E" w:rsidRPr="00460660" w:rsidRDefault="00A5674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392B" w:rsidRDefault="0036392B" w:rsidP="00962258">
      <w:pPr>
        <w:spacing w:after="0" w:line="240" w:lineRule="auto"/>
      </w:pPr>
      <w:r>
        <w:separator/>
      </w:r>
    </w:p>
  </w:footnote>
  <w:footnote w:type="continuationSeparator" w:id="0">
    <w:p w:rsidR="0036392B" w:rsidRDefault="0036392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5674E" w:rsidRPr="00D6163D" w:rsidRDefault="00A5674E" w:rsidP="00FC6389">
          <w:pPr>
            <w:pStyle w:val="Druhdokumentu"/>
          </w:pPr>
        </w:p>
      </w:tc>
    </w:tr>
  </w:tbl>
  <w:p w:rsidR="00A5674E" w:rsidRPr="00D6163D" w:rsidRDefault="00A5674E" w:rsidP="00FC6389">
    <w:pPr>
      <w:pStyle w:val="Zhlav"/>
      <w:rPr>
        <w:sz w:val="8"/>
        <w:szCs w:val="8"/>
      </w:rPr>
    </w:pPr>
  </w:p>
  <w:p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CC0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6392B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52C3"/>
    <w:rsid w:val="00816930"/>
    <w:rsid w:val="00821D01"/>
    <w:rsid w:val="00826B7B"/>
    <w:rsid w:val="0083197D"/>
    <w:rsid w:val="00834020"/>
    <w:rsid w:val="00834146"/>
    <w:rsid w:val="00846789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26945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C14DA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6450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D0660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3C811A"/>
  <w14:defaultImageDpi w14:val="32767"/>
  <w15:docId w15:val="{B8ABD195-ABE0-4E58-85C3-87E08EA6B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91_&#352;ABLONY\&#352;ABL_ZTP_VZOR_oboustr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0C54C-8DD5-4FEE-913F-FA121F8542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DFCA75-FFFA-4684-AEB5-A29F7E516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ŠABL_ZTP_VZOR_oboustr_Fondy</Template>
  <TotalTime>2</TotalTime>
  <Pages>2</Pages>
  <Words>399</Words>
  <Characters>2355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Fojta Petr, Ing.</dc:creator>
  <cp:lastModifiedBy>Marešková Barbora, Ing.</cp:lastModifiedBy>
  <cp:revision>7</cp:revision>
  <cp:lastPrinted>2019-03-07T14:42:00Z</cp:lastPrinted>
  <dcterms:created xsi:type="dcterms:W3CDTF">2020-02-25T07:11:00Z</dcterms:created>
  <dcterms:modified xsi:type="dcterms:W3CDTF">2022-02-16T10:05:00Z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