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6686D6D0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4138A2">
        <w:rPr>
          <w:b/>
          <w:color w:val="FF5200" w:themeColor="accent2"/>
          <w:sz w:val="36"/>
          <w:szCs w:val="36"/>
        </w:rPr>
        <w:t>názvem „</w:t>
      </w:r>
      <w:r w:rsidR="004138A2" w:rsidRPr="004138A2">
        <w:rPr>
          <w:b/>
          <w:color w:val="FF5200" w:themeColor="accent2"/>
          <w:sz w:val="36"/>
          <w:szCs w:val="36"/>
        </w:rPr>
        <w:t>85 010 – Nákup licencí a technické podpory antivirového produktu F-Secure</w:t>
      </w:r>
      <w:r w:rsidR="0031280B" w:rsidRPr="004138A2">
        <w:rPr>
          <w:b/>
          <w:color w:val="FF5200" w:themeColor="accent2"/>
          <w:sz w:val="36"/>
          <w:szCs w:val="36"/>
        </w:rPr>
        <w:t>“</w:t>
      </w:r>
      <w:r w:rsidR="000128D4" w:rsidRPr="004138A2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4138A2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</w:t>
      </w:r>
      <w:r w:rsidR="004138A2" w:rsidRPr="004138A2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</w:t>
      </w:r>
      <w:r w:rsidR="000128D4" w:rsidRPr="004138A2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j. </w:t>
      </w:r>
      <w:r w:rsidR="000E5F71" w:rsidRPr="000E5F7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20025/2022-SŽ-GŘ-O8</w:t>
      </w:r>
      <w:bookmarkStart w:id="0" w:name="_GoBack"/>
      <w:bookmarkEnd w:id="0"/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43911117" w14:textId="77777777" w:rsidR="004138A2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2F497DFE" w14:textId="0A7A33C1" w:rsidR="004138A2" w:rsidRDefault="000E5F71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68079845" w:history="1">
            <w:r w:rsidR="004138A2" w:rsidRPr="00071D37">
              <w:rPr>
                <w:rStyle w:val="Hypertextovodkaz"/>
                <w:noProof/>
              </w:rPr>
              <w:t>Kapitola 1.</w:t>
            </w:r>
            <w:r w:rsidR="004138A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138A2" w:rsidRPr="00071D37">
              <w:rPr>
                <w:rStyle w:val="Hypertextovodkaz"/>
                <w:noProof/>
              </w:rPr>
              <w:t>Základní údaje k nabídce</w:t>
            </w:r>
            <w:r w:rsidR="004138A2">
              <w:rPr>
                <w:noProof/>
                <w:webHidden/>
              </w:rPr>
              <w:tab/>
            </w:r>
            <w:r w:rsidR="004138A2">
              <w:rPr>
                <w:noProof/>
                <w:webHidden/>
              </w:rPr>
              <w:fldChar w:fldCharType="begin"/>
            </w:r>
            <w:r w:rsidR="004138A2">
              <w:rPr>
                <w:noProof/>
                <w:webHidden/>
              </w:rPr>
              <w:instrText xml:space="preserve"> PAGEREF _Toc68079845 \h </w:instrText>
            </w:r>
            <w:r w:rsidR="004138A2">
              <w:rPr>
                <w:noProof/>
                <w:webHidden/>
              </w:rPr>
            </w:r>
            <w:r w:rsidR="004138A2">
              <w:rPr>
                <w:noProof/>
                <w:webHidden/>
              </w:rPr>
              <w:fldChar w:fldCharType="separate"/>
            </w:r>
            <w:r w:rsidR="004138A2">
              <w:rPr>
                <w:noProof/>
                <w:webHidden/>
              </w:rPr>
              <w:t>2</w:t>
            </w:r>
            <w:r w:rsidR="004138A2">
              <w:rPr>
                <w:noProof/>
                <w:webHidden/>
              </w:rPr>
              <w:fldChar w:fldCharType="end"/>
            </w:r>
          </w:hyperlink>
        </w:p>
        <w:p w14:paraId="31733C8F" w14:textId="40E21357" w:rsidR="004138A2" w:rsidRDefault="000E5F71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68079846" w:history="1">
            <w:r w:rsidR="004138A2" w:rsidRPr="00071D37">
              <w:rPr>
                <w:rStyle w:val="Hypertextovodkaz"/>
                <w:noProof/>
              </w:rPr>
              <w:t>Kapitola 2.</w:t>
            </w:r>
            <w:r w:rsidR="004138A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138A2" w:rsidRPr="00071D37">
              <w:rPr>
                <w:rStyle w:val="Hypertextovodkaz"/>
                <w:noProof/>
              </w:rPr>
              <w:t>Čestné prohlášení o splnění základní způsobilosti</w:t>
            </w:r>
            <w:r w:rsidR="004138A2">
              <w:rPr>
                <w:noProof/>
                <w:webHidden/>
              </w:rPr>
              <w:tab/>
            </w:r>
            <w:r w:rsidR="004138A2">
              <w:rPr>
                <w:noProof/>
                <w:webHidden/>
              </w:rPr>
              <w:fldChar w:fldCharType="begin"/>
            </w:r>
            <w:r w:rsidR="004138A2">
              <w:rPr>
                <w:noProof/>
                <w:webHidden/>
              </w:rPr>
              <w:instrText xml:space="preserve"> PAGEREF _Toc68079846 \h </w:instrText>
            </w:r>
            <w:r w:rsidR="004138A2">
              <w:rPr>
                <w:noProof/>
                <w:webHidden/>
              </w:rPr>
            </w:r>
            <w:r w:rsidR="004138A2">
              <w:rPr>
                <w:noProof/>
                <w:webHidden/>
              </w:rPr>
              <w:fldChar w:fldCharType="separate"/>
            </w:r>
            <w:r w:rsidR="004138A2">
              <w:rPr>
                <w:noProof/>
                <w:webHidden/>
              </w:rPr>
              <w:t>3</w:t>
            </w:r>
            <w:r w:rsidR="004138A2">
              <w:rPr>
                <w:noProof/>
                <w:webHidden/>
              </w:rPr>
              <w:fldChar w:fldCharType="end"/>
            </w:r>
          </w:hyperlink>
        </w:p>
        <w:p w14:paraId="2CE71823" w14:textId="4E72B8D1" w:rsidR="004138A2" w:rsidRDefault="000E5F71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68079847" w:history="1">
            <w:r w:rsidR="004138A2" w:rsidRPr="00071D37">
              <w:rPr>
                <w:rStyle w:val="Hypertextovodkaz"/>
                <w:noProof/>
              </w:rPr>
              <w:t>Kapitola 3.</w:t>
            </w:r>
            <w:r w:rsidR="004138A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138A2" w:rsidRPr="00071D37">
              <w:rPr>
                <w:rStyle w:val="Hypertextovodkaz"/>
                <w:noProof/>
              </w:rPr>
              <w:t>Čestné prohlášení účastníka k neuzavření zakázaných dohod</w:t>
            </w:r>
            <w:r w:rsidR="004138A2">
              <w:rPr>
                <w:noProof/>
                <w:webHidden/>
              </w:rPr>
              <w:tab/>
            </w:r>
            <w:r w:rsidR="004138A2">
              <w:rPr>
                <w:noProof/>
                <w:webHidden/>
              </w:rPr>
              <w:fldChar w:fldCharType="begin"/>
            </w:r>
            <w:r w:rsidR="004138A2">
              <w:rPr>
                <w:noProof/>
                <w:webHidden/>
              </w:rPr>
              <w:instrText xml:space="preserve"> PAGEREF _Toc68079847 \h </w:instrText>
            </w:r>
            <w:r w:rsidR="004138A2">
              <w:rPr>
                <w:noProof/>
                <w:webHidden/>
              </w:rPr>
            </w:r>
            <w:r w:rsidR="004138A2">
              <w:rPr>
                <w:noProof/>
                <w:webHidden/>
              </w:rPr>
              <w:fldChar w:fldCharType="separate"/>
            </w:r>
            <w:r w:rsidR="004138A2">
              <w:rPr>
                <w:noProof/>
                <w:webHidden/>
              </w:rPr>
              <w:t>4</w:t>
            </w:r>
            <w:r w:rsidR="004138A2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68079845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4686023D" w:rsidR="00A93A74" w:rsidRDefault="00A93A74" w:rsidP="008B1A2C">
      <w:r w:rsidRPr="004138A2">
        <w:t xml:space="preserve">Účastník prohlašuje, že veškeré údaje uvedené v tomto krycím listu, který je přílohou č. </w:t>
      </w:r>
      <w:r w:rsidR="00B87D91" w:rsidRPr="004138A2">
        <w:t xml:space="preserve">1 </w:t>
      </w:r>
      <w:r w:rsidRPr="004138A2">
        <w:t>Výzvy k podání nabíd</w:t>
      </w:r>
      <w:r w:rsidR="004C76E9" w:rsidRPr="004138A2">
        <w:t>ky</w:t>
      </w:r>
      <w:r w:rsidRPr="004138A2">
        <w:t xml:space="preserve"> na veřejnou zakázku zadávanou</w:t>
      </w:r>
      <w:r w:rsidR="004C76E9" w:rsidRPr="004138A2">
        <w:t xml:space="preserve"> jako </w:t>
      </w:r>
      <w:r w:rsidR="000128D4" w:rsidRPr="004138A2">
        <w:rPr>
          <w:rFonts w:eastAsia="Times New Roman" w:cs="Times New Roman"/>
          <w:lang w:eastAsia="cs-CZ"/>
        </w:rPr>
        <w:t>podlimitní sektorovou veřejnou zakázku</w:t>
      </w:r>
      <w:r w:rsidRPr="004138A2">
        <w:t>, jsou pravdivé</w:t>
      </w:r>
      <w:r w:rsidR="009771C9" w:rsidRPr="004138A2">
        <w:t>, úplné a odpovídají skutečnosti</w:t>
      </w:r>
      <w:r w:rsidRPr="004138A2">
        <w:t xml:space="preserve">. Účastník si je vědom důsledků záměrného uvedení nepravdivých údajů, které v rovině tohoto zadávacího řízení </w:t>
      </w:r>
      <w:r w:rsidR="009771C9" w:rsidRPr="004138A2">
        <w:t>mohou vést až k</w:t>
      </w:r>
      <w:r w:rsidRPr="004138A2"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2136A705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  <w:r w:rsidR="004138A2" w:rsidRPr="004138A2">
        <w:rPr>
          <w:highlight w:val="green"/>
        </w:rPr>
        <w:t>…….,-</w:t>
      </w:r>
      <w:r w:rsidR="00B95FFF">
        <w:t xml:space="preserve"> Kč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61FF559A" w14:textId="0CF2841D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83E32B" w14:textId="77777777" w:rsidR="00996617" w:rsidRDefault="000E5F71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0E5F71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68079846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68079847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7A774CC" w14:textId="26F6C381" w:rsidR="00B87D91" w:rsidRDefault="00B87D91" w:rsidP="004138A2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3B6F85D" w14:textId="17F0DA5F" w:rsidR="004138A2" w:rsidRDefault="004138A2" w:rsidP="004138A2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DF63685" w14:textId="5F98D497" w:rsidR="004138A2" w:rsidRDefault="004138A2" w:rsidP="004138A2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5209447" w14:textId="3B833CD9" w:rsidR="004138A2" w:rsidRDefault="004138A2" w:rsidP="004138A2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4C2341D" w14:textId="1BB0B474" w:rsidR="004138A2" w:rsidRDefault="004138A2" w:rsidP="004138A2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5078681" w14:textId="3CF6F214" w:rsidR="004138A2" w:rsidRDefault="004138A2" w:rsidP="004138A2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8B1CA72" w14:textId="03B505D6" w:rsidR="004138A2" w:rsidRDefault="004138A2" w:rsidP="004138A2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2AD9505" w14:textId="2E0CF859" w:rsidR="004138A2" w:rsidRDefault="004138A2" w:rsidP="004138A2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2A0313E" w14:textId="706B1C71" w:rsidR="004138A2" w:rsidRDefault="004138A2" w:rsidP="004138A2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2F0526" w14:textId="3252D2C8" w:rsidR="004138A2" w:rsidRDefault="004138A2" w:rsidP="004138A2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B4213B4" w14:textId="77777777" w:rsidR="004138A2" w:rsidRDefault="004138A2" w:rsidP="004138A2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70FAC40B" w14:textId="77777777" w:rsidR="004138A2" w:rsidRDefault="004138A2" w:rsidP="004138A2"/>
    <w:p w14:paraId="5F3FCA2A" w14:textId="77777777" w:rsidR="004138A2" w:rsidRPr="00B87D91" w:rsidRDefault="004138A2" w:rsidP="004138A2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2D3B83F4" w14:textId="77777777" w:rsidR="004138A2" w:rsidRPr="00F0533E" w:rsidRDefault="004138A2" w:rsidP="004138A2">
      <w:r w:rsidRPr="00B87D91">
        <w:rPr>
          <w:highlight w:val="green"/>
        </w:rPr>
        <w:t>funkce osoby</w:t>
      </w:r>
    </w:p>
    <w:p w14:paraId="2E6D1408" w14:textId="77777777" w:rsidR="004138A2" w:rsidRPr="004138A2" w:rsidRDefault="004138A2" w:rsidP="004138A2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sectPr w:rsidR="004138A2" w:rsidRPr="004138A2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D6507F" w14:textId="77777777" w:rsidR="008F2D67" w:rsidRDefault="008F2D67" w:rsidP="00962258">
      <w:pPr>
        <w:spacing w:after="0" w:line="240" w:lineRule="auto"/>
      </w:pPr>
      <w:r>
        <w:separator/>
      </w:r>
    </w:p>
  </w:endnote>
  <w:endnote w:type="continuationSeparator" w:id="0">
    <w:p w14:paraId="27FFCD46" w14:textId="77777777" w:rsidR="008F2D67" w:rsidRDefault="008F2D6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3D6ADE2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F71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F71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882703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733279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72C9CA86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F7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F71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9D14E1" w14:textId="77777777" w:rsidR="00F1715C" w:rsidRDefault="00F1715C" w:rsidP="00460660">
          <w:pPr>
            <w:pStyle w:val="Zpat"/>
          </w:pP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7A84F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46CD7C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27E55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7E490F5F" w:rsidR="00027E55" w:rsidRPr="00B8518B" w:rsidRDefault="00027E55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F71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F71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027E55" w:rsidRDefault="00027E55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027E55" w:rsidRDefault="00027E55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027E55" w:rsidRDefault="00027E55" w:rsidP="00460660">
          <w:pPr>
            <w:pStyle w:val="Zpat"/>
          </w:pPr>
        </w:p>
      </w:tc>
    </w:tr>
  </w:tbl>
  <w:p w14:paraId="3AAAB634" w14:textId="77777777" w:rsidR="00027E55" w:rsidRPr="00B8518B" w:rsidRDefault="00027E5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BCB0F0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139EA9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027E55" w:rsidRPr="00460660" w:rsidRDefault="00027E5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1EC791" w14:textId="77777777" w:rsidR="008F2D67" w:rsidRDefault="008F2D67" w:rsidP="00962258">
      <w:pPr>
        <w:spacing w:after="0" w:line="240" w:lineRule="auto"/>
      </w:pPr>
      <w:r>
        <w:separator/>
      </w:r>
    </w:p>
  </w:footnote>
  <w:footnote w:type="continuationSeparator" w:id="0">
    <w:p w14:paraId="6F5F9A71" w14:textId="77777777" w:rsidR="008F2D67" w:rsidRDefault="008F2D67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F1715C" w:rsidRPr="00D6163D" w:rsidRDefault="00027E5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384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027E55" w:rsidRPr="00027E55" w:rsidRDefault="00027E55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 w:numId="35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128D4"/>
    <w:rsid w:val="00027E55"/>
    <w:rsid w:val="00045E47"/>
    <w:rsid w:val="00072C1E"/>
    <w:rsid w:val="00097793"/>
    <w:rsid w:val="000A412D"/>
    <w:rsid w:val="000E23A7"/>
    <w:rsid w:val="000E5F71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138A2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95FFF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310F8"/>
    <w:rsid w:val="00F35939"/>
    <w:rsid w:val="00F44645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BB1F8CA"/>
  <w15:docId w15:val="{5CEBE4F8-0387-45C3-9DE1-02A447467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8648DA4-0392-4ACA-BB04-A5F383D5E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64</TotalTime>
  <Pages>4</Pages>
  <Words>532</Words>
  <Characters>3139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Kravcová Denisa</cp:lastModifiedBy>
  <cp:revision>17</cp:revision>
  <cp:lastPrinted>2017-11-28T17:18:00Z</cp:lastPrinted>
  <dcterms:created xsi:type="dcterms:W3CDTF">2020-06-29T15:29:00Z</dcterms:created>
  <dcterms:modified xsi:type="dcterms:W3CDTF">2022-03-10T07:30:00Z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