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DA03317" wp14:editId="05D4E9E7">
                      <wp:simplePos x="0" y="0"/>
                      <wp:positionH relativeFrom="page">
                        <wp:posOffset>2701290</wp:posOffset>
                      </wp:positionH>
                      <wp:positionV relativeFrom="page">
                        <wp:posOffset>299085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DA0331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12.7pt;margin-top:23.55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" o:allowincell="f" fillcolor="white [3212]" stroked="f" strokeweight=".5pt">
                      <v:textbox>
                        <w:txbxContent>
                          <w:p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786C40" w:rsidTr="00F862D6">
        <w:tc>
          <w:tcPr>
            <w:tcW w:w="1020" w:type="dxa"/>
          </w:tcPr>
          <w:p w:rsidR="00786C40" w:rsidRPr="00DF0118" w:rsidRDefault="00786C40" w:rsidP="00786C40">
            <w:r w:rsidRPr="00DF0118">
              <w:t>Naše zn.</w:t>
            </w:r>
          </w:p>
        </w:tc>
        <w:tc>
          <w:tcPr>
            <w:tcW w:w="2552" w:type="dxa"/>
          </w:tcPr>
          <w:p w:rsidR="00786C40" w:rsidRPr="00DF0118" w:rsidRDefault="00786C40" w:rsidP="00786C40">
            <w:r>
              <w:t>5271</w:t>
            </w:r>
            <w:r w:rsidRPr="00DF0118">
              <w:t>/2022-SŽ-SSV-Ú3</w:t>
            </w:r>
          </w:p>
        </w:tc>
        <w:tc>
          <w:tcPr>
            <w:tcW w:w="823" w:type="dxa"/>
          </w:tcPr>
          <w:p w:rsidR="00786C40" w:rsidRDefault="00786C40" w:rsidP="00786C40"/>
        </w:tc>
        <w:tc>
          <w:tcPr>
            <w:tcW w:w="3685" w:type="dxa"/>
            <w:vMerge/>
          </w:tcPr>
          <w:p w:rsidR="00786C40" w:rsidRDefault="00786C40" w:rsidP="00786C40"/>
        </w:tc>
      </w:tr>
      <w:tr w:rsidR="00786C40" w:rsidTr="00F862D6">
        <w:tc>
          <w:tcPr>
            <w:tcW w:w="1020" w:type="dxa"/>
          </w:tcPr>
          <w:p w:rsidR="00786C40" w:rsidRPr="00DF0118" w:rsidRDefault="00786C40" w:rsidP="00786C40">
            <w:r w:rsidRPr="00DF0118">
              <w:t>Listů/příloh</w:t>
            </w:r>
          </w:p>
        </w:tc>
        <w:tc>
          <w:tcPr>
            <w:tcW w:w="2552" w:type="dxa"/>
          </w:tcPr>
          <w:p w:rsidR="00786C40" w:rsidRPr="00DF0118" w:rsidRDefault="00786C40" w:rsidP="00786C40">
            <w:r w:rsidRPr="00DF0118">
              <w:t>4/2</w:t>
            </w:r>
          </w:p>
        </w:tc>
        <w:tc>
          <w:tcPr>
            <w:tcW w:w="823" w:type="dxa"/>
          </w:tcPr>
          <w:p w:rsidR="00786C40" w:rsidRDefault="00786C40" w:rsidP="00786C40"/>
        </w:tc>
        <w:tc>
          <w:tcPr>
            <w:tcW w:w="3685" w:type="dxa"/>
            <w:vMerge/>
          </w:tcPr>
          <w:p w:rsidR="00786C40" w:rsidRDefault="00786C40" w:rsidP="00786C40">
            <w:pPr>
              <w:rPr>
                <w:noProof/>
              </w:rPr>
            </w:pPr>
          </w:p>
        </w:tc>
      </w:tr>
      <w:tr w:rsidR="00786C40" w:rsidTr="00B23CA3">
        <w:trPr>
          <w:trHeight w:val="77"/>
        </w:trPr>
        <w:tc>
          <w:tcPr>
            <w:tcW w:w="1020" w:type="dxa"/>
          </w:tcPr>
          <w:p w:rsidR="00786C40" w:rsidRPr="00DF0118" w:rsidRDefault="00786C40" w:rsidP="00786C40"/>
        </w:tc>
        <w:tc>
          <w:tcPr>
            <w:tcW w:w="2552" w:type="dxa"/>
          </w:tcPr>
          <w:p w:rsidR="00786C40" w:rsidRPr="00DF0118" w:rsidRDefault="00786C40" w:rsidP="00786C40"/>
        </w:tc>
        <w:tc>
          <w:tcPr>
            <w:tcW w:w="823" w:type="dxa"/>
          </w:tcPr>
          <w:p w:rsidR="00786C40" w:rsidRDefault="00786C40" w:rsidP="00786C40"/>
        </w:tc>
        <w:tc>
          <w:tcPr>
            <w:tcW w:w="3685" w:type="dxa"/>
            <w:vMerge/>
          </w:tcPr>
          <w:p w:rsidR="00786C40" w:rsidRDefault="00786C40" w:rsidP="00786C40"/>
        </w:tc>
      </w:tr>
      <w:tr w:rsidR="00786C40" w:rsidTr="00F862D6">
        <w:tc>
          <w:tcPr>
            <w:tcW w:w="1020" w:type="dxa"/>
          </w:tcPr>
          <w:p w:rsidR="00786C40" w:rsidRPr="00DF0118" w:rsidRDefault="00786C40" w:rsidP="00786C40">
            <w:r w:rsidRPr="00DF0118">
              <w:t>Vyřizuje</w:t>
            </w:r>
          </w:p>
        </w:tc>
        <w:tc>
          <w:tcPr>
            <w:tcW w:w="2552" w:type="dxa"/>
          </w:tcPr>
          <w:p w:rsidR="00786C40" w:rsidRPr="00DF0118" w:rsidRDefault="00786C40" w:rsidP="00786C40">
            <w:r w:rsidRPr="00DF0118">
              <w:t>JUDr. Jaroslav Klimeš</w:t>
            </w:r>
          </w:p>
        </w:tc>
        <w:tc>
          <w:tcPr>
            <w:tcW w:w="823" w:type="dxa"/>
          </w:tcPr>
          <w:p w:rsidR="00786C40" w:rsidRDefault="00786C40" w:rsidP="00786C40"/>
        </w:tc>
        <w:tc>
          <w:tcPr>
            <w:tcW w:w="3685" w:type="dxa"/>
            <w:vMerge/>
          </w:tcPr>
          <w:p w:rsidR="00786C40" w:rsidRDefault="00786C40" w:rsidP="00786C40"/>
        </w:tc>
      </w:tr>
      <w:tr w:rsidR="00786C40" w:rsidTr="00F862D6">
        <w:tc>
          <w:tcPr>
            <w:tcW w:w="1020" w:type="dxa"/>
          </w:tcPr>
          <w:p w:rsidR="00786C40" w:rsidRPr="00DF0118" w:rsidRDefault="00786C40" w:rsidP="00786C40"/>
        </w:tc>
        <w:tc>
          <w:tcPr>
            <w:tcW w:w="2552" w:type="dxa"/>
          </w:tcPr>
          <w:p w:rsidR="00786C40" w:rsidRPr="00DF0118" w:rsidRDefault="00786C40" w:rsidP="00786C40"/>
        </w:tc>
        <w:tc>
          <w:tcPr>
            <w:tcW w:w="823" w:type="dxa"/>
          </w:tcPr>
          <w:p w:rsidR="00786C40" w:rsidRDefault="00786C40" w:rsidP="00786C40"/>
        </w:tc>
        <w:tc>
          <w:tcPr>
            <w:tcW w:w="3685" w:type="dxa"/>
            <w:vMerge/>
          </w:tcPr>
          <w:p w:rsidR="00786C40" w:rsidRDefault="00786C40" w:rsidP="00786C40"/>
        </w:tc>
      </w:tr>
      <w:tr w:rsidR="00786C40" w:rsidTr="00F862D6">
        <w:tc>
          <w:tcPr>
            <w:tcW w:w="1020" w:type="dxa"/>
          </w:tcPr>
          <w:p w:rsidR="00786C40" w:rsidRPr="00DF0118" w:rsidRDefault="00786C40" w:rsidP="00786C40">
            <w:r w:rsidRPr="00DF0118">
              <w:t>Mobil</w:t>
            </w:r>
          </w:p>
        </w:tc>
        <w:tc>
          <w:tcPr>
            <w:tcW w:w="2552" w:type="dxa"/>
          </w:tcPr>
          <w:p w:rsidR="00786C40" w:rsidRPr="00DF0118" w:rsidRDefault="00786C40" w:rsidP="00786C40">
            <w:r w:rsidRPr="00DF0118">
              <w:t>+420 722 819 305</w:t>
            </w:r>
          </w:p>
        </w:tc>
        <w:tc>
          <w:tcPr>
            <w:tcW w:w="823" w:type="dxa"/>
          </w:tcPr>
          <w:p w:rsidR="00786C40" w:rsidRDefault="00786C40" w:rsidP="00786C40"/>
        </w:tc>
        <w:tc>
          <w:tcPr>
            <w:tcW w:w="3685" w:type="dxa"/>
            <w:vMerge/>
          </w:tcPr>
          <w:p w:rsidR="00786C40" w:rsidRDefault="00786C40" w:rsidP="00786C40"/>
        </w:tc>
      </w:tr>
      <w:tr w:rsidR="00786C40" w:rsidTr="00F862D6">
        <w:tc>
          <w:tcPr>
            <w:tcW w:w="1020" w:type="dxa"/>
          </w:tcPr>
          <w:p w:rsidR="00786C40" w:rsidRPr="00DF0118" w:rsidRDefault="00786C40" w:rsidP="00786C40">
            <w:r w:rsidRPr="00DF0118">
              <w:t>E-mail</w:t>
            </w:r>
          </w:p>
        </w:tc>
        <w:tc>
          <w:tcPr>
            <w:tcW w:w="2552" w:type="dxa"/>
          </w:tcPr>
          <w:p w:rsidR="00786C40" w:rsidRPr="00DF0118" w:rsidRDefault="00786C40" w:rsidP="00786C40">
            <w:r w:rsidRPr="00DF0118">
              <w:t>Klimesja@spravazeleznic.cz</w:t>
            </w:r>
          </w:p>
        </w:tc>
        <w:tc>
          <w:tcPr>
            <w:tcW w:w="823" w:type="dxa"/>
          </w:tcPr>
          <w:p w:rsidR="00786C40" w:rsidRDefault="00786C40" w:rsidP="00786C40"/>
        </w:tc>
        <w:tc>
          <w:tcPr>
            <w:tcW w:w="3685" w:type="dxa"/>
            <w:vMerge/>
          </w:tcPr>
          <w:p w:rsidR="00786C40" w:rsidRDefault="00786C40" w:rsidP="00786C40"/>
        </w:tc>
      </w:tr>
      <w:tr w:rsidR="00786C40" w:rsidTr="00F862D6">
        <w:tc>
          <w:tcPr>
            <w:tcW w:w="1020" w:type="dxa"/>
          </w:tcPr>
          <w:p w:rsidR="00786C40" w:rsidRPr="00DF0118" w:rsidRDefault="00786C40" w:rsidP="00786C40"/>
        </w:tc>
        <w:tc>
          <w:tcPr>
            <w:tcW w:w="2552" w:type="dxa"/>
          </w:tcPr>
          <w:p w:rsidR="00786C40" w:rsidRPr="00DF0118" w:rsidRDefault="00786C40" w:rsidP="00786C40"/>
        </w:tc>
        <w:tc>
          <w:tcPr>
            <w:tcW w:w="823" w:type="dxa"/>
          </w:tcPr>
          <w:p w:rsidR="00786C40" w:rsidRDefault="00786C40" w:rsidP="00786C40"/>
        </w:tc>
        <w:tc>
          <w:tcPr>
            <w:tcW w:w="3685" w:type="dxa"/>
          </w:tcPr>
          <w:p w:rsidR="00786C40" w:rsidRDefault="00786C40" w:rsidP="00786C40"/>
        </w:tc>
      </w:tr>
      <w:tr w:rsidR="00786C40" w:rsidTr="00F862D6">
        <w:tc>
          <w:tcPr>
            <w:tcW w:w="1020" w:type="dxa"/>
          </w:tcPr>
          <w:p w:rsidR="00786C40" w:rsidRPr="00DF0118" w:rsidRDefault="00786C40" w:rsidP="00786C40">
            <w:r w:rsidRPr="00DF0118">
              <w:t>Datum</w:t>
            </w:r>
          </w:p>
        </w:tc>
        <w:tc>
          <w:tcPr>
            <w:tcW w:w="2552" w:type="dxa"/>
          </w:tcPr>
          <w:p w:rsidR="00786C40" w:rsidRDefault="00786C40" w:rsidP="00786C40">
            <w:r>
              <w:t>15. března</w:t>
            </w:r>
            <w:r w:rsidRPr="00DF0118">
              <w:t xml:space="preserve"> 2022 </w:t>
            </w:r>
          </w:p>
        </w:tc>
        <w:tc>
          <w:tcPr>
            <w:tcW w:w="823" w:type="dxa"/>
          </w:tcPr>
          <w:p w:rsidR="00786C40" w:rsidRDefault="00786C40" w:rsidP="00786C40"/>
        </w:tc>
        <w:tc>
          <w:tcPr>
            <w:tcW w:w="3685" w:type="dxa"/>
          </w:tcPr>
          <w:p w:rsidR="00786C40" w:rsidRDefault="00786C40" w:rsidP="00786C40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921CE8" w:rsidRPr="00921CE8">
        <w:rPr>
          <w:rFonts w:eastAsia="Calibri" w:cs="Times New Roman"/>
          <w:b/>
          <w:lang w:eastAsia="cs-CZ"/>
        </w:rPr>
        <w:t>Zajištění skalních masivů na trati Brno - Letovice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786C40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240561">
        <w:rPr>
          <w:rFonts w:eastAsia="Times New Roman" w:cs="Times New Roman"/>
          <w:lang w:eastAsia="cs-CZ"/>
        </w:rPr>
        <w:t>1</w:t>
      </w:r>
      <w:r w:rsidRPr="00CB7B5A">
        <w:rPr>
          <w:rFonts w:eastAsia="Calibri" w:cs="Times New Roman"/>
          <w:lang w:eastAsia="cs-CZ"/>
        </w:rPr>
        <w:t xml:space="preserve"> 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921CE8" w:rsidRDefault="00921CE8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</w:p>
    <w:p w:rsidR="00921CE8" w:rsidRPr="00921CE8" w:rsidRDefault="00921CE8" w:rsidP="00921CE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921CE8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V technické zprávě (E.1.5.1.9, strana 8) a ve výkazu výměr je specifikována následující konstrukce těžkých ochranných plotů:</w:t>
      </w:r>
    </w:p>
    <w:p w:rsidR="00921CE8" w:rsidRPr="00921CE8" w:rsidRDefault="00921CE8" w:rsidP="00921CE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</w:p>
    <w:p w:rsidR="00921CE8" w:rsidRPr="00921CE8" w:rsidRDefault="00921CE8" w:rsidP="00921CE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</w:pPr>
      <w:r w:rsidRPr="00921CE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  <w:t>E.1.5.1.9 Ochranný plot výšky do 2 m</w:t>
      </w:r>
    </w:p>
    <w:p w:rsidR="00921CE8" w:rsidRPr="00921CE8" w:rsidRDefault="00921CE8" w:rsidP="00921CE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</w:pPr>
      <w:r w:rsidRPr="00921CE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  <w:t>Ochranný plot (OP) bude vysoký min. 2 m nad terénem a bude složen z modifikovaných</w:t>
      </w:r>
    </w:p>
    <w:p w:rsidR="00921CE8" w:rsidRPr="00921CE8" w:rsidRDefault="00921CE8" w:rsidP="00921CE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</w:pPr>
      <w:r w:rsidRPr="00921CE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  <w:t>sloupků z ocelových trubek. Volná výška plotu bude cca 1,9 m. Sloupky plotu, které budou</w:t>
      </w:r>
    </w:p>
    <w:p w:rsidR="00921CE8" w:rsidRPr="00921CE8" w:rsidRDefault="00921CE8" w:rsidP="00921CE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</w:pPr>
      <w:r w:rsidRPr="00921CE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  <w:t>ve skalním svahu budou vždy osazeny do vrtů. Ve výjimečných případech budou sloupky osazeny do základových patek anebo kombinace vrtu a základové patky. Jedná se o místa realizace sloupku v zemním svahu, mělkém kvartérním krytu anebo v místech, kde se předpokládá rychlé zvětrání skalního svahu. Pro výplň jednotlivých polí plotu bude použita vysokopevnostní ocelová</w:t>
      </w:r>
    </w:p>
    <w:p w:rsidR="00921CE8" w:rsidRPr="00921CE8" w:rsidRDefault="00921CE8" w:rsidP="00921CE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</w:pPr>
      <w:r w:rsidRPr="00921CE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  <w:t>dvouzákrutová síť s antikorozní úpravou ZnAl. Pás pletiva šířky 2,25 m bude osazen tak,</w:t>
      </w:r>
    </w:p>
    <w:p w:rsidR="00921CE8" w:rsidRPr="00921CE8" w:rsidRDefault="00921CE8" w:rsidP="00921CE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</w:pPr>
      <w:r w:rsidRPr="00921CE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  <w:t>aby pletivo nebylo plně napnuté. Pletivo bude navázáno na každý druhý sloupek. Sloupky plotu</w:t>
      </w:r>
    </w:p>
    <w:p w:rsidR="00921CE8" w:rsidRPr="00921CE8" w:rsidRDefault="00921CE8" w:rsidP="00921CE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</w:pPr>
      <w:r w:rsidRPr="00921CE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  <w:t>budou kotveny kolmo ke skalnímu svahu a bude kotven každý druhý sloupek, či případně v místech změny vedení plotu, či v místech s výrazněji porušenou tektonikou svahu jednotlivě. Plot bude opatřen pěti podélnými Zn lany min. Ø 10 mm. Celkem bude realizováno 254 m OP. Práce bude na místě řídit geotechnik či projektant.</w:t>
      </w:r>
    </w:p>
    <w:p w:rsidR="00921CE8" w:rsidRPr="00921CE8" w:rsidRDefault="00921CE8" w:rsidP="00921CE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</w:pPr>
      <w:r w:rsidRPr="00921CE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  <w:t>Nejprve budou provedeny vrty min. Ø 156 mm, hloubky min. 1,1 m a v osové vzdálenosti</w:t>
      </w:r>
    </w:p>
    <w:p w:rsidR="00921CE8" w:rsidRPr="00921CE8" w:rsidRDefault="00921CE8" w:rsidP="00921CE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</w:pPr>
      <w:r w:rsidRPr="00921CE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  <w:t>po 2 m. Po osazení sloupku a vycentrování bude vrt zalit cementovou zálivkou c:v = 1:2,</w:t>
      </w:r>
    </w:p>
    <w:p w:rsidR="00921CE8" w:rsidRPr="00921CE8" w:rsidRDefault="00921CE8" w:rsidP="00921CE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</w:pPr>
      <w:r w:rsidRPr="00921CE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  <w:t>pro kterou bude použit cement CEMII/B-M (V-LL) 32,5 R. V případě realizace základových patek bude použit beton třídy C 25/30 XC2 a patky budou mít minimální půdorysný rozměr</w:t>
      </w:r>
    </w:p>
    <w:p w:rsidR="00921CE8" w:rsidRPr="00921CE8" w:rsidRDefault="00921CE8" w:rsidP="00921CE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</w:pPr>
      <w:r w:rsidRPr="00921CE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  <w:t>0,35 x 0,35 m, hloubka bude min. 1,1 m. Skutečný tvar bude dle provedení výkopu, dle místních</w:t>
      </w:r>
    </w:p>
    <w:p w:rsidR="00921CE8" w:rsidRPr="00921CE8" w:rsidRDefault="00921CE8" w:rsidP="00921CE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</w:pPr>
      <w:r w:rsidRPr="00921CE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  <w:t>základových poměrů.</w:t>
      </w:r>
    </w:p>
    <w:p w:rsidR="00921CE8" w:rsidRPr="00921CE8" w:rsidRDefault="00921CE8" w:rsidP="00921CE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</w:pPr>
      <w:r w:rsidRPr="00921CE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  <w:t>Sloupky plotu budou z ocelových trubek Ø 89/10 mm, délky min. 3 m. V místech se složitější</w:t>
      </w:r>
    </w:p>
    <w:p w:rsidR="00921CE8" w:rsidRPr="00921CE8" w:rsidRDefault="00921CE8" w:rsidP="00921CE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</w:pPr>
      <w:r w:rsidRPr="00921CE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  <w:t>morfologii terénu (deprese, skalní schodek) budou sloupky prodlouženy tak, aby výška plotu</w:t>
      </w:r>
    </w:p>
    <w:p w:rsidR="00921CE8" w:rsidRPr="00921CE8" w:rsidRDefault="00921CE8" w:rsidP="00921CE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</w:pPr>
      <w:r w:rsidRPr="00921CE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  <w:t>nad terénem byla vždy min. 2 m a hloubka založení min. 1/3 délky sloupku. Sloupky budou</w:t>
      </w:r>
    </w:p>
    <w:p w:rsidR="00921CE8" w:rsidRPr="00921CE8" w:rsidRDefault="00921CE8" w:rsidP="00921CE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</w:pPr>
      <w:r w:rsidRPr="00921CE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  <w:t>mít zavařenou hlavu a budou mít navařený oka pro vedení hlavního horního a dolního lana.</w:t>
      </w:r>
    </w:p>
    <w:p w:rsidR="00921CE8" w:rsidRPr="00921CE8" w:rsidRDefault="00921CE8" w:rsidP="00921CE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</w:pPr>
      <w:r w:rsidRPr="00921CE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  <w:t>Přes tyto oka je pak realizováno i kotvení sloupků. Mezi sloupky plotu budou nejdřív natažena</w:t>
      </w:r>
    </w:p>
    <w:p w:rsidR="00921CE8" w:rsidRPr="00921CE8" w:rsidRDefault="00921CE8" w:rsidP="00921CE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</w:pPr>
      <w:r w:rsidRPr="00921CE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  <w:t>hlavní ocelová Zn lana min. Ø 10 mm, která budou u krajních sloupků kotvena ke skalní stěně</w:t>
      </w:r>
    </w:p>
    <w:p w:rsidR="00921CE8" w:rsidRPr="00921CE8" w:rsidRDefault="00921CE8" w:rsidP="00921CE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</w:pPr>
      <w:r w:rsidRPr="00921CE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  <w:lastRenderedPageBreak/>
        <w:t>pomocí tyčí s kovaným okem, z oceli B500, min Ø 25 mm, délky min. 1,1 m. Na takto připravená lana bude zavěšeno ocelové dvouzákrutové pletivo s rozměrem oka 60 x 80 mm z drátu Ø 2,2 mm.</w:t>
      </w:r>
    </w:p>
    <w:p w:rsidR="00921CE8" w:rsidRPr="00921CE8" w:rsidRDefault="00921CE8" w:rsidP="00921CE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</w:pPr>
      <w:r w:rsidRPr="00921CE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  <w:t>Jedná se o pás pletiva šířky min. 2,25 m. Pás pletiva bude instalován podélně a v místě napojení</w:t>
      </w:r>
    </w:p>
    <w:p w:rsidR="00921CE8" w:rsidRPr="00921CE8" w:rsidRDefault="00921CE8" w:rsidP="00921CE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</w:pPr>
      <w:r w:rsidRPr="00921CE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  <w:t>na další pás bude proveden překryv na šířku min. 0,2 m. Jednotlivé pásy budou spájeny c-kroužky, max. po 0,1 m. Pletivo bude vázáno ke každému druhému sloupku pomocí vázacího drátu min. Ø 2,2 mm. Pletivo bude instalováno na stranu sloupků směrem dolů po svahu a ve spodní linii bude provedeno zpětné zahnutí pletiva směrem proti stoupání svahu, poté bude pletivo položeno na zem a přitíženo kameny. Realizace pletiva mezi svah a sloupky je nepřípustná. V místě sloupků budou provedeny prostřihy pletiva, aby bylo možné realizovat zpětný ohyb.</w:t>
      </w:r>
    </w:p>
    <w:p w:rsidR="00921CE8" w:rsidRPr="00921CE8" w:rsidRDefault="00921CE8" w:rsidP="00921CE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</w:pPr>
      <w:r w:rsidRPr="00921CE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  <w:t>Kotvení plotu bude realizováno kolmo ke skalnímu svahu pomocí ocelového Zn lana</w:t>
      </w:r>
    </w:p>
    <w:p w:rsidR="00921CE8" w:rsidRPr="00921CE8" w:rsidRDefault="00921CE8" w:rsidP="00921CE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</w:pPr>
      <w:r w:rsidRPr="00921CE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  <w:t>min. Ø 10 mm přes kotevní prvek s kovaným okem, z oceli B500, min Ø 25 mm, délky min. 1,1 m do vrtu anebo do základových patek z betonu třídy C 25/30 XC2. Lana budou upevňována pomocí</w:t>
      </w:r>
    </w:p>
    <w:p w:rsidR="00921CE8" w:rsidRPr="00921CE8" w:rsidRDefault="00921CE8" w:rsidP="00921CE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</w:pPr>
      <w:r w:rsidRPr="00921CE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  <w:t>lanových spojek pro příslušný průměr lana. Vlastní přikotvení plotu bude provedeno napnutím</w:t>
      </w:r>
    </w:p>
    <w:p w:rsidR="00921CE8" w:rsidRPr="00921CE8" w:rsidRDefault="00921CE8" w:rsidP="00921CE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</w:pPr>
      <w:r w:rsidRPr="00921CE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  <w:t>ocelového lana přes lanové spojky. Patky budou mít minimální půdorysný rozměr 0,35 x 0,35 m, hloubka bude min. 1,1 m a stěny základu budou dle provedení výkopu, dle místních základových poměrů.</w:t>
      </w:r>
    </w:p>
    <w:p w:rsidR="00921CE8" w:rsidRPr="00921CE8" w:rsidRDefault="00921CE8" w:rsidP="00921CE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</w:pPr>
      <w:r w:rsidRPr="00921CE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  <w:t>Všechny kotevní prvky s podložkou, matkou a spojníky a také sloupy plotů budou opatřeny</w:t>
      </w:r>
    </w:p>
    <w:p w:rsidR="00921CE8" w:rsidRPr="00921CE8" w:rsidRDefault="00921CE8" w:rsidP="00921CE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</w:pPr>
      <w:r w:rsidRPr="00921CE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  <w:t>antikorozním krycím nátěrem v definované barvě skalního podkladu, ještě před instalací do vrtu.</w:t>
      </w:r>
    </w:p>
    <w:p w:rsidR="00921CE8" w:rsidRPr="00921CE8" w:rsidRDefault="00921CE8" w:rsidP="00921CE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</w:pPr>
      <w:r w:rsidRPr="00921CE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  <w:t>Aby se zabránilo kondenzaci vlhkosti vzduchu a následné korozi zevnitř sloupků, každý bude</w:t>
      </w:r>
    </w:p>
    <w:p w:rsidR="00921CE8" w:rsidRPr="00921CE8" w:rsidRDefault="00921CE8" w:rsidP="00921CE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</w:pPr>
      <w:r w:rsidRPr="00921CE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  <w:t>opatřený dvěma otvory Ø 10 mm, dole a nahoře. Projektem požadované kvalitativní vlastnosti</w:t>
      </w:r>
    </w:p>
    <w:p w:rsidR="00921CE8" w:rsidRPr="00921CE8" w:rsidRDefault="00921CE8" w:rsidP="00921CE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</w:pPr>
      <w:r w:rsidRPr="00921CE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  <w:t>pletiva, lan a spojovacího materiálu, viz tabulka č. 1.</w:t>
      </w:r>
    </w:p>
    <w:p w:rsidR="00921CE8" w:rsidRPr="00921CE8" w:rsidRDefault="00921CE8" w:rsidP="00921CE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</w:p>
    <w:p w:rsidR="00921CE8" w:rsidRPr="00921CE8" w:rsidRDefault="00921CE8" w:rsidP="00921CE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921CE8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Ze zkušeností instalace ochranných plotů bývají ruční vrty pro sloupky větších profilů horolezeckým způsobem komplikované a cenově neefektivní. Námi běžně instalované ploty jsou konstrukce, kdy pletivo je síť z vysokopevnostní oceli o pevnosti minimálně 150 kN/m s velikostí oka 65 mm. Sloupky plotu jsou tvořeny samozavrtávacími kotevními tyčemi typu IBO R32S (alternativně tyče typu TITAN 30/11) s povrchovou úpravou ZnAl. Při konstrukci dle přiloženého výkresu jsou tyto ploty testovány na dopadovou energii až 60 kJ, což vysoce převyšuje parametry specifikované v PD. Rovněž má vysokopevnostní síť homogenní mechanické vlastnosti po celé své ploše a tedy je schopna absorbovat energii impaktu v kterémkoli bodě plotu. Ploty specifikované v PD jsou tvořeny sítí z měkké oceli a tuto vlastnost mají pouze v místech, kde je síť posílena ocelovými lany. V neposlední řadě je také velice jednoduchá údržba této konstrukce, kdy lze jakýkoli prvek snadno a rychle vyměnit.</w:t>
      </w:r>
    </w:p>
    <w:p w:rsidR="00921CE8" w:rsidRPr="00921CE8" w:rsidRDefault="00921CE8" w:rsidP="00921CE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</w:p>
    <w:p w:rsidR="00921CE8" w:rsidRPr="00921CE8" w:rsidRDefault="00921CE8" w:rsidP="00921C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921CE8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Dotaz č. 1: Ptáme se, zda je ploty z PD možno nahradit ploty s konstrukcí popsanou výše a dle přiloženého výkresu při dodržení požadavku na životnost všech prvků.</w:t>
      </w:r>
    </w:p>
    <w:p w:rsidR="00921CE8" w:rsidRPr="00921CE8" w:rsidRDefault="00921CE8" w:rsidP="00921CE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bookmarkStart w:id="0" w:name="_GoBack"/>
      <w:bookmarkEnd w:id="0"/>
      <w:r w:rsidRPr="00921CE8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Přílohy: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</w:t>
      </w:r>
      <w:r w:rsidRPr="00921CE8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Příloha č.1 – Těžký plot-model (formát pdf).</w:t>
      </w:r>
    </w:p>
    <w:p w:rsidR="00921CE8" w:rsidRPr="00786C40" w:rsidRDefault="00921CE8" w:rsidP="00921CE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</w:p>
    <w:p w:rsidR="00921CE8" w:rsidRPr="00786C40" w:rsidRDefault="00921CE8" w:rsidP="00921CE8">
      <w:pPr>
        <w:spacing w:after="0" w:line="240" w:lineRule="auto"/>
        <w:rPr>
          <w:rFonts w:eastAsia="Calibri" w:cs="Times New Roman"/>
          <w:b/>
          <w:lang w:eastAsia="cs-CZ"/>
        </w:rPr>
      </w:pPr>
      <w:r w:rsidRPr="00786C40">
        <w:rPr>
          <w:rFonts w:eastAsia="Calibri" w:cs="Times New Roman"/>
          <w:b/>
          <w:lang w:eastAsia="cs-CZ"/>
        </w:rPr>
        <w:t xml:space="preserve">Odpověď: </w:t>
      </w:r>
      <w:r w:rsidR="00AC7338" w:rsidRPr="00786C40">
        <w:rPr>
          <w:rFonts w:eastAsia="Calibri" w:cs="Times New Roman"/>
          <w:b/>
          <w:lang w:eastAsia="cs-CZ"/>
        </w:rPr>
        <w:t xml:space="preserve"> </w:t>
      </w:r>
    </w:p>
    <w:p w:rsidR="00AC7338" w:rsidRPr="00786C40" w:rsidRDefault="00AC7338" w:rsidP="00921CE8">
      <w:pPr>
        <w:spacing w:after="0" w:line="240" w:lineRule="auto"/>
        <w:rPr>
          <w:rFonts w:asciiTheme="majorHAnsi" w:eastAsia="Calibri" w:hAnsiTheme="majorHAnsi" w:cs="Times New Roman"/>
          <w:b/>
          <w:sz w:val="20"/>
          <w:szCs w:val="20"/>
          <w:lang w:eastAsia="cs-CZ"/>
        </w:rPr>
      </w:pPr>
      <w:r w:rsidRPr="00786C40">
        <w:rPr>
          <w:rFonts w:asciiTheme="majorHAnsi" w:eastAsia="Calibri" w:hAnsiTheme="majorHAnsi" w:cs="Times New Roman"/>
          <w:b/>
          <w:sz w:val="20"/>
          <w:szCs w:val="20"/>
          <w:lang w:eastAsia="cs-CZ"/>
        </w:rPr>
        <w:t>Navržená konstrukce plotu je součástí ověřené a schválené projektové dokumentace, nelze ji měnit.</w:t>
      </w:r>
    </w:p>
    <w:p w:rsidR="00921CE8" w:rsidRPr="00786C40" w:rsidRDefault="00AC7338" w:rsidP="00921CE8">
      <w:pPr>
        <w:spacing w:after="0" w:line="240" w:lineRule="auto"/>
        <w:jc w:val="both"/>
        <w:rPr>
          <w:rFonts w:asciiTheme="majorHAnsi" w:eastAsia="Times New Roman" w:hAnsiTheme="majorHAnsi" w:cs="Times New Roman"/>
          <w:b/>
          <w:bCs/>
          <w:sz w:val="20"/>
          <w:szCs w:val="20"/>
          <w:lang w:eastAsia="cs-CZ"/>
        </w:rPr>
      </w:pPr>
      <w:r w:rsidRPr="00786C40">
        <w:rPr>
          <w:rFonts w:asciiTheme="majorHAnsi" w:eastAsia="Times New Roman" w:hAnsiTheme="majorHAnsi" w:cs="Times New Roman"/>
          <w:b/>
          <w:bCs/>
          <w:sz w:val="20"/>
          <w:szCs w:val="20"/>
          <w:lang w:eastAsia="cs-CZ"/>
        </w:rPr>
        <w:lastRenderedPageBreak/>
        <w:t>Plot v PD je zcela běžný, ze zcela dostupných komponent a jednoduché konstrukce.</w:t>
      </w:r>
    </w:p>
    <w:p w:rsidR="00AC7338" w:rsidRPr="00786C40" w:rsidRDefault="00AC7338" w:rsidP="00921CE8">
      <w:pPr>
        <w:spacing w:after="0" w:line="240" w:lineRule="auto"/>
        <w:jc w:val="both"/>
        <w:rPr>
          <w:rFonts w:asciiTheme="majorHAnsi" w:eastAsia="Times New Roman" w:hAnsiTheme="majorHAnsi" w:cs="Times New Roman"/>
          <w:bCs/>
          <w:sz w:val="20"/>
          <w:szCs w:val="20"/>
          <w:lang w:eastAsia="cs-CZ"/>
        </w:rPr>
      </w:pPr>
    </w:p>
    <w:p w:rsidR="00921CE8" w:rsidRPr="00786C40" w:rsidRDefault="00921CE8" w:rsidP="00921CE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786C40">
        <w:rPr>
          <w:rFonts w:eastAsia="Calibri" w:cs="Times New Roman"/>
          <w:b/>
          <w:lang w:eastAsia="cs-CZ"/>
        </w:rPr>
        <w:t>Dotaz č. 2:</w:t>
      </w:r>
    </w:p>
    <w:p w:rsidR="00921CE8" w:rsidRPr="00786C40" w:rsidRDefault="00921CE8" w:rsidP="00921CE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</w:p>
    <w:p w:rsidR="00921CE8" w:rsidRPr="00786C40" w:rsidRDefault="00921CE8" w:rsidP="00921CE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786C40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V technické zprávě (E.1.5.1.9, strana 7) a ve výkazu výměr je specifikován následující typ ocelových sítí: </w:t>
      </w:r>
    </w:p>
    <w:p w:rsidR="00921CE8" w:rsidRPr="00786C40" w:rsidRDefault="00921CE8" w:rsidP="00921CE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</w:p>
    <w:p w:rsidR="00921CE8" w:rsidRPr="00786C40" w:rsidRDefault="00921CE8" w:rsidP="00921CE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</w:pPr>
      <w:r w:rsidRPr="00786C4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  <w:t>E.1.5.1.8 Zajištění skalního svahu ocelovou sítí 80 x 100 mm</w:t>
      </w:r>
    </w:p>
    <w:p w:rsidR="00921CE8" w:rsidRPr="00786C40" w:rsidRDefault="00921CE8" w:rsidP="00921CE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</w:pPr>
      <w:r w:rsidRPr="00786C4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  <w:t>Projektem vyznačená oblast skalních svahů o celkové ploše 6 613 m2 bude po očištění</w:t>
      </w:r>
    </w:p>
    <w:p w:rsidR="00921CE8" w:rsidRPr="00786C40" w:rsidRDefault="00921CE8" w:rsidP="00921CE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</w:pPr>
      <w:r w:rsidRPr="00786C4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  <w:t>a odtěžení případných labilních struktur zajištěna systémem plošného překrytí speciálními</w:t>
      </w:r>
    </w:p>
    <w:p w:rsidR="00921CE8" w:rsidRPr="00786C40" w:rsidRDefault="00921CE8" w:rsidP="00921CE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</w:pPr>
      <w:r w:rsidRPr="00786C4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  <w:t>ocelovými sítěmi s výrobně vpleteným lanem Ø 8 mm po 1 m. Budou použity vysokopevnostní</w:t>
      </w:r>
    </w:p>
    <w:p w:rsidR="00921CE8" w:rsidRPr="00786C40" w:rsidRDefault="00921CE8" w:rsidP="00921CE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</w:pPr>
      <w:r w:rsidRPr="00786C4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  <w:t>ocelové dvouzákrutové sítě s rozměrem ok 80 x 100 mm z drátu Ø 2,7 mm a s antikorozní úpravou ZnAl. Tyto sítě budou částečně nebo kompletně doplněny (podloženy) protierozní extrudovanou PP georohoží tloušťky do 13 mm v celkovém rozsahu 2 315 m2.</w:t>
      </w:r>
    </w:p>
    <w:p w:rsidR="00921CE8" w:rsidRPr="00786C40" w:rsidRDefault="00921CE8" w:rsidP="00921CE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</w:pPr>
      <w:r w:rsidRPr="00786C4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  <w:t>Ke skalnímu svahu bude síť kotvena samozávrtnými injekčními tyčemi z oceli 28Mn6,</w:t>
      </w:r>
    </w:p>
    <w:p w:rsidR="00921CE8" w:rsidRPr="00786C40" w:rsidRDefault="00921CE8" w:rsidP="00921CE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</w:pPr>
      <w:r w:rsidRPr="00786C4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  <w:t>min. Ø 32 mm, délky min. 3,4 m. Osová vzdálenost kotevních prvků sítě je navržena v rastru</w:t>
      </w:r>
    </w:p>
    <w:p w:rsidR="00921CE8" w:rsidRPr="00786C40" w:rsidRDefault="00921CE8" w:rsidP="00921CE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</w:pPr>
      <w:r w:rsidRPr="00786C4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  <w:t>3 x 3 m (podélně x svisle). Skutečné rozmístění kotevních prvků sítě určí geotechnický dozor</w:t>
      </w:r>
    </w:p>
    <w:p w:rsidR="00921CE8" w:rsidRPr="00786C40" w:rsidRDefault="00921CE8" w:rsidP="00921CE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</w:pPr>
      <w:r w:rsidRPr="00786C4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  <w:t>zhotovitele přímo na stavbě dle daných geologických podmínek. Aby nedošlo k vyklouznutí lana zpod roznášecí desky, bude lano procházet střídavě nad a pod kotevními prvky sítě. Pro zajištění sítě na nedostatečně přiléhajících místech budou použity ty samé kotevní tyče. Ochranná síť</w:t>
      </w:r>
    </w:p>
    <w:p w:rsidR="00921CE8" w:rsidRPr="00786C40" w:rsidRDefault="00921CE8" w:rsidP="00921CE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</w:pPr>
      <w:r w:rsidRPr="00786C4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  <w:t>se tak vytvaruje podle tvaru masivu.</w:t>
      </w:r>
    </w:p>
    <w:p w:rsidR="00921CE8" w:rsidRPr="00786C40" w:rsidRDefault="00921CE8" w:rsidP="00921CE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</w:pPr>
      <w:r w:rsidRPr="00786C4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  <w:t>Na skalní svah budou sítě pokládány vedle sebe na sraz. Záchytná síť bude odvinována z role</w:t>
      </w:r>
    </w:p>
    <w:p w:rsidR="00921CE8" w:rsidRPr="00786C40" w:rsidRDefault="00921CE8" w:rsidP="00921CE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</w:pPr>
      <w:r w:rsidRPr="00786C4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  <w:t>šíře cca 3 m podle přístupnosti terénu buď pod, či nad skalním svahem nebo přímo ve skalní stěně.</w:t>
      </w:r>
    </w:p>
    <w:p w:rsidR="00921CE8" w:rsidRPr="00786C40" w:rsidRDefault="00921CE8" w:rsidP="00921CE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</w:pPr>
      <w:r w:rsidRPr="00786C4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  <w:t>Po položení bude síť provizorně uchycena na horní hraně vázacím drátem a následně vytvarována podle morfologie skalních svahů. Spojování jednotlivých pásů sítí bude provedeno pomocí ocelového lana min. Ø 8 mm.</w:t>
      </w:r>
    </w:p>
    <w:p w:rsidR="00921CE8" w:rsidRPr="00786C40" w:rsidRDefault="00921CE8" w:rsidP="00921CE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</w:pPr>
      <w:r w:rsidRPr="00786C4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  <w:t>Vrty pro kotevní prvky budou min. Ø 51 mm s úklonem vrtu 10° a budou se provádět</w:t>
      </w:r>
    </w:p>
    <w:p w:rsidR="00921CE8" w:rsidRPr="00786C40" w:rsidRDefault="00921CE8" w:rsidP="00921CE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</w:pPr>
      <w:r w:rsidRPr="00786C4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  <w:t>pneumatickými kladivy. Jako výplach bude použit stlačený vzduch. Injektování vrtů</w:t>
      </w:r>
    </w:p>
    <w:p w:rsidR="00921CE8" w:rsidRPr="00786C40" w:rsidRDefault="00921CE8" w:rsidP="00921CE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</w:pPr>
      <w:r w:rsidRPr="00786C4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  <w:t>bude nízkotlaké vzestupné, tlakem do 0,6 Mpa a to cementovou zálivkou v poměru cement / voda v rozmezí 0,4 – 0,6, dle stavu skalního masivu a potřeby vyplnění vrtu. Konce kotevních prvků sítě budou zajištěny podložkou o rozměrech 150 x 150 x 8 mm a typovou maticí. Kotevní prvky sítě budou po montáži podložek a matic aktivovány.</w:t>
      </w:r>
    </w:p>
    <w:p w:rsidR="00921CE8" w:rsidRPr="00786C40" w:rsidRDefault="00921CE8" w:rsidP="00921CE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</w:pPr>
      <w:r w:rsidRPr="00786C4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  <w:t>Po obvodu oblastí překryté ochrannou sítí bude instalováno vodící lano min. Ø 10 mm</w:t>
      </w:r>
    </w:p>
    <w:p w:rsidR="00921CE8" w:rsidRPr="00786C40" w:rsidRDefault="00921CE8" w:rsidP="00921CE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</w:pPr>
      <w:r w:rsidRPr="00786C4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  <w:t>přes kotevní prvek sítě. Přes vodící lano bude síť přehnuta a zajištěna s přesahem min. 500 mm.</w:t>
      </w:r>
    </w:p>
    <w:p w:rsidR="00921CE8" w:rsidRPr="00786C40" w:rsidRDefault="00921CE8" w:rsidP="00921CE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</w:pPr>
      <w:r w:rsidRPr="00786C4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  <w:t>Lana budou spojována pomocí lanových svorek odpovídající velikosti. Spojování a zakončování ocelových Zn lan bude splňovat požadavky normy EN 13411-5 Ukončení ocelových drátěných lan – Bezpečnost. Část 5: Třmenové svorky pro zakončení drátěných lan. Ocelová lana budou pozinkována. U lanových svorek bude prováděna důsledná kontrola utažení matek na lanových</w:t>
      </w:r>
    </w:p>
    <w:p w:rsidR="00921CE8" w:rsidRPr="00786C40" w:rsidRDefault="00921CE8" w:rsidP="00921CE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</w:pPr>
      <w:r w:rsidRPr="00786C4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  <w:t>svorkách a jejich správná montáž – usazení sedla na napínanou část lana.</w:t>
      </w:r>
    </w:p>
    <w:p w:rsidR="00921CE8" w:rsidRPr="00786C40" w:rsidRDefault="00921CE8" w:rsidP="00921CE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</w:pPr>
      <w:r w:rsidRPr="00786C4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  <w:t>Všechny kotevní prvky s podložkou, matkou a spojníky budou opatřeny antikorozním krycím</w:t>
      </w:r>
    </w:p>
    <w:p w:rsidR="00921CE8" w:rsidRPr="00786C40" w:rsidRDefault="00921CE8" w:rsidP="00921CE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</w:pPr>
      <w:r w:rsidRPr="00786C4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  <w:t>nátěrem v definované barvě skalního podkladu, ještě před instalací do vrtu. Projektem požadované kvalitativní vlastnosti sítí, pletiva, lan a spojovacího materiálu, viz tabulka č. 1 a 2.</w:t>
      </w:r>
    </w:p>
    <w:p w:rsidR="00921CE8" w:rsidRPr="00786C40" w:rsidRDefault="00921CE8" w:rsidP="00921CE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</w:p>
    <w:p w:rsidR="00921CE8" w:rsidRPr="00786C40" w:rsidRDefault="00921CE8" w:rsidP="00921CE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</w:p>
    <w:p w:rsidR="00921CE8" w:rsidRPr="00786C40" w:rsidRDefault="00921CE8" w:rsidP="00921C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786C40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Dotaz č. 2: Je možné použití ocelových sítí s diagonálním tvarem oka, které splní či převýší požadavky na pevnost a životnost uvedené v PD?</w:t>
      </w:r>
    </w:p>
    <w:p w:rsidR="00921CE8" w:rsidRPr="00786C40" w:rsidRDefault="00921CE8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921CE8" w:rsidRPr="00786C40" w:rsidRDefault="00921CE8" w:rsidP="00921CE8">
      <w:pPr>
        <w:spacing w:after="0" w:line="240" w:lineRule="auto"/>
        <w:rPr>
          <w:rFonts w:eastAsia="Calibri" w:cs="Times New Roman"/>
          <w:b/>
          <w:lang w:eastAsia="cs-CZ"/>
        </w:rPr>
      </w:pPr>
      <w:r w:rsidRPr="00786C40">
        <w:rPr>
          <w:rFonts w:eastAsia="Calibri" w:cs="Times New Roman"/>
          <w:b/>
          <w:lang w:eastAsia="cs-CZ"/>
        </w:rPr>
        <w:t xml:space="preserve">Odpověď: </w:t>
      </w:r>
      <w:r w:rsidR="005373E1" w:rsidRPr="00786C40">
        <w:rPr>
          <w:rFonts w:eastAsia="Calibri" w:cs="Times New Roman"/>
          <w:b/>
          <w:lang w:eastAsia="cs-CZ"/>
        </w:rPr>
        <w:t>Tvar oka v PD není specifikován. Projektová dokumentace předepisuje tyto parametry dvouzákrutové sítě:</w:t>
      </w:r>
    </w:p>
    <w:p w:rsidR="005373E1" w:rsidRPr="005373E1" w:rsidRDefault="005373E1" w:rsidP="00921CE8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373E1" w:rsidRPr="00CB7B5A" w:rsidRDefault="005373E1" w:rsidP="00921CE8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noProof/>
          <w:lang w:eastAsia="cs-CZ"/>
        </w:rPr>
        <w:drawing>
          <wp:inline distT="0" distB="0" distL="0" distR="0" wp14:anchorId="64086624" wp14:editId="139B7E47">
            <wp:extent cx="3829050" cy="1800225"/>
            <wp:effectExtent l="19050" t="19050" r="19050" b="28575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l="732" r="978"/>
                    <a:stretch/>
                  </pic:blipFill>
                  <pic:spPr bwMode="auto">
                    <a:xfrm>
                      <a:off x="0" y="0"/>
                      <a:ext cx="3829050" cy="1800225"/>
                    </a:xfrm>
                    <a:prstGeom prst="rect">
                      <a:avLst/>
                    </a:prstGeom>
                    <a:ln w="19050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21CE8" w:rsidRDefault="00921CE8" w:rsidP="00921CE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</w:p>
    <w:p w:rsidR="00921CE8" w:rsidRDefault="00921CE8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786C40" w:rsidRDefault="00786C40" w:rsidP="00786C4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Vzhledem ke skutečnosti, že bylo provedeno pouze </w:t>
      </w:r>
      <w:r w:rsidRPr="00CB7B5A">
        <w:rPr>
          <w:rFonts w:eastAsia="Times New Roman" w:cs="Times New Roman"/>
          <w:b/>
          <w:lang w:eastAsia="cs-CZ"/>
        </w:rPr>
        <w:t>vysvětlení zadávací dokumentace</w:t>
      </w:r>
      <w:r w:rsidRPr="00CB7B5A">
        <w:rPr>
          <w:rFonts w:eastAsia="Times New Roman" w:cs="Times New Roman"/>
          <w:lang w:eastAsia="cs-CZ"/>
        </w:rPr>
        <w:t>, neprodlužuje zada</w:t>
      </w:r>
      <w:r>
        <w:rPr>
          <w:rFonts w:eastAsia="Times New Roman" w:cs="Times New Roman"/>
          <w:lang w:eastAsia="cs-CZ"/>
        </w:rPr>
        <w:t>vatel lhůtu pro podání nabídek.</w:t>
      </w:r>
    </w:p>
    <w:p w:rsidR="00786C40" w:rsidRDefault="00786C40" w:rsidP="00786C40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786C40" w:rsidRPr="00CB7B5A" w:rsidRDefault="00786C40" w:rsidP="00786C4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786C40">
        <w:rPr>
          <w:rFonts w:eastAsia="Calibri" w:cs="Times New Roman"/>
          <w:lang w:eastAsia="cs-CZ"/>
        </w:rPr>
        <w:t xml:space="preserve">Vysvětlení/ změnu/ doplnění zadávací </w:t>
      </w:r>
      <w:r w:rsidRPr="00CB7B5A">
        <w:rPr>
          <w:rFonts w:eastAsia="Calibri" w:cs="Times New Roman"/>
          <w:lang w:eastAsia="cs-CZ"/>
        </w:rPr>
        <w:t>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2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:rsidR="00786C40" w:rsidRPr="00CB7B5A" w:rsidRDefault="00786C40" w:rsidP="00786C40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:rsidR="00786C40" w:rsidRPr="00CB7B5A" w:rsidRDefault="00786C40" w:rsidP="00786C40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786C40">
        <w:rPr>
          <w:rFonts w:eastAsia="Calibri" w:cs="Times New Roman"/>
          <w:b/>
          <w:bCs/>
          <w:lang w:eastAsia="cs-CZ"/>
        </w:rPr>
        <w:t xml:space="preserve">Příloha: </w:t>
      </w:r>
      <w:r w:rsidRPr="00786C40">
        <w:rPr>
          <w:rFonts w:eastAsia="Calibri" w:cs="Times New Roman"/>
          <w:bCs/>
          <w:lang w:eastAsia="cs-CZ"/>
        </w:rPr>
        <w:t>těžký_plot-Model</w:t>
      </w:r>
    </w:p>
    <w:p w:rsidR="00786C40" w:rsidRPr="00CB7B5A" w:rsidRDefault="00786C40" w:rsidP="00786C40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786C40" w:rsidRDefault="00786C40" w:rsidP="00786C40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786C40" w:rsidRDefault="00786C40" w:rsidP="00786C40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786C40" w:rsidRDefault="00786C40" w:rsidP="00786C40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786C40" w:rsidRDefault="00786C40" w:rsidP="00786C40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786C40" w:rsidRDefault="00786C40" w:rsidP="00786C40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786C40" w:rsidRPr="00CB7B5A" w:rsidRDefault="00786C40" w:rsidP="00786C40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786C40" w:rsidRPr="00CB7B5A" w:rsidRDefault="00786C40" w:rsidP="00786C4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:rsidR="00786C40" w:rsidRPr="00CB7B5A" w:rsidRDefault="00786C40" w:rsidP="00786C40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786C40" w:rsidRPr="00CB7B5A" w:rsidRDefault="00786C40" w:rsidP="00786C40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786C40" w:rsidRPr="00CB7B5A" w:rsidRDefault="00786C40" w:rsidP="00786C40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:rsidR="00786C40" w:rsidRPr="00CB7B5A" w:rsidRDefault="00786C40" w:rsidP="00786C40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:rsidR="00786C40" w:rsidRPr="00CB7B5A" w:rsidRDefault="00786C40" w:rsidP="00786C40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:rsidR="00786C40" w:rsidRPr="00CB7B5A" w:rsidRDefault="00786C40" w:rsidP="00786C40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Pr="00CB7B5A" w:rsidRDefault="00CB7B5A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sectPr w:rsidR="00CB7B5A" w:rsidRPr="00CB7B5A" w:rsidSect="00FC638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4A54" w:rsidRDefault="005F4A54" w:rsidP="00962258">
      <w:pPr>
        <w:spacing w:after="0" w:line="240" w:lineRule="auto"/>
      </w:pPr>
      <w:r>
        <w:separator/>
      </w:r>
    </w:p>
  </w:endnote>
  <w:endnote w:type="continuationSeparator" w:id="0">
    <w:p w:rsidR="005F4A54" w:rsidRDefault="005F4A5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301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301F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7E4BA69" wp14:editId="3CD0186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25D4E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644DB1F" wp14:editId="6A96F4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6A13C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301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301F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Správa železnic, státní organizace</w:t>
          </w:r>
        </w:p>
        <w:p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Sídlo: Dlážděná 1003/7, 110 00 Praha 1</w:t>
          </w:r>
        </w:p>
        <w:p w:rsidR="00490C88" w:rsidRDefault="00490C88" w:rsidP="00331004">
          <w:pPr>
            <w:pStyle w:val="Zpat"/>
          </w:pPr>
          <w:r>
            <w:t>IČO: 709 94 234 DIČ: CZ 709 94 234</w:t>
          </w:r>
        </w:p>
        <w:p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490C88" w:rsidRDefault="00490C88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9A48EF9" wp14:editId="590D9FC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E1C3C1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7AB76D68" wp14:editId="69ED1FF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FE4D2D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4A54" w:rsidRDefault="005F4A54" w:rsidP="00962258">
      <w:pPr>
        <w:spacing w:after="0" w:line="240" w:lineRule="auto"/>
      </w:pPr>
      <w:r>
        <w:separator/>
      </w:r>
    </w:p>
  </w:footnote>
  <w:footnote w:type="continuationSeparator" w:id="0">
    <w:p w:rsidR="005F4A54" w:rsidRDefault="005F4A5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C2DB959" wp14:editId="412C5AAE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Pr="00D6163D" w:rsidRDefault="00F3199A" w:rsidP="00FC6389">
          <w:pPr>
            <w:pStyle w:val="Druhdokumentu"/>
          </w:pPr>
        </w:p>
      </w:tc>
    </w:tr>
    <w:tr w:rsidR="00F3199A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5D9FACC3" wp14:editId="51B38FBA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09DB912" wp14:editId="6DD1D3F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7D3CAE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51284042"/>
    <w:multiLevelType w:val="hybridMultilevel"/>
    <w:tmpl w:val="2564DBF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4"/>
  </w:num>
  <w:num w:numId="7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72C1E"/>
    <w:rsid w:val="000B1153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207DF5"/>
    <w:rsid w:val="00240561"/>
    <w:rsid w:val="00267369"/>
    <w:rsid w:val="0026785D"/>
    <w:rsid w:val="002C31BF"/>
    <w:rsid w:val="002E0CD7"/>
    <w:rsid w:val="002F026B"/>
    <w:rsid w:val="00357BC6"/>
    <w:rsid w:val="0037111D"/>
    <w:rsid w:val="003956C6"/>
    <w:rsid w:val="003C5BE7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373E1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5F4A54"/>
    <w:rsid w:val="006104F6"/>
    <w:rsid w:val="0061068E"/>
    <w:rsid w:val="00634F9B"/>
    <w:rsid w:val="00660AD3"/>
    <w:rsid w:val="006A5570"/>
    <w:rsid w:val="006A689C"/>
    <w:rsid w:val="006B3D79"/>
    <w:rsid w:val="006E0578"/>
    <w:rsid w:val="006E314D"/>
    <w:rsid w:val="006E7F06"/>
    <w:rsid w:val="0070644D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86C40"/>
    <w:rsid w:val="007B570C"/>
    <w:rsid w:val="007D330E"/>
    <w:rsid w:val="007E4A6E"/>
    <w:rsid w:val="007F56A7"/>
    <w:rsid w:val="00807DD0"/>
    <w:rsid w:val="00813F11"/>
    <w:rsid w:val="0082424F"/>
    <w:rsid w:val="00891334"/>
    <w:rsid w:val="008A14C0"/>
    <w:rsid w:val="008A3568"/>
    <w:rsid w:val="008D03B9"/>
    <w:rsid w:val="008F18D6"/>
    <w:rsid w:val="008F301F"/>
    <w:rsid w:val="00904780"/>
    <w:rsid w:val="009113A8"/>
    <w:rsid w:val="00912AD1"/>
    <w:rsid w:val="00921CE8"/>
    <w:rsid w:val="00922385"/>
    <w:rsid w:val="009223DF"/>
    <w:rsid w:val="00936091"/>
    <w:rsid w:val="009406B9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44328"/>
    <w:rsid w:val="00A6177B"/>
    <w:rsid w:val="00A66136"/>
    <w:rsid w:val="00AA4CBB"/>
    <w:rsid w:val="00AA65FA"/>
    <w:rsid w:val="00AA6AE8"/>
    <w:rsid w:val="00AA7351"/>
    <w:rsid w:val="00AC7338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824F1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4037557"/>
  <w14:defaultImageDpi w14:val="32767"/>
  <w15:docId w15:val="{318E5328-B02C-4E8B-AEB0-F19A96946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sharepoint/v3/field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8A95A3A-3B24-444E-AD02-C1551645E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6</TotalTime>
  <Pages>4</Pages>
  <Words>1399</Words>
  <Characters>8260</Characters>
  <Application>Microsoft Office Word</Application>
  <DocSecurity>0</DocSecurity>
  <Lines>68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9640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Klimeš Jaroslav, JUDr.</cp:lastModifiedBy>
  <cp:revision>5</cp:revision>
  <cp:lastPrinted>2019-02-22T13:28:00Z</cp:lastPrinted>
  <dcterms:created xsi:type="dcterms:W3CDTF">2022-03-15T09:10:00Z</dcterms:created>
  <dcterms:modified xsi:type="dcterms:W3CDTF">2022-03-15T09:17:00Z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