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A8C002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245726">
        <w:rPr>
          <w:rFonts w:ascii="Verdana" w:hAnsi="Verdana"/>
          <w:sz w:val="18"/>
          <w:szCs w:val="18"/>
        </w:rPr>
        <w:t>Mazací prostředky k ošetřování kluzných stoliček a závěrů výhybek Biosynt a Divinol - 202</w:t>
      </w:r>
      <w:r w:rsidR="00C74955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1EDD86F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04C1B">
        <w:rPr>
          <w:rFonts w:ascii="Verdana" w:hAnsi="Verdana"/>
          <w:sz w:val="18"/>
          <w:szCs w:val="18"/>
        </w:rPr>
      </w:r>
      <w:r w:rsidR="00E04C1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 xml:space="preserve">Mazací </w:t>
      </w:r>
      <w:r w:rsidR="00245726">
        <w:rPr>
          <w:rFonts w:ascii="Verdana" w:hAnsi="Verdana"/>
          <w:sz w:val="18"/>
          <w:szCs w:val="18"/>
        </w:rPr>
        <w:t>prostředky k ošetřování kluzných stoliček a závěrů výhybek Biosynt a Divinol - 202</w:t>
      </w:r>
      <w:r w:rsidR="00C74955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27CC9DB1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04C1B">
        <w:rPr>
          <w:rFonts w:ascii="Verdana" w:hAnsi="Verdana"/>
          <w:sz w:val="18"/>
          <w:szCs w:val="18"/>
        </w:rPr>
      </w:r>
      <w:r w:rsidR="00E04C1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245726">
        <w:rPr>
          <w:rFonts w:ascii="Verdana" w:hAnsi="Verdana"/>
          <w:sz w:val="18"/>
          <w:szCs w:val="18"/>
        </w:rPr>
        <w:t>Mazací prostředky k ošetřování kluzných stoliček a závěrů výhybek Biosynt a Divinol - 202</w:t>
      </w:r>
      <w:r w:rsidR="00C74955">
        <w:rPr>
          <w:rFonts w:ascii="Verdana" w:hAnsi="Verdana"/>
          <w:sz w:val="18"/>
          <w:szCs w:val="18"/>
        </w:rPr>
        <w:t>2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5F1BFF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04C1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04C1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1998919D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9713AF">
            <w:rPr>
              <w:rFonts w:ascii="Calibri" w:eastAsia="Calibri" w:hAnsi="Calibri"/>
            </w:rPr>
            <w:t>5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  <w:r w:rsidR="00245726">
            <w:rPr>
              <w:rFonts w:ascii="Calibri" w:eastAsia="Calibri" w:hAnsi="Calibri"/>
            </w:rPr>
            <w:t xml:space="preserve">- </w:t>
          </w:r>
          <w:r w:rsidR="00E04C1B">
            <w:rPr>
              <w:rFonts w:ascii="Calibri" w:eastAsia="Calibri" w:hAnsi="Calibri"/>
            </w:rPr>
            <w:t xml:space="preserve"> DIVINOL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45726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4955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04C1B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692FC-06D2-4BE1-B5E6-706E6F7D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14</cp:revision>
  <cp:lastPrinted>2018-12-06T13:13:00Z</cp:lastPrinted>
  <dcterms:created xsi:type="dcterms:W3CDTF">2019-08-28T11:42:00Z</dcterms:created>
  <dcterms:modified xsi:type="dcterms:W3CDTF">2022-03-01T08:45:00Z</dcterms:modified>
</cp:coreProperties>
</file>