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79D1AD23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 xml:space="preserve">Dodávky </w:t>
      </w:r>
      <w:r w:rsidR="00D45668">
        <w:rPr>
          <w:b/>
          <w:color w:val="FF5200" w:themeColor="accent2"/>
          <w:sz w:val="28"/>
          <w:szCs w:val="28"/>
        </w:rPr>
        <w:t>stejnokrojových bundokošil</w:t>
      </w:r>
      <w:r w:rsidR="006D35FE">
        <w:rPr>
          <w:b/>
          <w:color w:val="FF5200" w:themeColor="accent2"/>
          <w:sz w:val="28"/>
          <w:szCs w:val="28"/>
        </w:rPr>
        <w:t xml:space="preserve"> - 202</w:t>
      </w:r>
      <w:r w:rsidR="00DE5CA5">
        <w:rPr>
          <w:b/>
          <w:color w:val="FF5200" w:themeColor="accent2"/>
          <w:sz w:val="28"/>
          <w:szCs w:val="28"/>
        </w:rPr>
        <w:t>2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D45668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15353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DE5CA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57F8C1E" w14:textId="77777777" w:rsidR="007C1C5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92F2C7F" w14:textId="6D7D542A" w:rsidR="007C1C5D" w:rsidRDefault="000B1B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7" w:history="1">
            <w:r w:rsidR="007C1C5D" w:rsidRPr="00636062">
              <w:rPr>
                <w:rStyle w:val="Hypertextovodkaz"/>
                <w:noProof/>
              </w:rPr>
              <w:t>Kapitola 1.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Základní údaje k nabídce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_Toc92708947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11CAD690" w14:textId="33CD9376" w:rsidR="007C1C5D" w:rsidRDefault="000B1B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8" w:history="1">
            <w:r w:rsidR="007C1C5D" w:rsidRPr="00636062">
              <w:rPr>
                <w:rStyle w:val="Hypertextovodkaz"/>
                <w:noProof/>
              </w:rPr>
              <w:t>Kapitola 2.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Čestné prohlášení o splnění základní způsobilosti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_Toc92708948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2D95FE4C" w14:textId="1D53196F" w:rsidR="007C1C5D" w:rsidRDefault="000B1B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9" w:history="1">
            <w:r w:rsidR="007C1C5D" w:rsidRPr="00636062">
              <w:rPr>
                <w:rStyle w:val="Hypertextovodkaz"/>
                <w:noProof/>
              </w:rPr>
              <w:t>Kapitola 3.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Čestné prohlášení účastníka k neuzavření zakázaných dohod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_Toc92708949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6E4974FC" w14:textId="5B15D33D" w:rsidR="007C1C5D" w:rsidRDefault="000B1B7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50" w:history="1">
            <w:r w:rsidR="007C1C5D" w:rsidRPr="00636062">
              <w:rPr>
                <w:rStyle w:val="Hypertextovodkaz"/>
                <w:noProof/>
              </w:rPr>
              <w:t>Kapitola 4.</w:t>
            </w:r>
            <w:r w:rsidR="007C1C5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C1C5D" w:rsidRPr="00636062">
              <w:rPr>
                <w:rStyle w:val="Hypertextovodkaz"/>
                <w:noProof/>
              </w:rPr>
              <w:t>Čestné prohlášení účastníka ohledně pracovních podmínek</w:t>
            </w:r>
            <w:r w:rsidR="007C1C5D">
              <w:rPr>
                <w:noProof/>
                <w:webHidden/>
              </w:rPr>
              <w:tab/>
            </w:r>
            <w:r w:rsidR="007C1C5D">
              <w:rPr>
                <w:noProof/>
                <w:webHidden/>
              </w:rPr>
              <w:fldChar w:fldCharType="begin"/>
            </w:r>
            <w:r w:rsidR="007C1C5D">
              <w:rPr>
                <w:noProof/>
                <w:webHidden/>
              </w:rPr>
              <w:instrText xml:space="preserve"> PAGEREF _Toc92708950 \h </w:instrText>
            </w:r>
            <w:r w:rsidR="007C1C5D">
              <w:rPr>
                <w:noProof/>
                <w:webHidden/>
              </w:rPr>
            </w:r>
            <w:r w:rsidR="007C1C5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C1C5D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92708947"/>
      <w:r>
        <w:lastRenderedPageBreak/>
        <w:t>Základní údaje k nabídce</w:t>
      </w:r>
      <w:bookmarkEnd w:id="1"/>
    </w:p>
    <w:p w14:paraId="76E64BDC" w14:textId="77777777" w:rsidR="00DE5CA5" w:rsidRDefault="00DE5CA5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36B64B95" w14:textId="77777777" w:rsidR="00DE5CA5" w:rsidRDefault="00DE5CA5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58224B79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5FA3DB4E" w14:textId="77777777" w:rsidR="0054753B" w:rsidRDefault="0054753B" w:rsidP="00761A82"/>
    <w:p w14:paraId="4F255754" w14:textId="79AC3CC2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71071B4F" w14:textId="77777777" w:rsidR="00DE5CA5" w:rsidRDefault="00C228EE" w:rsidP="006D35FE">
      <w:r w:rsidRPr="006E5C6C">
        <w:rPr>
          <w:b/>
        </w:rPr>
        <w:t>ÚDAJE PRO POTŘEBY HODNOCENÍ</w:t>
      </w:r>
      <w:r>
        <w:t>:</w:t>
      </w:r>
    </w:p>
    <w:p w14:paraId="68EAE2F5" w14:textId="70E0897B" w:rsidR="006D35FE" w:rsidRDefault="006D35FE" w:rsidP="006D35FE">
      <w:r w:rsidRPr="00F24FBF">
        <w:t>Účastník uvede ceny dle požadavků v čl. 1</w:t>
      </w:r>
      <w:r w:rsidR="00A00BF3">
        <w:t>1</w:t>
      </w:r>
      <w:r w:rsidRPr="00F24FBF">
        <w:t xml:space="preserve"> Výzvy k podání nabídky. </w:t>
      </w:r>
    </w:p>
    <w:tbl>
      <w:tblPr>
        <w:tblW w:w="872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1223"/>
        <w:gridCol w:w="860"/>
        <w:gridCol w:w="736"/>
        <w:gridCol w:w="844"/>
        <w:gridCol w:w="1170"/>
        <w:gridCol w:w="1024"/>
        <w:gridCol w:w="1092"/>
      </w:tblGrid>
      <w:tr w:rsidR="006D35FE" w:rsidRPr="008D23D5" w14:paraId="31A25E85" w14:textId="77777777" w:rsidTr="0054753B">
        <w:trPr>
          <w:trHeight w:val="859"/>
          <w:jc w:val="center"/>
        </w:trPr>
        <w:tc>
          <w:tcPr>
            <w:tcW w:w="1771" w:type="dxa"/>
            <w:shd w:val="clear" w:color="auto" w:fill="auto"/>
            <w:vAlign w:val="center"/>
            <w:hideMark/>
          </w:tcPr>
          <w:p w14:paraId="6A185BE5" w14:textId="55ACD7A4" w:rsidR="006D35FE" w:rsidRPr="0054753B" w:rsidRDefault="006D35FE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Název a druh oděvu</w:t>
            </w: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14:paraId="438A4C63" w14:textId="77777777" w:rsidR="006D35FE" w:rsidRPr="0054753B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 xml:space="preserve">Předpokládané </w:t>
            </w:r>
            <w:proofErr w:type="gramStart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množství (v  kusech</w:t>
            </w:r>
            <w:proofErr w:type="gramEnd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BA156E5" w14:textId="77777777" w:rsidR="006D35FE" w:rsidRPr="0054753B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Cena v Kč za 1 kus (bez DPH)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678F5C5E" w14:textId="77777777" w:rsidR="006D35FE" w:rsidRPr="0054753B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DPH 21% za 1 kus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1D75F70" w14:textId="77777777" w:rsidR="006D35FE" w:rsidRPr="0054753B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Cena v Kč za 1 kus (vč. DPH)</w:t>
            </w:r>
          </w:p>
        </w:tc>
        <w:tc>
          <w:tcPr>
            <w:tcW w:w="1170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54753B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 xml:space="preserve">Celková nabídková cena </w:t>
            </w:r>
            <w:r w:rsidR="004A7ADC"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 xml:space="preserve">v Kč </w:t>
            </w: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 xml:space="preserve">za </w:t>
            </w:r>
            <w:proofErr w:type="spellStart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předpokl</w:t>
            </w:r>
            <w:proofErr w:type="spellEnd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. množství bez DPH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A3F967E" w14:textId="77777777" w:rsidR="006D35FE" w:rsidRPr="0054753B" w:rsidRDefault="006D35FE" w:rsidP="008875F0">
            <w:pPr>
              <w:jc w:val="center"/>
              <w:rPr>
                <w:b/>
                <w:sz w:val="14"/>
                <w:szCs w:val="14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 xml:space="preserve">DPH 21% za </w:t>
            </w:r>
            <w:proofErr w:type="spellStart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předpokl</w:t>
            </w:r>
            <w:proofErr w:type="spellEnd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. množství</w:t>
            </w:r>
          </w:p>
        </w:tc>
        <w:tc>
          <w:tcPr>
            <w:tcW w:w="1092" w:type="dxa"/>
            <w:shd w:val="clear" w:color="auto" w:fill="auto"/>
            <w:vAlign w:val="center"/>
          </w:tcPr>
          <w:p w14:paraId="647D2FDF" w14:textId="5350DB51" w:rsidR="006D35FE" w:rsidRPr="0054753B" w:rsidRDefault="006D35FE" w:rsidP="008875F0">
            <w:pPr>
              <w:jc w:val="center"/>
              <w:rPr>
                <w:b/>
                <w:sz w:val="14"/>
                <w:szCs w:val="14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Celková nabídková cena</w:t>
            </w:r>
            <w:r w:rsidR="004A7ADC"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 xml:space="preserve"> v Kč</w:t>
            </w: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 xml:space="preserve"> za </w:t>
            </w:r>
            <w:proofErr w:type="spellStart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předpokl</w:t>
            </w:r>
            <w:proofErr w:type="spellEnd"/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. množství vč. DPH</w:t>
            </w:r>
          </w:p>
        </w:tc>
      </w:tr>
      <w:tr w:rsidR="00E433D6" w:rsidRPr="001F33F5" w14:paraId="79D4C06E" w14:textId="77777777" w:rsidTr="0054753B">
        <w:trPr>
          <w:trHeight w:val="373"/>
          <w:jc w:val="center"/>
        </w:trPr>
        <w:tc>
          <w:tcPr>
            <w:tcW w:w="1771" w:type="dxa"/>
            <w:shd w:val="clear" w:color="auto" w:fill="auto"/>
            <w:vAlign w:val="center"/>
            <w:hideMark/>
          </w:tcPr>
          <w:p w14:paraId="3D10EC5C" w14:textId="41B9B4F7" w:rsidR="00E433D6" w:rsidRPr="0054753B" w:rsidRDefault="00D45668" w:rsidP="00DE5CA5">
            <w:pPr>
              <w:spacing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  <w:r w:rsidRPr="0054753B">
              <w:rPr>
                <w:sz w:val="14"/>
                <w:szCs w:val="14"/>
              </w:rPr>
              <w:t>Bundokošile stejnokrojová pánská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4D48494E" w14:textId="501B6D82" w:rsidR="00E433D6" w:rsidRPr="0054753B" w:rsidRDefault="00995AB7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  <w:r w:rsidRPr="0054753B">
              <w:rPr>
                <w:sz w:val="14"/>
                <w:szCs w:val="14"/>
              </w:rPr>
              <w:t>5 000</w:t>
            </w:r>
          </w:p>
        </w:tc>
        <w:tc>
          <w:tcPr>
            <w:tcW w:w="860" w:type="dxa"/>
            <w:shd w:val="clear" w:color="auto" w:fill="auto"/>
          </w:tcPr>
          <w:p w14:paraId="693124E7" w14:textId="77777777" w:rsidR="00E433D6" w:rsidRPr="0054753B" w:rsidRDefault="00E433D6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736" w:type="dxa"/>
            <w:shd w:val="clear" w:color="auto" w:fill="auto"/>
          </w:tcPr>
          <w:p w14:paraId="1D619D84" w14:textId="77777777" w:rsidR="00E433D6" w:rsidRPr="0054753B" w:rsidRDefault="00E433D6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843" w:type="dxa"/>
            <w:shd w:val="clear" w:color="auto" w:fill="auto"/>
          </w:tcPr>
          <w:p w14:paraId="44E4A480" w14:textId="77777777" w:rsidR="00E433D6" w:rsidRPr="0054753B" w:rsidRDefault="00E433D6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1170" w:type="dxa"/>
            <w:shd w:val="clear" w:color="auto" w:fill="auto"/>
          </w:tcPr>
          <w:p w14:paraId="12878A49" w14:textId="77777777" w:rsidR="00E433D6" w:rsidRPr="0054753B" w:rsidRDefault="00E433D6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1024" w:type="dxa"/>
            <w:shd w:val="clear" w:color="auto" w:fill="auto"/>
          </w:tcPr>
          <w:p w14:paraId="74D0C671" w14:textId="77777777" w:rsidR="00E433D6" w:rsidRPr="0054753B" w:rsidRDefault="00E433D6" w:rsidP="00E433D6">
            <w:pPr>
              <w:rPr>
                <w:sz w:val="14"/>
                <w:szCs w:val="14"/>
              </w:rPr>
            </w:pPr>
          </w:p>
        </w:tc>
        <w:tc>
          <w:tcPr>
            <w:tcW w:w="1092" w:type="dxa"/>
            <w:shd w:val="clear" w:color="auto" w:fill="auto"/>
          </w:tcPr>
          <w:p w14:paraId="0859D889" w14:textId="77777777" w:rsidR="00E433D6" w:rsidRPr="0054753B" w:rsidRDefault="00E433D6" w:rsidP="00E433D6">
            <w:pPr>
              <w:rPr>
                <w:sz w:val="14"/>
                <w:szCs w:val="14"/>
              </w:rPr>
            </w:pPr>
          </w:p>
        </w:tc>
      </w:tr>
      <w:tr w:rsidR="00D45668" w:rsidRPr="001F33F5" w14:paraId="6B91DC17" w14:textId="77777777" w:rsidTr="0054753B">
        <w:trPr>
          <w:trHeight w:val="373"/>
          <w:jc w:val="center"/>
        </w:trPr>
        <w:tc>
          <w:tcPr>
            <w:tcW w:w="1771" w:type="dxa"/>
            <w:shd w:val="clear" w:color="auto" w:fill="auto"/>
            <w:vAlign w:val="center"/>
          </w:tcPr>
          <w:p w14:paraId="2F282B1B" w14:textId="5FF82FD9" w:rsidR="00D45668" w:rsidRPr="0054753B" w:rsidRDefault="00D45668" w:rsidP="00DE5CA5">
            <w:pPr>
              <w:spacing w:line="240" w:lineRule="auto"/>
              <w:rPr>
                <w:sz w:val="14"/>
                <w:szCs w:val="14"/>
              </w:rPr>
            </w:pPr>
            <w:r w:rsidRPr="0054753B">
              <w:rPr>
                <w:sz w:val="14"/>
                <w:szCs w:val="14"/>
              </w:rPr>
              <w:t>Bundokošile stejnokrojová dámská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 w14:paraId="330A6D32" w14:textId="294E1F78" w:rsidR="00D45668" w:rsidRPr="0054753B" w:rsidRDefault="00D45668" w:rsidP="00E433D6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54753B">
              <w:rPr>
                <w:sz w:val="14"/>
                <w:szCs w:val="14"/>
              </w:rPr>
              <w:t>2000</w:t>
            </w:r>
          </w:p>
        </w:tc>
        <w:tc>
          <w:tcPr>
            <w:tcW w:w="860" w:type="dxa"/>
            <w:shd w:val="clear" w:color="auto" w:fill="auto"/>
          </w:tcPr>
          <w:p w14:paraId="320BEE75" w14:textId="77777777" w:rsidR="00D45668" w:rsidRPr="0054753B" w:rsidRDefault="00D45668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736" w:type="dxa"/>
            <w:shd w:val="clear" w:color="auto" w:fill="auto"/>
          </w:tcPr>
          <w:p w14:paraId="0EC7C96F" w14:textId="77777777" w:rsidR="00D45668" w:rsidRPr="0054753B" w:rsidRDefault="00D45668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843" w:type="dxa"/>
            <w:shd w:val="clear" w:color="auto" w:fill="auto"/>
          </w:tcPr>
          <w:p w14:paraId="21877361" w14:textId="77777777" w:rsidR="00D45668" w:rsidRPr="0054753B" w:rsidRDefault="00D45668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1170" w:type="dxa"/>
            <w:shd w:val="clear" w:color="auto" w:fill="auto"/>
          </w:tcPr>
          <w:p w14:paraId="646211B9" w14:textId="77777777" w:rsidR="00D45668" w:rsidRPr="0054753B" w:rsidRDefault="00D45668" w:rsidP="00E433D6">
            <w:pPr>
              <w:rPr>
                <w:rFonts w:ascii="Verdana" w:eastAsia="Times New Roman" w:hAnsi="Verdana" w:cs="Times New Roman"/>
                <w:sz w:val="14"/>
                <w:szCs w:val="14"/>
                <w:lang w:eastAsia="cs-CZ"/>
              </w:rPr>
            </w:pPr>
          </w:p>
        </w:tc>
        <w:tc>
          <w:tcPr>
            <w:tcW w:w="1024" w:type="dxa"/>
            <w:shd w:val="clear" w:color="auto" w:fill="auto"/>
          </w:tcPr>
          <w:p w14:paraId="214EDCF8" w14:textId="77777777" w:rsidR="00D45668" w:rsidRPr="0054753B" w:rsidRDefault="00D45668" w:rsidP="00E433D6">
            <w:pPr>
              <w:rPr>
                <w:sz w:val="14"/>
                <w:szCs w:val="14"/>
              </w:rPr>
            </w:pPr>
          </w:p>
        </w:tc>
        <w:tc>
          <w:tcPr>
            <w:tcW w:w="1092" w:type="dxa"/>
            <w:shd w:val="clear" w:color="auto" w:fill="auto"/>
          </w:tcPr>
          <w:p w14:paraId="697FEC1C" w14:textId="77777777" w:rsidR="00D45668" w:rsidRPr="0054753B" w:rsidRDefault="00D45668" w:rsidP="00E433D6">
            <w:pPr>
              <w:rPr>
                <w:sz w:val="14"/>
                <w:szCs w:val="14"/>
              </w:rPr>
            </w:pPr>
          </w:p>
        </w:tc>
      </w:tr>
      <w:tr w:rsidR="00A00BF3" w14:paraId="65C8D385" w14:textId="77777777" w:rsidTr="0054753B">
        <w:tblPrEx>
          <w:tblLook w:val="0000" w:firstRow="0" w:lastRow="0" w:firstColumn="0" w:lastColumn="0" w:noHBand="0" w:noVBand="0"/>
        </w:tblPrEx>
        <w:trPr>
          <w:trHeight w:val="484"/>
          <w:jc w:val="center"/>
        </w:trPr>
        <w:tc>
          <w:tcPr>
            <w:tcW w:w="1771" w:type="dxa"/>
            <w:shd w:val="clear" w:color="auto" w:fill="D0CECE" w:themeFill="background2" w:themeFillShade="E6"/>
          </w:tcPr>
          <w:p w14:paraId="71E732CB" w14:textId="77777777" w:rsidR="00A00BF3" w:rsidRPr="0054753B" w:rsidRDefault="00A00BF3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</w:pPr>
            <w:r w:rsidRPr="0054753B">
              <w:rPr>
                <w:rFonts w:ascii="Verdana" w:eastAsia="Times New Roman" w:hAnsi="Verdana" w:cs="Times New Roman"/>
                <w:b/>
                <w:sz w:val="14"/>
                <w:szCs w:val="14"/>
                <w:lang w:eastAsia="cs-CZ"/>
              </w:rPr>
              <w:t>Celková nabídková cena v Kč bez DPH</w:t>
            </w:r>
          </w:p>
        </w:tc>
        <w:tc>
          <w:tcPr>
            <w:tcW w:w="3663" w:type="dxa"/>
            <w:gridSpan w:val="4"/>
            <w:shd w:val="clear" w:color="auto" w:fill="auto"/>
          </w:tcPr>
          <w:p w14:paraId="6BB5D59C" w14:textId="6B81CE83" w:rsidR="00A00BF3" w:rsidRPr="0054753B" w:rsidRDefault="00A00BF3" w:rsidP="00A00BF3">
            <w:pPr>
              <w:tabs>
                <w:tab w:val="left" w:pos="1155"/>
              </w:tabs>
              <w:rPr>
                <w:sz w:val="14"/>
                <w:szCs w:val="14"/>
              </w:rPr>
            </w:pPr>
            <w:r w:rsidRPr="0054753B">
              <w:rPr>
                <w:sz w:val="14"/>
                <w:szCs w:val="14"/>
              </w:rPr>
              <w:tab/>
            </w:r>
          </w:p>
        </w:tc>
        <w:tc>
          <w:tcPr>
            <w:tcW w:w="1170" w:type="dxa"/>
            <w:shd w:val="clear" w:color="auto" w:fill="D0CECE" w:themeFill="background2" w:themeFillShade="E6"/>
          </w:tcPr>
          <w:p w14:paraId="58C7D755" w14:textId="1AA94B2E" w:rsidR="00A00BF3" w:rsidRPr="0054753B" w:rsidRDefault="00A00BF3" w:rsidP="008875F0">
            <w:pPr>
              <w:rPr>
                <w:sz w:val="14"/>
                <w:szCs w:val="14"/>
              </w:rPr>
            </w:pPr>
          </w:p>
        </w:tc>
        <w:tc>
          <w:tcPr>
            <w:tcW w:w="1024" w:type="dxa"/>
            <w:shd w:val="clear" w:color="auto" w:fill="auto"/>
          </w:tcPr>
          <w:p w14:paraId="059CC2BB" w14:textId="77777777" w:rsidR="00A00BF3" w:rsidRPr="0054753B" w:rsidRDefault="00A00BF3" w:rsidP="008875F0">
            <w:pPr>
              <w:rPr>
                <w:sz w:val="14"/>
                <w:szCs w:val="14"/>
              </w:rPr>
            </w:pPr>
          </w:p>
        </w:tc>
        <w:tc>
          <w:tcPr>
            <w:tcW w:w="1092" w:type="dxa"/>
            <w:shd w:val="clear" w:color="auto" w:fill="auto"/>
          </w:tcPr>
          <w:p w14:paraId="69E73428" w14:textId="77777777" w:rsidR="00A00BF3" w:rsidRPr="0054753B" w:rsidRDefault="00A00BF3" w:rsidP="008875F0">
            <w:pPr>
              <w:rPr>
                <w:sz w:val="14"/>
                <w:szCs w:val="14"/>
              </w:rPr>
            </w:pPr>
          </w:p>
        </w:tc>
      </w:tr>
    </w:tbl>
    <w:p w14:paraId="2E331F25" w14:textId="77777777" w:rsidR="00DE5CA5" w:rsidRDefault="00DE5CA5" w:rsidP="008B1A2C">
      <w:pPr>
        <w:rPr>
          <w:b/>
        </w:rPr>
      </w:pPr>
    </w:p>
    <w:p w14:paraId="10CE005B" w14:textId="63221958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A00BF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23A18E26" w14:textId="77777777" w:rsidR="0054753B" w:rsidRDefault="0054753B" w:rsidP="00996617">
      <w:pPr>
        <w:tabs>
          <w:tab w:val="left" w:pos="7125"/>
        </w:tabs>
        <w:spacing w:after="0"/>
      </w:pPr>
    </w:p>
    <w:p w14:paraId="46613E93" w14:textId="132F9631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0B1B7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0B1B7B" w:rsidP="00E85D44">
      <w:pPr>
        <w:tabs>
          <w:tab w:val="left" w:pos="7125"/>
        </w:tabs>
        <w:sectPr w:rsidR="00E85D44" w:rsidRP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270894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270894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2741EFE6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79D0EBE" w14:textId="5CBB46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879690" w14:textId="4FCCF06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4308608" w14:textId="7538AE1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7CCD88" w14:textId="311178FB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AFDDE" w14:textId="4C9685D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99377C" w14:textId="55A8D12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6DD1C3" w14:textId="59B8BA12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EC71B15" w14:textId="2C3F4C5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617BCE" w14:textId="2A0F3D8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5B94BED" w14:textId="7043DE60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B6EC4E" w14:textId="085BC95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47488C" w14:textId="479AA4E1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2B43816" w14:textId="1FD2D7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9D110E" w14:textId="2195C8D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46327A" w14:textId="45A0B44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131AA24" w14:textId="27EA2199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17A6F9" w14:textId="4207836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48C941" w14:textId="1D1F557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1FB304" w14:textId="326FD23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E03F22" w14:textId="29E3918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538227" w14:textId="5703151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C4CE7F3" w14:textId="7777777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7FCC3CF" w14:textId="18C37835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E746D9" w14:textId="7B17D25B" w:rsidR="00C4374B" w:rsidRPr="00C4374B" w:rsidRDefault="00C4374B" w:rsidP="00C4374B">
      <w:pPr>
        <w:pStyle w:val="Nadpis2"/>
        <w:numPr>
          <w:ilvl w:val="0"/>
          <w:numId w:val="34"/>
        </w:numPr>
      </w:pPr>
      <w:bookmarkStart w:id="4" w:name="_Toc92708950"/>
      <w:r>
        <w:lastRenderedPageBreak/>
        <w:t>Čestné prohlášení účastníka ohledně pracovních podmínek</w:t>
      </w:r>
      <w:bookmarkEnd w:id="4"/>
    </w:p>
    <w:p w14:paraId="33BE9676" w14:textId="77777777" w:rsidR="00C4374B" w:rsidRDefault="00C4374B" w:rsidP="00C4374B">
      <w:pPr>
        <w:spacing w:line="240" w:lineRule="auto"/>
        <w:rPr>
          <w:rFonts w:ascii="Verdana" w:hAnsi="Verdana"/>
          <w:lang w:eastAsia="cs-CZ"/>
        </w:rPr>
      </w:pPr>
    </w:p>
    <w:p w14:paraId="57EE590B" w14:textId="4A622F54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6DDADF19" w14:textId="77777777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0EDDC5" w14:textId="77777777" w:rsidR="00C4374B" w:rsidRPr="00A035EA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A00BF3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752DD6F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1B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B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58D8582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1B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B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32F7E"/>
    <w:rsid w:val="00072C1E"/>
    <w:rsid w:val="000A412D"/>
    <w:rsid w:val="000B1B7B"/>
    <w:rsid w:val="000C3A92"/>
    <w:rsid w:val="000E23A7"/>
    <w:rsid w:val="0010693F"/>
    <w:rsid w:val="00114472"/>
    <w:rsid w:val="00151617"/>
    <w:rsid w:val="001550BC"/>
    <w:rsid w:val="001605B9"/>
    <w:rsid w:val="00170EC5"/>
    <w:rsid w:val="001747C1"/>
    <w:rsid w:val="00184743"/>
    <w:rsid w:val="00190137"/>
    <w:rsid w:val="0019184D"/>
    <w:rsid w:val="001C3F2E"/>
    <w:rsid w:val="001F1151"/>
    <w:rsid w:val="001F49FF"/>
    <w:rsid w:val="00205242"/>
    <w:rsid w:val="00207DF5"/>
    <w:rsid w:val="00220CDA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F2740"/>
    <w:rsid w:val="00424B2F"/>
    <w:rsid w:val="004303F9"/>
    <w:rsid w:val="00441430"/>
    <w:rsid w:val="00450F07"/>
    <w:rsid w:val="00453CD3"/>
    <w:rsid w:val="00460660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4753B"/>
    <w:rsid w:val="00553375"/>
    <w:rsid w:val="00557C28"/>
    <w:rsid w:val="005736B7"/>
    <w:rsid w:val="00575E5A"/>
    <w:rsid w:val="00595DFF"/>
    <w:rsid w:val="005B562B"/>
    <w:rsid w:val="005C04B6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1C5D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A6DB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5F2"/>
    <w:rsid w:val="009678B7"/>
    <w:rsid w:val="0097709B"/>
    <w:rsid w:val="009771C9"/>
    <w:rsid w:val="00980530"/>
    <w:rsid w:val="009833E1"/>
    <w:rsid w:val="00992D9C"/>
    <w:rsid w:val="00995AB7"/>
    <w:rsid w:val="00996617"/>
    <w:rsid w:val="00996CB8"/>
    <w:rsid w:val="009B14A9"/>
    <w:rsid w:val="009B2E97"/>
    <w:rsid w:val="009C261E"/>
    <w:rsid w:val="009D3107"/>
    <w:rsid w:val="009E07F4"/>
    <w:rsid w:val="009F392E"/>
    <w:rsid w:val="00A00BF3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374B"/>
    <w:rsid w:val="00C44F6A"/>
    <w:rsid w:val="00C47AE3"/>
    <w:rsid w:val="00C636FB"/>
    <w:rsid w:val="00C87B78"/>
    <w:rsid w:val="00CD1FC4"/>
    <w:rsid w:val="00D21061"/>
    <w:rsid w:val="00D4108E"/>
    <w:rsid w:val="00D45668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E5CA5"/>
    <w:rsid w:val="00DF116D"/>
    <w:rsid w:val="00E129AD"/>
    <w:rsid w:val="00E34137"/>
    <w:rsid w:val="00E36C4A"/>
    <w:rsid w:val="00E433D6"/>
    <w:rsid w:val="00E46950"/>
    <w:rsid w:val="00E85D44"/>
    <w:rsid w:val="00EA4DC5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A44CC"/>
    <w:rsid w:val="00FB24EF"/>
    <w:rsid w:val="00FC4B68"/>
    <w:rsid w:val="00FC5583"/>
    <w:rsid w:val="00FC6389"/>
    <w:rsid w:val="00FD54F3"/>
    <w:rsid w:val="00FD7CEE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C437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52376D-A636-4DB3-BC69-0E9EC0EB4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135</TotalTime>
  <Pages>5</Pages>
  <Words>690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28</cp:revision>
  <cp:lastPrinted>2022-03-08T11:35:00Z</cp:lastPrinted>
  <dcterms:created xsi:type="dcterms:W3CDTF">2020-10-26T18:42:00Z</dcterms:created>
  <dcterms:modified xsi:type="dcterms:W3CDTF">2022-03-08T11:35:00Z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