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AE994" w14:textId="2BAD235B" w:rsidR="00702130" w:rsidRDefault="0098680B" w:rsidP="00F0533E">
      <w:pPr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422093">
        <w:rPr>
          <w:sz w:val="18"/>
          <w:szCs w:val="18"/>
        </w:rPr>
        <w:t>2a</w:t>
      </w:r>
      <w:bookmarkStart w:id="0" w:name="_GoBack"/>
      <w:bookmarkEnd w:id="0"/>
      <w:r>
        <w:rPr>
          <w:sz w:val="18"/>
          <w:szCs w:val="18"/>
        </w:rPr>
        <w:t xml:space="preserve"> Rámcové dohody – Bližší specifikace Služeb</w:t>
      </w:r>
    </w:p>
    <w:p w14:paraId="27363F52" w14:textId="5D66AE84" w:rsidR="0098680B" w:rsidRDefault="0098680B" w:rsidP="00F0533E">
      <w:pPr>
        <w:rPr>
          <w:b/>
          <w:u w:val="single"/>
        </w:rPr>
      </w:pPr>
      <w:r w:rsidRPr="0098680B">
        <w:rPr>
          <w:b/>
          <w:u w:val="single"/>
        </w:rPr>
        <w:t>Provedení projektu inženýrskogeologických průzkumů</w:t>
      </w:r>
      <w:r>
        <w:rPr>
          <w:b/>
          <w:u w:val="single"/>
        </w:rPr>
        <w:t xml:space="preserve"> (dále jen „IGP“)</w:t>
      </w:r>
    </w:p>
    <w:p w14:paraId="6099F813" w14:textId="77777777" w:rsidR="0098680B" w:rsidRPr="0098680B" w:rsidRDefault="0098680B" w:rsidP="0098680B">
      <w:pPr>
        <w:pStyle w:val="podlnek"/>
        <w:numPr>
          <w:ilvl w:val="0"/>
          <w:numId w:val="0"/>
        </w:numPr>
        <w:suppressAutoHyphens/>
        <w:rPr>
          <w:u w:val="single"/>
        </w:rPr>
      </w:pPr>
      <w:r w:rsidRPr="0098680B">
        <w:rPr>
          <w:u w:val="single"/>
        </w:rPr>
        <w:t>Hlavní cíle projektu:</w:t>
      </w:r>
    </w:p>
    <w:p w14:paraId="0DCED3F6" w14:textId="77777777" w:rsidR="0098680B" w:rsidRDefault="0098680B" w:rsidP="0098680B">
      <w:pPr>
        <w:pStyle w:val="podlnek"/>
        <w:numPr>
          <w:ilvl w:val="0"/>
          <w:numId w:val="36"/>
        </w:numPr>
        <w:suppressAutoHyphens/>
        <w:ind w:left="709"/>
      </w:pPr>
      <w:r>
        <w:t>Zpracovat projekt pro realizaci průzkumu v textové a grafické podobě. Vstupnými parametry budou podklady z map a dokumentů SŽ popisujících předmětný nestabilní úsek (karta nestabilního úseků), dokumentů Geofondu.</w:t>
      </w:r>
    </w:p>
    <w:p w14:paraId="52A63CCA" w14:textId="77777777" w:rsidR="0098680B" w:rsidRDefault="0098680B" w:rsidP="0098680B">
      <w:pPr>
        <w:pStyle w:val="podlnek"/>
        <w:numPr>
          <w:ilvl w:val="0"/>
          <w:numId w:val="36"/>
        </w:numPr>
        <w:suppressAutoHyphens/>
        <w:ind w:left="709"/>
      </w:pPr>
      <w:r>
        <w:t>Výsledkem bude textová část obsahující popis jednotlivých metod pro daný průzkum, dále grafická část se situací, kde budou zakresleny jednotlivé průzkumné díla (vrty, kopané sondy, penetrace).</w:t>
      </w:r>
    </w:p>
    <w:p w14:paraId="4E76E29B" w14:textId="77777777" w:rsidR="0098680B" w:rsidRDefault="0098680B" w:rsidP="0098680B">
      <w:pPr>
        <w:pStyle w:val="podlnek"/>
        <w:numPr>
          <w:ilvl w:val="0"/>
          <w:numId w:val="36"/>
        </w:numPr>
        <w:suppressAutoHyphens/>
        <w:ind w:left="709"/>
      </w:pPr>
      <w:r>
        <w:t xml:space="preserve">Samotný projekt se odevzdává v tištěné podobě (4 </w:t>
      </w:r>
      <w:proofErr w:type="spellStart"/>
      <w:r>
        <w:t>paré</w:t>
      </w:r>
      <w:proofErr w:type="spellEnd"/>
      <w:r>
        <w:t>) a digitální podobě (2xPDF, 2x Editovatelný soubor) na USB nosiči.</w:t>
      </w:r>
    </w:p>
    <w:p w14:paraId="3782331A" w14:textId="77777777" w:rsidR="0098680B" w:rsidRDefault="0098680B" w:rsidP="00F0533E">
      <w:pPr>
        <w:rPr>
          <w:sz w:val="18"/>
          <w:szCs w:val="18"/>
          <w:u w:val="single"/>
        </w:rPr>
      </w:pPr>
    </w:p>
    <w:p w14:paraId="46DC747D" w14:textId="312703A7" w:rsidR="0098680B" w:rsidRDefault="0098680B" w:rsidP="00F0533E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Bližší specifikace Služeb</w:t>
      </w:r>
    </w:p>
    <w:p w14:paraId="36D040DC" w14:textId="2AE05D0D" w:rsidR="0098680B" w:rsidRDefault="0098680B" w:rsidP="0098680B">
      <w:pPr>
        <w:pStyle w:val="podlnek"/>
        <w:numPr>
          <w:ilvl w:val="0"/>
          <w:numId w:val="37"/>
        </w:numPr>
        <w:suppressAutoHyphens/>
      </w:pPr>
      <w:r>
        <w:t>Zpracování projektu IGP (textová a grafická část) v souladu s požadavky uvedenými v Hlavních cílech projektu uvedených výše.</w:t>
      </w:r>
    </w:p>
    <w:p w14:paraId="632F85A5" w14:textId="77777777" w:rsidR="0098680B" w:rsidRPr="0098680B" w:rsidRDefault="0098680B" w:rsidP="00F0533E">
      <w:pPr>
        <w:rPr>
          <w:sz w:val="18"/>
          <w:szCs w:val="18"/>
          <w:u w:val="single"/>
        </w:rPr>
      </w:pPr>
    </w:p>
    <w:sectPr w:rsidR="0098680B" w:rsidRPr="0098680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6E552" w14:textId="77777777" w:rsidR="002C2A62" w:rsidRDefault="002C2A62" w:rsidP="00962258">
      <w:pPr>
        <w:spacing w:after="0" w:line="240" w:lineRule="auto"/>
      </w:pPr>
      <w:r>
        <w:separator/>
      </w:r>
    </w:p>
  </w:endnote>
  <w:endnote w:type="continuationSeparator" w:id="0">
    <w:p w14:paraId="4F23A7D2" w14:textId="77777777" w:rsidR="002C2A62" w:rsidRDefault="002C2A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FE4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7BF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79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2ECB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53AC1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FD63F0" w14:textId="77777777" w:rsidR="00F1715C" w:rsidRDefault="00F1715C" w:rsidP="00D831A3">
          <w:pPr>
            <w:pStyle w:val="Zpat"/>
          </w:pPr>
        </w:p>
      </w:tc>
    </w:tr>
  </w:tbl>
  <w:p w14:paraId="682C34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58FCEE" wp14:editId="17EC1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1457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9BE73F" wp14:editId="360342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CDF34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CADF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B96978" w14:textId="76ED14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20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20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012B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AA9C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3259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3659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212FFE0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EEFF75" w14:textId="77777777" w:rsidR="00F1715C" w:rsidRDefault="00F1715C" w:rsidP="00460660">
          <w:pPr>
            <w:pStyle w:val="Zpat"/>
          </w:pPr>
        </w:p>
      </w:tc>
    </w:tr>
  </w:tbl>
  <w:p w14:paraId="25DED4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CA7B1C" wp14:editId="7BE1B5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59092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EA3E1C" wp14:editId="615D82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8CAD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8EC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ED7B8" w14:textId="77777777" w:rsidR="002C2A62" w:rsidRDefault="002C2A62" w:rsidP="00962258">
      <w:pPr>
        <w:spacing w:after="0" w:line="240" w:lineRule="auto"/>
      </w:pPr>
      <w:r>
        <w:separator/>
      </w:r>
    </w:p>
  </w:footnote>
  <w:footnote w:type="continuationSeparator" w:id="0">
    <w:p w14:paraId="40F7CDA8" w14:textId="77777777" w:rsidR="002C2A62" w:rsidRDefault="002C2A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708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06DF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C9F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450CC0" w14:textId="77777777" w:rsidR="00F1715C" w:rsidRPr="00D6163D" w:rsidRDefault="00F1715C" w:rsidP="00D6163D">
          <w:pPr>
            <w:pStyle w:val="Druhdokumentu"/>
          </w:pPr>
        </w:p>
      </w:tc>
    </w:tr>
  </w:tbl>
  <w:p w14:paraId="2CD18B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0D7B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AB39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552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C9FD76" w14:textId="77777777" w:rsidR="00F1715C" w:rsidRPr="00D6163D" w:rsidRDefault="00F1715C" w:rsidP="00FC6389">
          <w:pPr>
            <w:pStyle w:val="Druhdokumentu"/>
          </w:pPr>
        </w:p>
      </w:tc>
    </w:tr>
    <w:tr w:rsidR="009F392E" w14:paraId="7BF8CE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3D0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EFD1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50A5E3" w14:textId="77777777" w:rsidR="009F392E" w:rsidRPr="00D6163D" w:rsidRDefault="009F392E" w:rsidP="00FC6389">
          <w:pPr>
            <w:pStyle w:val="Druhdokumentu"/>
          </w:pPr>
        </w:p>
      </w:tc>
    </w:tr>
  </w:tbl>
  <w:p w14:paraId="131056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61F5C00" wp14:editId="6C19331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A86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8E333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0C1314"/>
    <w:multiLevelType w:val="hybridMultilevel"/>
    <w:tmpl w:val="280EEA9C"/>
    <w:lvl w:ilvl="0" w:tplc="C6BE1968">
      <w:numFmt w:val="bullet"/>
      <w:lvlText w:val="-"/>
      <w:lvlJc w:val="left"/>
      <w:pPr>
        <w:ind w:left="1494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D647F"/>
    <w:multiLevelType w:val="hybridMultilevel"/>
    <w:tmpl w:val="50CE7D00"/>
    <w:lvl w:ilvl="0" w:tplc="ABA0C10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BC109F7"/>
    <w:multiLevelType w:val="multilevel"/>
    <w:tmpl w:val="E80CA0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14.2.5.%4."/>
      <w:lvlJc w:val="left"/>
      <w:pPr>
        <w:ind w:left="3164" w:hanging="360"/>
      </w:pPr>
      <w:rPr>
        <w:rFonts w:hint="default"/>
      </w:rPr>
    </w:lvl>
    <w:lvl w:ilvl="4">
      <w:start w:val="1"/>
      <w:numFmt w:val="none"/>
      <w:lvlText w:val="14.2.5.2.1."/>
      <w:lvlJc w:val="left"/>
      <w:pPr>
        <w:ind w:left="26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2A62"/>
    <w:rsid w:val="002C31BF"/>
    <w:rsid w:val="002D08B1"/>
    <w:rsid w:val="002E0CD7"/>
    <w:rsid w:val="00341DCF"/>
    <w:rsid w:val="00357BC6"/>
    <w:rsid w:val="003956C6"/>
    <w:rsid w:val="00422093"/>
    <w:rsid w:val="00441430"/>
    <w:rsid w:val="00450F07"/>
    <w:rsid w:val="00453CD3"/>
    <w:rsid w:val="00460660"/>
    <w:rsid w:val="00460F80"/>
    <w:rsid w:val="00475907"/>
    <w:rsid w:val="00486107"/>
    <w:rsid w:val="00491827"/>
    <w:rsid w:val="004B348C"/>
    <w:rsid w:val="004C4399"/>
    <w:rsid w:val="004C5D55"/>
    <w:rsid w:val="004C787C"/>
    <w:rsid w:val="004D4C11"/>
    <w:rsid w:val="004E143C"/>
    <w:rsid w:val="004E3A53"/>
    <w:rsid w:val="004F20BC"/>
    <w:rsid w:val="004F4B9B"/>
    <w:rsid w:val="004F69EA"/>
    <w:rsid w:val="00511AB9"/>
    <w:rsid w:val="00517904"/>
    <w:rsid w:val="005205A1"/>
    <w:rsid w:val="00523EA7"/>
    <w:rsid w:val="00553375"/>
    <w:rsid w:val="00557C28"/>
    <w:rsid w:val="005736B7"/>
    <w:rsid w:val="00575E5A"/>
    <w:rsid w:val="005A3CB2"/>
    <w:rsid w:val="005F1404"/>
    <w:rsid w:val="0061068E"/>
    <w:rsid w:val="00660AD3"/>
    <w:rsid w:val="00677B7F"/>
    <w:rsid w:val="006A5570"/>
    <w:rsid w:val="006A689C"/>
    <w:rsid w:val="006B3D79"/>
    <w:rsid w:val="006D3340"/>
    <w:rsid w:val="006D7AFE"/>
    <w:rsid w:val="006E0578"/>
    <w:rsid w:val="006E314D"/>
    <w:rsid w:val="006F0E45"/>
    <w:rsid w:val="00702130"/>
    <w:rsid w:val="00710723"/>
    <w:rsid w:val="00712709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1A04"/>
    <w:rsid w:val="008A3568"/>
    <w:rsid w:val="008D03B9"/>
    <w:rsid w:val="008F18D6"/>
    <w:rsid w:val="009012A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80B"/>
    <w:rsid w:val="00992D9C"/>
    <w:rsid w:val="00996CB8"/>
    <w:rsid w:val="009B14A9"/>
    <w:rsid w:val="009B2E97"/>
    <w:rsid w:val="009E07F4"/>
    <w:rsid w:val="009F263E"/>
    <w:rsid w:val="009F392E"/>
    <w:rsid w:val="00A536C3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5C8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5B76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50013B-93BD-4F64-921E-056DF7B5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4</cp:revision>
  <cp:lastPrinted>2017-11-28T17:18:00Z</cp:lastPrinted>
  <dcterms:created xsi:type="dcterms:W3CDTF">2021-12-06T10:17:00Z</dcterms:created>
  <dcterms:modified xsi:type="dcterms:W3CDTF">2021-12-07T11:45:00Z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