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50F915C9"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0A3A11">
        <w:rPr>
          <w:rFonts w:ascii="Verdana" w:hAnsi="Verdana" w:cstheme="minorHAnsi"/>
          <w:b/>
          <w:sz w:val="28"/>
          <w:szCs w:val="28"/>
          <w:u w:val="single"/>
        </w:rPr>
        <w:t xml:space="preserve">pracovních </w:t>
      </w:r>
      <w:r w:rsidR="00A209FB">
        <w:rPr>
          <w:rFonts w:ascii="Verdana" w:hAnsi="Verdana" w:cstheme="minorHAnsi"/>
          <w:b/>
          <w:sz w:val="28"/>
          <w:szCs w:val="28"/>
          <w:u w:val="single"/>
        </w:rPr>
        <w:t>mikin</w:t>
      </w:r>
      <w:r w:rsidR="00324DB1">
        <w:rPr>
          <w:rFonts w:ascii="Verdana" w:hAnsi="Verdana" w:cstheme="minorHAnsi"/>
          <w:b/>
          <w:sz w:val="28"/>
          <w:szCs w:val="28"/>
          <w:u w:val="single"/>
        </w:rPr>
        <w:t xml:space="preserve"> - 202</w:t>
      </w:r>
      <w:r w:rsidR="00BA3229">
        <w:rPr>
          <w:rFonts w:ascii="Verdana" w:hAnsi="Verdana" w:cstheme="minorHAnsi"/>
          <w:b/>
          <w:sz w:val="28"/>
          <w:szCs w:val="28"/>
          <w:u w:val="single"/>
        </w:rPr>
        <w:t>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20969D1"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24DB1">
        <w:rPr>
          <w:rFonts w:ascii="Verdana" w:hAnsi="Verdana" w:cstheme="minorHAnsi"/>
          <w:sz w:val="18"/>
          <w:szCs w:val="18"/>
        </w:rPr>
        <w:t xml:space="preserve">Dodávky </w:t>
      </w:r>
      <w:r w:rsidR="00F63A6F">
        <w:rPr>
          <w:rFonts w:ascii="Verdana" w:hAnsi="Verdana" w:cstheme="minorHAnsi"/>
          <w:sz w:val="18"/>
          <w:szCs w:val="18"/>
        </w:rPr>
        <w:t xml:space="preserve">pracovních </w:t>
      </w:r>
      <w:r w:rsidR="00A209FB">
        <w:rPr>
          <w:rFonts w:ascii="Verdana" w:hAnsi="Verdana" w:cstheme="minorHAnsi"/>
          <w:sz w:val="18"/>
          <w:szCs w:val="18"/>
        </w:rPr>
        <w:t>mikin</w:t>
      </w:r>
      <w:r w:rsidR="00324DB1">
        <w:rPr>
          <w:rFonts w:ascii="Verdana" w:hAnsi="Verdana" w:cstheme="minorHAnsi"/>
          <w:sz w:val="18"/>
          <w:szCs w:val="18"/>
        </w:rPr>
        <w:t xml:space="preserve"> - 202</w:t>
      </w:r>
      <w:r w:rsidR="00BA3229">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A209FB">
        <w:rPr>
          <w:rFonts w:ascii="Verdana" w:hAnsi="Verdana" w:cstheme="minorHAnsi"/>
          <w:sz w:val="18"/>
          <w:szCs w:val="18"/>
        </w:rPr>
        <w:t>3369</w:t>
      </w:r>
      <w:r w:rsidR="0028027F">
        <w:rPr>
          <w:rFonts w:ascii="Verdana" w:hAnsi="Verdana" w:cstheme="minorHAnsi"/>
          <w:sz w:val="18"/>
          <w:szCs w:val="18"/>
        </w:rPr>
        <w:t>/202</w:t>
      </w:r>
      <w:r w:rsidR="00BA3229">
        <w:rPr>
          <w:rFonts w:ascii="Verdana" w:hAnsi="Verdana" w:cstheme="minorHAnsi"/>
          <w:sz w:val="18"/>
          <w:szCs w:val="18"/>
        </w:rPr>
        <w:t>2</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77777777"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31AB518A" w14:textId="300E6146" w:rsidR="00324DB1" w:rsidRPr="008B5521" w:rsidRDefault="00324DB1" w:rsidP="00324DB1">
      <w:pPr>
        <w:pStyle w:val="Odstavecseseznamem"/>
        <w:numPr>
          <w:ilvl w:val="1"/>
          <w:numId w:val="4"/>
        </w:numPr>
        <w:spacing w:after="120"/>
        <w:ind w:left="284"/>
        <w:contextualSpacing w:val="0"/>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E17E08">
        <w:rPr>
          <w:rFonts w:ascii="Verdana" w:hAnsi="Verdana" w:cstheme="minorHAnsi"/>
          <w:sz w:val="18"/>
          <w:szCs w:val="18"/>
          <w:lang w:eastAsia="cs-CZ"/>
        </w:rPr>
        <w:t>příloze č.</w:t>
      </w:r>
      <w:r>
        <w:rPr>
          <w:rFonts w:ascii="Verdana" w:hAnsi="Verdana" w:cstheme="minorHAnsi"/>
          <w:sz w:val="18"/>
          <w:szCs w:val="18"/>
          <w:lang w:eastAsia="cs-CZ"/>
        </w:rPr>
        <w:t xml:space="preserve"> </w:t>
      </w:r>
      <w:r w:rsidR="002E0FD1">
        <w:rPr>
          <w:rFonts w:ascii="Verdana" w:hAnsi="Verdana" w:cstheme="minorHAnsi"/>
          <w:sz w:val="18"/>
          <w:szCs w:val="18"/>
          <w:lang w:eastAsia="cs-CZ"/>
        </w:rPr>
        <w:t>2</w:t>
      </w:r>
      <w:r w:rsidRPr="008B5521">
        <w:rPr>
          <w:rFonts w:ascii="Verdana" w:hAnsi="Verdana" w:cstheme="minorHAnsi"/>
          <w:sz w:val="18"/>
          <w:szCs w:val="18"/>
          <w:lang w:eastAsia="cs-CZ"/>
        </w:rPr>
        <w:t xml:space="preserve"> této Rámcové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05E37416" w:rsidR="00893290" w:rsidRPr="008B5521"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590A7AC3"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2E0FD1">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36DEA73D"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16C29B22" w14:textId="74FCB3D8" w:rsidR="002E0FD1" w:rsidRPr="00897AB7" w:rsidRDefault="002E0FD1"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kontaktní osobu Kupujícího,</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0FF7F78A" w:rsidR="00FF14B8" w:rsidRDefault="00D608AA" w:rsidP="008F669C">
      <w:pPr>
        <w:pStyle w:val="Odstavecseseznamem"/>
        <w:numPr>
          <w:ilvl w:val="0"/>
          <w:numId w:val="3"/>
        </w:numPr>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w:t>
      </w:r>
      <w:r w:rsidR="00893290" w:rsidRPr="002410D2">
        <w:rPr>
          <w:rFonts w:ascii="Verdana" w:hAnsi="Verdana" w:cstheme="minorHAnsi"/>
          <w:sz w:val="18"/>
          <w:szCs w:val="18"/>
        </w:rPr>
        <w:t xml:space="preserve">do </w:t>
      </w:r>
      <w:r w:rsidR="002E0FD1" w:rsidRPr="002410D2">
        <w:rPr>
          <w:rFonts w:ascii="Verdana" w:hAnsi="Verdana" w:cstheme="minorHAnsi"/>
          <w:sz w:val="18"/>
          <w:szCs w:val="18"/>
        </w:rPr>
        <w:t>5</w:t>
      </w:r>
      <w:r w:rsidR="00A0526B" w:rsidRPr="002410D2">
        <w:rPr>
          <w:rFonts w:ascii="Verdana" w:hAnsi="Verdana" w:cstheme="minorHAnsi"/>
          <w:sz w:val="18"/>
          <w:szCs w:val="18"/>
        </w:rPr>
        <w:t xml:space="preserve"> </w:t>
      </w:r>
      <w:r w:rsidR="00893290" w:rsidRPr="002410D2">
        <w:rPr>
          <w:rFonts w:ascii="Verdana" w:hAnsi="Verdana" w:cstheme="minorHAnsi"/>
          <w:sz w:val="18"/>
          <w:szCs w:val="18"/>
        </w:rPr>
        <w:t>pracovních</w:t>
      </w:r>
      <w:r w:rsidR="00893290" w:rsidRPr="008B5521">
        <w:rPr>
          <w:rFonts w:ascii="Verdana" w:hAnsi="Verdana" w:cstheme="minorHAnsi"/>
          <w:sz w:val="18"/>
          <w:szCs w:val="18"/>
        </w:rPr>
        <w:t xml:space="preserve">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5FC4D99E" w14:textId="77777777" w:rsidR="00E768D6" w:rsidRDefault="00E768D6" w:rsidP="00E768D6">
      <w:pPr>
        <w:pStyle w:val="Odstavecseseznamem"/>
        <w:ind w:left="360"/>
        <w:rPr>
          <w:rFonts w:ascii="Verdana" w:hAnsi="Verdana" w:cstheme="minorHAnsi"/>
          <w:sz w:val="18"/>
          <w:szCs w:val="18"/>
        </w:rPr>
      </w:pPr>
    </w:p>
    <w:p w14:paraId="164DA9B7" w14:textId="4A094B40" w:rsidR="00893290" w:rsidRPr="00897AB7" w:rsidRDefault="00FF14B8" w:rsidP="008F669C">
      <w:pPr>
        <w:pStyle w:val="Odstavecseseznamem"/>
        <w:numPr>
          <w:ilvl w:val="0"/>
          <w:numId w:val="3"/>
        </w:numPr>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97AB7" w:rsidRPr="00897AB7">
        <w:rPr>
          <w:rFonts w:ascii="Verdana" w:hAnsi="Verdana" w:cstheme="minorHAnsi"/>
          <w:sz w:val="18"/>
          <w:szCs w:val="18"/>
        </w:rPr>
        <w:t xml:space="preserve">5 </w:t>
      </w:r>
      <w:r w:rsidRPr="00897AB7">
        <w:rPr>
          <w:rFonts w:ascii="Verdana" w:hAnsi="Verdana" w:cstheme="minorHAnsi"/>
          <w:sz w:val="18"/>
          <w:szCs w:val="18"/>
        </w:rPr>
        <w:t xml:space="preserve">% z ceny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76797DE"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897AB7" w:rsidRPr="00897AB7">
        <w:rPr>
          <w:rFonts w:ascii="Verdana" w:eastAsiaTheme="majorEastAsia" w:hAnsi="Verdana" w:cstheme="minorHAnsi"/>
          <w:bCs/>
          <w:sz w:val="18"/>
          <w:szCs w:val="18"/>
        </w:rPr>
        <w:t>1</w:t>
      </w:r>
      <w:r w:rsidR="00BA3229">
        <w:rPr>
          <w:rFonts w:ascii="Verdana" w:eastAsiaTheme="majorEastAsia" w:hAnsi="Verdana" w:cstheme="minorHAnsi"/>
          <w:bCs/>
          <w:sz w:val="18"/>
          <w:szCs w:val="18"/>
        </w:rPr>
        <w:t>8</w:t>
      </w:r>
      <w:r w:rsidR="00897AB7" w:rsidRPr="00897AB7">
        <w:rPr>
          <w:rFonts w:ascii="Verdana" w:eastAsiaTheme="majorEastAsia" w:hAnsi="Verdana" w:cstheme="minorHAnsi"/>
          <w:bCs/>
          <w:sz w:val="18"/>
          <w:szCs w:val="18"/>
        </w:rPr>
        <w:t xml:space="preserve"> </w:t>
      </w:r>
      <w:r w:rsidRPr="00897AB7">
        <w:rPr>
          <w:rFonts w:ascii="Verdana" w:eastAsiaTheme="majorEastAsia" w:hAnsi="Verdana" w:cstheme="minorHAnsi"/>
          <w:bCs/>
          <w:sz w:val="18"/>
          <w:szCs w:val="18"/>
        </w:rPr>
        <w:t xml:space="preserve">měsíců od nabytí její účinnosti,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w:t>
      </w:r>
      <w:proofErr w:type="gramStart"/>
      <w:r w:rsidRPr="00897AB7">
        <w:rPr>
          <w:rFonts w:ascii="Verdana" w:hAnsi="Verdana" w:cstheme="minorHAnsi"/>
          <w:sz w:val="18"/>
          <w:szCs w:val="18"/>
        </w:rPr>
        <w:t>dohody</w:t>
      </w:r>
      <w:r w:rsidR="00535BD9">
        <w:rPr>
          <w:rFonts w:ascii="Verdana" w:hAnsi="Verdana" w:cstheme="minorHAnsi"/>
          <w:sz w:val="18"/>
          <w:szCs w:val="18"/>
        </w:rPr>
        <w:t xml:space="preserve">    </w:t>
      </w:r>
      <w:r w:rsidRPr="00897AB7">
        <w:rPr>
          <w:rFonts w:ascii="Verdana" w:hAnsi="Verdana" w:cstheme="minorHAnsi"/>
          <w:sz w:val="18"/>
          <w:szCs w:val="18"/>
        </w:rPr>
        <w:t xml:space="preserve"> (v součtu</w:t>
      </w:r>
      <w:proofErr w:type="gramEnd"/>
      <w:r w:rsidRPr="00897AB7">
        <w:rPr>
          <w:rFonts w:ascii="Verdana" w:hAnsi="Verdana" w:cstheme="minorHAnsi"/>
          <w:sz w:val="18"/>
          <w:szCs w:val="18"/>
        </w:rPr>
        <w:t xml:space="preserve"> všech dílčích smluv) v částce převyšující </w:t>
      </w:r>
      <w:r w:rsidR="00BA3229">
        <w:rPr>
          <w:rFonts w:ascii="Verdana" w:hAnsi="Verdana" w:cstheme="minorHAnsi"/>
          <w:sz w:val="18"/>
          <w:szCs w:val="18"/>
        </w:rPr>
        <w:t>6</w:t>
      </w:r>
      <w:r w:rsidR="00E768D6">
        <w:rPr>
          <w:rFonts w:ascii="Verdana" w:hAnsi="Verdana" w:cstheme="minorHAnsi"/>
          <w:sz w:val="18"/>
          <w:szCs w:val="18"/>
        </w:rPr>
        <w:t>.</w:t>
      </w:r>
      <w:r w:rsidR="00A209FB">
        <w:rPr>
          <w:rFonts w:ascii="Verdana" w:hAnsi="Verdana" w:cstheme="minorHAnsi"/>
          <w:sz w:val="18"/>
          <w:szCs w:val="18"/>
        </w:rPr>
        <w:t>9</w:t>
      </w:r>
      <w:r w:rsidR="00BA3229">
        <w:rPr>
          <w:rFonts w:ascii="Verdana" w:hAnsi="Verdana" w:cstheme="minorHAnsi"/>
          <w:sz w:val="18"/>
          <w:szCs w:val="18"/>
        </w:rPr>
        <w:t>95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A209FB">
        <w:rPr>
          <w:rFonts w:ascii="Verdana" w:hAnsi="Verdana" w:cstheme="minorHAnsi"/>
          <w:sz w:val="18"/>
          <w:szCs w:val="18"/>
        </w:rPr>
        <w:t>7</w:t>
      </w:r>
      <w:r w:rsidR="002E0FD1">
        <w:rPr>
          <w:rFonts w:ascii="Verdana" w:hAnsi="Verdana" w:cstheme="minorHAnsi"/>
          <w:sz w:val="18"/>
          <w:szCs w:val="18"/>
        </w:rPr>
        <w:t>.</w:t>
      </w:r>
      <w:r w:rsidR="00A209FB">
        <w:rPr>
          <w:rFonts w:ascii="Verdana" w:hAnsi="Verdana" w:cstheme="minorHAnsi"/>
          <w:sz w:val="18"/>
          <w:szCs w:val="18"/>
        </w:rPr>
        <w:t>0</w:t>
      </w:r>
      <w:r w:rsidR="002E0FD1">
        <w:rPr>
          <w:rFonts w:ascii="Verdana" w:hAnsi="Verdana" w:cstheme="minorHAnsi"/>
          <w:sz w:val="18"/>
          <w:szCs w:val="18"/>
        </w:rPr>
        <w:t>0</w:t>
      </w:r>
      <w:r w:rsidR="00E768D6">
        <w:rPr>
          <w:rFonts w:ascii="Verdana" w:hAnsi="Verdana" w:cstheme="minorHAnsi"/>
          <w:sz w:val="18"/>
          <w:szCs w:val="18"/>
        </w:rPr>
        <w:t>0</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71BBC29B" w14:textId="64E23B7B" w:rsidR="00E768D6" w:rsidRPr="008B5521" w:rsidRDefault="00E768D6" w:rsidP="00E768D6">
      <w:pPr>
        <w:pStyle w:val="acnormalbulleted"/>
        <w:numPr>
          <w:ilvl w:val="0"/>
          <w:numId w:val="1"/>
        </w:numPr>
        <w:tabs>
          <w:tab w:val="clear" w:pos="426"/>
        </w:tabs>
        <w:rPr>
          <w:rFonts w:ascii="Verdana" w:hAnsi="Verdana" w:cstheme="minorHAnsi"/>
          <w:sz w:val="18"/>
          <w:szCs w:val="18"/>
        </w:rPr>
      </w:pPr>
      <w:r w:rsidRPr="0056603E">
        <w:rPr>
          <w:rFonts w:ascii="Verdana" w:hAnsi="Verdana" w:cstheme="minorHAnsi"/>
          <w:sz w:val="18"/>
          <w:szCs w:val="18"/>
        </w:rPr>
        <w:lastRenderedPageBreak/>
        <w:t>Místo plnění dílčích smluv je organizační složka Kupujícího, kterou</w:t>
      </w:r>
      <w:r>
        <w:rPr>
          <w:rFonts w:ascii="Verdana" w:hAnsi="Verdana" w:cstheme="minorHAnsi"/>
          <w:sz w:val="18"/>
          <w:szCs w:val="18"/>
        </w:rPr>
        <w:t xml:space="preserve"> je Sklad výstrojních součástí, Na Důchodě 719, 503 01 Hradec Králové. V případě </w:t>
      </w:r>
      <w:proofErr w:type="spellStart"/>
      <w:r>
        <w:rPr>
          <w:rFonts w:ascii="Verdana" w:hAnsi="Verdana" w:cstheme="minorHAnsi"/>
          <w:sz w:val="18"/>
          <w:szCs w:val="18"/>
        </w:rPr>
        <w:t>měřenek</w:t>
      </w:r>
      <w:proofErr w:type="spellEnd"/>
      <w:r>
        <w:rPr>
          <w:rFonts w:ascii="Verdana" w:hAnsi="Verdana" w:cstheme="minorHAnsi"/>
          <w:sz w:val="18"/>
          <w:szCs w:val="18"/>
        </w:rPr>
        <w:t xml:space="preserve"> (nestandartních velikostí) může Kupující požadovat v objednávce dodání zboží i na jinou adresu na území České republiky. Dopravu požadovaného zboží do místa plnění zajišťuje Prodávající a je součástí cen uvedených v příloze č. </w:t>
      </w:r>
      <w:r w:rsidR="002E0FD1">
        <w:rPr>
          <w:rFonts w:ascii="Verdana" w:hAnsi="Verdana" w:cstheme="minorHAnsi"/>
          <w:sz w:val="18"/>
          <w:szCs w:val="18"/>
        </w:rPr>
        <w:t>2</w:t>
      </w:r>
      <w:r>
        <w:rPr>
          <w:rFonts w:ascii="Verdana" w:hAnsi="Verdana" w:cstheme="minorHAnsi"/>
          <w:sz w:val="18"/>
          <w:szCs w:val="18"/>
        </w:rPr>
        <w:t xml:space="preserve"> Rámcové dohody.</w:t>
      </w:r>
    </w:p>
    <w:p w14:paraId="4B2597BD" w14:textId="488172CE" w:rsidR="00E768D6" w:rsidRPr="002410D2" w:rsidRDefault="00E768D6" w:rsidP="00E768D6">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Pr="002410D2">
        <w:rPr>
          <w:rFonts w:ascii="Verdana" w:hAnsi="Verdana" w:cstheme="minorHAnsi"/>
          <w:sz w:val="18"/>
          <w:szCs w:val="18"/>
        </w:rPr>
        <w:t xml:space="preserve">dílčích smluv </w:t>
      </w:r>
      <w:r w:rsidR="002E2D6F" w:rsidRPr="002410D2">
        <w:rPr>
          <w:rFonts w:ascii="Verdana" w:hAnsi="Verdana" w:cstheme="minorHAnsi"/>
          <w:sz w:val="18"/>
          <w:szCs w:val="18"/>
        </w:rPr>
        <w:t>max. do 30 dnů od doručení objednávky, pokud Kupující neuvede v dílčí objednávce jiný termín</w:t>
      </w:r>
      <w:r w:rsidRPr="002410D2">
        <w:rPr>
          <w:rFonts w:ascii="Verdana" w:hAnsi="Verdana" w:cstheme="minorHAnsi"/>
          <w:sz w:val="18"/>
          <w:szCs w:val="18"/>
        </w:rPr>
        <w:t>. Prodávající je povinen tyto lhůty dodržet.</w:t>
      </w:r>
    </w:p>
    <w:p w14:paraId="7C3B08FF" w14:textId="58BBBF54" w:rsidR="00E768D6" w:rsidRPr="008B5521" w:rsidRDefault="00E768D6" w:rsidP="00E768D6">
      <w:pPr>
        <w:pStyle w:val="acnormalbulleted"/>
        <w:numPr>
          <w:ilvl w:val="0"/>
          <w:numId w:val="1"/>
        </w:numPr>
        <w:ind w:left="357" w:hanging="357"/>
        <w:rPr>
          <w:rFonts w:ascii="Verdana" w:hAnsi="Verdana" w:cstheme="minorHAnsi"/>
          <w:sz w:val="18"/>
          <w:szCs w:val="18"/>
        </w:rPr>
      </w:pPr>
      <w:r w:rsidRPr="002410D2">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w:t>
      </w:r>
      <w:r w:rsidR="002E0FD1" w:rsidRPr="002410D2">
        <w:rPr>
          <w:rFonts w:ascii="Verdana" w:eastAsiaTheme="majorEastAsia" w:hAnsi="Verdana" w:cstheme="minorHAnsi"/>
          <w:bCs/>
          <w:sz w:val="18"/>
          <w:szCs w:val="18"/>
        </w:rPr>
        <w:t>3</w:t>
      </w:r>
      <w:r w:rsidR="002E2D6F" w:rsidRPr="002410D2">
        <w:rPr>
          <w:rFonts w:ascii="Verdana" w:eastAsiaTheme="majorEastAsia" w:hAnsi="Verdana" w:cstheme="minorHAnsi"/>
          <w:bCs/>
          <w:sz w:val="18"/>
          <w:szCs w:val="18"/>
        </w:rPr>
        <w:t xml:space="preserve"> kalendářní</w:t>
      </w:r>
      <w:r w:rsidR="002E0FD1">
        <w:rPr>
          <w:rFonts w:ascii="Verdana" w:eastAsiaTheme="majorEastAsia" w:hAnsi="Verdana" w:cstheme="minorHAnsi"/>
          <w:bCs/>
          <w:sz w:val="18"/>
          <w:szCs w:val="18"/>
        </w:rPr>
        <w:t xml:space="preserve"> dny</w:t>
      </w:r>
      <w:r>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před sjednaným termínem plnění, dohodnout s druhou Smluvní stranou a písemně stvrdit náhradní dobu plnění s uvedením odůvodnění této změny.</w:t>
      </w:r>
    </w:p>
    <w:p w14:paraId="7FD50895"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 xml:space="preserve">Převzetím zboží ze strany Kupujícího se rozumí převzetí bezvadného zboží k užívání včetně všech souvisejících dokladů dle přílohy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této dohody či dokumentů, na které příloha č. </w:t>
      </w:r>
      <w:r>
        <w:rPr>
          <w:rFonts w:ascii="Verdana" w:eastAsiaTheme="majorEastAsia" w:hAnsi="Verdana" w:cstheme="minorHAnsi"/>
          <w:bCs/>
          <w:sz w:val="18"/>
          <w:szCs w:val="18"/>
        </w:rPr>
        <w:t>1</w:t>
      </w:r>
      <w:r w:rsidRPr="008B5521">
        <w:rPr>
          <w:rFonts w:ascii="Verdana" w:eastAsiaTheme="majorEastAsia" w:hAnsi="Verdana" w:cstheme="minorHAnsi"/>
          <w:bCs/>
          <w:sz w:val="18"/>
          <w:szCs w:val="18"/>
        </w:rPr>
        <w:t xml:space="preserve"> odkazuje, po kontrole a přepočtu zboží. </w:t>
      </w:r>
    </w:p>
    <w:p w14:paraId="2AB73657"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1AC64F9"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5DAA753A" w14:textId="77777777" w:rsidR="00E768D6" w:rsidRDefault="00E768D6" w:rsidP="00E768D6">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6F602AED" w14:textId="77777777" w:rsidR="00E768D6" w:rsidRPr="008B5521" w:rsidRDefault="00E768D6" w:rsidP="00E768D6">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575BC5C6"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 xml:space="preserve">Pojištění se u zboží nevyžaduje. </w:t>
      </w:r>
    </w:p>
    <w:p w14:paraId="76BF2A8C"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Způsob balení je uveden ve vzájemně odsouhlasených TPD.</w:t>
      </w:r>
    </w:p>
    <w:p w14:paraId="1ED03319" w14:textId="77777777" w:rsidR="00E768D6" w:rsidRPr="009C020E" w:rsidRDefault="00E768D6" w:rsidP="00E768D6">
      <w:pPr>
        <w:pStyle w:val="Nadpis2"/>
        <w:numPr>
          <w:ilvl w:val="0"/>
          <w:numId w:val="1"/>
        </w:numPr>
        <w:spacing w:line="276" w:lineRule="auto"/>
        <w:ind w:left="357" w:hanging="357"/>
        <w:rPr>
          <w:rFonts w:ascii="Verdana" w:hAnsi="Verdana" w:cstheme="minorHAnsi"/>
          <w:sz w:val="18"/>
          <w:szCs w:val="18"/>
        </w:rPr>
      </w:pPr>
      <w:r w:rsidRPr="009C020E">
        <w:rPr>
          <w:rFonts w:ascii="Verdana" w:hAnsi="Verdana" w:cstheme="minorHAnsi"/>
          <w:sz w:val="18"/>
          <w:szCs w:val="18"/>
        </w:rPr>
        <w:t>Zboží není dodáváno s vratnými obalovými materiály.</w:t>
      </w:r>
    </w:p>
    <w:p w14:paraId="164DA9C0" w14:textId="77777777" w:rsidR="00062B10" w:rsidRPr="008B5521" w:rsidRDefault="00062B10" w:rsidP="008F669C">
      <w:pPr>
        <w:pStyle w:val="Bezmezer"/>
        <w:jc w:val="left"/>
        <w:rPr>
          <w:rFonts w:ascii="Verdana" w:hAnsi="Verdana" w:cstheme="minorHAnsi"/>
        </w:rPr>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1774866A"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0088334F" w:rsidRPr="0088334F">
        <w:rPr>
          <w:rFonts w:ascii="Verdana" w:hAnsi="Verdana" w:cstheme="minorHAnsi"/>
          <w:sz w:val="18"/>
          <w:szCs w:val="18"/>
        </w:rPr>
        <w:t xml:space="preserve"> </w:t>
      </w:r>
      <w:r w:rsidR="002E0FD1">
        <w:rPr>
          <w:rFonts w:ascii="Verdana" w:hAnsi="Verdana" w:cstheme="minorHAnsi"/>
          <w:sz w:val="18"/>
          <w:szCs w:val="18"/>
        </w:rPr>
        <w:t>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4F02613A"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2E0FD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 xml:space="preserve">jsou cenami konečnými, zahrnující veškeré náklady Prodávajícího, včetně nákladů na třídění, </w:t>
      </w:r>
      <w:r w:rsidR="00CB26F1" w:rsidRPr="00B96AC1">
        <w:rPr>
          <w:rFonts w:ascii="Verdana" w:hAnsi="Verdana" w:cstheme="minorHAnsi"/>
          <w:sz w:val="18"/>
          <w:szCs w:val="18"/>
        </w:rPr>
        <w:lastRenderedPageBreak/>
        <w:t>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4B6140A4" w14:textId="77777777" w:rsidR="002E2D6F" w:rsidRDefault="002E2D6F"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r w:rsidRPr="00B96AC1">
        <w:rPr>
          <w:rFonts w:ascii="Verdana" w:eastAsiaTheme="majorEastAsia" w:hAnsi="Verdana" w:cstheme="minorHAnsi"/>
          <w:bCs/>
          <w:sz w:val="18"/>
          <w:szCs w:val="18"/>
        </w:rPr>
        <w:t xml:space="preserve"> </w:t>
      </w:r>
    </w:p>
    <w:p w14:paraId="1612C860" w14:textId="784A52BB" w:rsidR="002E2D6F" w:rsidRDefault="002E2D6F" w:rsidP="002E2D6F">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39774E07" w14:textId="77777777" w:rsidR="002E2D6F" w:rsidRPr="00B96AC1" w:rsidRDefault="002E2D6F" w:rsidP="002E2D6F">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B96AC1">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7D9D68FD" w14:textId="54B2C1D1"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Pr>
          <w:rFonts w:ascii="Verdana" w:hAnsi="Verdana" w:cstheme="minorHAnsi"/>
          <w:sz w:val="18"/>
          <w:szCs w:val="18"/>
        </w:rPr>
        <w:t>TPD a příslušným ustanovením Obchodních podmínek</w:t>
      </w:r>
      <w:r w:rsidRPr="008B5521">
        <w:rPr>
          <w:rFonts w:ascii="Verdana" w:hAnsi="Verdana" w:cstheme="minorHAnsi"/>
          <w:sz w:val="18"/>
          <w:szCs w:val="18"/>
        </w:rPr>
        <w:t xml:space="preserve"> a příslušnými ustanoveními Občanského zákoníku.</w:t>
      </w:r>
    </w:p>
    <w:p w14:paraId="3ED60FAF" w14:textId="77777777" w:rsidR="002E2D6F" w:rsidRDefault="002E2D6F" w:rsidP="002E2D6F">
      <w:pPr>
        <w:pStyle w:val="Odstavecseseznamem"/>
        <w:numPr>
          <w:ilvl w:val="1"/>
          <w:numId w:val="4"/>
        </w:numPr>
        <w:spacing w:after="240"/>
        <w:ind w:left="426" w:hanging="480"/>
        <w:contextualSpacing w:val="0"/>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 a v uzavřených TPD, a že jeho provedení bude shodné s vzájemně odsouhlasenými referenčními vzorky.</w:t>
      </w:r>
    </w:p>
    <w:p w14:paraId="42D2600F" w14:textId="498BFC1D" w:rsidR="00B96AC1"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2410D2">
        <w:rPr>
          <w:rFonts w:ascii="Verdana" w:eastAsiaTheme="majorEastAsia" w:hAnsi="Verdana" w:cstheme="minorHAnsi"/>
          <w:bCs/>
          <w:sz w:val="18"/>
          <w:szCs w:val="18"/>
        </w:rPr>
        <w:t>Kvalita dodávaného zboží může být Kupujícím namátkově ověřována u notifikovaných zkušeben, výsledky těchto zkoušek mohou být podkladem pro případnou reklamaci. V</w:t>
      </w:r>
      <w:r w:rsidRPr="00B96AC1">
        <w:rPr>
          <w:rFonts w:ascii="Verdana" w:eastAsiaTheme="majorEastAsia" w:hAnsi="Verdana" w:cstheme="minorHAnsi"/>
          <w:bCs/>
          <w:sz w:val="18"/>
          <w:szCs w:val="18"/>
        </w:rPr>
        <w:t xml:space="preserve">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A53B144" w14:textId="62E4E64F" w:rsidR="00EB2E20" w:rsidRDefault="00EB2E20" w:rsidP="00EB2E20">
      <w:pPr>
        <w:pStyle w:val="Odstavecseseznamem"/>
        <w:spacing w:after="120"/>
        <w:contextualSpacing w:val="0"/>
        <w:rPr>
          <w:rFonts w:ascii="Verdana" w:eastAsiaTheme="majorEastAsia" w:hAnsi="Verdana" w:cstheme="minorHAnsi"/>
          <w:bCs/>
          <w:sz w:val="18"/>
          <w:szCs w:val="18"/>
        </w:rPr>
      </w:pPr>
    </w:p>
    <w:p w14:paraId="02645180" w14:textId="77777777" w:rsidR="00EB2E20" w:rsidRPr="00B96AC1" w:rsidRDefault="00EB2E20" w:rsidP="00EB2E20">
      <w:pPr>
        <w:pStyle w:val="Odstavecseseznamem"/>
        <w:spacing w:after="120"/>
        <w:contextualSpacing w:val="0"/>
        <w:rPr>
          <w:rFonts w:ascii="Verdana" w:eastAsiaTheme="majorEastAsia" w:hAnsi="Verdana" w:cstheme="minorHAnsi"/>
          <w:bCs/>
          <w:sz w:val="18"/>
          <w:szCs w:val="18"/>
        </w:rPr>
      </w:pP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1755EB15"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 xml:space="preserve">atele neuvedeného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662822">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9A59DA8" w14:textId="07492F09" w:rsidR="00EB2E20" w:rsidRDefault="00EB2E20" w:rsidP="00EB2E20">
      <w:pPr>
        <w:spacing w:before="120" w:after="120"/>
        <w:ind w:left="426"/>
        <w:rPr>
          <w:rFonts w:ascii="Verdana" w:hAnsi="Verdana" w:cstheme="minorHAnsi"/>
          <w:sz w:val="18"/>
          <w:szCs w:val="18"/>
        </w:rPr>
      </w:pPr>
    </w:p>
    <w:p w14:paraId="1D9E1F4C" w14:textId="77777777" w:rsidR="00EB2E20" w:rsidRDefault="00EB2E20" w:rsidP="00EB2E20">
      <w:pPr>
        <w:spacing w:before="120" w:after="120"/>
        <w:ind w:left="426"/>
        <w:rPr>
          <w:rFonts w:ascii="Verdana" w:hAnsi="Verdana" w:cstheme="minorHAnsi"/>
          <w:sz w:val="18"/>
          <w:szCs w:val="18"/>
        </w:rPr>
      </w:pP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tel.</w:t>
      </w:r>
      <w:proofErr w:type="gramEnd"/>
      <w:r w:rsidR="007F03C6"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4494A902" w:rsidR="00966347" w:rsidRPr="008B5521"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703407">
        <w:rPr>
          <w:rFonts w:ascii="Verdana" w:hAnsi="Verdana"/>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8587833"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lastRenderedPageBreak/>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EB2E20">
        <w:rPr>
          <w:rFonts w:ascii="Verdana" w:hAnsi="Verdana" w:cstheme="minorHAnsi"/>
          <w:sz w:val="18"/>
          <w:szCs w:val="18"/>
        </w:rPr>
        <w:t>Specifikace zboží</w:t>
      </w:r>
      <w:r w:rsidR="00F63A6F">
        <w:rPr>
          <w:rFonts w:ascii="Verdana" w:hAnsi="Verdana" w:cstheme="minorHAnsi"/>
          <w:sz w:val="18"/>
          <w:szCs w:val="18"/>
        </w:rPr>
        <w:t xml:space="preserve"> a jednotkový ceník</w:t>
      </w:r>
    </w:p>
    <w:p w14:paraId="739A7739" w14:textId="3E13E811"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F63A6F">
        <w:rPr>
          <w:rFonts w:ascii="Verdana" w:hAnsi="Verdana" w:cstheme="minorHAnsi"/>
          <w:sz w:val="18"/>
          <w:szCs w:val="18"/>
        </w:rPr>
        <w:t>Čestné prohlášení o poddodavatelích (dle potřeby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F84DE" w14:textId="77777777" w:rsidR="00B323DC" w:rsidRDefault="00B323DC" w:rsidP="003706CB">
      <w:pPr>
        <w:spacing w:after="0" w:line="240" w:lineRule="auto"/>
      </w:pPr>
      <w:r>
        <w:separator/>
      </w:r>
    </w:p>
  </w:endnote>
  <w:endnote w:type="continuationSeparator" w:id="0">
    <w:p w14:paraId="5F374297" w14:textId="77777777" w:rsidR="00B323DC" w:rsidRDefault="00B323DC" w:rsidP="003706CB">
      <w:pPr>
        <w:spacing w:after="0" w:line="240" w:lineRule="auto"/>
      </w:pPr>
      <w:r>
        <w:continuationSeparator/>
      </w:r>
    </w:p>
  </w:endnote>
  <w:endnote w:type="continuationNotice" w:id="1">
    <w:p w14:paraId="0A6B5E00" w14:textId="77777777" w:rsidR="00B323DC" w:rsidRDefault="00B323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28E0429A"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E0F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E0F4D">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2221BE8"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1E0F4D">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1E0F4D">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0F5107F3" w:rsidR="003B2DAA" w:rsidRPr="003B2DAA" w:rsidRDefault="004B4891" w:rsidP="00324DB1">
          <w:pPr>
            <w:tabs>
              <w:tab w:val="center" w:pos="4536"/>
              <w:tab w:val="right" w:pos="9072"/>
            </w:tabs>
            <w:rPr>
              <w:rFonts w:ascii="Verdana" w:eastAsia="Verdana" w:hAnsi="Verdana"/>
              <w:sz w:val="12"/>
            </w:rPr>
          </w:pP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6089" w14:textId="77777777" w:rsidR="00B323DC" w:rsidRDefault="00B323DC" w:rsidP="003706CB">
      <w:pPr>
        <w:spacing w:after="0" w:line="240" w:lineRule="auto"/>
      </w:pPr>
      <w:r>
        <w:separator/>
      </w:r>
    </w:p>
  </w:footnote>
  <w:footnote w:type="continuationSeparator" w:id="0">
    <w:p w14:paraId="26EA9874" w14:textId="77777777" w:rsidR="00B323DC" w:rsidRDefault="00B323DC" w:rsidP="003706CB">
      <w:pPr>
        <w:spacing w:after="0" w:line="240" w:lineRule="auto"/>
      </w:pPr>
      <w:r>
        <w:continuationSeparator/>
      </w:r>
    </w:p>
  </w:footnote>
  <w:footnote w:type="continuationNotice" w:id="1">
    <w:p w14:paraId="1A33D78A" w14:textId="77777777" w:rsidR="00B323DC" w:rsidRDefault="00B323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A11"/>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87E"/>
    <w:rsid w:val="001B5523"/>
    <w:rsid w:val="001C012F"/>
    <w:rsid w:val="001C7A89"/>
    <w:rsid w:val="001C7FC3"/>
    <w:rsid w:val="001D394C"/>
    <w:rsid w:val="001D65ED"/>
    <w:rsid w:val="001D78A4"/>
    <w:rsid w:val="001E0F4D"/>
    <w:rsid w:val="001E20FA"/>
    <w:rsid w:val="002045B1"/>
    <w:rsid w:val="00211202"/>
    <w:rsid w:val="002171E6"/>
    <w:rsid w:val="00220472"/>
    <w:rsid w:val="0022127F"/>
    <w:rsid w:val="0022305B"/>
    <w:rsid w:val="0022507E"/>
    <w:rsid w:val="00227803"/>
    <w:rsid w:val="0023151B"/>
    <w:rsid w:val="00235748"/>
    <w:rsid w:val="00237834"/>
    <w:rsid w:val="0024088D"/>
    <w:rsid w:val="002410D2"/>
    <w:rsid w:val="0024121F"/>
    <w:rsid w:val="002422A1"/>
    <w:rsid w:val="00242EE0"/>
    <w:rsid w:val="002510A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2E0FD1"/>
    <w:rsid w:val="002E2D6F"/>
    <w:rsid w:val="00303F31"/>
    <w:rsid w:val="00306FC6"/>
    <w:rsid w:val="003120FE"/>
    <w:rsid w:val="00312CAC"/>
    <w:rsid w:val="00324DB1"/>
    <w:rsid w:val="00324DFF"/>
    <w:rsid w:val="00342BE3"/>
    <w:rsid w:val="00346D6A"/>
    <w:rsid w:val="003509D2"/>
    <w:rsid w:val="00362102"/>
    <w:rsid w:val="003706CB"/>
    <w:rsid w:val="00375A75"/>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2822"/>
    <w:rsid w:val="006653C8"/>
    <w:rsid w:val="006672B1"/>
    <w:rsid w:val="00675602"/>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700C54"/>
    <w:rsid w:val="00703407"/>
    <w:rsid w:val="0070422F"/>
    <w:rsid w:val="00704546"/>
    <w:rsid w:val="0071081E"/>
    <w:rsid w:val="00712557"/>
    <w:rsid w:val="00712561"/>
    <w:rsid w:val="00712B43"/>
    <w:rsid w:val="00712CE3"/>
    <w:rsid w:val="00713652"/>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209FB"/>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C04"/>
    <w:rsid w:val="00B55BD0"/>
    <w:rsid w:val="00B63F9B"/>
    <w:rsid w:val="00B702D2"/>
    <w:rsid w:val="00B74412"/>
    <w:rsid w:val="00B8510E"/>
    <w:rsid w:val="00B92EB6"/>
    <w:rsid w:val="00B96AC1"/>
    <w:rsid w:val="00BA19C0"/>
    <w:rsid w:val="00BA3229"/>
    <w:rsid w:val="00BA3F41"/>
    <w:rsid w:val="00BA4430"/>
    <w:rsid w:val="00BA5837"/>
    <w:rsid w:val="00BA7E2F"/>
    <w:rsid w:val="00BB0757"/>
    <w:rsid w:val="00BB1A24"/>
    <w:rsid w:val="00BB38F3"/>
    <w:rsid w:val="00BB5E7C"/>
    <w:rsid w:val="00BC380A"/>
    <w:rsid w:val="00BC5D86"/>
    <w:rsid w:val="00BD7195"/>
    <w:rsid w:val="00BE24DE"/>
    <w:rsid w:val="00BF2011"/>
    <w:rsid w:val="00BF482C"/>
    <w:rsid w:val="00BF4D4D"/>
    <w:rsid w:val="00C01FDB"/>
    <w:rsid w:val="00C06AF0"/>
    <w:rsid w:val="00C10A21"/>
    <w:rsid w:val="00C12CBA"/>
    <w:rsid w:val="00C16730"/>
    <w:rsid w:val="00C17503"/>
    <w:rsid w:val="00C20498"/>
    <w:rsid w:val="00C24777"/>
    <w:rsid w:val="00C26221"/>
    <w:rsid w:val="00C26E78"/>
    <w:rsid w:val="00C31D5B"/>
    <w:rsid w:val="00C3703A"/>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6B7E"/>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68D6"/>
    <w:rsid w:val="00E875BD"/>
    <w:rsid w:val="00E92321"/>
    <w:rsid w:val="00E94C8C"/>
    <w:rsid w:val="00E956D9"/>
    <w:rsid w:val="00E97E19"/>
    <w:rsid w:val="00EA09C6"/>
    <w:rsid w:val="00EA312B"/>
    <w:rsid w:val="00EA3CA5"/>
    <w:rsid w:val="00EB1E1A"/>
    <w:rsid w:val="00EB258A"/>
    <w:rsid w:val="00EB2E20"/>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A6F"/>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DAE969-5049-4693-8328-7B5EF5E8D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3023</Words>
  <Characters>17837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20</cp:revision>
  <cp:lastPrinted>2022-01-13T09:41:00Z</cp:lastPrinted>
  <dcterms:created xsi:type="dcterms:W3CDTF">2020-10-26T19:19:00Z</dcterms:created>
  <dcterms:modified xsi:type="dcterms:W3CDTF">2022-01-13T09:42:00Z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