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E787F2" w14:textId="77777777" w:rsidTr="00F862D6">
        <w:tc>
          <w:tcPr>
            <w:tcW w:w="1020" w:type="dxa"/>
          </w:tcPr>
          <w:p w14:paraId="36B00AB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F98E528" wp14:editId="5E9316E5">
                      <wp:simplePos x="0" y="0"/>
                      <wp:positionH relativeFrom="page">
                        <wp:posOffset>3012440</wp:posOffset>
                      </wp:positionH>
                      <wp:positionV relativeFrom="page">
                        <wp:posOffset>200025</wp:posOffset>
                      </wp:positionV>
                      <wp:extent cx="2411730" cy="653415"/>
                      <wp:effectExtent l="0" t="0" r="762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653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CDBD5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8E5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7.2pt;margin-top:15.75pt;width:189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" o:allowincell="f" fillcolor="white [3212]" stroked="f" strokeweight=".5pt">
                      <v:textbox>
                        <w:txbxContent>
                          <w:p w14:paraId="41CDBD5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A978ABD" w14:textId="77777777" w:rsidR="00F64786" w:rsidRDefault="00F64786" w:rsidP="0077673A"/>
        </w:tc>
        <w:tc>
          <w:tcPr>
            <w:tcW w:w="823" w:type="dxa"/>
          </w:tcPr>
          <w:p w14:paraId="42B224FD" w14:textId="77777777" w:rsidR="00F64786" w:rsidRDefault="00F64786" w:rsidP="0077673A"/>
        </w:tc>
        <w:tc>
          <w:tcPr>
            <w:tcW w:w="3685" w:type="dxa"/>
          </w:tcPr>
          <w:p w14:paraId="4741DDD1" w14:textId="77777777" w:rsidR="00F64786" w:rsidRDefault="00F64786" w:rsidP="0077673A"/>
        </w:tc>
      </w:tr>
      <w:tr w:rsidR="00F862D6" w14:paraId="031AC53C" w14:textId="77777777" w:rsidTr="00596C7E">
        <w:tc>
          <w:tcPr>
            <w:tcW w:w="1020" w:type="dxa"/>
          </w:tcPr>
          <w:p w14:paraId="015733C6" w14:textId="77777777" w:rsidR="00F862D6" w:rsidRDefault="00F862D6" w:rsidP="0077673A"/>
        </w:tc>
        <w:tc>
          <w:tcPr>
            <w:tcW w:w="2552" w:type="dxa"/>
          </w:tcPr>
          <w:p w14:paraId="0969D2C7" w14:textId="77777777" w:rsidR="00F862D6" w:rsidRDefault="00F862D6" w:rsidP="00764595"/>
        </w:tc>
        <w:tc>
          <w:tcPr>
            <w:tcW w:w="823" w:type="dxa"/>
          </w:tcPr>
          <w:p w14:paraId="3BC7D757" w14:textId="77777777" w:rsidR="00F862D6" w:rsidRDefault="00F862D6" w:rsidP="0077673A"/>
        </w:tc>
        <w:tc>
          <w:tcPr>
            <w:tcW w:w="3685" w:type="dxa"/>
            <w:vMerge w:val="restart"/>
          </w:tcPr>
          <w:p w14:paraId="7C9CE8AD" w14:textId="77777777" w:rsidR="00596C7E" w:rsidRDefault="00596C7E" w:rsidP="00596C7E">
            <w:pPr>
              <w:rPr>
                <w:rStyle w:val="Potovnadresa"/>
              </w:rPr>
            </w:pPr>
          </w:p>
          <w:p w14:paraId="2A9722B2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54931" w14:paraId="1FD462EC" w14:textId="77777777" w:rsidTr="00F862D6">
        <w:tc>
          <w:tcPr>
            <w:tcW w:w="1020" w:type="dxa"/>
          </w:tcPr>
          <w:p w14:paraId="350D359C" w14:textId="77777777" w:rsidR="00154931" w:rsidRPr="003E6B9A" w:rsidRDefault="00154931" w:rsidP="00154931">
            <w:r w:rsidRPr="003E6B9A">
              <w:t>Naše zn.</w:t>
            </w:r>
          </w:p>
        </w:tc>
        <w:tc>
          <w:tcPr>
            <w:tcW w:w="2552" w:type="dxa"/>
          </w:tcPr>
          <w:p w14:paraId="56CE7EF5" w14:textId="5565DF66" w:rsidR="00154931" w:rsidRPr="003E6B9A" w:rsidRDefault="00E636FA" w:rsidP="00154931">
            <w:r w:rsidRPr="00E636FA">
              <w:t>1022/2022-SŽ-SSV-Ú3</w:t>
            </w:r>
          </w:p>
        </w:tc>
        <w:tc>
          <w:tcPr>
            <w:tcW w:w="823" w:type="dxa"/>
          </w:tcPr>
          <w:p w14:paraId="4AE97351" w14:textId="77777777" w:rsidR="00154931" w:rsidRDefault="00154931" w:rsidP="00154931"/>
        </w:tc>
        <w:tc>
          <w:tcPr>
            <w:tcW w:w="3685" w:type="dxa"/>
            <w:vMerge/>
          </w:tcPr>
          <w:p w14:paraId="78F9BCFE" w14:textId="77777777" w:rsidR="00154931" w:rsidRDefault="00154931" w:rsidP="00154931"/>
        </w:tc>
      </w:tr>
      <w:tr w:rsidR="00154931" w14:paraId="76C67B45" w14:textId="77777777" w:rsidTr="00F862D6">
        <w:tc>
          <w:tcPr>
            <w:tcW w:w="1020" w:type="dxa"/>
          </w:tcPr>
          <w:p w14:paraId="31E3BAF2" w14:textId="77777777" w:rsidR="00154931" w:rsidRDefault="00154931" w:rsidP="00154931">
            <w:r>
              <w:t>Listů/příloh</w:t>
            </w:r>
          </w:p>
        </w:tc>
        <w:tc>
          <w:tcPr>
            <w:tcW w:w="2552" w:type="dxa"/>
          </w:tcPr>
          <w:p w14:paraId="0887AD22" w14:textId="11B60D97" w:rsidR="00154931" w:rsidRPr="003E6B9A" w:rsidRDefault="00154931" w:rsidP="00154931">
            <w:r w:rsidRPr="000575AF">
              <w:t>2/0</w:t>
            </w:r>
          </w:p>
        </w:tc>
        <w:tc>
          <w:tcPr>
            <w:tcW w:w="823" w:type="dxa"/>
          </w:tcPr>
          <w:p w14:paraId="5809B54F" w14:textId="77777777" w:rsidR="00154931" w:rsidRDefault="00154931" w:rsidP="00154931"/>
        </w:tc>
        <w:tc>
          <w:tcPr>
            <w:tcW w:w="3685" w:type="dxa"/>
            <w:vMerge/>
          </w:tcPr>
          <w:p w14:paraId="077D8E3D" w14:textId="77777777" w:rsidR="00154931" w:rsidRDefault="00154931" w:rsidP="00154931">
            <w:pPr>
              <w:rPr>
                <w:noProof/>
              </w:rPr>
            </w:pPr>
          </w:p>
        </w:tc>
      </w:tr>
      <w:tr w:rsidR="00154931" w14:paraId="6C16799E" w14:textId="77777777" w:rsidTr="00B23CA3">
        <w:trPr>
          <w:trHeight w:val="77"/>
        </w:trPr>
        <w:tc>
          <w:tcPr>
            <w:tcW w:w="1020" w:type="dxa"/>
          </w:tcPr>
          <w:p w14:paraId="3774005A" w14:textId="77777777" w:rsidR="00154931" w:rsidRDefault="00154931" w:rsidP="00154931"/>
        </w:tc>
        <w:tc>
          <w:tcPr>
            <w:tcW w:w="2552" w:type="dxa"/>
          </w:tcPr>
          <w:p w14:paraId="783E40F4" w14:textId="77777777" w:rsidR="00154931" w:rsidRPr="003E6B9A" w:rsidRDefault="00154931" w:rsidP="00154931"/>
        </w:tc>
        <w:tc>
          <w:tcPr>
            <w:tcW w:w="823" w:type="dxa"/>
          </w:tcPr>
          <w:p w14:paraId="074EBCB1" w14:textId="77777777" w:rsidR="00154931" w:rsidRDefault="00154931" w:rsidP="00154931"/>
        </w:tc>
        <w:tc>
          <w:tcPr>
            <w:tcW w:w="3685" w:type="dxa"/>
            <w:vMerge/>
          </w:tcPr>
          <w:p w14:paraId="72A98314" w14:textId="77777777" w:rsidR="00154931" w:rsidRDefault="00154931" w:rsidP="00154931"/>
        </w:tc>
      </w:tr>
      <w:tr w:rsidR="00154931" w14:paraId="7118C20F" w14:textId="77777777" w:rsidTr="00F862D6">
        <w:tc>
          <w:tcPr>
            <w:tcW w:w="1020" w:type="dxa"/>
          </w:tcPr>
          <w:p w14:paraId="35449D35" w14:textId="77777777" w:rsidR="00154931" w:rsidRDefault="00154931" w:rsidP="00154931">
            <w:r>
              <w:t>Vyřizuje</w:t>
            </w:r>
          </w:p>
        </w:tc>
        <w:tc>
          <w:tcPr>
            <w:tcW w:w="2552" w:type="dxa"/>
          </w:tcPr>
          <w:p w14:paraId="244FC901" w14:textId="10342589" w:rsidR="00154931" w:rsidRPr="003E6B9A" w:rsidRDefault="00154931" w:rsidP="00154931">
            <w:r w:rsidRPr="000575AF">
              <w:t>Ing. Radomíra Rečková</w:t>
            </w:r>
          </w:p>
        </w:tc>
        <w:tc>
          <w:tcPr>
            <w:tcW w:w="823" w:type="dxa"/>
          </w:tcPr>
          <w:p w14:paraId="23DF0188" w14:textId="77777777" w:rsidR="00154931" w:rsidRDefault="00154931" w:rsidP="00154931"/>
        </w:tc>
        <w:tc>
          <w:tcPr>
            <w:tcW w:w="3685" w:type="dxa"/>
            <w:vMerge/>
          </w:tcPr>
          <w:p w14:paraId="3D4A93E6" w14:textId="77777777" w:rsidR="00154931" w:rsidRDefault="00154931" w:rsidP="00154931"/>
        </w:tc>
      </w:tr>
      <w:tr w:rsidR="00154931" w14:paraId="3122EC08" w14:textId="77777777" w:rsidTr="00F862D6">
        <w:tc>
          <w:tcPr>
            <w:tcW w:w="1020" w:type="dxa"/>
          </w:tcPr>
          <w:p w14:paraId="5DD99BAE" w14:textId="77777777" w:rsidR="00154931" w:rsidRDefault="00154931" w:rsidP="00154931"/>
        </w:tc>
        <w:tc>
          <w:tcPr>
            <w:tcW w:w="2552" w:type="dxa"/>
          </w:tcPr>
          <w:p w14:paraId="00364126" w14:textId="77777777" w:rsidR="00154931" w:rsidRPr="003E6B9A" w:rsidRDefault="00154931" w:rsidP="00154931"/>
        </w:tc>
        <w:tc>
          <w:tcPr>
            <w:tcW w:w="823" w:type="dxa"/>
          </w:tcPr>
          <w:p w14:paraId="3C6E079A" w14:textId="77777777" w:rsidR="00154931" w:rsidRDefault="00154931" w:rsidP="00154931"/>
        </w:tc>
        <w:tc>
          <w:tcPr>
            <w:tcW w:w="3685" w:type="dxa"/>
            <w:vMerge/>
          </w:tcPr>
          <w:p w14:paraId="64266CA5" w14:textId="77777777" w:rsidR="00154931" w:rsidRDefault="00154931" w:rsidP="00154931"/>
        </w:tc>
      </w:tr>
      <w:tr w:rsidR="00154931" w14:paraId="0BB898D7" w14:textId="77777777" w:rsidTr="00F862D6">
        <w:tc>
          <w:tcPr>
            <w:tcW w:w="1020" w:type="dxa"/>
          </w:tcPr>
          <w:p w14:paraId="23C5AC93" w14:textId="77777777" w:rsidR="00154931" w:rsidRDefault="00154931" w:rsidP="00154931">
            <w:r>
              <w:t>Mobil</w:t>
            </w:r>
          </w:p>
        </w:tc>
        <w:tc>
          <w:tcPr>
            <w:tcW w:w="2552" w:type="dxa"/>
          </w:tcPr>
          <w:p w14:paraId="717A49AF" w14:textId="3B90BDC7" w:rsidR="00154931" w:rsidRPr="003E6B9A" w:rsidRDefault="00154931" w:rsidP="00154931">
            <w:r w:rsidRPr="000575AF">
              <w:t>+420 725 744 197</w:t>
            </w:r>
          </w:p>
        </w:tc>
        <w:tc>
          <w:tcPr>
            <w:tcW w:w="823" w:type="dxa"/>
          </w:tcPr>
          <w:p w14:paraId="7B69A6F2" w14:textId="77777777" w:rsidR="00154931" w:rsidRDefault="00154931" w:rsidP="00154931"/>
        </w:tc>
        <w:tc>
          <w:tcPr>
            <w:tcW w:w="3685" w:type="dxa"/>
            <w:vMerge/>
          </w:tcPr>
          <w:p w14:paraId="1F36932B" w14:textId="77777777" w:rsidR="00154931" w:rsidRDefault="00154931" w:rsidP="00154931"/>
        </w:tc>
      </w:tr>
      <w:tr w:rsidR="00154931" w14:paraId="63FE723E" w14:textId="77777777" w:rsidTr="00F862D6">
        <w:tc>
          <w:tcPr>
            <w:tcW w:w="1020" w:type="dxa"/>
          </w:tcPr>
          <w:p w14:paraId="43CC16C5" w14:textId="77777777" w:rsidR="00154931" w:rsidRDefault="00154931" w:rsidP="00154931">
            <w:r>
              <w:t>E-mail</w:t>
            </w:r>
          </w:p>
        </w:tc>
        <w:tc>
          <w:tcPr>
            <w:tcW w:w="2552" w:type="dxa"/>
          </w:tcPr>
          <w:p w14:paraId="079252EB" w14:textId="3ACD604C" w:rsidR="00154931" w:rsidRPr="003E6B9A" w:rsidRDefault="00154931" w:rsidP="00154931">
            <w:r w:rsidRPr="000575AF">
              <w:t>Reckova@spravazeleznic.cz</w:t>
            </w:r>
          </w:p>
        </w:tc>
        <w:tc>
          <w:tcPr>
            <w:tcW w:w="823" w:type="dxa"/>
          </w:tcPr>
          <w:p w14:paraId="1383C290" w14:textId="77777777" w:rsidR="00154931" w:rsidRDefault="00154931" w:rsidP="00154931"/>
        </w:tc>
        <w:tc>
          <w:tcPr>
            <w:tcW w:w="3685" w:type="dxa"/>
            <w:vMerge/>
          </w:tcPr>
          <w:p w14:paraId="40CBC2D6" w14:textId="77777777" w:rsidR="00154931" w:rsidRDefault="00154931" w:rsidP="00154931"/>
        </w:tc>
      </w:tr>
      <w:tr w:rsidR="009A7568" w14:paraId="6E419722" w14:textId="77777777" w:rsidTr="00F862D6">
        <w:tc>
          <w:tcPr>
            <w:tcW w:w="1020" w:type="dxa"/>
          </w:tcPr>
          <w:p w14:paraId="3371A0F2" w14:textId="77777777" w:rsidR="009A7568" w:rsidRDefault="009A7568" w:rsidP="009A7568"/>
        </w:tc>
        <w:tc>
          <w:tcPr>
            <w:tcW w:w="2552" w:type="dxa"/>
          </w:tcPr>
          <w:p w14:paraId="29383763" w14:textId="77777777" w:rsidR="009A7568" w:rsidRPr="003E6B9A" w:rsidRDefault="009A7568" w:rsidP="009A7568"/>
        </w:tc>
        <w:tc>
          <w:tcPr>
            <w:tcW w:w="823" w:type="dxa"/>
          </w:tcPr>
          <w:p w14:paraId="6CB191C7" w14:textId="77777777" w:rsidR="009A7568" w:rsidRDefault="009A7568" w:rsidP="009A7568"/>
        </w:tc>
        <w:tc>
          <w:tcPr>
            <w:tcW w:w="3685" w:type="dxa"/>
          </w:tcPr>
          <w:p w14:paraId="73325DB3" w14:textId="77777777" w:rsidR="009A7568" w:rsidRDefault="009A7568" w:rsidP="009A7568"/>
        </w:tc>
      </w:tr>
      <w:tr w:rsidR="009A7568" w14:paraId="18B24D90" w14:textId="77777777" w:rsidTr="00F862D6">
        <w:tc>
          <w:tcPr>
            <w:tcW w:w="1020" w:type="dxa"/>
          </w:tcPr>
          <w:p w14:paraId="654FDDF9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4038594" w14:textId="62B8E963" w:rsidR="009A7568" w:rsidRPr="003E6B9A" w:rsidRDefault="00154931" w:rsidP="009A7568">
            <w:bookmarkStart w:id="0" w:name="Datum"/>
            <w:r>
              <w:t>11. ledna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6285CBA" w14:textId="77777777" w:rsidR="009A7568" w:rsidRDefault="009A7568" w:rsidP="009A7568"/>
        </w:tc>
        <w:tc>
          <w:tcPr>
            <w:tcW w:w="3685" w:type="dxa"/>
          </w:tcPr>
          <w:p w14:paraId="657A1CDE" w14:textId="77777777" w:rsidR="009A7568" w:rsidRDefault="009A7568" w:rsidP="009A7568"/>
        </w:tc>
      </w:tr>
      <w:tr w:rsidR="00F64786" w14:paraId="1F756DE5" w14:textId="77777777" w:rsidTr="00F862D6">
        <w:tc>
          <w:tcPr>
            <w:tcW w:w="1020" w:type="dxa"/>
          </w:tcPr>
          <w:p w14:paraId="0B5649C8" w14:textId="77777777" w:rsidR="00F64786" w:rsidRDefault="00F64786" w:rsidP="0077673A"/>
        </w:tc>
        <w:tc>
          <w:tcPr>
            <w:tcW w:w="2552" w:type="dxa"/>
          </w:tcPr>
          <w:p w14:paraId="0859478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41A305A" w14:textId="77777777" w:rsidR="00F64786" w:rsidRDefault="00F64786" w:rsidP="0077673A"/>
        </w:tc>
        <w:tc>
          <w:tcPr>
            <w:tcW w:w="3685" w:type="dxa"/>
          </w:tcPr>
          <w:p w14:paraId="5BBDE7E0" w14:textId="77777777" w:rsidR="00F64786" w:rsidRDefault="00F64786" w:rsidP="0077673A"/>
        </w:tc>
      </w:tr>
      <w:tr w:rsidR="00F862D6" w14:paraId="05302A41" w14:textId="77777777" w:rsidTr="00B45E9E">
        <w:trPr>
          <w:trHeight w:val="794"/>
        </w:trPr>
        <w:tc>
          <w:tcPr>
            <w:tcW w:w="1020" w:type="dxa"/>
          </w:tcPr>
          <w:p w14:paraId="7705A4C8" w14:textId="77777777" w:rsidR="00F862D6" w:rsidRDefault="00F862D6" w:rsidP="0077673A"/>
        </w:tc>
        <w:tc>
          <w:tcPr>
            <w:tcW w:w="2552" w:type="dxa"/>
          </w:tcPr>
          <w:p w14:paraId="2E8F8E82" w14:textId="77777777" w:rsidR="00F862D6" w:rsidRDefault="00F862D6" w:rsidP="00F310F8"/>
        </w:tc>
        <w:tc>
          <w:tcPr>
            <w:tcW w:w="823" w:type="dxa"/>
          </w:tcPr>
          <w:p w14:paraId="545AE2D3" w14:textId="77777777" w:rsidR="00F862D6" w:rsidRDefault="00F862D6" w:rsidP="0077673A"/>
        </w:tc>
        <w:tc>
          <w:tcPr>
            <w:tcW w:w="3685" w:type="dxa"/>
          </w:tcPr>
          <w:p w14:paraId="3DBC8B13" w14:textId="77777777" w:rsidR="00F862D6" w:rsidRDefault="00F862D6" w:rsidP="0077673A"/>
        </w:tc>
      </w:tr>
    </w:tbl>
    <w:p w14:paraId="23D1A4A1" w14:textId="02C2B721" w:rsidR="00CB7B5A" w:rsidRDefault="00CB7B5A" w:rsidP="002F7871">
      <w:pPr>
        <w:spacing w:after="0" w:line="240" w:lineRule="auto"/>
        <w:ind w:left="567" w:hanging="567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B131A" w:rsidRPr="00BB131A">
        <w:rPr>
          <w:rFonts w:eastAsia="Calibri" w:cs="Times New Roman"/>
          <w:b/>
          <w:lang w:eastAsia="cs-CZ"/>
        </w:rPr>
        <w:t>Sanace násypového zemního tělesa Březová nad Svitavou - Svitavy 224,600 - 225,000</w:t>
      </w:r>
    </w:p>
    <w:p w14:paraId="3CA583F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F7871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E36D79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34C55009" w14:textId="5CACDBC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77A1D4" w14:textId="77777777" w:rsidR="00322B6D" w:rsidRPr="00CB7B5A" w:rsidRDefault="00322B6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C3BEB" w14:textId="0C139794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66AAD08B" w14:textId="0A6DAAD3" w:rsidR="00BB131A" w:rsidRPr="00BB131A" w:rsidRDefault="00BB131A" w:rsidP="00CB7B5A">
      <w:pPr>
        <w:spacing w:after="0" w:line="240" w:lineRule="auto"/>
        <w:rPr>
          <w:rFonts w:eastAsia="Calibri" w:cs="Times New Roman"/>
          <w:lang w:eastAsia="cs-CZ"/>
        </w:rPr>
      </w:pPr>
      <w:r w:rsidRPr="008E2CF7">
        <w:rPr>
          <w:rFonts w:eastAsia="Calibri" w:cs="Times New Roman"/>
          <w:b/>
          <w:lang w:eastAsia="cs-CZ"/>
        </w:rPr>
        <w:t>SO 01-20-01 Železniční most v km 225,036</w:t>
      </w:r>
      <w:r w:rsidRPr="008E2CF7">
        <w:rPr>
          <w:rFonts w:eastAsia="Calibri" w:cs="Times New Roman"/>
          <w:lang w:eastAsia="cs-CZ"/>
        </w:rPr>
        <w:br/>
        <w:t>PKO ocelových konstrukcí – v technické zprávě je uveden nátěrový systém ONS 15 jak u zábradlí</w:t>
      </w:r>
      <w:r w:rsidRPr="00BB131A">
        <w:rPr>
          <w:rFonts w:eastAsia="Calibri" w:cs="Times New Roman"/>
          <w:lang w:eastAsia="cs-CZ"/>
        </w:rPr>
        <w:t>,</w:t>
      </w:r>
      <w:r w:rsidRPr="008E2CF7">
        <w:rPr>
          <w:rFonts w:eastAsia="Calibri" w:cs="Times New Roman"/>
          <w:lang w:eastAsia="cs-CZ"/>
        </w:rPr>
        <w:t xml:space="preserve"> tak i u mostních nosníků. V předpisu SŽDC S5/4 je uvedena tato PKO:</w:t>
      </w:r>
      <w:r w:rsidRPr="008E2CF7">
        <w:rPr>
          <w:rFonts w:eastAsia="Calibri" w:cs="Times New Roman"/>
          <w:lang w:eastAsia="cs-CZ"/>
        </w:rPr>
        <w:br/>
        <w:t>Zábradlí: ONS 15, 340 µm - Odstín určí investor</w:t>
      </w:r>
      <w:r w:rsidRPr="008E2CF7">
        <w:rPr>
          <w:rFonts w:eastAsia="Calibri" w:cs="Times New Roman"/>
          <w:lang w:eastAsia="cs-CZ"/>
        </w:rPr>
        <w:br/>
        <w:t>Mostní nosníky: ŽSP + ONS 02, 100+200 µm (RAL 7038 v TZ)</w:t>
      </w:r>
      <w:r w:rsidRPr="008E2CF7">
        <w:rPr>
          <w:rFonts w:eastAsia="Calibri" w:cs="Times New Roman"/>
          <w:lang w:eastAsia="cs-CZ"/>
        </w:rPr>
        <w:br/>
        <w:t>Žádáme zadavatele o upřesnění nátěrových systémů.</w:t>
      </w:r>
    </w:p>
    <w:p w14:paraId="54B3674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E89CF8" w14:textId="77777777" w:rsidR="00322B6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84A1E12" w14:textId="1E2C5C96" w:rsidR="002F7871" w:rsidRPr="00322B6D" w:rsidRDefault="004359B2" w:rsidP="00322B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22B6D">
        <w:rPr>
          <w:rFonts w:eastAsia="Calibri" w:cs="Times New Roman"/>
          <w:lang w:eastAsia="cs-CZ"/>
        </w:rPr>
        <w:t xml:space="preserve">Navržena je obnova PKO ocelových částí. Dle Tabulky D/1 předpisu SŽDC S5/4 </w:t>
      </w:r>
      <w:r w:rsidR="00F95CEB" w:rsidRPr="00322B6D">
        <w:rPr>
          <w:rFonts w:eastAsia="Calibri" w:cs="Times New Roman"/>
          <w:lang w:eastAsia="cs-CZ"/>
        </w:rPr>
        <w:t xml:space="preserve">je pro obnovu PKO </w:t>
      </w:r>
      <w:r w:rsidRPr="00322B6D">
        <w:rPr>
          <w:rFonts w:eastAsia="Calibri" w:cs="Times New Roman"/>
          <w:lang w:eastAsia="cs-CZ"/>
        </w:rPr>
        <w:t>doporučený systém ONS 15</w:t>
      </w:r>
      <w:r w:rsidR="00F95CEB" w:rsidRPr="00322B6D">
        <w:rPr>
          <w:rFonts w:eastAsia="Calibri" w:cs="Times New Roman"/>
          <w:lang w:eastAsia="cs-CZ"/>
        </w:rPr>
        <w:t xml:space="preserve"> při stupni korozní agresivity C5</w:t>
      </w:r>
      <w:r w:rsidR="005414BE" w:rsidRPr="00322B6D">
        <w:rPr>
          <w:rFonts w:eastAsia="Calibri" w:cs="Times New Roman"/>
          <w:lang w:eastAsia="cs-CZ"/>
        </w:rPr>
        <w:t>, Uvedený PKO byl odsouhlasen investorem v rámci pracovních porad a připomínkového řízení.</w:t>
      </w:r>
    </w:p>
    <w:p w14:paraId="0C3A8A41" w14:textId="12CC3BAD" w:rsidR="002F7871" w:rsidRDefault="002F7871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01A1CD0" w14:textId="77777777" w:rsidR="00322B6D" w:rsidRPr="002F7871" w:rsidRDefault="00322B6D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416992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11FD9A6A" w14:textId="3B658AD2" w:rsidR="00CB7B5A" w:rsidRPr="002F7871" w:rsidRDefault="002F7871" w:rsidP="00CB7B5A">
      <w:pPr>
        <w:spacing w:after="0" w:line="240" w:lineRule="auto"/>
        <w:rPr>
          <w:rFonts w:eastAsia="Calibri" w:cs="Times New Roman"/>
          <w:lang w:eastAsia="cs-CZ"/>
        </w:rPr>
      </w:pPr>
      <w:r w:rsidRPr="008E2CF7">
        <w:rPr>
          <w:rFonts w:eastAsia="Calibri" w:cs="Times New Roman"/>
          <w:b/>
          <w:lang w:eastAsia="cs-CZ"/>
        </w:rPr>
        <w:t>SO 01-20-01 Železniční most v km 225,036</w:t>
      </w:r>
      <w:r w:rsidRPr="008E2CF7">
        <w:rPr>
          <w:rFonts w:eastAsia="Calibri" w:cs="Times New Roman"/>
          <w:lang w:eastAsia="cs-CZ"/>
        </w:rPr>
        <w:br/>
        <w:t>V soupisu prací jsou dle našeho názoru uvedeny špatné výměry u položek č.</w:t>
      </w:r>
      <w:r>
        <w:rPr>
          <w:rFonts w:eastAsia="Calibri" w:cs="Times New Roman"/>
          <w:lang w:eastAsia="cs-CZ"/>
        </w:rPr>
        <w:t xml:space="preserve"> </w:t>
      </w:r>
      <w:r w:rsidRPr="008E2CF7">
        <w:rPr>
          <w:rFonts w:eastAsia="Calibri" w:cs="Times New Roman"/>
          <w:lang w:eastAsia="cs-CZ"/>
        </w:rPr>
        <w:t>22 a 23</w:t>
      </w:r>
      <w:r w:rsidRPr="008E2CF7">
        <w:rPr>
          <w:rFonts w:eastAsia="Calibri" w:cs="Times New Roman"/>
          <w:lang w:eastAsia="cs-CZ"/>
        </w:rPr>
        <w:br/>
        <w:t>Pol. č. 22 – PROTIKOROZ OCHRANA OCEL KONSTR NÁSTŘIKEM METALIZACÍ – 16,184 m2 – dle našeho názoru nejsou do výměry započteny viditelné plochy krajních profilů I 450 NK – nová výměra 24,05 m2.</w:t>
      </w:r>
      <w:r w:rsidRPr="008E2CF7">
        <w:rPr>
          <w:rFonts w:eastAsia="Calibri" w:cs="Times New Roman"/>
          <w:lang w:eastAsia="cs-CZ"/>
        </w:rPr>
        <w:br/>
        <w:t xml:space="preserve">Pol. č. 23 – PROTIKOROZ OCHRANA OK KOMBIN PLAVLEKM SE ŽÁR ZINK PONOREM – 31,360 m2 – dle našeho názoru je koeficient pro přepočet plochy u uvedeného </w:t>
      </w:r>
      <w:proofErr w:type="spellStart"/>
      <w:r w:rsidRPr="008E2CF7">
        <w:rPr>
          <w:rFonts w:eastAsia="Calibri" w:cs="Times New Roman"/>
          <w:lang w:eastAsia="cs-CZ"/>
        </w:rPr>
        <w:t>třímadlového</w:t>
      </w:r>
      <w:proofErr w:type="spellEnd"/>
      <w:r w:rsidRPr="008E2CF7">
        <w:rPr>
          <w:rFonts w:eastAsia="Calibri" w:cs="Times New Roman"/>
          <w:lang w:eastAsia="cs-CZ"/>
        </w:rPr>
        <w:t xml:space="preserve"> zábradlí se sloupky L80/80 a madly L70/70 - 1,1m2/</w:t>
      </w:r>
      <w:proofErr w:type="spellStart"/>
      <w:r w:rsidRPr="008E2CF7">
        <w:rPr>
          <w:rFonts w:eastAsia="Calibri" w:cs="Times New Roman"/>
          <w:lang w:eastAsia="cs-CZ"/>
        </w:rPr>
        <w:t>mb</w:t>
      </w:r>
      <w:proofErr w:type="spellEnd"/>
      <w:r w:rsidRPr="008E2CF7">
        <w:rPr>
          <w:rFonts w:eastAsia="Calibri" w:cs="Times New Roman"/>
          <w:lang w:eastAsia="cs-CZ"/>
        </w:rPr>
        <w:t xml:space="preserve"> a ne 0,8 m2/</w:t>
      </w:r>
      <w:proofErr w:type="spellStart"/>
      <w:r w:rsidRPr="008E2CF7">
        <w:rPr>
          <w:rFonts w:eastAsia="Calibri" w:cs="Times New Roman"/>
          <w:lang w:eastAsia="cs-CZ"/>
        </w:rPr>
        <w:t>mb</w:t>
      </w:r>
      <w:proofErr w:type="spellEnd"/>
      <w:r w:rsidRPr="008E2CF7">
        <w:rPr>
          <w:rFonts w:eastAsia="Calibri" w:cs="Times New Roman"/>
          <w:lang w:eastAsia="cs-CZ"/>
        </w:rPr>
        <w:t xml:space="preserve"> jako je uvedeno v soupisu prací. Výměra s tímto koeficientem je 42,567 m2.</w:t>
      </w:r>
      <w:r w:rsidRPr="008E2CF7">
        <w:rPr>
          <w:rFonts w:eastAsia="Calibri" w:cs="Times New Roman"/>
          <w:lang w:eastAsia="cs-CZ"/>
        </w:rPr>
        <w:br/>
        <w:t>Žádáme zadavatele o vysvětlení popřípadě o opravu soupisu prací.</w:t>
      </w:r>
    </w:p>
    <w:p w14:paraId="7194D56E" w14:textId="77777777" w:rsidR="00322B6D" w:rsidRDefault="00322B6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122574" w14:textId="77777777" w:rsidR="00322B6D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EC6444">
        <w:rPr>
          <w:rFonts w:eastAsia="Calibri" w:cs="Times New Roman"/>
          <w:b/>
          <w:lang w:eastAsia="cs-CZ"/>
        </w:rPr>
        <w:t xml:space="preserve"> </w:t>
      </w:r>
    </w:p>
    <w:p w14:paraId="4919834D" w14:textId="181AB804" w:rsidR="00CB7B5A" w:rsidRPr="00322B6D" w:rsidRDefault="00EC6444" w:rsidP="00CB7B5A">
      <w:pPr>
        <w:spacing w:after="0" w:line="240" w:lineRule="auto"/>
        <w:rPr>
          <w:rFonts w:eastAsia="Calibri" w:cs="Times New Roman"/>
          <w:lang w:eastAsia="cs-CZ"/>
        </w:rPr>
      </w:pPr>
      <w:r w:rsidRPr="00322B6D">
        <w:rPr>
          <w:rFonts w:eastAsia="Calibri" w:cs="Times New Roman"/>
          <w:lang w:eastAsia="cs-CZ"/>
        </w:rPr>
        <w:t>Výměry byly</w:t>
      </w:r>
      <w:r w:rsidR="006034BA" w:rsidRPr="00322B6D">
        <w:rPr>
          <w:rFonts w:eastAsia="Calibri" w:cs="Times New Roman"/>
          <w:lang w:eastAsia="cs-CZ"/>
        </w:rPr>
        <w:t xml:space="preserve"> </w:t>
      </w:r>
      <w:r w:rsidRPr="00322B6D">
        <w:rPr>
          <w:rFonts w:eastAsia="Calibri" w:cs="Times New Roman"/>
          <w:lang w:eastAsia="cs-CZ"/>
        </w:rPr>
        <w:t>opraveny, přiložen</w:t>
      </w:r>
      <w:r w:rsidR="006034BA" w:rsidRPr="00322B6D">
        <w:rPr>
          <w:rFonts w:eastAsia="Calibri" w:cs="Times New Roman"/>
          <w:lang w:eastAsia="cs-CZ"/>
        </w:rPr>
        <w:t xml:space="preserve"> opraven</w:t>
      </w:r>
      <w:r w:rsidRPr="00322B6D">
        <w:rPr>
          <w:rFonts w:eastAsia="Calibri" w:cs="Times New Roman"/>
          <w:lang w:eastAsia="cs-CZ"/>
        </w:rPr>
        <w:t>ý</w:t>
      </w:r>
      <w:r w:rsidR="006034BA" w:rsidRPr="00322B6D">
        <w:rPr>
          <w:rFonts w:eastAsia="Calibri" w:cs="Times New Roman"/>
          <w:lang w:eastAsia="cs-CZ"/>
        </w:rPr>
        <w:t xml:space="preserve"> soupis prací</w:t>
      </w:r>
      <w:r w:rsidR="00B5769C" w:rsidRPr="00322B6D">
        <w:rPr>
          <w:rFonts w:eastAsia="Calibri" w:cs="Times New Roman"/>
          <w:lang w:eastAsia="cs-CZ"/>
        </w:rPr>
        <w:t>.</w:t>
      </w:r>
    </w:p>
    <w:p w14:paraId="72796E61" w14:textId="2A3201FE" w:rsidR="002F7871" w:rsidRDefault="002F787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833A39" w14:textId="77777777" w:rsidR="00322B6D" w:rsidRDefault="00322B6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96F455" w14:textId="0351CBB9" w:rsidR="002F7871" w:rsidRPr="00CB7B5A" w:rsidRDefault="002F7871" w:rsidP="002F787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453C74B7" w14:textId="4FBC89D2" w:rsidR="002F7871" w:rsidRPr="002F7871" w:rsidRDefault="002F7871" w:rsidP="00CB7B5A">
      <w:pPr>
        <w:spacing w:after="0" w:line="240" w:lineRule="auto"/>
        <w:rPr>
          <w:rFonts w:eastAsia="Calibri" w:cs="Times New Roman"/>
          <w:lang w:eastAsia="cs-CZ"/>
        </w:rPr>
      </w:pPr>
      <w:r w:rsidRPr="008E2CF7">
        <w:rPr>
          <w:rFonts w:eastAsia="Calibri" w:cs="Times New Roman"/>
          <w:b/>
          <w:lang w:eastAsia="cs-CZ"/>
        </w:rPr>
        <w:t>SO 01-21-01 Železniční propustek v km 224,878</w:t>
      </w:r>
      <w:r w:rsidRPr="008E2CF7">
        <w:rPr>
          <w:rFonts w:eastAsia="Calibri" w:cs="Times New Roman"/>
          <w:lang w:eastAsia="cs-CZ"/>
        </w:rPr>
        <w:br/>
        <w:t xml:space="preserve">V technické zprávě a výkresové dokumentaci je uvedeno odstranění stávajícího zábradlí bez opravy nebo náhrady novým. Soupis prací, ale obsahuje pol. č. 13 - PROTIKOROZ OCHRANA OK KOMBIN PLAVLEKM SE ŽÁR ZINK PONOREM a pol. č. 18 – OČIŠTĚNÍ OCEL KONSTR OTRYSKÁNÍM NA SUCHO KŘEMIČ PÍSKEM. Tyto položky </w:t>
      </w:r>
      <w:r w:rsidRPr="002F7871">
        <w:rPr>
          <w:rFonts w:eastAsia="Calibri" w:cs="Times New Roman"/>
          <w:lang w:eastAsia="cs-CZ"/>
        </w:rPr>
        <w:t xml:space="preserve">by soupis prací neměl obsahovat, </w:t>
      </w:r>
      <w:r w:rsidRPr="008E2CF7">
        <w:rPr>
          <w:rFonts w:eastAsia="Calibri" w:cs="Times New Roman"/>
          <w:lang w:eastAsia="cs-CZ"/>
        </w:rPr>
        <w:t>pokud se zábradlí pouze odstraňuje.</w:t>
      </w:r>
      <w:r w:rsidRPr="008E2CF7">
        <w:rPr>
          <w:rFonts w:eastAsia="Calibri" w:cs="Times New Roman"/>
          <w:lang w:eastAsia="cs-CZ"/>
        </w:rPr>
        <w:br/>
        <w:t>Žádáme zadavatele o vysvětlení.</w:t>
      </w:r>
    </w:p>
    <w:p w14:paraId="4DCBF8A7" w14:textId="77777777" w:rsidR="00322B6D" w:rsidRDefault="00322B6D" w:rsidP="002F787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69B921" w14:textId="77777777" w:rsidR="00322B6D" w:rsidRDefault="00322B6D" w:rsidP="002F787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664AF7" w14:textId="77777777" w:rsidR="00322B6D" w:rsidRDefault="00322B6D" w:rsidP="002F787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825E1B" w14:textId="30FE99FD" w:rsidR="00322B6D" w:rsidRDefault="002F7871" w:rsidP="002F787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62F3043A" w14:textId="357DB480" w:rsidR="002F7871" w:rsidRPr="00322B6D" w:rsidRDefault="006034BA" w:rsidP="002F7871">
      <w:pPr>
        <w:spacing w:after="0" w:line="240" w:lineRule="auto"/>
        <w:rPr>
          <w:rFonts w:eastAsia="Calibri" w:cs="Times New Roman"/>
          <w:lang w:eastAsia="cs-CZ"/>
        </w:rPr>
      </w:pPr>
      <w:r w:rsidRPr="00322B6D">
        <w:rPr>
          <w:rFonts w:eastAsia="Calibri" w:cs="Times New Roman"/>
          <w:lang w:eastAsia="cs-CZ"/>
        </w:rPr>
        <w:t>Zábradlí bude</w:t>
      </w:r>
      <w:r w:rsidR="00782512" w:rsidRPr="00322B6D">
        <w:rPr>
          <w:rFonts w:eastAsia="Calibri" w:cs="Times New Roman"/>
          <w:lang w:eastAsia="cs-CZ"/>
        </w:rPr>
        <w:t xml:space="preserve"> při realizaci stavby</w:t>
      </w:r>
      <w:r w:rsidRPr="00322B6D">
        <w:rPr>
          <w:rFonts w:eastAsia="Calibri" w:cs="Times New Roman"/>
          <w:lang w:eastAsia="cs-CZ"/>
        </w:rPr>
        <w:t xml:space="preserve"> odstraněno, </w:t>
      </w:r>
      <w:r w:rsidR="00782512" w:rsidRPr="00322B6D">
        <w:rPr>
          <w:rFonts w:eastAsia="Calibri" w:cs="Times New Roman"/>
          <w:lang w:eastAsia="cs-CZ"/>
        </w:rPr>
        <w:t>přiložen opravený soupis prací.</w:t>
      </w:r>
    </w:p>
    <w:p w14:paraId="2AC00184" w14:textId="77777777" w:rsidR="002F7871" w:rsidRDefault="002F787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62D5B2" w14:textId="4721B841" w:rsidR="002F7871" w:rsidRDefault="002F787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0AD3AC" w14:textId="01FBFD3A" w:rsidR="002F7871" w:rsidRPr="00CB7B5A" w:rsidRDefault="002F7871" w:rsidP="002F787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4</w:t>
      </w:r>
      <w:r w:rsidRPr="00CB7B5A">
        <w:rPr>
          <w:rFonts w:eastAsia="Calibri" w:cs="Times New Roman"/>
          <w:b/>
          <w:lang w:eastAsia="cs-CZ"/>
        </w:rPr>
        <w:t>:</w:t>
      </w:r>
    </w:p>
    <w:p w14:paraId="73A66389" w14:textId="5EA20A8C" w:rsidR="002F7871" w:rsidRDefault="002F787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8E2CF7">
        <w:rPr>
          <w:rFonts w:eastAsia="Calibri" w:cs="Times New Roman"/>
          <w:b/>
          <w:lang w:eastAsia="cs-CZ"/>
        </w:rPr>
        <w:t>SO 01-20-01 Železniční most v km 225,036</w:t>
      </w:r>
      <w:r w:rsidRPr="008E2CF7">
        <w:rPr>
          <w:rFonts w:eastAsia="Calibri" w:cs="Times New Roman"/>
          <w:b/>
          <w:lang w:eastAsia="cs-CZ"/>
        </w:rPr>
        <w:br/>
      </w:r>
      <w:r w:rsidRPr="008E2CF7">
        <w:rPr>
          <w:rFonts w:eastAsia="Calibri" w:cs="Times New Roman"/>
          <w:lang w:eastAsia="cs-CZ"/>
        </w:rPr>
        <w:t>Pol. č. 1 – POMOC PRÁCE ZŘÍZ NEBO ZAJIŠŤ OBJÍŽĎKY A PŘÍSTUP CESTY – v popisu položky jsou mimo výpočtů ploch jednotlivých druhů úprav komunikací uvedeny i jednotkové a celkové ceny za úpravy o opravy komunikací. Je tato celková částka závazná a má touto částkou uchazeč ocenit pol. č. 1?</w:t>
      </w:r>
      <w:r w:rsidRPr="008E2CF7">
        <w:rPr>
          <w:rFonts w:eastAsia="Calibri" w:cs="Times New Roman"/>
          <w:lang w:eastAsia="cs-CZ"/>
        </w:rPr>
        <w:br/>
        <w:t>Žádáme zadavatele o vysvětlení popřípadě opravu soupisu prací</w:t>
      </w:r>
      <w:r w:rsidRPr="008E2CF7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.</w:t>
      </w:r>
    </w:p>
    <w:p w14:paraId="7E4A1C39" w14:textId="77777777" w:rsidR="00322B6D" w:rsidRDefault="00322B6D" w:rsidP="006034B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AE1061" w14:textId="77777777" w:rsidR="00322B6D" w:rsidRDefault="002F7871" w:rsidP="006034B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F00742B" w14:textId="2178DC74" w:rsidR="002F7871" w:rsidRPr="00322B6D" w:rsidRDefault="006034BA" w:rsidP="00322B6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322B6D">
        <w:rPr>
          <w:rFonts w:eastAsia="Calibri" w:cs="Times New Roman"/>
          <w:lang w:eastAsia="cs-CZ"/>
        </w:rPr>
        <w:t xml:space="preserve">Cena není závazná, </w:t>
      </w:r>
      <w:r w:rsidR="004359B2" w:rsidRPr="00322B6D">
        <w:rPr>
          <w:rFonts w:eastAsia="Calibri" w:cs="Times New Roman"/>
          <w:lang w:eastAsia="cs-CZ"/>
        </w:rPr>
        <w:t xml:space="preserve">jedná se o </w:t>
      </w:r>
      <w:r w:rsidRPr="00322B6D">
        <w:rPr>
          <w:rFonts w:eastAsia="Calibri" w:cs="Times New Roman"/>
          <w:lang w:eastAsia="cs-CZ"/>
        </w:rPr>
        <w:t xml:space="preserve">odhad projektanta. </w:t>
      </w:r>
      <w:r w:rsidR="005414BE" w:rsidRPr="00322B6D">
        <w:rPr>
          <w:rFonts w:eastAsia="Calibri" w:cs="Times New Roman"/>
          <w:lang w:eastAsia="cs-CZ"/>
        </w:rPr>
        <w:t>V</w:t>
      </w:r>
      <w:r w:rsidR="002C5C07" w:rsidRPr="00322B6D">
        <w:rPr>
          <w:rFonts w:eastAsia="Calibri" w:cs="Times New Roman"/>
          <w:lang w:eastAsia="cs-CZ"/>
        </w:rPr>
        <w:t xml:space="preserve"> popisu položky byly </w:t>
      </w:r>
      <w:r w:rsidR="005414BE" w:rsidRPr="00322B6D">
        <w:rPr>
          <w:rFonts w:eastAsia="Calibri" w:cs="Times New Roman"/>
          <w:lang w:eastAsia="cs-CZ"/>
        </w:rPr>
        <w:t xml:space="preserve">ceny odstraněny. </w:t>
      </w:r>
      <w:r w:rsidRPr="00322B6D">
        <w:rPr>
          <w:rFonts w:eastAsia="Calibri" w:cs="Times New Roman"/>
          <w:lang w:eastAsia="cs-CZ"/>
        </w:rPr>
        <w:t>Zhot</w:t>
      </w:r>
      <w:r w:rsidR="00782512" w:rsidRPr="00322B6D">
        <w:rPr>
          <w:rFonts w:eastAsia="Calibri" w:cs="Times New Roman"/>
          <w:lang w:eastAsia="cs-CZ"/>
        </w:rPr>
        <w:t>ovitel v Nabídce Pol. č. 1</w:t>
      </w:r>
      <w:r w:rsidR="00F95CEB" w:rsidRPr="00322B6D">
        <w:rPr>
          <w:rFonts w:eastAsia="Calibri" w:cs="Times New Roman"/>
          <w:lang w:eastAsia="cs-CZ"/>
        </w:rPr>
        <w:t xml:space="preserve"> </w:t>
      </w:r>
      <w:proofErr w:type="spellStart"/>
      <w:r w:rsidR="00F95CEB" w:rsidRPr="00322B6D">
        <w:rPr>
          <w:rFonts w:eastAsia="Calibri" w:cs="Times New Roman"/>
          <w:lang w:eastAsia="cs-CZ"/>
        </w:rPr>
        <w:t>nacení</w:t>
      </w:r>
      <w:proofErr w:type="spellEnd"/>
      <w:r w:rsidR="00F95CEB" w:rsidRPr="00322B6D">
        <w:rPr>
          <w:rFonts w:eastAsia="Calibri" w:cs="Times New Roman"/>
          <w:lang w:eastAsia="cs-CZ"/>
        </w:rPr>
        <w:t xml:space="preserve"> dle vlastních </w:t>
      </w:r>
      <w:r w:rsidR="00B5769C" w:rsidRPr="00322B6D">
        <w:rPr>
          <w:rFonts w:eastAsia="Calibri" w:cs="Times New Roman"/>
          <w:lang w:eastAsia="cs-CZ"/>
        </w:rPr>
        <w:t>zkušeností.</w:t>
      </w:r>
    </w:p>
    <w:p w14:paraId="5C789F88" w14:textId="50F0FA13" w:rsidR="002F7871" w:rsidRDefault="002F787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B699B9" w14:textId="77777777" w:rsidR="002F7871" w:rsidRPr="00CB7B5A" w:rsidRDefault="002F7871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2CEF84C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94FC19A" w14:textId="2D1D2C30" w:rsidR="00A125F7" w:rsidRPr="00EE1A97" w:rsidRDefault="00A125F7" w:rsidP="00A125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05F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8805F7">
        <w:rPr>
          <w:rFonts w:eastAsia="Times New Roman" w:cs="Times New Roman"/>
          <w:b/>
          <w:lang w:eastAsia="cs-CZ"/>
        </w:rPr>
        <w:t>změny/doplnění zadávací dokumentace</w:t>
      </w:r>
      <w:r w:rsidRPr="008805F7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8805F7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24. 1.</w:t>
      </w:r>
      <w:r w:rsidR="00322B6D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2022</w:t>
      </w:r>
      <w:r w:rsidRPr="008805F7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b/>
          <w:lang w:eastAsia="cs-CZ"/>
        </w:rPr>
        <w:t>25. 1. 2022</w:t>
      </w:r>
      <w:r w:rsidRPr="008805F7">
        <w:rPr>
          <w:rFonts w:eastAsia="Times New Roman" w:cs="Times New Roman"/>
          <w:lang w:eastAsia="cs-CZ"/>
        </w:rPr>
        <w:t>.</w:t>
      </w:r>
      <w:r w:rsidRPr="00EE1A97">
        <w:rPr>
          <w:rFonts w:eastAsia="Times New Roman" w:cs="Times New Roman"/>
          <w:lang w:eastAsia="cs-CZ"/>
        </w:rPr>
        <w:t xml:space="preserve"> </w:t>
      </w:r>
    </w:p>
    <w:p w14:paraId="33C326E2" w14:textId="77777777" w:rsidR="00A125F7" w:rsidRPr="00EE1A97" w:rsidRDefault="00A125F7" w:rsidP="00A125F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B78231" w14:textId="77777777" w:rsidR="00A125F7" w:rsidRPr="00CB7B5A" w:rsidRDefault="00A125F7" w:rsidP="00A125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9717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včetně příloh, zadavatel uveřejní stejným způsobem,</w:t>
      </w:r>
      <w:r w:rsidRPr="00723855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jakým uveřejnil výzvu k podání nabídek, tedy na profilu zadavatele: </w:t>
      </w:r>
      <w:hyperlink r:id="rId11" w:history="1">
        <w:r w:rsidRPr="006F78BC">
          <w:rPr>
            <w:rStyle w:val="Hypertextovodka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CA48CB3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FB69DC5" w14:textId="77777777" w:rsidR="00CB7B5A" w:rsidRPr="007952F1" w:rsidRDefault="00CB7B5A" w:rsidP="007952F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952F1">
        <w:rPr>
          <w:rFonts w:eastAsia="Calibri" w:cs="Times New Roman"/>
          <w:b/>
          <w:bCs/>
          <w:lang w:eastAsia="cs-CZ"/>
        </w:rPr>
        <w:t xml:space="preserve">Příloha: </w:t>
      </w:r>
      <w:r w:rsidRPr="007952F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952F1">
        <w:rPr>
          <w:rFonts w:eastAsia="Calibri" w:cs="Times New Roman"/>
          <w:bCs/>
          <w:lang w:eastAsia="cs-CZ"/>
        </w:rPr>
        <w:instrText xml:space="preserve"> FORMTEXT </w:instrText>
      </w:r>
      <w:r w:rsidRPr="007952F1">
        <w:rPr>
          <w:rFonts w:eastAsia="Calibri" w:cs="Times New Roman"/>
          <w:bCs/>
          <w:lang w:eastAsia="cs-CZ"/>
        </w:rPr>
      </w:r>
      <w:r w:rsidRPr="007952F1">
        <w:rPr>
          <w:rFonts w:eastAsia="Calibri" w:cs="Times New Roman"/>
          <w:bCs/>
          <w:lang w:eastAsia="cs-CZ"/>
        </w:rPr>
        <w:fldChar w:fldCharType="separate"/>
      </w:r>
      <w:r w:rsidRPr="007952F1">
        <w:rPr>
          <w:rFonts w:eastAsia="Calibri" w:cs="Times New Roman"/>
          <w:bCs/>
          <w:lang w:eastAsia="cs-CZ"/>
        </w:rPr>
        <w:t> </w:t>
      </w:r>
      <w:r w:rsidRPr="007952F1">
        <w:rPr>
          <w:rFonts w:eastAsia="Calibri" w:cs="Times New Roman"/>
          <w:bCs/>
          <w:lang w:eastAsia="cs-CZ"/>
        </w:rPr>
        <w:t> </w:t>
      </w:r>
      <w:r w:rsidRPr="007952F1">
        <w:rPr>
          <w:rFonts w:eastAsia="Calibri" w:cs="Times New Roman"/>
          <w:bCs/>
          <w:lang w:eastAsia="cs-CZ"/>
        </w:rPr>
        <w:t> </w:t>
      </w:r>
      <w:r w:rsidRPr="007952F1">
        <w:rPr>
          <w:rFonts w:eastAsia="Calibri" w:cs="Times New Roman"/>
          <w:bCs/>
          <w:lang w:eastAsia="cs-CZ"/>
        </w:rPr>
        <w:t> </w:t>
      </w:r>
      <w:r w:rsidRPr="007952F1">
        <w:rPr>
          <w:rFonts w:eastAsia="Calibri" w:cs="Times New Roman"/>
          <w:bCs/>
          <w:lang w:eastAsia="cs-CZ"/>
        </w:rPr>
        <w:t> </w:t>
      </w:r>
      <w:r w:rsidRPr="007952F1">
        <w:rPr>
          <w:rFonts w:eastAsia="Calibri" w:cs="Times New Roman"/>
          <w:bCs/>
          <w:lang w:eastAsia="cs-CZ"/>
        </w:rPr>
        <w:fldChar w:fldCharType="end"/>
      </w:r>
    </w:p>
    <w:p w14:paraId="009CB043" w14:textId="77777777" w:rsidR="007952F1" w:rsidRPr="007952F1" w:rsidRDefault="00A125F7" w:rsidP="007952F1">
      <w:pPr>
        <w:spacing w:after="0"/>
      </w:pPr>
      <w:r w:rsidRPr="007952F1">
        <w:rPr>
          <w:rFonts w:eastAsia="Calibri" w:cs="Times New Roman"/>
          <w:bCs/>
          <w:lang w:eastAsia="cs-CZ"/>
        </w:rPr>
        <w:t>XDC_</w:t>
      </w:r>
      <w:r w:rsidR="007952F1" w:rsidRPr="007952F1">
        <w:t xml:space="preserve">120139_Sanace nasypu </w:t>
      </w:r>
      <w:proofErr w:type="spellStart"/>
      <w:r w:rsidR="007952F1" w:rsidRPr="007952F1">
        <w:t>Brezova</w:t>
      </w:r>
      <w:proofErr w:type="spellEnd"/>
      <w:r w:rsidR="007952F1" w:rsidRPr="007952F1">
        <w:t xml:space="preserve"> n_S-Svitavy_ZM01_20220111</w:t>
      </w:r>
    </w:p>
    <w:p w14:paraId="578583BC" w14:textId="6AA852FB" w:rsidR="007952F1" w:rsidRDefault="00BB23DA" w:rsidP="007952F1">
      <w:pPr>
        <w:spacing w:after="0"/>
      </w:pPr>
      <w:r w:rsidRPr="00962098">
        <w:t>XLS_</w:t>
      </w:r>
      <w:r w:rsidR="007952F1" w:rsidRPr="007952F1">
        <w:t xml:space="preserve">120139_Sanace nasypu </w:t>
      </w:r>
      <w:proofErr w:type="spellStart"/>
      <w:r w:rsidR="007952F1" w:rsidRPr="007952F1">
        <w:t>Brezova</w:t>
      </w:r>
      <w:proofErr w:type="spellEnd"/>
      <w:r w:rsidR="007952F1" w:rsidRPr="007952F1">
        <w:t xml:space="preserve"> n_S-Svitavy_ZM01_20220111</w:t>
      </w:r>
    </w:p>
    <w:p w14:paraId="619150AC" w14:textId="6CF39419" w:rsidR="00CB7B5A" w:rsidRPr="00CB7B5A" w:rsidRDefault="00CB7B5A" w:rsidP="007952F1">
      <w:pPr>
        <w:rPr>
          <w:rFonts w:eastAsia="Calibri" w:cs="Times New Roman"/>
          <w:lang w:eastAsia="cs-CZ"/>
        </w:rPr>
      </w:pPr>
      <w:bookmarkStart w:id="1" w:name="_GoBack"/>
      <w:bookmarkEnd w:id="1"/>
    </w:p>
    <w:p w14:paraId="21CA99F8" w14:textId="77777777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D0C083" w14:textId="01046CB2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97615E4" w14:textId="471935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2442D6" w14:textId="27858157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BFB97A" w14:textId="507B9A16" w:rsidR="00A125F7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D3198E" w14:textId="77777777" w:rsidR="00A125F7" w:rsidRPr="00CB7B5A" w:rsidRDefault="00A125F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329D6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ACE310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33B5F2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7BE99B6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61BB19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F78927E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CACC9" w14:textId="77777777" w:rsidR="002C514F" w:rsidRDefault="002C514F" w:rsidP="00962258">
      <w:pPr>
        <w:spacing w:after="0" w:line="240" w:lineRule="auto"/>
      </w:pPr>
      <w:r>
        <w:separator/>
      </w:r>
    </w:p>
  </w:endnote>
  <w:endnote w:type="continuationSeparator" w:id="0">
    <w:p w14:paraId="61AEA2EE" w14:textId="77777777" w:rsidR="002C514F" w:rsidRDefault="002C51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D8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7551BB" w14:textId="5D02D1C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20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20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CD1A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6FF1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F7E6440" w14:textId="77777777" w:rsidR="00F1715C" w:rsidRDefault="00F1715C" w:rsidP="00D831A3">
          <w:pPr>
            <w:pStyle w:val="Zpat"/>
          </w:pPr>
        </w:p>
      </w:tc>
    </w:tr>
  </w:tbl>
  <w:p w14:paraId="67DAF0E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6518E1" wp14:editId="387864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553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B655E0" wp14:editId="57097EB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8F9B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4F1D40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A9B910" w14:textId="184D57A3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20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20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D860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E7BDE5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0D65C8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A0669B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3129D4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C29443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62A3F5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DCC728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5265EF" w14:textId="77777777" w:rsidR="00490C88" w:rsidRDefault="00490C88" w:rsidP="00331004">
          <w:pPr>
            <w:pStyle w:val="Zpat"/>
          </w:pPr>
        </w:p>
      </w:tc>
    </w:tr>
  </w:tbl>
  <w:p w14:paraId="304D48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1126D3E" wp14:editId="1AF5CB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29B4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29651A0" wp14:editId="3BC64E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22CD4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EBF27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12872" w14:textId="77777777" w:rsidR="002C514F" w:rsidRDefault="002C514F" w:rsidP="00962258">
      <w:pPr>
        <w:spacing w:after="0" w:line="240" w:lineRule="auto"/>
      </w:pPr>
      <w:r>
        <w:separator/>
      </w:r>
    </w:p>
  </w:footnote>
  <w:footnote w:type="continuationSeparator" w:id="0">
    <w:p w14:paraId="6AB85A82" w14:textId="77777777" w:rsidR="002C514F" w:rsidRDefault="002C51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E1C0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7FAC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192EC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25453E" w14:textId="77777777" w:rsidR="00F1715C" w:rsidRPr="00D6163D" w:rsidRDefault="00F1715C" w:rsidP="00D6163D">
          <w:pPr>
            <w:pStyle w:val="Druhdokumentu"/>
          </w:pPr>
        </w:p>
      </w:tc>
    </w:tr>
  </w:tbl>
  <w:p w14:paraId="1AE66E2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D8C6FF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52FF2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24F1490" wp14:editId="4ED4A93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13F3A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764D9D" w14:textId="77777777" w:rsidR="00F3199A" w:rsidRPr="00D6163D" w:rsidRDefault="00F3199A" w:rsidP="00FC6389">
          <w:pPr>
            <w:pStyle w:val="Druhdokumentu"/>
          </w:pPr>
        </w:p>
      </w:tc>
    </w:tr>
    <w:tr w:rsidR="00F3199A" w14:paraId="076AFC6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0B1E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F6D433B" wp14:editId="2DB8FF82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A5837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268CA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E62C2E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D2EE63C" wp14:editId="7B4354A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CC8B0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DDCFC6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441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15166"/>
    <w:rsid w:val="00154931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C514F"/>
    <w:rsid w:val="002C5C07"/>
    <w:rsid w:val="002E0CD7"/>
    <w:rsid w:val="002F026B"/>
    <w:rsid w:val="002F7871"/>
    <w:rsid w:val="00322B6D"/>
    <w:rsid w:val="00357BC6"/>
    <w:rsid w:val="0037111D"/>
    <w:rsid w:val="003711E5"/>
    <w:rsid w:val="003956C6"/>
    <w:rsid w:val="003C5BE7"/>
    <w:rsid w:val="003E6B9A"/>
    <w:rsid w:val="003E75CE"/>
    <w:rsid w:val="0041380F"/>
    <w:rsid w:val="004359B2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14BE"/>
    <w:rsid w:val="00542527"/>
    <w:rsid w:val="00551D1F"/>
    <w:rsid w:val="00553375"/>
    <w:rsid w:val="00561EBB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34BA"/>
    <w:rsid w:val="006104F6"/>
    <w:rsid w:val="0061068E"/>
    <w:rsid w:val="00660AD3"/>
    <w:rsid w:val="006705B6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2512"/>
    <w:rsid w:val="007846E1"/>
    <w:rsid w:val="007952F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098"/>
    <w:rsid w:val="00962258"/>
    <w:rsid w:val="009678B7"/>
    <w:rsid w:val="00982411"/>
    <w:rsid w:val="00992D9C"/>
    <w:rsid w:val="00996A9A"/>
    <w:rsid w:val="00996CB8"/>
    <w:rsid w:val="009A7568"/>
    <w:rsid w:val="009B24D8"/>
    <w:rsid w:val="009B2E97"/>
    <w:rsid w:val="009B72CC"/>
    <w:rsid w:val="009E07F4"/>
    <w:rsid w:val="009F392E"/>
    <w:rsid w:val="00A125F7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53A8"/>
    <w:rsid w:val="00B15B5E"/>
    <w:rsid w:val="00B15D0D"/>
    <w:rsid w:val="00B23CA3"/>
    <w:rsid w:val="00B3491A"/>
    <w:rsid w:val="00B45E9E"/>
    <w:rsid w:val="00B55F9C"/>
    <w:rsid w:val="00B5769C"/>
    <w:rsid w:val="00B75EE1"/>
    <w:rsid w:val="00B77481"/>
    <w:rsid w:val="00B8518B"/>
    <w:rsid w:val="00BB131A"/>
    <w:rsid w:val="00BB23DA"/>
    <w:rsid w:val="00BB3740"/>
    <w:rsid w:val="00BD31AC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6583"/>
    <w:rsid w:val="00DC3110"/>
    <w:rsid w:val="00DD46F3"/>
    <w:rsid w:val="00DD58A6"/>
    <w:rsid w:val="00DE56F2"/>
    <w:rsid w:val="00DF116D"/>
    <w:rsid w:val="00E36D79"/>
    <w:rsid w:val="00E636FA"/>
    <w:rsid w:val="00E824F1"/>
    <w:rsid w:val="00EB104F"/>
    <w:rsid w:val="00EC6444"/>
    <w:rsid w:val="00ED14BD"/>
    <w:rsid w:val="00F01440"/>
    <w:rsid w:val="00F12DEC"/>
    <w:rsid w:val="00F1715C"/>
    <w:rsid w:val="00F173FF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5CE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CA1A45"/>
  <w14:defaultImageDpi w14:val="32767"/>
  <w15:docId w15:val="{8D73D554-7C07-4DEC-A354-1F2BD2AF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787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5E6AB9-7EC6-41DC-A566-E4F39A20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528</Words>
  <Characters>3121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2022-01-11T08:55:00Z</cp:lastPrinted>
  <dcterms:created xsi:type="dcterms:W3CDTF">2022-01-11T05:51:00Z</dcterms:created>
  <dcterms:modified xsi:type="dcterms:W3CDTF">2022-01-11T09:07:00Z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