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D5EAAFC" w14:textId="77777777" w:rsidR="002E505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7E8EA11" w14:textId="77777777" w:rsidR="002E5050" w:rsidRPr="0044424F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44424F">
        <w:rPr>
          <w:b/>
          <w:color w:val="FF5200" w:themeColor="accent2"/>
          <w:sz w:val="36"/>
          <w:szCs w:val="36"/>
          <w:u w:val="single"/>
        </w:rPr>
        <w:t>„</w:t>
      </w:r>
      <w:r w:rsidR="002E5050" w:rsidRPr="0044424F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Posouzení možnosti zvýšení tažné síly v čele vlaku nad stávající limit 350 kN</w:t>
      </w:r>
      <w:r w:rsidRPr="0044424F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44424F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2A2741D0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2E5050">
        <w:rPr>
          <w:b/>
          <w:color w:val="FF5200" w:themeColor="accent2"/>
          <w:sz w:val="36"/>
          <w:szCs w:val="36"/>
        </w:rPr>
        <w:t xml:space="preserve">vedené pod </w:t>
      </w:r>
      <w:r w:rsidRP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25B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180256</w:t>
      </w:r>
      <w:bookmarkStart w:id="0" w:name="_GoBack"/>
      <w:bookmarkEnd w:id="0"/>
      <w:r w:rsid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CD14349" w14:textId="77777777" w:rsidR="002E505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30F028F" w14:textId="6DD347EE" w:rsidR="002E5050" w:rsidRDefault="00D0291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4" w:history="1">
            <w:r w:rsidR="002E5050" w:rsidRPr="00D85F78">
              <w:rPr>
                <w:rStyle w:val="Hypertextovodkaz"/>
                <w:noProof/>
              </w:rPr>
              <w:t>Kapitola 1.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Základní údaje k nabídce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_Toc85786684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2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21E22D40" w14:textId="3D035484" w:rsidR="002E5050" w:rsidRDefault="00D0291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5" w:history="1">
            <w:r w:rsidR="002E5050" w:rsidRPr="00D85F78">
              <w:rPr>
                <w:rStyle w:val="Hypertextovodkaz"/>
                <w:noProof/>
              </w:rPr>
              <w:t>Kapitola 2.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Čestné prohlášení o splnění základní způsobilosti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_Toc85786685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3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7CEEA91E" w14:textId="4C6BCDF5" w:rsidR="002E5050" w:rsidRDefault="00D0291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6" w:history="1">
            <w:r w:rsidR="002E5050" w:rsidRPr="00D85F78">
              <w:rPr>
                <w:rStyle w:val="Hypertextovodkaz"/>
                <w:noProof/>
              </w:rPr>
              <w:t>Kapitola 3.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Čestné prohlášení účastníka k neuzavření zakázaných dohod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_Toc85786686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4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578668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A2DE15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E5050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1BEE61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FD4ECA">
        <w:t xml:space="preserve"> </w:t>
      </w:r>
      <w:r w:rsidR="00FD4ECA" w:rsidRPr="00FD4EC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D0291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0291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578668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57866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567AFC6D" w:rsidR="00E85D44" w:rsidRPr="002E5050" w:rsidRDefault="00E85D44" w:rsidP="002E5050"/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F3E4C" w14:textId="77777777" w:rsidR="00D02911" w:rsidRDefault="00D02911" w:rsidP="00962258">
      <w:pPr>
        <w:spacing w:after="0" w:line="240" w:lineRule="auto"/>
      </w:pPr>
      <w:r>
        <w:separator/>
      </w:r>
    </w:p>
  </w:endnote>
  <w:endnote w:type="continuationSeparator" w:id="0">
    <w:p w14:paraId="4A5658C2" w14:textId="77777777" w:rsidR="00D02911" w:rsidRDefault="00D029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4BC64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29A0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47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80DA2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4AC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84E1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EBF3CF4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BE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1B6C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4272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BAA61" w14:textId="77777777" w:rsidR="00D02911" w:rsidRDefault="00D02911" w:rsidP="00962258">
      <w:pPr>
        <w:spacing w:after="0" w:line="240" w:lineRule="auto"/>
      </w:pPr>
      <w:r>
        <w:separator/>
      </w:r>
    </w:p>
  </w:footnote>
  <w:footnote w:type="continuationSeparator" w:id="0">
    <w:p w14:paraId="4D306634" w14:textId="77777777" w:rsidR="00D02911" w:rsidRDefault="00D0291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E5050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4424F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5A03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AE664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02911"/>
    <w:rsid w:val="00D1521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5BE8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4ECA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7B52DECF-D3F1-4993-AE88-DDA31667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87D1A4-1A71-4CA1-9D39-68CD8444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62</TotalTime>
  <Pages>4</Pages>
  <Words>530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18</cp:revision>
  <cp:lastPrinted>2017-11-28T17:18:00Z</cp:lastPrinted>
  <dcterms:created xsi:type="dcterms:W3CDTF">2020-06-29T15:29:00Z</dcterms:created>
  <dcterms:modified xsi:type="dcterms:W3CDTF">2021-12-09T14:18:00Z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