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5D041C1A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EB040E">
        <w:rPr>
          <w:rFonts w:ascii="Verdana" w:hAnsi="Verdana"/>
        </w:rPr>
        <w:t>)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46FFCFA6" w:rsidR="00AD0C7B" w:rsidRPr="00115B1E" w:rsidRDefault="00A4311A" w:rsidP="0014196F">
      <w:pPr>
        <w:pStyle w:val="Titul1"/>
        <w:rPr>
          <w:rFonts w:ascii="Verdana" w:hAnsi="Verdana"/>
        </w:rPr>
      </w:pPr>
      <w:r w:rsidRPr="00115B1E">
        <w:rPr>
          <w:rFonts w:ascii="Verdana" w:hAnsi="Verdana"/>
        </w:rPr>
        <w:t xml:space="preserve">Zvláštní technické </w:t>
      </w:r>
      <w:r w:rsidR="00AD0C7B" w:rsidRPr="00115B1E">
        <w:rPr>
          <w:rFonts w:ascii="Verdana" w:hAnsi="Verdana"/>
        </w:rPr>
        <w:t>podmínk</w:t>
      </w:r>
      <w:r w:rsidR="00176CE9">
        <w:rPr>
          <w:rFonts w:ascii="Verdana" w:hAnsi="Verdana"/>
        </w:rPr>
        <w:t>y</w:t>
      </w:r>
    </w:p>
    <w:p w14:paraId="687F781D" w14:textId="77777777" w:rsidR="00893E2A" w:rsidRPr="00115B1E" w:rsidRDefault="00893E2A" w:rsidP="0014196F">
      <w:pPr>
        <w:pStyle w:val="Titul2"/>
        <w:rPr>
          <w:rFonts w:ascii="Verdana" w:hAnsi="Verdana"/>
          <w:sz w:val="56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3435A7BB" w:rsidR="00F24347" w:rsidRPr="00115B1E" w:rsidRDefault="00E07CA9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115B1E" w:rsidDel="00D36DC8">
            <w:rPr>
              <w:rFonts w:ascii="Verdana" w:hAnsi="Verdana" w:cs="Arial"/>
              <w:b/>
              <w:sz w:val="36"/>
              <w:szCs w:val="36"/>
            </w:rPr>
            <w:t xml:space="preserve">„RS </w:t>
          </w:r>
          <w:r w:rsidDel="00D36DC8">
            <w:rPr>
              <w:rFonts w:ascii="Verdana" w:hAnsi="Verdana" w:cs="Arial"/>
              <w:b/>
              <w:sz w:val="36"/>
              <w:szCs w:val="36"/>
            </w:rPr>
            <w:t>1</w:t>
          </w:r>
          <w:r w:rsidRPr="00115B1E" w:rsidDel="00D36DC8">
            <w:rPr>
              <w:rFonts w:ascii="Verdana" w:hAnsi="Verdana" w:cs="Arial"/>
              <w:b/>
              <w:sz w:val="36"/>
              <w:szCs w:val="36"/>
            </w:rPr>
            <w:t xml:space="preserve"> VRT</w:t>
          </w:r>
          <w:r w:rsidDel="00D36DC8">
            <w:rPr>
              <w:rFonts w:ascii="Verdana" w:hAnsi="Verdana" w:cs="Arial"/>
              <w:b/>
              <w:sz w:val="36"/>
              <w:szCs w:val="36"/>
            </w:rPr>
            <w:t xml:space="preserve"> </w:t>
          </w:r>
          <w:r>
            <w:rPr>
              <w:rFonts w:ascii="Verdana" w:hAnsi="Verdana" w:cs="Arial"/>
              <w:b/>
              <w:sz w:val="36"/>
              <w:szCs w:val="36"/>
            </w:rPr>
            <w:t>Velká Bíteš</w:t>
          </w:r>
          <w:r w:rsidDel="00D36DC8">
            <w:rPr>
              <w:rFonts w:ascii="Verdana" w:hAnsi="Verdana" w:cs="Arial"/>
              <w:b/>
              <w:sz w:val="36"/>
              <w:szCs w:val="36"/>
            </w:rPr>
            <w:t xml:space="preserve"> – </w:t>
          </w:r>
          <w:r>
            <w:rPr>
              <w:rFonts w:ascii="Verdana" w:hAnsi="Verdana" w:cs="Arial"/>
              <w:b/>
              <w:sz w:val="36"/>
              <w:szCs w:val="36"/>
            </w:rPr>
            <w:t>Brno</w:t>
          </w:r>
          <w:r w:rsidDel="00D36DC8">
            <w:rPr>
              <w:rFonts w:ascii="Verdana" w:hAnsi="Verdana" w:cs="Arial"/>
              <w:b/>
              <w:sz w:val="36"/>
              <w:szCs w:val="36"/>
            </w:rPr>
            <w:t xml:space="preserve">“; </w:t>
          </w:r>
          <w:r w:rsidRPr="00115B1E" w:rsidDel="00D36DC8">
            <w:rPr>
              <w:rFonts w:ascii="Verdana" w:hAnsi="Verdana" w:cs="Arial"/>
              <w:b/>
              <w:sz w:val="36"/>
              <w:szCs w:val="36"/>
            </w:rPr>
            <w:t>Zpracování dokumentace pro územní řízení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07B2B04" w:rsidR="006C2343" w:rsidRDefault="006C2343" w:rsidP="0014196F">
      <w:pPr>
        <w:pStyle w:val="Titul2"/>
        <w:rPr>
          <w:rFonts w:ascii="Verdana" w:hAnsi="Verdana"/>
          <w:sz w:val="40"/>
        </w:rPr>
      </w:pPr>
    </w:p>
    <w:p w14:paraId="402E3E46" w14:textId="36225B81" w:rsidR="001A337F" w:rsidRDefault="001A337F" w:rsidP="0014196F">
      <w:pPr>
        <w:pStyle w:val="Titul2"/>
        <w:rPr>
          <w:rFonts w:ascii="Verdana" w:hAnsi="Verdana"/>
          <w:sz w:val="40"/>
        </w:rPr>
      </w:pPr>
    </w:p>
    <w:p w14:paraId="5F1D46FE" w14:textId="63711331" w:rsidR="001A337F" w:rsidRDefault="001A337F" w:rsidP="0014196F">
      <w:pPr>
        <w:pStyle w:val="Titul2"/>
        <w:rPr>
          <w:rFonts w:ascii="Verdana" w:hAnsi="Verdana"/>
          <w:sz w:val="40"/>
        </w:rPr>
      </w:pPr>
    </w:p>
    <w:p w14:paraId="03FA2023" w14:textId="77777777" w:rsidR="001A337F" w:rsidRPr="00115B1E" w:rsidRDefault="001A337F" w:rsidP="0014196F">
      <w:pPr>
        <w:pStyle w:val="Titul2"/>
        <w:rPr>
          <w:rFonts w:ascii="Verdana" w:hAnsi="Verdana"/>
          <w:sz w:val="40"/>
        </w:rPr>
      </w:pPr>
    </w:p>
    <w:p w14:paraId="5E14C6CF" w14:textId="7730B220" w:rsidR="00826B7B" w:rsidRPr="00115B1E" w:rsidRDefault="001A337F" w:rsidP="0014196F">
      <w:pPr>
        <w:pStyle w:val="Tituldatum"/>
        <w:rPr>
          <w:rFonts w:ascii="Verdana" w:hAnsi="Verdana"/>
        </w:rPr>
      </w:pPr>
      <w:r>
        <w:rPr>
          <w:rFonts w:ascii="Verdana" w:hAnsi="Verdana"/>
        </w:rPr>
        <w:t>15</w:t>
      </w:r>
      <w:r w:rsidR="00865BF3" w:rsidRPr="006C0037">
        <w:rPr>
          <w:rFonts w:ascii="Verdana" w:hAnsi="Verdana"/>
        </w:rPr>
        <w:t>.</w:t>
      </w:r>
      <w:r w:rsidR="00A41612" w:rsidRPr="006C0037">
        <w:rPr>
          <w:rFonts w:ascii="Verdana" w:hAnsi="Verdana"/>
        </w:rPr>
        <w:t xml:space="preserve"> </w:t>
      </w:r>
      <w:r w:rsidR="00F00FC8">
        <w:rPr>
          <w:rFonts w:ascii="Verdana" w:hAnsi="Verdana"/>
        </w:rPr>
        <w:t>prosince</w:t>
      </w:r>
      <w:r w:rsidR="00D42F72">
        <w:rPr>
          <w:rFonts w:ascii="Verdana" w:hAnsi="Verdana"/>
        </w:rPr>
        <w:t xml:space="preserve"> </w:t>
      </w:r>
      <w:r w:rsidR="006C2343" w:rsidRPr="006C0037">
        <w:rPr>
          <w:rFonts w:ascii="Verdana" w:hAnsi="Verdana"/>
        </w:rPr>
        <w:t>20</w:t>
      </w:r>
      <w:r w:rsidR="00F83022" w:rsidRPr="006C0037">
        <w:rPr>
          <w:rFonts w:ascii="Verdana" w:hAnsi="Verdana"/>
        </w:rPr>
        <w:t>2</w:t>
      </w:r>
      <w:r w:rsidR="008844F9">
        <w:rPr>
          <w:rFonts w:ascii="Verdana" w:hAnsi="Verdana"/>
        </w:rPr>
        <w:t>1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7741BC8E" w14:textId="3847573B" w:rsidR="00A9042A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90041719" w:history="1">
        <w:r w:rsidR="00A9042A" w:rsidRPr="00775656">
          <w:rPr>
            <w:rStyle w:val="Hypertextovodkaz"/>
            <w:rFonts w:ascii="Verdana" w:hAnsi="Verdana"/>
          </w:rPr>
          <w:t>SEZNAM ZKRATEK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_Toc90041719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2</w:t>
        </w:r>
        <w:r w:rsidR="00A9042A">
          <w:rPr>
            <w:noProof/>
            <w:webHidden/>
          </w:rPr>
          <w:fldChar w:fldCharType="end"/>
        </w:r>
      </w:hyperlink>
    </w:p>
    <w:p w14:paraId="2FEB8CD2" w14:textId="36C53DE0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20" w:history="1">
        <w:r w:rsidR="00A9042A" w:rsidRPr="00775656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SPECIFIKACE PŘEDMĚTU DÍLA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_Toc90041720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3</w:t>
        </w:r>
        <w:r w:rsidR="00A9042A">
          <w:rPr>
            <w:noProof/>
            <w:webHidden/>
          </w:rPr>
          <w:fldChar w:fldCharType="end"/>
        </w:r>
      </w:hyperlink>
    </w:p>
    <w:p w14:paraId="7A862A3B" w14:textId="7FCE1E41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21" w:history="1">
        <w:r w:rsidR="00A9042A" w:rsidRPr="00775656">
          <w:rPr>
            <w:rStyle w:val="Hypertextovodkaz"/>
          </w:rPr>
          <w:t>1.1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Hlavní předmět plnění veřejné zakázky (Dílo)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_Toc90041721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3</w:t>
        </w:r>
        <w:r w:rsidR="00A9042A">
          <w:rPr>
            <w:noProof/>
            <w:webHidden/>
          </w:rPr>
          <w:fldChar w:fldCharType="end"/>
        </w:r>
      </w:hyperlink>
    </w:p>
    <w:p w14:paraId="080F0064" w14:textId="384D6820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22" w:history="1">
        <w:r w:rsidR="00A9042A" w:rsidRPr="00775656">
          <w:rPr>
            <w:rStyle w:val="Hypertextovodkaz"/>
          </w:rPr>
          <w:t>1.2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Hlavní cíle stavby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_Toc90041722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4</w:t>
        </w:r>
        <w:r w:rsidR="00A9042A">
          <w:rPr>
            <w:noProof/>
            <w:webHidden/>
          </w:rPr>
          <w:fldChar w:fldCharType="end"/>
        </w:r>
      </w:hyperlink>
    </w:p>
    <w:p w14:paraId="428E9F9F" w14:textId="7DCB8B7B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23" w:history="1">
        <w:r w:rsidR="00A9042A" w:rsidRPr="00775656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PODKLADY PRO ZPRACOVÁNÍ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_Toc90041723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5</w:t>
        </w:r>
        <w:r w:rsidR="00A9042A">
          <w:rPr>
            <w:noProof/>
            <w:webHidden/>
          </w:rPr>
          <w:fldChar w:fldCharType="end"/>
        </w:r>
      </w:hyperlink>
    </w:p>
    <w:p w14:paraId="748E5F70" w14:textId="6073C297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24" w:history="1">
        <w:r w:rsidR="00A9042A" w:rsidRPr="00775656">
          <w:rPr>
            <w:rStyle w:val="Hypertextovodkaz"/>
          </w:rPr>
          <w:t>2.1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Závazné podklady pro zpracování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_Toc90041724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5</w:t>
        </w:r>
        <w:r w:rsidR="00A9042A">
          <w:rPr>
            <w:noProof/>
            <w:webHidden/>
          </w:rPr>
          <w:fldChar w:fldCharType="end"/>
        </w:r>
      </w:hyperlink>
    </w:p>
    <w:p w14:paraId="14F0533C" w14:textId="2D889CB4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25" w:history="1">
        <w:r w:rsidR="00A9042A" w:rsidRPr="00775656">
          <w:rPr>
            <w:rStyle w:val="Hypertextovodkaz"/>
          </w:rPr>
          <w:t>2.2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Ostatní podklady pro zpracování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_Toc90041725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5</w:t>
        </w:r>
        <w:r w:rsidR="00A9042A">
          <w:rPr>
            <w:noProof/>
            <w:webHidden/>
          </w:rPr>
          <w:fldChar w:fldCharType="end"/>
        </w:r>
      </w:hyperlink>
    </w:p>
    <w:p w14:paraId="62B5EEE6" w14:textId="5FBE3E15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26" w:history="1">
        <w:r w:rsidR="00A9042A" w:rsidRPr="00775656">
          <w:rPr>
            <w:rStyle w:val="Hypertextovodkaz"/>
          </w:rPr>
          <w:t>2.3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Předání podkladů pro zpracování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_Toc90041726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5</w:t>
        </w:r>
        <w:r w:rsidR="00A9042A">
          <w:rPr>
            <w:noProof/>
            <w:webHidden/>
          </w:rPr>
          <w:fldChar w:fldCharType="end"/>
        </w:r>
      </w:hyperlink>
    </w:p>
    <w:p w14:paraId="789AE00B" w14:textId="317A2371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27" w:history="1">
        <w:r w:rsidR="00A9042A" w:rsidRPr="00775656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KOORDINACE S JINÝMI STAVBAMI A DOKUMENTY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_Toc90041727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6</w:t>
        </w:r>
        <w:r w:rsidR="00A9042A">
          <w:rPr>
            <w:noProof/>
            <w:webHidden/>
          </w:rPr>
          <w:fldChar w:fldCharType="end"/>
        </w:r>
      </w:hyperlink>
    </w:p>
    <w:p w14:paraId="6891F4D0" w14:textId="7E510ED4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28" w:history="1">
        <w:r w:rsidR="00A9042A" w:rsidRPr="00775656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POŽADAVKY NA TECHNICKÉ ŘEŠENÍ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_Toc90041728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6</w:t>
        </w:r>
        <w:r w:rsidR="00A9042A">
          <w:rPr>
            <w:noProof/>
            <w:webHidden/>
          </w:rPr>
          <w:fldChar w:fldCharType="end"/>
        </w:r>
      </w:hyperlink>
    </w:p>
    <w:p w14:paraId="4269C247" w14:textId="185130EB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29" w:history="1">
        <w:r w:rsidR="00A9042A" w:rsidRPr="00775656">
          <w:rPr>
            <w:rStyle w:val="Hypertextovodkaz"/>
          </w:rPr>
          <w:t>4.1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Všeobecně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_Toc90041729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6</w:t>
        </w:r>
        <w:r w:rsidR="00A9042A">
          <w:rPr>
            <w:noProof/>
            <w:webHidden/>
          </w:rPr>
          <w:fldChar w:fldCharType="end"/>
        </w:r>
      </w:hyperlink>
    </w:p>
    <w:p w14:paraId="6E4EFB27" w14:textId="72DE8D37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0" w:history="1">
        <w:r w:rsidR="00A9042A" w:rsidRPr="00775656">
          <w:rPr>
            <w:rStyle w:val="Hypertextovodkaz"/>
          </w:rPr>
          <w:t>4.2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Geodetická dokumentace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_Toc90041730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8</w:t>
        </w:r>
        <w:r w:rsidR="00A9042A">
          <w:rPr>
            <w:noProof/>
            <w:webHidden/>
          </w:rPr>
          <w:fldChar w:fldCharType="end"/>
        </w:r>
      </w:hyperlink>
    </w:p>
    <w:p w14:paraId="6705ED71" w14:textId="46F28491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1" w:history="1">
        <w:r w:rsidR="00A9042A" w:rsidRPr="00775656">
          <w:rPr>
            <w:rStyle w:val="Hypertextovodkaz"/>
          </w:rPr>
          <w:t>4.3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Životní prostředí, EIA, odpady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_Toc90041731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8</w:t>
        </w:r>
        <w:r w:rsidR="00A9042A">
          <w:rPr>
            <w:noProof/>
            <w:webHidden/>
          </w:rPr>
          <w:fldChar w:fldCharType="end"/>
        </w:r>
      </w:hyperlink>
    </w:p>
    <w:p w14:paraId="69730601" w14:textId="56774B40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2" w:history="1">
        <w:r w:rsidR="00A9042A" w:rsidRPr="00775656">
          <w:rPr>
            <w:rStyle w:val="Hypertextovodkaz"/>
          </w:rPr>
          <w:t>4.4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Přírodovědný průzkum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_Toc90041732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9</w:t>
        </w:r>
        <w:r w:rsidR="00A9042A">
          <w:rPr>
            <w:noProof/>
            <w:webHidden/>
          </w:rPr>
          <w:fldChar w:fldCharType="end"/>
        </w:r>
      </w:hyperlink>
    </w:p>
    <w:p w14:paraId="7CBA3B29" w14:textId="34593942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3" w:history="1">
        <w:r w:rsidR="00A9042A" w:rsidRPr="00775656">
          <w:rPr>
            <w:rStyle w:val="Hypertextovodkaz"/>
          </w:rPr>
          <w:t>4.5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Dopravní technologie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_Toc90041733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10</w:t>
        </w:r>
        <w:r w:rsidR="00A9042A">
          <w:rPr>
            <w:noProof/>
            <w:webHidden/>
          </w:rPr>
          <w:fldChar w:fldCharType="end"/>
        </w:r>
      </w:hyperlink>
    </w:p>
    <w:p w14:paraId="0F7C9C31" w14:textId="51327E05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4" w:history="1">
        <w:r w:rsidR="00A9042A" w:rsidRPr="00775656">
          <w:rPr>
            <w:rStyle w:val="Hypertextovodkaz"/>
          </w:rPr>
          <w:t>4.6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Aktualizace ekonomického hodnocení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_Toc90041734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10</w:t>
        </w:r>
        <w:r w:rsidR="00A9042A">
          <w:rPr>
            <w:noProof/>
            <w:webHidden/>
          </w:rPr>
          <w:fldChar w:fldCharType="end"/>
        </w:r>
      </w:hyperlink>
    </w:p>
    <w:p w14:paraId="3A80C6DD" w14:textId="0117F7EF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5" w:history="1">
        <w:r w:rsidR="00A9042A" w:rsidRPr="00775656">
          <w:rPr>
            <w:rStyle w:val="Hypertextovodkaz"/>
          </w:rPr>
          <w:t>4.7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Obecný popis a upřesnění rozsahu stavby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_Toc90041735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10</w:t>
        </w:r>
        <w:r w:rsidR="00A9042A">
          <w:rPr>
            <w:noProof/>
            <w:webHidden/>
          </w:rPr>
          <w:fldChar w:fldCharType="end"/>
        </w:r>
      </w:hyperlink>
    </w:p>
    <w:p w14:paraId="7959D590" w14:textId="07288B61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36" w:history="1">
        <w:r w:rsidR="00A9042A" w:rsidRPr="00775656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  <w:rFonts w:ascii="Verdana" w:hAnsi="Verdana"/>
          </w:rPr>
          <w:t>SPECIFICKÉ POŽADAVKY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_Toc90041736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12</w:t>
        </w:r>
        <w:r w:rsidR="00A9042A">
          <w:rPr>
            <w:noProof/>
            <w:webHidden/>
          </w:rPr>
          <w:fldChar w:fldCharType="end"/>
        </w:r>
      </w:hyperlink>
    </w:p>
    <w:p w14:paraId="0662E7E2" w14:textId="43088A77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7" w:history="1">
        <w:r w:rsidR="00A9042A" w:rsidRPr="00775656">
          <w:rPr>
            <w:rStyle w:val="Hypertextovodkaz"/>
          </w:rPr>
          <w:t>5.1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Další požadavky na zpracování Díla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_Toc90041737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12</w:t>
        </w:r>
        <w:r w:rsidR="00A9042A">
          <w:rPr>
            <w:noProof/>
            <w:webHidden/>
          </w:rPr>
          <w:fldChar w:fldCharType="end"/>
        </w:r>
      </w:hyperlink>
    </w:p>
    <w:p w14:paraId="1B66723D" w14:textId="68949368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8" w:history="1">
        <w:r w:rsidR="00A9042A" w:rsidRPr="00775656">
          <w:rPr>
            <w:rStyle w:val="Hypertextovodkaz"/>
          </w:rPr>
          <w:t>5.2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Určení zástupců Objednatele a dalších dotčených osob k projednání Díla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_Toc90041738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13</w:t>
        </w:r>
        <w:r w:rsidR="00A9042A">
          <w:rPr>
            <w:noProof/>
            <w:webHidden/>
          </w:rPr>
          <w:fldChar w:fldCharType="end"/>
        </w:r>
      </w:hyperlink>
    </w:p>
    <w:p w14:paraId="44395D49" w14:textId="2BD00D82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39" w:history="1">
        <w:r w:rsidR="00A9042A" w:rsidRPr="00775656">
          <w:rPr>
            <w:rStyle w:val="Hypertextovodkaz"/>
          </w:rPr>
          <w:t>5.3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Pokyny k projednání a k připomínkovému řízení částí Díla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_Toc90041739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13</w:t>
        </w:r>
        <w:r w:rsidR="00A9042A">
          <w:rPr>
            <w:noProof/>
            <w:webHidden/>
          </w:rPr>
          <w:fldChar w:fldCharType="end"/>
        </w:r>
      </w:hyperlink>
    </w:p>
    <w:p w14:paraId="67BC8C2A" w14:textId="70BC4942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40" w:history="1">
        <w:r w:rsidR="00A9042A" w:rsidRPr="00775656">
          <w:rPr>
            <w:rStyle w:val="Hypertextovodkaz"/>
          </w:rPr>
          <w:t>5.4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</w:rPr>
          <w:t>Základní harmonogram zpracování Díla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_Toc90041740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13</w:t>
        </w:r>
        <w:r w:rsidR="00A9042A">
          <w:rPr>
            <w:noProof/>
            <w:webHidden/>
          </w:rPr>
          <w:fldChar w:fldCharType="end"/>
        </w:r>
      </w:hyperlink>
    </w:p>
    <w:p w14:paraId="475A0E82" w14:textId="513F6630" w:rsidR="00A9042A" w:rsidRDefault="00D335E1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90041741" w:history="1">
        <w:r w:rsidR="00A9042A" w:rsidRPr="00775656">
          <w:rPr>
            <w:rStyle w:val="Hypertextovodkaz"/>
          </w:rPr>
          <w:t>5.5</w:t>
        </w:r>
        <w:r w:rsidR="00A9042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  <w:rFonts w:ascii="Verdana" w:hAnsi="Verdana"/>
          </w:rPr>
          <w:t>Pokyny pro odevzdání Díla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_Toc90041741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15</w:t>
        </w:r>
        <w:r w:rsidR="00A9042A">
          <w:rPr>
            <w:noProof/>
            <w:webHidden/>
          </w:rPr>
          <w:fldChar w:fldCharType="end"/>
        </w:r>
      </w:hyperlink>
    </w:p>
    <w:p w14:paraId="64EB769A" w14:textId="21389D63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42" w:history="1">
        <w:r w:rsidR="00A9042A" w:rsidRPr="00775656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  <w:rFonts w:ascii="Verdana" w:hAnsi="Verdana"/>
          </w:rPr>
          <w:t>SOUVISEJÍCÍ DOKUMENTY A PŘEDPISY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_Toc90041742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16</w:t>
        </w:r>
        <w:r w:rsidR="00A9042A">
          <w:rPr>
            <w:noProof/>
            <w:webHidden/>
          </w:rPr>
          <w:fldChar w:fldCharType="end"/>
        </w:r>
      </w:hyperlink>
    </w:p>
    <w:p w14:paraId="3831E8EF" w14:textId="134E96FF" w:rsidR="00A9042A" w:rsidRDefault="00D335E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0041743" w:history="1">
        <w:r w:rsidR="00A9042A" w:rsidRPr="00775656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A9042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9042A" w:rsidRPr="00775656">
          <w:rPr>
            <w:rStyle w:val="Hypertextovodkaz"/>
            <w:rFonts w:ascii="Verdana" w:hAnsi="Verdana"/>
          </w:rPr>
          <w:t>PŘÍLOHY ZTP</w:t>
        </w:r>
        <w:r w:rsidR="00A9042A">
          <w:rPr>
            <w:noProof/>
            <w:webHidden/>
          </w:rPr>
          <w:tab/>
        </w:r>
        <w:r w:rsidR="00A9042A">
          <w:rPr>
            <w:noProof/>
            <w:webHidden/>
          </w:rPr>
          <w:fldChar w:fldCharType="begin"/>
        </w:r>
        <w:r w:rsidR="00A9042A">
          <w:rPr>
            <w:noProof/>
            <w:webHidden/>
          </w:rPr>
          <w:instrText xml:space="preserve"> PAGEREF _Toc90041743 \h </w:instrText>
        </w:r>
        <w:r w:rsidR="00A9042A">
          <w:rPr>
            <w:noProof/>
            <w:webHidden/>
          </w:rPr>
        </w:r>
        <w:r w:rsidR="00A9042A">
          <w:rPr>
            <w:noProof/>
            <w:webHidden/>
          </w:rPr>
          <w:fldChar w:fldCharType="separate"/>
        </w:r>
        <w:r w:rsidR="001A337F">
          <w:rPr>
            <w:noProof/>
            <w:webHidden/>
          </w:rPr>
          <w:t>16</w:t>
        </w:r>
        <w:r w:rsidR="00A9042A">
          <w:rPr>
            <w:noProof/>
            <w:webHidden/>
          </w:rPr>
          <w:fldChar w:fldCharType="end"/>
        </w:r>
      </w:hyperlink>
    </w:p>
    <w:p w14:paraId="13F0243C" w14:textId="04ACE109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50D96E6D" w14:textId="087AE883" w:rsidR="00E725BB" w:rsidRPr="00115B1E" w:rsidRDefault="00AD0C7B" w:rsidP="00DB4919">
      <w:pPr>
        <w:pStyle w:val="Nadpisbezsl1-1"/>
        <w:outlineLvl w:val="0"/>
        <w:rPr>
          <w:rStyle w:val="Tun"/>
          <w:rFonts w:ascii="Verdana" w:hAnsi="Verdana"/>
        </w:rPr>
      </w:pPr>
      <w:bookmarkStart w:id="0" w:name="_Toc26966122"/>
      <w:bookmarkStart w:id="1" w:name="_Toc90041719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14D13" w:rsidRPr="00115B1E" w14:paraId="2DDB372D" w14:textId="77777777" w:rsidTr="00E14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97474" w14:textId="2D1E8BAE" w:rsidR="00E14D13" w:rsidRPr="00115B1E" w:rsidRDefault="00E14D13" w:rsidP="00AA1586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BIM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D06562" w14:textId="77777777" w:rsidR="00E14D13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</w:rPr>
              <w:t>informační model budovy</w:t>
            </w:r>
          </w:p>
          <w:p w14:paraId="0B2537D2" w14:textId="2F749243" w:rsidR="00E14D13" w:rsidRPr="00115B1E" w:rsidRDefault="00E14D13" w:rsidP="00E14D13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14D13">
              <w:rPr>
                <w:rFonts w:ascii="Verdana" w:hAnsi="Verdana"/>
                <w:i/>
              </w:rPr>
              <w:t>Building Information Modeling/Management</w:t>
            </w:r>
          </w:p>
        </w:tc>
      </w:tr>
      <w:tr w:rsidR="00E725BB" w:rsidRPr="00115B1E" w14:paraId="3D1C77E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42F72" w:rsidRPr="00115B1E" w14:paraId="746F208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6DDE26" w14:textId="663F5D37" w:rsidR="00D42F72" w:rsidRPr="00115B1E" w:rsidRDefault="00D42F72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EIA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60B7111" w14:textId="5E6D1483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vyhodnocení vlivů záměru na životní prostředí</w:t>
            </w:r>
          </w:p>
          <w:p w14:paraId="55F007FC" w14:textId="175AAF78" w:rsidR="00D42F72" w:rsidRPr="00D42F72" w:rsidRDefault="00D42F72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D42F72">
              <w:rPr>
                <w:rFonts w:ascii="Verdana" w:hAnsi="Verdana"/>
                <w:i/>
                <w:lang w:val="en-GB"/>
              </w:rPr>
              <w:t>Environmental Impact Assessment</w:t>
            </w:r>
          </w:p>
        </w:tc>
      </w:tr>
      <w:tr w:rsidR="00B22059" w:rsidRPr="00115B1E" w14:paraId="235A1B2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7CCC68" w14:textId="4F30FB48" w:rsidR="00B22059" w:rsidRDefault="00B22059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KJŘ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FBA9104" w14:textId="412AC7AA" w:rsidR="00B22059" w:rsidRDefault="00A86587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Knižní jízdní řád</w:t>
            </w:r>
          </w:p>
        </w:tc>
      </w:tr>
      <w:tr w:rsidR="00237164" w:rsidRPr="00115B1E" w14:paraId="34DFCC53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5258F8" w14:textId="60AEAA59" w:rsidR="00237164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A2BFEED" w14:textId="5762DCD4" w:rsidR="00237164" w:rsidRDefault="00237164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Ministerstvo dopravy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FC5AE3" w:rsidRPr="00115B1E" w14:paraId="043DCEA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33A7B44" w14:textId="51D2389C" w:rsidR="00FC5AE3" w:rsidRPr="00115B1E" w:rsidRDefault="00FC5AE3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NDOP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5979BB8" w14:textId="06130EE7" w:rsidR="00FC5AE3" w:rsidRPr="00115B1E" w:rsidRDefault="00FC5AE3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FC5AE3">
              <w:rPr>
                <w:rFonts w:ascii="Verdana" w:hAnsi="Verdana"/>
              </w:rPr>
              <w:t>Nálezová databáze ochrany přírody</w:t>
            </w:r>
          </w:p>
        </w:tc>
      </w:tr>
      <w:tr w:rsidR="005F21F5" w:rsidRPr="00115B1E" w14:paraId="01399E3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E875403" w14:textId="5F77085F" w:rsidR="005F21F5" w:rsidRPr="00115B1E" w:rsidRDefault="005F21F5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RAMS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F5BFDF2" w14:textId="77777777" w:rsidR="005F21F5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spolehlivost, dostupnost, udržovatelnost, bezpečnost</w:t>
            </w:r>
          </w:p>
          <w:p w14:paraId="18AEB3EF" w14:textId="3A488614" w:rsidR="005F21F5" w:rsidRPr="009C2BEF" w:rsidRDefault="005F21F5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lang w:val="en-GB"/>
              </w:rPr>
            </w:pPr>
            <w:r w:rsidRPr="009C2BEF">
              <w:rPr>
                <w:rFonts w:ascii="Verdana" w:hAnsi="Verdana"/>
                <w:i/>
                <w:lang w:val="en-GB"/>
              </w:rPr>
              <w:t>Reliability, Availability, Maintainability, Safety</w:t>
            </w:r>
          </w:p>
        </w:tc>
        <w:bookmarkStart w:id="2" w:name="_GoBack"/>
        <w:bookmarkEnd w:id="2"/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5729E14A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237164" w:rsidRPr="00115B1E" w14:paraId="55AFD5BD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0FAB487" w14:textId="70B9693D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SŽ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CEC70CA" w14:textId="32431128" w:rsidR="00237164" w:rsidRPr="00115B1E" w:rsidRDefault="00237164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Správa železnic, státní organizace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240500" w:rsidRPr="00115B1E" w14:paraId="496BDD31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18272D5" w14:textId="36303AF5" w:rsidR="00240500" w:rsidRPr="00115B1E" w:rsidRDefault="00240500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TNS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47C2388" w14:textId="2E3536EA" w:rsidR="00240500" w:rsidRPr="00115B1E" w:rsidRDefault="00240500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Trakční napájecí stanice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39AFB5A9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  <w:r w:rsidR="00D42F72">
              <w:rPr>
                <w:rFonts w:ascii="Verdana" w:hAnsi="Verdana"/>
              </w:rPr>
              <w:t xml:space="preserve"> (Příloha č. 3c</w:t>
            </w:r>
            <w:r w:rsidR="009D1EB2">
              <w:rPr>
                <w:rFonts w:ascii="Verdana" w:hAnsi="Verdana"/>
              </w:rPr>
              <w:t>)</w:t>
            </w:r>
            <w:r w:rsidR="00D42F72">
              <w:rPr>
                <w:rFonts w:ascii="Verdana" w:hAnsi="Verdana"/>
              </w:rPr>
              <w:t xml:space="preserve"> Smlouvy o Dílo)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237164" w:rsidRPr="00115B1E" w14:paraId="115469DF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02ABA5" w14:textId="2AF530EE" w:rsidR="00237164" w:rsidRPr="00115B1E" w:rsidRDefault="00237164" w:rsidP="00D0529F">
            <w:pPr>
              <w:pStyle w:val="Zkratky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ZÚR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7F93C3" w14:textId="592327B5" w:rsidR="00237164" w:rsidRPr="00115B1E" w:rsidRDefault="0023716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Zásady územního rozvoje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44A152D3" w14:textId="1789D439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3" w:name="_Toc26966123"/>
      <w:bookmarkStart w:id="4" w:name="_Toc90041720"/>
      <w:bookmarkStart w:id="5" w:name="_Toc389559699"/>
      <w:bookmarkStart w:id="6" w:name="_Toc397429847"/>
      <w:bookmarkStart w:id="7" w:name="_Ref433028040"/>
      <w:bookmarkStart w:id="8" w:name="_Toc1048197"/>
      <w:r w:rsidRPr="00115B1E">
        <w:t>SPECIFIKACE PŘEDMĚTU DÍLA</w:t>
      </w:r>
      <w:bookmarkEnd w:id="3"/>
      <w:bookmarkEnd w:id="4"/>
    </w:p>
    <w:p w14:paraId="5DF2132A" w14:textId="4B2D6455" w:rsidR="00115150" w:rsidRPr="00115B1E" w:rsidRDefault="000D71B5" w:rsidP="00115B1E">
      <w:pPr>
        <w:pStyle w:val="Nadpis2-2"/>
      </w:pPr>
      <w:bookmarkStart w:id="9" w:name="_Toc90041721"/>
      <w:bookmarkStart w:id="10" w:name="_Toc26966125"/>
      <w:r>
        <w:t>Hlavní p</w:t>
      </w:r>
      <w:r w:rsidR="00115150" w:rsidRPr="00115B1E">
        <w:t>ředmět plnění veřejné zakázky</w:t>
      </w:r>
      <w:r w:rsidR="00C253A1" w:rsidRPr="00115B1E">
        <w:t xml:space="preserve"> (Dílo)</w:t>
      </w:r>
      <w:bookmarkEnd w:id="9"/>
    </w:p>
    <w:p w14:paraId="3369BD66" w14:textId="50DAB6A6" w:rsidR="00FB60D2" w:rsidRPr="00115B1E" w:rsidRDefault="00FB60D2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</w:t>
      </w:r>
      <w:r w:rsidRPr="00570416">
        <w:rPr>
          <w:rStyle w:val="Text2-1Char"/>
        </w:rPr>
        <w:t>předmětem</w:t>
      </w:r>
      <w:r w:rsidRPr="00115B1E">
        <w:rPr>
          <w:rStyle w:val="Text2-1Char"/>
          <w:rFonts w:ascii="Verdana" w:hAnsi="Verdana"/>
        </w:rPr>
        <w:t xml:space="preserve">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v:</w:t>
      </w:r>
    </w:p>
    <w:p w14:paraId="2CB8568B" w14:textId="3052809F" w:rsidR="00601FC9" w:rsidRPr="00115B1E" w:rsidRDefault="00D42F72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Zpracování </w:t>
      </w:r>
      <w:r w:rsidRPr="00D42F72">
        <w:rPr>
          <w:rFonts w:ascii="Verdana" w:hAnsi="Verdana"/>
        </w:rPr>
        <w:t>dokumentace stavby „</w:t>
      </w:r>
      <w:r w:rsidR="008844F9" w:rsidRPr="008844F9">
        <w:rPr>
          <w:rFonts w:ascii="Verdana" w:hAnsi="Verdana"/>
        </w:rPr>
        <w:t xml:space="preserve">RS 1 VRT </w:t>
      </w:r>
      <w:r w:rsidR="00E32EFE">
        <w:rPr>
          <w:rFonts w:ascii="Verdana" w:hAnsi="Verdana"/>
        </w:rPr>
        <w:t xml:space="preserve">Velká Bíteš </w:t>
      </w:r>
      <w:r w:rsidR="008844F9" w:rsidRPr="008844F9">
        <w:rPr>
          <w:rFonts w:ascii="Verdana" w:hAnsi="Verdana"/>
        </w:rPr>
        <w:t xml:space="preserve">– </w:t>
      </w:r>
      <w:r w:rsidR="00E32EFE">
        <w:rPr>
          <w:rFonts w:ascii="Verdana" w:hAnsi="Verdana"/>
        </w:rPr>
        <w:t>Brno</w:t>
      </w:r>
      <w:r w:rsidR="008844F9">
        <w:rPr>
          <w:rFonts w:ascii="Verdana" w:hAnsi="Verdana"/>
        </w:rPr>
        <w:t>“ v </w:t>
      </w:r>
      <w:r w:rsidRPr="00D42F72">
        <w:rPr>
          <w:rFonts w:ascii="Verdana" w:hAnsi="Verdana"/>
        </w:rPr>
        <w:t>podrobnosti dokumentace pro vydání rozhodnutí o umístění stavby drá</w:t>
      </w:r>
      <w:r w:rsidR="00696CD0">
        <w:rPr>
          <w:rFonts w:ascii="Verdana" w:hAnsi="Verdana"/>
        </w:rPr>
        <w:t>hy dle přílohy č. 3 vyhlášky č. </w:t>
      </w:r>
      <w:r w:rsidRPr="00D42F72">
        <w:rPr>
          <w:rFonts w:ascii="Verdana" w:hAnsi="Verdana"/>
        </w:rPr>
        <w:t xml:space="preserve">499/2006 Sb., o dokumentaci staveb, ve znění pozdějších předpisů </w:t>
      </w:r>
      <w:r w:rsidR="00FC3C98">
        <w:rPr>
          <w:rFonts w:ascii="Verdana" w:hAnsi="Verdana"/>
        </w:rPr>
        <w:t>provádějící</w:t>
      </w:r>
      <w:r w:rsidR="00FC3C98" w:rsidRPr="00D42F72">
        <w:rPr>
          <w:rFonts w:ascii="Verdana" w:hAnsi="Verdana"/>
        </w:rPr>
        <w:t xml:space="preserve"> </w:t>
      </w:r>
      <w:r w:rsidRPr="00D42F72">
        <w:rPr>
          <w:rFonts w:ascii="Verdana" w:hAnsi="Verdana"/>
        </w:rPr>
        <w:t>zákon č</w:t>
      </w:r>
      <w:r w:rsidR="00EB040E" w:rsidRPr="00D42F72">
        <w:rPr>
          <w:rFonts w:ascii="Verdana" w:hAnsi="Verdana"/>
        </w:rPr>
        <w:t>.</w:t>
      </w:r>
      <w:r w:rsidR="00EB040E">
        <w:rPr>
          <w:rFonts w:ascii="Verdana" w:hAnsi="Verdana"/>
        </w:rPr>
        <w:t> </w:t>
      </w:r>
      <w:r w:rsidRPr="00D42F72">
        <w:rPr>
          <w:rFonts w:ascii="Verdana" w:hAnsi="Verdana"/>
        </w:rPr>
        <w:t xml:space="preserve">183/2006 Sb., </w:t>
      </w:r>
      <w:r w:rsidR="00FC3C98" w:rsidRPr="00FC3C98">
        <w:rPr>
          <w:rFonts w:ascii="Verdana" w:hAnsi="Verdana"/>
        </w:rPr>
        <w:t>o územním plánování a stavebním řádu (stavební zákon)</w:t>
      </w:r>
      <w:r w:rsidR="00FC3C98">
        <w:rPr>
          <w:rFonts w:ascii="Verdana" w:hAnsi="Verdana"/>
        </w:rPr>
        <w:t xml:space="preserve">, </w:t>
      </w:r>
      <w:r w:rsidRPr="00D42F72">
        <w:rPr>
          <w:rFonts w:ascii="Verdana" w:hAnsi="Verdana"/>
        </w:rPr>
        <w:t>ve znění pozdějších předpisů (</w:t>
      </w:r>
      <w:r w:rsidR="00FC3C98">
        <w:rPr>
          <w:rFonts w:ascii="Verdana" w:hAnsi="Verdana"/>
        </w:rPr>
        <w:t>dále jen „</w:t>
      </w:r>
      <w:r w:rsidRPr="00FC3C98">
        <w:rPr>
          <w:rFonts w:ascii="Verdana" w:hAnsi="Verdana"/>
          <w:b/>
          <w:bCs/>
        </w:rPr>
        <w:t>DÚR</w:t>
      </w:r>
      <w:r w:rsidR="00FC3C98">
        <w:rPr>
          <w:rFonts w:ascii="Verdana" w:hAnsi="Verdana"/>
        </w:rPr>
        <w:t>“</w:t>
      </w:r>
      <w:r w:rsidRPr="00D42F72">
        <w:rPr>
          <w:rFonts w:ascii="Verdana" w:hAnsi="Verdana"/>
        </w:rPr>
        <w:t>), včetně zajištění potřebných podkladů, průzkumů pro zpracová</w:t>
      </w:r>
      <w:r w:rsidR="00696CD0">
        <w:rPr>
          <w:rFonts w:ascii="Verdana" w:hAnsi="Verdana"/>
        </w:rPr>
        <w:t>ní předprojektové dokumentace</w:t>
      </w:r>
      <w:r w:rsidR="00FC3C98">
        <w:rPr>
          <w:rFonts w:ascii="Verdana" w:hAnsi="Verdana"/>
        </w:rPr>
        <w:t xml:space="preserve"> </w:t>
      </w:r>
      <w:r w:rsidR="00696CD0">
        <w:rPr>
          <w:rFonts w:ascii="Verdana" w:hAnsi="Verdana"/>
        </w:rPr>
        <w:t>a </w:t>
      </w:r>
      <w:r w:rsidRPr="00D42F72">
        <w:rPr>
          <w:rFonts w:ascii="Verdana" w:hAnsi="Verdana"/>
        </w:rPr>
        <w:t>vypracování předběžného inženýrskogeologického průzkumu dle ČSN P 73 1005 IG průzkumy pro předprojektovou dokumentaci ve stu</w:t>
      </w:r>
      <w:r w:rsidR="00696CD0">
        <w:rPr>
          <w:rFonts w:ascii="Verdana" w:hAnsi="Verdana"/>
        </w:rPr>
        <w:t>pni pro územní rozhodnutí</w:t>
      </w:r>
      <w:r w:rsidR="00EB040E">
        <w:rPr>
          <w:rFonts w:ascii="Verdana" w:hAnsi="Verdana"/>
        </w:rPr>
        <w:t>, a to včetně zajištění úplné dokladové části pro územní řízení vč. zapracování případných podmínek o vydání územního rozhodnutí dle zákona č. 183/2006</w:t>
      </w:r>
      <w:r w:rsidR="007E63DC">
        <w:rPr>
          <w:rFonts w:ascii="Verdana" w:hAnsi="Verdana"/>
        </w:rPr>
        <w:t xml:space="preserve"> Sb., o územním plánování a stavebním řádu (stavební zákon), ve znění pozdějších předpisů, jehož výsledkem bude vydání územního rozhodnutí, územního souhlasu nebo závazného stanoviska orgánu územního plánování. Objednatel podá připravenou </w:t>
      </w:r>
      <w:r w:rsidR="007F0413">
        <w:rPr>
          <w:rFonts w:ascii="Verdana" w:hAnsi="Verdana"/>
        </w:rPr>
        <w:t>žádost o vydání územního rozhodnutí a Zhotovitel bude spolupracovat při vydání příslušných rozhodnutí do nabytí jejich právní moci (v případě odevzdání neúplné žádosti, přerušení z důvodu chybějících nebo vadně zpracovaných podkladů se jedná o vadu Díla).</w:t>
      </w:r>
    </w:p>
    <w:p w14:paraId="0FFF8487" w14:textId="3A90B4C3" w:rsidR="00FB60D2" w:rsidRPr="00327E1B" w:rsidRDefault="00D42F72" w:rsidP="007F0413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D42F72">
        <w:rPr>
          <w:rFonts w:ascii="Verdana" w:hAnsi="Verdana"/>
        </w:rPr>
        <w:t>Zpracování dokumentace EIA stavby „</w:t>
      </w:r>
      <w:r w:rsidR="008844F9" w:rsidRPr="008844F9">
        <w:rPr>
          <w:rFonts w:ascii="Verdana" w:hAnsi="Verdana"/>
        </w:rPr>
        <w:t xml:space="preserve">RS 1 VRT </w:t>
      </w:r>
      <w:r w:rsidR="00E32EFE">
        <w:rPr>
          <w:rFonts w:ascii="Verdana" w:hAnsi="Verdana"/>
        </w:rPr>
        <w:t>Velká Bíteš</w:t>
      </w:r>
      <w:r w:rsidR="008844F9" w:rsidRPr="008844F9">
        <w:rPr>
          <w:rFonts w:ascii="Verdana" w:hAnsi="Verdana"/>
        </w:rPr>
        <w:t xml:space="preserve"> – </w:t>
      </w:r>
      <w:r w:rsidR="00E32EFE">
        <w:rPr>
          <w:rFonts w:ascii="Verdana" w:hAnsi="Verdana"/>
        </w:rPr>
        <w:t>Brno</w:t>
      </w:r>
      <w:r w:rsidR="00696CD0">
        <w:rPr>
          <w:rFonts w:ascii="Verdana" w:hAnsi="Verdana"/>
        </w:rPr>
        <w:t>“ dle zákona č. </w:t>
      </w:r>
      <w:r w:rsidRPr="00696CD0">
        <w:rPr>
          <w:rFonts w:ascii="Verdana" w:hAnsi="Verdana"/>
        </w:rPr>
        <w:t xml:space="preserve">100/2001 Sb., </w:t>
      </w:r>
      <w:r w:rsidR="007F0413" w:rsidRPr="00696CD0">
        <w:rPr>
          <w:rFonts w:ascii="Verdana" w:hAnsi="Verdana"/>
        </w:rPr>
        <w:t>o</w:t>
      </w:r>
      <w:r w:rsidR="007F0413">
        <w:rPr>
          <w:rFonts w:ascii="Verdana" w:hAnsi="Verdana"/>
        </w:rPr>
        <w:t> </w:t>
      </w:r>
      <w:r w:rsidRPr="00696CD0">
        <w:rPr>
          <w:rFonts w:ascii="Verdana" w:hAnsi="Verdana"/>
        </w:rPr>
        <w:t xml:space="preserve">posuzování vlivů na životní prostředí a </w:t>
      </w:r>
      <w:r w:rsidR="007F0413" w:rsidRPr="00696CD0">
        <w:rPr>
          <w:rFonts w:ascii="Verdana" w:hAnsi="Verdana"/>
        </w:rPr>
        <w:t>o</w:t>
      </w:r>
      <w:r w:rsidR="007F0413">
        <w:rPr>
          <w:rFonts w:ascii="Verdana" w:hAnsi="Verdana"/>
        </w:rPr>
        <w:t> </w:t>
      </w:r>
      <w:r w:rsidRPr="00696CD0">
        <w:rPr>
          <w:rFonts w:ascii="Verdana" w:hAnsi="Verdana"/>
        </w:rPr>
        <w:t>změně některých souvisejících zákonů (zákon o posuzování vlivů na životní prostředí), ve znění pozdějších předpisů</w:t>
      </w:r>
      <w:r w:rsidR="00327E1B">
        <w:rPr>
          <w:rFonts w:ascii="Verdana" w:hAnsi="Verdana"/>
        </w:rPr>
        <w:t xml:space="preserve"> (dále jen „</w:t>
      </w:r>
      <w:r w:rsidR="00327E1B" w:rsidRPr="000C3125">
        <w:rPr>
          <w:rFonts w:ascii="Verdana" w:hAnsi="Verdana"/>
          <w:b/>
        </w:rPr>
        <w:t>zákon č. 100/2001 Sb</w:t>
      </w:r>
      <w:r w:rsidR="00327E1B">
        <w:rPr>
          <w:rFonts w:ascii="Verdana" w:hAnsi="Verdana"/>
        </w:rPr>
        <w:t>.)</w:t>
      </w:r>
      <w:r w:rsidRPr="00696CD0">
        <w:rPr>
          <w:rFonts w:ascii="Verdana" w:hAnsi="Verdana"/>
        </w:rPr>
        <w:t>, včetně zpracování žádosti o vydání závazného stanoviska EIA</w:t>
      </w:r>
      <w:r w:rsidR="007F0413">
        <w:rPr>
          <w:rFonts w:ascii="Verdana" w:hAnsi="Verdana"/>
        </w:rPr>
        <w:t>,</w:t>
      </w:r>
      <w:r w:rsidR="007F0413" w:rsidRPr="007F0413">
        <w:t xml:space="preserve"> </w:t>
      </w:r>
      <w:r w:rsidR="007F0413" w:rsidRPr="007F0413">
        <w:rPr>
          <w:rFonts w:ascii="Verdana" w:hAnsi="Verdana"/>
        </w:rPr>
        <w:t>předložení dokumentace EIA orgánu příslušnému k vydání závazného stanoviska EIA, zajištění činností souvisejících s procesem posouzení vlivu záměru na životní prostředí ve smyslu citovaného zákona a získání pravomocného kladného stanoviska EIA.</w:t>
      </w:r>
    </w:p>
    <w:p w14:paraId="56360C63" w14:textId="1FE132C0" w:rsidR="00BC5BBD" w:rsidRPr="00DB4919" w:rsidRDefault="00BC5BBD" w:rsidP="00D715C1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Verdana" w:hAnsi="Verdana"/>
        </w:rPr>
      </w:pPr>
      <w:r w:rsidRPr="00327E1B">
        <w:t>Zpracování Díla v režimu BIM a vytvoření Informačního modelu BIM dle SoD Přílohy č. </w:t>
      </w:r>
      <w:r w:rsidR="00EB040E">
        <w:t xml:space="preserve">12 </w:t>
      </w:r>
      <w:r w:rsidRPr="00327E1B">
        <w:t xml:space="preserve">BIM protokol, včetně všech jeho příloh. Informační model je součást Díla a bude zpracováván, projednáván a odevzdáván průběžně a společně s ostatními části Díla dle Harmonogramu plnění dle </w:t>
      </w:r>
      <w:r w:rsidR="0079164C">
        <w:t>P</w:t>
      </w:r>
      <w:r w:rsidRPr="00327E1B">
        <w:t>řílohy č. 5 SoD.</w:t>
      </w:r>
    </w:p>
    <w:p w14:paraId="6BB2CB6E" w14:textId="453337F1" w:rsidR="000D71B5" w:rsidRPr="00327E1B" w:rsidRDefault="000D71B5" w:rsidP="00DB4919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(čl. 1.1.1 písm. a) těchto ZTP) považováno</w:t>
      </w:r>
      <w:r w:rsidRPr="00115B1E">
        <w:rPr>
          <w:rStyle w:val="Text2-1Char"/>
          <w:rFonts w:ascii="Verdana" w:hAnsi="Verdana"/>
        </w:rPr>
        <w:t xml:space="preserve"> její vypracování v podrobnosti, kterou je možné zpracovat bez uplatnění opčního plnění, tj. v rozsahu dle přílohy č. 3 vyhlášky č.</w:t>
      </w:r>
      <w:r>
        <w:rPr>
          <w:rStyle w:val="Text2-1Char"/>
          <w:rFonts w:ascii="Verdana" w:hAnsi="Verdana"/>
        </w:rPr>
        <w:t> </w:t>
      </w:r>
      <w:r w:rsidRPr="00115B1E">
        <w:rPr>
          <w:rStyle w:val="Text2-1Char"/>
          <w:rFonts w:ascii="Verdana" w:hAnsi="Verdana"/>
        </w:rPr>
        <w:t>499/2006 Sb., o dokumentaci staveb, ve znění pozdějších předpisů, vyjma zajištění dokladů dle podkapitol 1., 3. a 5. kapitoly Dokladová část této přílohy č. 3 a zapracování případných podmínek a dalších závěrů z těchto dokladů vyplývajících.</w:t>
      </w:r>
    </w:p>
    <w:p w14:paraId="605D13C0" w14:textId="77777777" w:rsidR="005C6366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Dokumentace dle čl. 1.1.1 písm. a)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</w:t>
      </w:r>
      <w:r w:rsidR="005C6366">
        <w:rPr>
          <w:rStyle w:val="Text2-1Char"/>
          <w:rFonts w:ascii="Verdana" w:hAnsi="Verdana"/>
        </w:rPr>
        <w:t>ovat změnu územního rozhodnutí.</w:t>
      </w:r>
    </w:p>
    <w:p w14:paraId="04A99556" w14:textId="55C67FA9" w:rsidR="007913CB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7913CB">
        <w:rPr>
          <w:rStyle w:val="Text2-1Char"/>
          <w:rFonts w:ascii="Verdana" w:hAnsi="Verdana"/>
        </w:rPr>
        <w:t>Bude zpracován přírodovědn</w:t>
      </w:r>
      <w:r>
        <w:rPr>
          <w:rStyle w:val="Text2-1Char"/>
          <w:rFonts w:ascii="Verdana" w:hAnsi="Verdana"/>
        </w:rPr>
        <w:t>ý průzkum novostavby tratě „RS 1</w:t>
      </w:r>
      <w:r w:rsidRPr="007913CB">
        <w:rPr>
          <w:rStyle w:val="Text2-1Char"/>
          <w:rFonts w:ascii="Verdana" w:hAnsi="Verdana"/>
        </w:rPr>
        <w:t xml:space="preserve"> VRT </w:t>
      </w:r>
      <w:r w:rsidR="00E32EFE">
        <w:rPr>
          <w:rStyle w:val="Text2-1Char"/>
          <w:rFonts w:ascii="Verdana" w:hAnsi="Verdana"/>
        </w:rPr>
        <w:t>Velká Bíteš</w:t>
      </w:r>
      <w:r w:rsidRPr="007913CB">
        <w:rPr>
          <w:rStyle w:val="Text2-1Char"/>
          <w:rFonts w:ascii="Verdana" w:hAnsi="Verdana"/>
        </w:rPr>
        <w:t xml:space="preserve"> – </w:t>
      </w:r>
      <w:r w:rsidR="00E32EFE">
        <w:rPr>
          <w:rStyle w:val="Text2-1Char"/>
          <w:rFonts w:ascii="Verdana" w:hAnsi="Verdana"/>
        </w:rPr>
        <w:t>Brno</w:t>
      </w:r>
      <w:r w:rsidRPr="007913CB">
        <w:rPr>
          <w:rStyle w:val="Text2-1Char"/>
          <w:rFonts w:ascii="Verdana" w:hAnsi="Verdana"/>
        </w:rPr>
        <w:t xml:space="preserve">“. Předmětem </w:t>
      </w:r>
      <w:r w:rsidR="004A06B6">
        <w:rPr>
          <w:rStyle w:val="Text2-1Char"/>
          <w:rFonts w:ascii="Verdana" w:hAnsi="Verdana"/>
        </w:rPr>
        <w:t>D</w:t>
      </w:r>
      <w:r w:rsidRPr="001D2B2D">
        <w:rPr>
          <w:rStyle w:val="Text2-1Char"/>
          <w:rFonts w:ascii="Verdana" w:hAnsi="Verdana"/>
        </w:rPr>
        <w:t>íla je provedení přírodovědného průzkumu a tzv. biologické hodnocení dle § 67 zákona č. 114/1992 Sb., o ochraně přírody a krajiny, ve znění pozdějších předpisů, tzn. vypracování hodnocení vlivu závažného zásahu na zájmy ochrany přírody a krajiny ve smyslu § 7 vyhlášky č.</w:t>
      </w:r>
      <w:r w:rsidR="009D1EB2">
        <w:rPr>
          <w:rStyle w:val="Text2-1Char"/>
          <w:rFonts w:ascii="Verdana" w:hAnsi="Verdana"/>
        </w:rPr>
        <w:t xml:space="preserve"> </w:t>
      </w:r>
      <w:r w:rsidRPr="001D2B2D">
        <w:rPr>
          <w:rStyle w:val="Text2-1Char"/>
          <w:rFonts w:ascii="Verdana" w:hAnsi="Verdana"/>
        </w:rPr>
        <w:t xml:space="preserve">142/2018 Sb., o náležitostech posouzení vlivu záměru a koncepce na evropsky významné lokality a ptačí oblasti a </w:t>
      </w:r>
      <w:r w:rsidR="0079164C" w:rsidRPr="001D2B2D">
        <w:rPr>
          <w:rStyle w:val="Text2-1Char"/>
          <w:rFonts w:ascii="Verdana" w:hAnsi="Verdana"/>
        </w:rPr>
        <w:t>o</w:t>
      </w:r>
      <w:r w:rsidR="0079164C">
        <w:rPr>
          <w:rStyle w:val="Text2-1Char"/>
          <w:rFonts w:ascii="Verdana" w:hAnsi="Verdana"/>
        </w:rPr>
        <w:t> </w:t>
      </w:r>
      <w:r w:rsidRPr="001D2B2D">
        <w:rPr>
          <w:rStyle w:val="Text2-1Char"/>
          <w:rFonts w:ascii="Verdana" w:hAnsi="Verdana"/>
        </w:rPr>
        <w:t xml:space="preserve">náležitostech hodnocení vlivu závažného zásahu na zájmy ochrany přírody a krajiny, </w:t>
      </w:r>
      <w:r w:rsidR="00327E1B">
        <w:rPr>
          <w:rStyle w:val="Text2-1Char"/>
          <w:rFonts w:ascii="Verdana" w:hAnsi="Verdana"/>
        </w:rPr>
        <w:t xml:space="preserve">ve znění pozdějších předpisů, </w:t>
      </w:r>
      <w:r w:rsidRPr="001D2B2D">
        <w:rPr>
          <w:rStyle w:val="Text2-1Char"/>
          <w:rFonts w:ascii="Verdana" w:hAnsi="Verdana"/>
        </w:rPr>
        <w:t>a vypracování migrační studie, a to pro koridor budoucí stavby RS</w:t>
      </w:r>
      <w:r w:rsidR="0079164C">
        <w:rPr>
          <w:rStyle w:val="Text2-1Char"/>
          <w:rFonts w:ascii="Verdana" w:hAnsi="Verdana"/>
        </w:rPr>
        <w:t xml:space="preserve"> </w:t>
      </w:r>
      <w:r w:rsidRPr="001D2B2D">
        <w:rPr>
          <w:rStyle w:val="Text2-1Char"/>
          <w:rFonts w:ascii="Verdana" w:hAnsi="Verdana"/>
        </w:rPr>
        <w:t xml:space="preserve">1 </w:t>
      </w:r>
      <w:r w:rsidR="0079164C">
        <w:rPr>
          <w:rStyle w:val="Text2-1Char"/>
          <w:rFonts w:ascii="Verdana" w:hAnsi="Verdana"/>
        </w:rPr>
        <w:t xml:space="preserve">VRT </w:t>
      </w:r>
      <w:r w:rsidRPr="001D2B2D">
        <w:rPr>
          <w:rStyle w:val="Text2-1Char"/>
          <w:rFonts w:ascii="Verdana" w:hAnsi="Verdana"/>
        </w:rPr>
        <w:t>Praha – Brno</w:t>
      </w:r>
      <w:r w:rsidR="0079164C">
        <w:rPr>
          <w:rStyle w:val="Text2-1Char"/>
          <w:rFonts w:ascii="Verdana" w:hAnsi="Verdana"/>
        </w:rPr>
        <w:t xml:space="preserve"> – Ostrava - Polsko</w:t>
      </w:r>
      <w:r w:rsidRPr="001D2B2D">
        <w:rPr>
          <w:rStyle w:val="Text2-1Char"/>
          <w:rFonts w:ascii="Verdana" w:hAnsi="Verdana"/>
        </w:rPr>
        <w:t xml:space="preserve">, úseku </w:t>
      </w:r>
      <w:r w:rsidR="00E32EFE">
        <w:rPr>
          <w:rStyle w:val="Text2-1Char"/>
          <w:rFonts w:ascii="Verdana" w:hAnsi="Verdana"/>
        </w:rPr>
        <w:t>Velká Bíteš</w:t>
      </w:r>
      <w:r w:rsidRPr="001D2B2D">
        <w:rPr>
          <w:rStyle w:val="Text2-1Char"/>
          <w:rFonts w:ascii="Verdana" w:hAnsi="Verdana"/>
        </w:rPr>
        <w:t xml:space="preserve"> – </w:t>
      </w:r>
      <w:r w:rsidR="00E32EFE">
        <w:rPr>
          <w:rStyle w:val="Text2-1Char"/>
          <w:rFonts w:ascii="Verdana" w:hAnsi="Verdana"/>
        </w:rPr>
        <w:t>Brno</w:t>
      </w:r>
      <w:r w:rsidRPr="001D2B2D">
        <w:rPr>
          <w:rStyle w:val="Text2-1Char"/>
          <w:rFonts w:ascii="Verdana" w:hAnsi="Verdana"/>
        </w:rPr>
        <w:t xml:space="preserve"> a s ním souvisejících ploch.</w:t>
      </w:r>
    </w:p>
    <w:p w14:paraId="29E5464F" w14:textId="77777777" w:rsidR="00601958" w:rsidRDefault="00EE02DB" w:rsidP="00EE02DB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>
        <w:rPr>
          <w:rStyle w:val="Text2-1Char"/>
          <w:rFonts w:ascii="Verdana" w:hAnsi="Verdana"/>
        </w:rPr>
        <w:t>Zpracováno bude studijní prověření trasy obchvatu Velké Bíteše silnice I/37 v návaznosti na již vybudovanou severozápadní část</w:t>
      </w:r>
      <w:r w:rsidR="00F00FC8">
        <w:rPr>
          <w:rStyle w:val="Text2-1Char"/>
          <w:rFonts w:ascii="Verdana" w:hAnsi="Verdana"/>
        </w:rPr>
        <w:t xml:space="preserve"> a v návaznosti na navrhované propojení mezi VRT a tratí č. 250</w:t>
      </w:r>
      <w:r w:rsidR="00A634F7">
        <w:rPr>
          <w:rStyle w:val="Text2-1Char"/>
          <w:rFonts w:ascii="Verdana" w:hAnsi="Verdana"/>
        </w:rPr>
        <w:t xml:space="preserve"> (dle KJŘ)</w:t>
      </w:r>
      <w:r w:rsidR="00F00FC8">
        <w:rPr>
          <w:rStyle w:val="Text2-1Char"/>
          <w:rFonts w:ascii="Verdana" w:hAnsi="Verdana"/>
        </w:rPr>
        <w:t xml:space="preserve">. Prověření bude </w:t>
      </w:r>
      <w:r>
        <w:rPr>
          <w:rStyle w:val="Text2-1Char"/>
          <w:rFonts w:ascii="Verdana" w:hAnsi="Verdana"/>
        </w:rPr>
        <w:t>podklad</w:t>
      </w:r>
      <w:r w:rsidR="00F00FC8">
        <w:rPr>
          <w:rStyle w:val="Text2-1Char"/>
          <w:rFonts w:ascii="Verdana" w:hAnsi="Verdana"/>
        </w:rPr>
        <w:t>em</w:t>
      </w:r>
      <w:r>
        <w:rPr>
          <w:rStyle w:val="Text2-1Char"/>
          <w:rFonts w:ascii="Verdana" w:hAnsi="Verdana"/>
        </w:rPr>
        <w:t xml:space="preserve"> pro stanovení částí</w:t>
      </w:r>
      <w:r w:rsidR="00F00FC8">
        <w:rPr>
          <w:rStyle w:val="Text2-1Char"/>
          <w:rFonts w:ascii="Verdana" w:hAnsi="Verdana"/>
        </w:rPr>
        <w:t xml:space="preserve"> silniční sítě</w:t>
      </w:r>
      <w:r>
        <w:rPr>
          <w:rStyle w:val="Text2-1Char"/>
          <w:rFonts w:ascii="Verdana" w:hAnsi="Verdana"/>
        </w:rPr>
        <w:t>, které je nutné v cílové podobě realizovat v časové koordinaci se stavbou VRT nebo dokonce v rámci stavby VRT. Identifikované části budou součástí návrhu DÚR</w:t>
      </w:r>
      <w:r w:rsidR="00F00FC8">
        <w:rPr>
          <w:rStyle w:val="Text2-1Char"/>
          <w:rFonts w:ascii="Verdana" w:hAnsi="Verdana"/>
        </w:rPr>
        <w:t xml:space="preserve"> zpracované v rámci DÚR.</w:t>
      </w:r>
    </w:p>
    <w:p w14:paraId="0BBA8E78" w14:textId="32D6C1E8" w:rsidR="00EE02DB" w:rsidRPr="00EE02DB" w:rsidRDefault="00601958" w:rsidP="00EE02DB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>
        <w:rPr>
          <w:rStyle w:val="Text2-1Char"/>
          <w:rFonts w:ascii="Verdana" w:hAnsi="Verdana"/>
        </w:rPr>
        <w:t>Zpracováno bude architektonické a urbanistické řešení zastávek Osová Bítýška a Velká Bíteš a jejich okolí (architektonické řešení staveb, konfigurace prostoru, dostupnost pro všechny módy dopravy vč. pěší, návaznost na okolní krajinu).</w:t>
      </w:r>
    </w:p>
    <w:p w14:paraId="79F12C35" w14:textId="19EDCCBA" w:rsidR="00BC5BBD" w:rsidRPr="00D57641" w:rsidRDefault="00B41A9A" w:rsidP="00BC5BBD">
      <w:pPr>
        <w:pStyle w:val="Text2-1"/>
        <w:ind w:left="709" w:hanging="709"/>
        <w:rPr>
          <w:rFonts w:ascii="Verdana" w:hAnsi="Verdana"/>
        </w:rPr>
      </w:pPr>
      <w:r w:rsidRPr="001D2B2D">
        <w:rPr>
          <w:rStyle w:val="Text2-1Char"/>
          <w:rFonts w:ascii="Verdana" w:hAnsi="Verdana"/>
        </w:rPr>
        <w:t xml:space="preserve">Budou zpracovány celkové investiční </w:t>
      </w:r>
      <w:r w:rsidR="005C6366" w:rsidRPr="001D2B2D">
        <w:rPr>
          <w:rStyle w:val="Text2-1Char"/>
          <w:rFonts w:ascii="Verdana" w:hAnsi="Verdana"/>
        </w:rPr>
        <w:t>náklady stavby resp. rozpočet a </w:t>
      </w:r>
      <w:r w:rsidRPr="001D2B2D">
        <w:rPr>
          <w:rStyle w:val="Text2-1Char"/>
          <w:rFonts w:ascii="Verdana" w:hAnsi="Verdana"/>
        </w:rPr>
        <w:t xml:space="preserve">hodnocení </w:t>
      </w:r>
      <w:r w:rsidR="007913CB" w:rsidRPr="001D2B2D">
        <w:rPr>
          <w:rStyle w:val="Text2-1Char"/>
          <w:rFonts w:ascii="Verdana" w:hAnsi="Verdana"/>
        </w:rPr>
        <w:t xml:space="preserve">ekonomické efektivnosti stavby vč. aktualizace na základě finální verze Díla. </w:t>
      </w:r>
      <w:r w:rsidR="00BC5BBD" w:rsidRPr="001D2B2D">
        <w:t>Zpracování ekonomického hodnocení bude provedeno podle platné Rezortní metodiky pro hodnocení ekonomické efektivnosti projektů dopravních staveb</w:t>
      </w:r>
      <w:r w:rsidR="00AE7B08">
        <w:t xml:space="preserve"> a dalších platných pokynů MD a </w:t>
      </w:r>
      <w:r w:rsidR="00BC5BBD" w:rsidRPr="001D2B2D">
        <w:t>Správy železnic, státní organizace</w:t>
      </w:r>
      <w:r w:rsidR="00FD2532">
        <w:t xml:space="preserve"> (dále jen „</w:t>
      </w:r>
      <w:r w:rsidR="00FD2532" w:rsidRPr="00BB4F8C">
        <w:rPr>
          <w:b/>
        </w:rPr>
        <w:t>SŽ</w:t>
      </w:r>
      <w:r w:rsidR="00FD2532">
        <w:t>“)</w:t>
      </w:r>
      <w:r w:rsidR="00BC5BBD" w:rsidRPr="001D2B2D">
        <w:t>.</w:t>
      </w:r>
    </w:p>
    <w:p w14:paraId="58BE7C35" w14:textId="6397B03E" w:rsidR="00AE7B08" w:rsidRPr="001D2B2D" w:rsidRDefault="007913CB" w:rsidP="00AE7B08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1D2B2D">
        <w:rPr>
          <w:rStyle w:val="Text2-1Char"/>
        </w:rPr>
        <w:t>Součástí plnění bude provedení komplexních hydrologických posudků vyhodnocující všechny možné dopady a rizika.</w:t>
      </w:r>
    </w:p>
    <w:p w14:paraId="0A1D249E" w14:textId="5C62FEE4" w:rsidR="007913CB" w:rsidRPr="007913CB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7913CB">
        <w:rPr>
          <w:rStyle w:val="Text2-1Char"/>
        </w:rPr>
        <w:t xml:space="preserve">Součástí zakázky budou i příslušné podklady pro posuzování koncepcí pro aktualizaci Zásad územního rozvoje </w:t>
      </w:r>
      <w:r>
        <w:rPr>
          <w:rStyle w:val="Text2-1Char"/>
        </w:rPr>
        <w:t>Kraje Vysočina</w:t>
      </w:r>
      <w:r w:rsidR="009E7935">
        <w:rPr>
          <w:rStyle w:val="Text2-1Char"/>
        </w:rPr>
        <w:t xml:space="preserve"> a Jihomoravského kraje</w:t>
      </w:r>
      <w:r w:rsidRPr="007913CB">
        <w:rPr>
          <w:rStyle w:val="Text2-1Char"/>
        </w:rPr>
        <w:t xml:space="preserve">, pokud </w:t>
      </w:r>
      <w:r w:rsidR="00AE7B08">
        <w:rPr>
          <w:rStyle w:val="Text2-1Char"/>
        </w:rPr>
        <w:t xml:space="preserve">budou ze strany krajského </w:t>
      </w:r>
      <w:r w:rsidRPr="007913CB">
        <w:rPr>
          <w:rStyle w:val="Text2-1Char"/>
        </w:rPr>
        <w:t xml:space="preserve">úřadu </w:t>
      </w:r>
      <w:r>
        <w:rPr>
          <w:rStyle w:val="Text2-1Char"/>
        </w:rPr>
        <w:t xml:space="preserve">Kraje Vysočina </w:t>
      </w:r>
      <w:r w:rsidR="009E7935">
        <w:rPr>
          <w:rStyle w:val="Text2-1Char"/>
        </w:rPr>
        <w:t xml:space="preserve">a/nebo Jihomoravského kraje </w:t>
      </w:r>
      <w:r w:rsidRPr="007913CB">
        <w:rPr>
          <w:rStyle w:val="Text2-1Char"/>
        </w:rPr>
        <w:t xml:space="preserve">požadovány, popřípadě pro změny územních plánů obcí. Upozorňujeme, že stavba </w:t>
      </w:r>
      <w:r w:rsidR="00FD2532" w:rsidRPr="007913CB">
        <w:rPr>
          <w:rStyle w:val="Text2-1Char"/>
        </w:rPr>
        <w:t>v</w:t>
      </w:r>
      <w:r w:rsidR="00FD2532">
        <w:rPr>
          <w:rStyle w:val="Text2-1Char"/>
        </w:rPr>
        <w:t> </w:t>
      </w:r>
      <w:r w:rsidRPr="007913CB">
        <w:rPr>
          <w:rStyle w:val="Text2-1Char"/>
        </w:rPr>
        <w:t xml:space="preserve">některých místech vybočuje ze stávajícího koridoru </w:t>
      </w:r>
      <w:r w:rsidR="00B22059">
        <w:rPr>
          <w:rStyle w:val="Text2-1Char"/>
        </w:rPr>
        <w:t xml:space="preserve">v </w:t>
      </w:r>
      <w:r w:rsidRPr="007913CB">
        <w:rPr>
          <w:rStyle w:val="Text2-1Char"/>
        </w:rPr>
        <w:t xml:space="preserve">ZÚR </w:t>
      </w:r>
      <w:r>
        <w:rPr>
          <w:rStyle w:val="Text2-1Char"/>
        </w:rPr>
        <w:t>Kraje Vysočina</w:t>
      </w:r>
      <w:r w:rsidR="00B22059">
        <w:rPr>
          <w:rStyle w:val="Text2-1Char"/>
        </w:rPr>
        <w:t xml:space="preserve"> a v ZÚR Jihomoravského kraje</w:t>
      </w:r>
      <w:r w:rsidRPr="007913CB">
        <w:rPr>
          <w:rStyle w:val="Text2-1Char"/>
        </w:rPr>
        <w:t xml:space="preserve"> nebo územních plánů jednotlivých dotčených obcí. Z uvedeného důvodu </w:t>
      </w:r>
      <w:r>
        <w:rPr>
          <w:rStyle w:val="Text2-1Char"/>
        </w:rPr>
        <w:t xml:space="preserve">bude </w:t>
      </w:r>
      <w:r w:rsidR="00AE7B08">
        <w:rPr>
          <w:rStyle w:val="Text2-1Char"/>
        </w:rPr>
        <w:t>požádáno o </w:t>
      </w:r>
      <w:r w:rsidRPr="007913CB">
        <w:rPr>
          <w:rStyle w:val="Text2-1Char"/>
        </w:rPr>
        <w:t xml:space="preserve">aktualizace ZÚR </w:t>
      </w:r>
      <w:r>
        <w:rPr>
          <w:rStyle w:val="Text2-1Char"/>
        </w:rPr>
        <w:t>Kraje Vysočina</w:t>
      </w:r>
      <w:r w:rsidR="009E7935">
        <w:rPr>
          <w:rStyle w:val="Text2-1Char"/>
        </w:rPr>
        <w:t xml:space="preserve"> a ZÚR Jihomoravského kraje</w:t>
      </w:r>
      <w:r w:rsidRPr="007913CB">
        <w:rPr>
          <w:rStyle w:val="Text2-1Char"/>
        </w:rPr>
        <w:t>.</w:t>
      </w:r>
    </w:p>
    <w:p w14:paraId="1B126F68" w14:textId="77777777" w:rsidR="007913CB" w:rsidRPr="007913CB" w:rsidRDefault="007913CB" w:rsidP="007913CB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7913CB">
        <w:rPr>
          <w:rStyle w:val="Text2-1Char"/>
        </w:rPr>
        <w:t>Zpracování prezentace stavby (3D animace/vizualizace), které bude možno využít pro informování veřejnosti o připravované investici.</w:t>
      </w:r>
    </w:p>
    <w:p w14:paraId="4CCF9C50" w14:textId="77777777" w:rsidR="007913CB" w:rsidRPr="00515255" w:rsidRDefault="007913CB" w:rsidP="007913CB">
      <w:pPr>
        <w:pStyle w:val="Text2-1"/>
        <w:ind w:left="709" w:hanging="709"/>
        <w:rPr>
          <w:rStyle w:val="Text2-1Char"/>
          <w:rFonts w:ascii="Verdana" w:hAnsi="Verdana"/>
        </w:rPr>
      </w:pPr>
      <w:r w:rsidRPr="00627DAE">
        <w:rPr>
          <w:rFonts w:ascii="Verdana" w:hAnsi="Verdana"/>
        </w:rPr>
        <w:t>Zhotovitel zajistí všechny průzkumné práce pro projektovou přípravu včetně korozního průzkumu s komplexním návrhem řešení protikorozní ochrany pro potřebnou odolnost a zabezpečení stavby.</w:t>
      </w:r>
    </w:p>
    <w:p w14:paraId="2438C152" w14:textId="521B64F6" w:rsidR="0008708A" w:rsidRPr="00D649F1" w:rsidRDefault="008844F9" w:rsidP="00D649F1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8844F9">
        <w:rPr>
          <w:rStyle w:val="Text2-1Char"/>
          <w:rFonts w:ascii="Verdana" w:hAnsi="Verdana"/>
        </w:rPr>
        <w:t>Bude zpracováno posouzení RAMS pro Etapy 1,</w:t>
      </w:r>
      <w:r w:rsidR="0009606F">
        <w:rPr>
          <w:rStyle w:val="Text2-1Char"/>
          <w:rFonts w:ascii="Verdana" w:hAnsi="Verdana"/>
        </w:rPr>
        <w:t xml:space="preserve"> </w:t>
      </w:r>
      <w:r w:rsidRPr="008844F9">
        <w:rPr>
          <w:rStyle w:val="Text2-1Char"/>
          <w:rFonts w:ascii="Verdana" w:hAnsi="Verdana"/>
        </w:rPr>
        <w:t>2 a vybrané části Etapy 3</w:t>
      </w:r>
      <w:r w:rsidR="005A630A">
        <w:rPr>
          <w:rStyle w:val="Text2-1Char"/>
          <w:rFonts w:ascii="Verdana" w:hAnsi="Verdana"/>
        </w:rPr>
        <w:t xml:space="preserve"> </w:t>
      </w:r>
      <w:r w:rsidR="005A630A" w:rsidRPr="008844F9">
        <w:rPr>
          <w:rStyle w:val="Text2-1Char"/>
          <w:rFonts w:ascii="Verdana" w:hAnsi="Verdana"/>
        </w:rPr>
        <w:t xml:space="preserve">dle ČSN </w:t>
      </w:r>
      <w:r w:rsidR="005A630A">
        <w:rPr>
          <w:rStyle w:val="Text2-1Char"/>
          <w:rFonts w:ascii="Verdana" w:hAnsi="Verdana"/>
        </w:rPr>
        <w:t>EN 50126-1 ED</w:t>
      </w:r>
      <w:r w:rsidR="00BB4F8C">
        <w:rPr>
          <w:rStyle w:val="Text2-1Char"/>
          <w:rFonts w:ascii="Verdana" w:hAnsi="Verdana"/>
        </w:rPr>
        <w:t xml:space="preserve"> </w:t>
      </w:r>
      <w:r w:rsidR="005A630A">
        <w:rPr>
          <w:rStyle w:val="Text2-1Char"/>
          <w:rFonts w:ascii="Verdana" w:hAnsi="Verdana"/>
        </w:rPr>
        <w:t>2</w:t>
      </w:r>
      <w:r w:rsidRPr="008844F9">
        <w:rPr>
          <w:rStyle w:val="Text2-1Char"/>
          <w:rFonts w:ascii="Verdana" w:hAnsi="Verdana"/>
        </w:rPr>
        <w:t xml:space="preserve">. Předmětem Díla nebudou činnosti spojené s RAMS pro Etapy 3 a vyšší dle </w:t>
      </w:r>
      <w:r w:rsidR="005A630A">
        <w:rPr>
          <w:rStyle w:val="Text2-1Char"/>
          <w:rFonts w:ascii="Verdana" w:hAnsi="Verdana"/>
        </w:rPr>
        <w:t>citované normy</w:t>
      </w:r>
      <w:r w:rsidR="00BC5BBD">
        <w:rPr>
          <w:rStyle w:val="Text2-1Char"/>
          <w:rFonts w:ascii="Verdana" w:hAnsi="Verdana"/>
        </w:rPr>
        <w:t xml:space="preserve"> s výjimkou </w:t>
      </w:r>
      <w:r w:rsidRPr="008844F9">
        <w:rPr>
          <w:rStyle w:val="Text2-1Char"/>
          <w:rFonts w:ascii="Verdana" w:hAnsi="Verdana"/>
        </w:rPr>
        <w:t xml:space="preserve">předběžné analýzy rizik a obecné specifikace RAM. Návrh dle Manuálu </w:t>
      </w:r>
      <w:r w:rsidR="00327E1B">
        <w:rPr>
          <w:rStyle w:val="Text2-1Char"/>
          <w:rFonts w:ascii="Verdana" w:hAnsi="Verdana"/>
        </w:rPr>
        <w:t>pro projektování VRT ve stupni DÚR (dále jen „</w:t>
      </w:r>
      <w:r w:rsidR="00327E1B" w:rsidRPr="00327E1B">
        <w:rPr>
          <w:rStyle w:val="Text2-1Char"/>
          <w:rFonts w:ascii="Verdana" w:hAnsi="Verdana"/>
          <w:b/>
          <w:bCs/>
        </w:rPr>
        <w:t>Manuál</w:t>
      </w:r>
      <w:r w:rsidR="00327E1B">
        <w:rPr>
          <w:rStyle w:val="Text2-1Char"/>
          <w:rFonts w:ascii="Verdana" w:hAnsi="Verdana"/>
        </w:rPr>
        <w:t xml:space="preserve">“) </w:t>
      </w:r>
      <w:r w:rsidRPr="008844F9">
        <w:rPr>
          <w:rStyle w:val="Text2-1Char"/>
          <w:rFonts w:ascii="Verdana" w:hAnsi="Verdana"/>
        </w:rPr>
        <w:t>garantuje splnění životnosti, udržitelnosti a provozního využití dílčích prvků infrastruktury. Nezbytné parametry pro zapracování RAMS poskytne Zadavatel dodavateli na základě výzvy</w:t>
      </w:r>
      <w:r w:rsidR="005C6366">
        <w:rPr>
          <w:rStyle w:val="Text2-1Char"/>
          <w:rFonts w:ascii="Verdana" w:hAnsi="Verdana"/>
        </w:rPr>
        <w:t>.</w:t>
      </w:r>
    </w:p>
    <w:p w14:paraId="27AC999B" w14:textId="10043F70" w:rsidR="00D42F72" w:rsidRPr="00B41A9A" w:rsidRDefault="00B41A9A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B41A9A">
        <w:rPr>
          <w:rStyle w:val="Text2-1Char"/>
          <w:rFonts w:ascii="Verdana" w:hAnsi="Verdana"/>
        </w:rPr>
        <w:t>Povaha předmětu veřejné zakázky předpokládá součinnost Zhotovitele také v případě projednávání připravovaného záměru (nad</w:t>
      </w:r>
      <w:r>
        <w:rPr>
          <w:rStyle w:val="Text2-1Char"/>
          <w:rFonts w:ascii="Verdana" w:hAnsi="Verdana"/>
        </w:rPr>
        <w:t xml:space="preserve"> běžný rámec projednávání DÚR a </w:t>
      </w:r>
      <w:r w:rsidRPr="00B41A9A">
        <w:rPr>
          <w:rStyle w:val="Text2-1Char"/>
          <w:rFonts w:ascii="Verdana" w:hAnsi="Verdana"/>
        </w:rPr>
        <w:t>dokumentace EIA; v rámci komunikační, prezentační a propagační činnosti Objednatele) zejména s veřejností, zájmovými spolky</w:t>
      </w:r>
      <w:r w:rsidR="005C6366">
        <w:rPr>
          <w:rStyle w:val="Text2-1Char"/>
          <w:rFonts w:ascii="Verdana" w:hAnsi="Verdana"/>
        </w:rPr>
        <w:t xml:space="preserve"> a </w:t>
      </w:r>
      <w:r w:rsidRPr="00B41A9A">
        <w:rPr>
          <w:rStyle w:val="Text2-1Char"/>
          <w:rFonts w:ascii="Verdana" w:hAnsi="Verdana"/>
        </w:rPr>
        <w:t>sdruženími, samosprávou nebo státní správou, zejména při poskytování</w:t>
      </w:r>
      <w:r>
        <w:rPr>
          <w:rStyle w:val="Text2-1Char"/>
          <w:rFonts w:ascii="Verdana" w:hAnsi="Verdana"/>
        </w:rPr>
        <w:t xml:space="preserve"> podkladů a případnou účastí na </w:t>
      </w:r>
      <w:r w:rsidRPr="00B41A9A">
        <w:rPr>
          <w:rStyle w:val="Text2-1Char"/>
          <w:rFonts w:ascii="Verdana" w:hAnsi="Verdana"/>
        </w:rPr>
        <w:t>jednotlivých jednáních a akcích</w:t>
      </w:r>
      <w:r w:rsidR="00E14D13" w:rsidRPr="00B41A9A">
        <w:rPr>
          <w:rStyle w:val="Text2-1Char"/>
          <w:rFonts w:ascii="Verdana" w:hAnsi="Verdana"/>
        </w:rPr>
        <w:t>.</w:t>
      </w:r>
    </w:p>
    <w:p w14:paraId="411BD609" w14:textId="11589155" w:rsidR="00BF395C" w:rsidRPr="00570416" w:rsidRDefault="00BF395C" w:rsidP="00570416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 w:rsidRPr="00570416">
        <w:rPr>
          <w:rStyle w:val="Text2-1Char"/>
        </w:rPr>
        <w:t>Zhotovitel zajistí provedení všech prací a činností nezbytných k řádnému provedení předmětu plnění tét</w:t>
      </w:r>
      <w:r w:rsidR="00696CD0" w:rsidRPr="00570416">
        <w:rPr>
          <w:rStyle w:val="Text2-1Char"/>
        </w:rPr>
        <w:t>o veřejné zakázky podle těchto ZTP</w:t>
      </w:r>
      <w:r w:rsidRPr="00570416">
        <w:rPr>
          <w:rStyle w:val="Text2-1Char"/>
        </w:rPr>
        <w:t xml:space="preserve"> a </w:t>
      </w:r>
      <w:r w:rsidR="00696CD0" w:rsidRPr="00570416">
        <w:rPr>
          <w:rStyle w:val="Text2-1Char"/>
        </w:rPr>
        <w:t xml:space="preserve">dalších </w:t>
      </w:r>
      <w:r w:rsidRPr="00570416">
        <w:rPr>
          <w:rStyle w:val="Text2-1Char"/>
        </w:rPr>
        <w:t>zadávacích podmínek této veřejné zakázky jako celku, o kterých účastník podle svých odborných znalostí vědět měl, že jsou k ř</w:t>
      </w:r>
      <w:r w:rsidR="00B41A9A" w:rsidRPr="00570416">
        <w:rPr>
          <w:rStyle w:val="Text2-1Char"/>
        </w:rPr>
        <w:t>ádnému a kvalitnímu provedení a </w:t>
      </w:r>
      <w:r w:rsidRPr="00570416">
        <w:rPr>
          <w:rStyle w:val="Text2-1Char"/>
        </w:rPr>
        <w:t>dokončení předmětu veřejné zakázky nezbytné.</w:t>
      </w:r>
    </w:p>
    <w:p w14:paraId="416B2D21" w14:textId="1AD6D7BC" w:rsidR="00FB60D2" w:rsidRDefault="00FB60D2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>Bližší specifikace předmětu plnění veřejné zakázky je upravena v dalších částech zadávací dokumentace, zejména ve Smlouvě o dílo a je</w:t>
      </w:r>
      <w:r w:rsidR="00696CD0">
        <w:rPr>
          <w:rStyle w:val="Text2-1Char"/>
          <w:rFonts w:ascii="Verdana" w:hAnsi="Verdana"/>
        </w:rPr>
        <w:t>jích přílohách, které tvoří Díl </w:t>
      </w:r>
      <w:r w:rsidRPr="00115B1E">
        <w:rPr>
          <w:rStyle w:val="Text2-1Char"/>
          <w:rFonts w:ascii="Verdana" w:hAnsi="Verdana"/>
        </w:rPr>
        <w:t>2 zadávací dokumentace.</w:t>
      </w:r>
    </w:p>
    <w:p w14:paraId="3F1EFD05" w14:textId="571E250F" w:rsidR="00F87159" w:rsidRPr="00115B1E" w:rsidRDefault="00F87159" w:rsidP="00570416">
      <w:pPr>
        <w:pStyle w:val="Text2-1"/>
        <w:tabs>
          <w:tab w:val="clear" w:pos="1305"/>
        </w:tabs>
        <w:ind w:left="709" w:hanging="709"/>
        <w:rPr>
          <w:rStyle w:val="Text2-1Char"/>
          <w:rFonts w:ascii="Verdana" w:hAnsi="Verdana"/>
        </w:rPr>
      </w:pPr>
      <w:r w:rsidRPr="00F87159">
        <w:rPr>
          <w:rStyle w:val="Text2-1Char"/>
          <w:rFonts w:ascii="Verdana" w:hAnsi="Verdana"/>
        </w:rPr>
        <w:t>Dále uváděný pojem „</w:t>
      </w:r>
      <w:r w:rsidRPr="00F87159">
        <w:rPr>
          <w:rStyle w:val="Text2-1Char"/>
          <w:rFonts w:ascii="Verdana" w:hAnsi="Verdana"/>
          <w:b/>
          <w:bCs/>
        </w:rPr>
        <w:t>Dokumentace</w:t>
      </w:r>
      <w:r w:rsidRPr="00F87159">
        <w:rPr>
          <w:rStyle w:val="Text2-1Char"/>
          <w:rFonts w:ascii="Verdana" w:hAnsi="Verdana"/>
        </w:rPr>
        <w:t>“ v těchto ZTP se rozumí zpracování příslušného stupně dokumentace / projektové dokumentace dle povahy Díla.</w:t>
      </w:r>
    </w:p>
    <w:p w14:paraId="3FE5EC27" w14:textId="512C3BED" w:rsidR="00280C98" w:rsidRPr="00115B1E" w:rsidRDefault="00280C98" w:rsidP="00115B1E">
      <w:pPr>
        <w:pStyle w:val="Nadpis2-2"/>
      </w:pPr>
      <w:bookmarkStart w:id="11" w:name="_Toc90041722"/>
      <w:r w:rsidRPr="00115B1E">
        <w:t>Hlavní cíle stavby</w:t>
      </w:r>
      <w:bookmarkEnd w:id="10"/>
      <w:bookmarkEnd w:id="11"/>
    </w:p>
    <w:p w14:paraId="72A171E7" w14:textId="6F58BE0A" w:rsidR="00FB6D10" w:rsidRPr="009C2BEF" w:rsidRDefault="005A2D8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570416">
        <w:rPr>
          <w:rStyle w:val="Text2-1Char"/>
        </w:rPr>
        <w:t xml:space="preserve">Hlavním cílem a náplní </w:t>
      </w:r>
      <w:r w:rsidR="00411660" w:rsidRPr="00570416">
        <w:rPr>
          <w:rStyle w:val="Text2-1Char"/>
        </w:rPr>
        <w:t xml:space="preserve">Díla </w:t>
      </w:r>
      <w:r w:rsidRPr="00570416">
        <w:rPr>
          <w:rStyle w:val="Text2-1Char"/>
        </w:rPr>
        <w:t>je navrhnout v rámci konceptu Rychlých spojení</w:t>
      </w:r>
      <w:r w:rsidRPr="009C2BEF">
        <w:rPr>
          <w:rFonts w:ascii="Verdana" w:hAnsi="Verdana"/>
        </w:rPr>
        <w:t xml:space="preserve"> proveditelné </w:t>
      </w:r>
      <w:r w:rsidRPr="00A34362">
        <w:rPr>
          <w:rFonts w:ascii="Verdana" w:hAnsi="Verdana"/>
        </w:rPr>
        <w:t xml:space="preserve">řešení pro uspokojení budoucí přepravní poptávky mezi </w:t>
      </w:r>
      <w:r w:rsidR="008844F9" w:rsidRPr="00A34362">
        <w:rPr>
          <w:rFonts w:ascii="Verdana" w:hAnsi="Verdana"/>
        </w:rPr>
        <w:t>Prahou a Brnem</w:t>
      </w:r>
      <w:r w:rsidRPr="00A34362">
        <w:rPr>
          <w:rFonts w:ascii="Verdana" w:hAnsi="Verdana"/>
        </w:rPr>
        <w:t>, t</w:t>
      </w:r>
      <w:r w:rsidR="00D42F72" w:rsidRPr="00A34362">
        <w:rPr>
          <w:rFonts w:ascii="Verdana" w:hAnsi="Verdana"/>
        </w:rPr>
        <w:t>j.</w:t>
      </w:r>
      <w:r w:rsidRPr="00A34362">
        <w:rPr>
          <w:rFonts w:ascii="Verdana" w:hAnsi="Verdana"/>
        </w:rPr>
        <w:t xml:space="preserve"> </w:t>
      </w:r>
      <w:r w:rsidR="00D42F72" w:rsidRPr="00A34362">
        <w:rPr>
          <w:rFonts w:ascii="Verdana" w:hAnsi="Verdana"/>
        </w:rPr>
        <w:t xml:space="preserve">navrhnout </w:t>
      </w:r>
      <w:r w:rsidR="00AE1159" w:rsidRPr="00A634F7">
        <w:rPr>
          <w:rFonts w:ascii="Verdana" w:hAnsi="Verdana"/>
        </w:rPr>
        <w:t>novostavb</w:t>
      </w:r>
      <w:r w:rsidR="001F65C4" w:rsidRPr="00A634F7">
        <w:rPr>
          <w:rFonts w:ascii="Verdana" w:hAnsi="Verdana"/>
        </w:rPr>
        <w:t>u</w:t>
      </w:r>
      <w:r w:rsidR="00AE1159" w:rsidRPr="00A634F7">
        <w:rPr>
          <w:rFonts w:ascii="Verdana" w:hAnsi="Verdana"/>
        </w:rPr>
        <w:t xml:space="preserve"> </w:t>
      </w:r>
      <w:r w:rsidR="00EB6DC9" w:rsidRPr="00A634F7">
        <w:rPr>
          <w:rFonts w:ascii="Verdana" w:hAnsi="Verdana"/>
        </w:rPr>
        <w:t>vysokorychlostní tratě</w:t>
      </w:r>
      <w:r w:rsidR="00AE1159" w:rsidRPr="00A634F7">
        <w:rPr>
          <w:rFonts w:ascii="Verdana" w:hAnsi="Verdana"/>
        </w:rPr>
        <w:t xml:space="preserve"> v</w:t>
      </w:r>
      <w:r w:rsidR="00EB6DC9" w:rsidRPr="00A634F7">
        <w:rPr>
          <w:rFonts w:ascii="Verdana" w:hAnsi="Verdana"/>
        </w:rPr>
        <w:t> </w:t>
      </w:r>
      <w:r w:rsidR="00AE1159" w:rsidRPr="00A634F7">
        <w:rPr>
          <w:rFonts w:ascii="Verdana" w:hAnsi="Verdana"/>
        </w:rPr>
        <w:t>úseku</w:t>
      </w:r>
      <w:r w:rsidR="001B5FBF" w:rsidRPr="00A634F7">
        <w:rPr>
          <w:rFonts w:ascii="Verdana" w:hAnsi="Verdana"/>
        </w:rPr>
        <w:t xml:space="preserve"> </w:t>
      </w:r>
      <w:r w:rsidR="00AE7B08" w:rsidRPr="00A634F7">
        <w:rPr>
          <w:rFonts w:ascii="Verdana" w:hAnsi="Verdana"/>
        </w:rPr>
        <w:t>Velká Bíteš</w:t>
      </w:r>
      <w:r w:rsidR="008844F9" w:rsidRPr="00A634F7">
        <w:rPr>
          <w:rFonts w:ascii="Verdana" w:hAnsi="Verdana"/>
        </w:rPr>
        <w:t xml:space="preserve"> – </w:t>
      </w:r>
      <w:r w:rsidR="00AE7B08" w:rsidRPr="00A634F7">
        <w:rPr>
          <w:rFonts w:ascii="Verdana" w:hAnsi="Verdana"/>
        </w:rPr>
        <w:t>Brno</w:t>
      </w:r>
      <w:r w:rsidR="00B432D3" w:rsidRPr="009C2BEF">
        <w:rPr>
          <w:rFonts w:ascii="Verdana" w:hAnsi="Verdana"/>
        </w:rPr>
        <w:t xml:space="preserve">, </w:t>
      </w:r>
      <w:r w:rsidR="001F65C4" w:rsidRPr="009C2BEF">
        <w:rPr>
          <w:rFonts w:ascii="Verdana" w:hAnsi="Verdana"/>
        </w:rPr>
        <w:t>kter</w:t>
      </w:r>
      <w:r w:rsidR="00B04B2A">
        <w:rPr>
          <w:rFonts w:ascii="Verdana" w:hAnsi="Verdana"/>
        </w:rPr>
        <w:t>á</w:t>
      </w:r>
      <w:r w:rsidR="001F65C4" w:rsidRPr="009C2BEF">
        <w:rPr>
          <w:rFonts w:ascii="Verdana" w:hAnsi="Verdana"/>
        </w:rPr>
        <w:t xml:space="preserve"> je dílčí částí </w:t>
      </w:r>
      <w:r w:rsidR="00B432D3" w:rsidRPr="009C2BEF">
        <w:rPr>
          <w:rFonts w:ascii="Verdana" w:hAnsi="Verdana"/>
        </w:rPr>
        <w:t>tratě</w:t>
      </w:r>
      <w:r w:rsidR="00FB6D10" w:rsidRPr="009C2BEF">
        <w:rPr>
          <w:rFonts w:ascii="Verdana" w:hAnsi="Verdana"/>
        </w:rPr>
        <w:t xml:space="preserve"> </w:t>
      </w:r>
      <w:r w:rsidR="00EB6DC9" w:rsidRPr="00AF5163">
        <w:t xml:space="preserve">RS </w:t>
      </w:r>
      <w:r w:rsidR="008844F9" w:rsidRPr="00AF5163">
        <w:t>1</w:t>
      </w:r>
      <w:r w:rsidR="00B04B2A" w:rsidRPr="00AF5163">
        <w:t xml:space="preserve"> </w:t>
      </w:r>
      <w:r w:rsidR="008844F9" w:rsidRPr="00AF5163">
        <w:t xml:space="preserve">Praha – </w:t>
      </w:r>
      <w:r w:rsidR="00D42F72" w:rsidRPr="00AF5163">
        <w:t>Brno</w:t>
      </w:r>
      <w:r w:rsidR="00C832F0" w:rsidRPr="00AF5163">
        <w:t xml:space="preserve"> </w:t>
      </w:r>
      <w:r w:rsidR="00FD2532">
        <w:t xml:space="preserve">– Ostrava – </w:t>
      </w:r>
      <w:r w:rsidR="00A634F7">
        <w:t>státní hranice s </w:t>
      </w:r>
      <w:r w:rsidR="00423305">
        <w:t>Polskem</w:t>
      </w:r>
      <w:r w:rsidR="00A634F7">
        <w:t xml:space="preserve">, </w:t>
      </w:r>
      <w:r w:rsidR="00AF5163" w:rsidRPr="00AF5163">
        <w:t xml:space="preserve">a </w:t>
      </w:r>
      <w:r w:rsidR="00C832F0" w:rsidRPr="00AF5163">
        <w:t>rámcově odpovíd</w:t>
      </w:r>
      <w:r w:rsidR="00AF5163" w:rsidRPr="00AF5163">
        <w:t>á</w:t>
      </w:r>
      <w:r w:rsidR="00C832F0" w:rsidRPr="00AF5163">
        <w:t xml:space="preserve"> </w:t>
      </w:r>
      <w:r w:rsidR="00D65868" w:rsidRPr="00AF5163">
        <w:t xml:space="preserve">trase ve </w:t>
      </w:r>
      <w:r w:rsidR="00C832F0" w:rsidRPr="00AF5163">
        <w:t>variantě SK4 dle</w:t>
      </w:r>
      <w:r w:rsidR="00280D1F">
        <w:t xml:space="preserve"> </w:t>
      </w:r>
      <w:r w:rsidR="00587B6F">
        <w:t>Studie proveditelnosti VRT Praha – Brno - Břeclav</w:t>
      </w:r>
      <w:r w:rsidR="00C832F0" w:rsidRPr="00AF5163">
        <w:t xml:space="preserve"> </w:t>
      </w:r>
      <w:r w:rsidR="00280D1F">
        <w:t>(dále jen „</w:t>
      </w:r>
      <w:r w:rsidR="00C832F0" w:rsidRPr="00601958">
        <w:rPr>
          <w:b/>
        </w:rPr>
        <w:t>Studie proveditelnosti</w:t>
      </w:r>
      <w:r w:rsidR="00280D1F">
        <w:t>“)</w:t>
      </w:r>
      <w:r w:rsidR="00D65868" w:rsidRPr="00AF5163">
        <w:t>, a to včetně systémových jízdních dob, které je třeba dodržet</w:t>
      </w:r>
      <w:r w:rsidR="00EB6DC9" w:rsidRPr="00AF5163">
        <w:t>.</w:t>
      </w:r>
    </w:p>
    <w:p w14:paraId="003AD891" w14:textId="067593D8" w:rsidR="00D65868" w:rsidRPr="00216597" w:rsidRDefault="00D65868" w:rsidP="00D65868">
      <w:pPr>
        <w:pStyle w:val="Text2-1"/>
        <w:ind w:left="709" w:hanging="709"/>
        <w:rPr>
          <w:rFonts w:ascii="Verdana" w:hAnsi="Verdana"/>
        </w:rPr>
      </w:pPr>
      <w:r w:rsidRPr="00216597">
        <w:t>Součástí plnění je i zajištění a doplnění potřebných podkladů, (nad rámec podkladů uvedených v</w:t>
      </w:r>
      <w:r>
        <w:t> </w:t>
      </w:r>
      <w:r w:rsidRPr="00216597">
        <w:t>kapitole</w:t>
      </w:r>
      <w:r>
        <w:t xml:space="preserve"> 2</w:t>
      </w:r>
      <w:r w:rsidRPr="00216597">
        <w:t>. P</w:t>
      </w:r>
      <w:r>
        <w:t>odklady pro zpracování</w:t>
      </w:r>
      <w:r w:rsidR="00FD2532">
        <w:t xml:space="preserve"> těchto ZTP</w:t>
      </w:r>
      <w:r w:rsidRPr="00216597">
        <w:t>) a mapových podkla</w:t>
      </w:r>
      <w:r>
        <w:t>dů, nezbytných ke zpracování Díla.</w:t>
      </w:r>
    </w:p>
    <w:p w14:paraId="369B8DAD" w14:textId="5CFC6281" w:rsidR="001542EA" w:rsidRPr="00661B8F" w:rsidRDefault="00FB6D10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661B8F">
        <w:rPr>
          <w:rFonts w:ascii="Verdana" w:hAnsi="Verdana"/>
        </w:rPr>
        <w:t xml:space="preserve">Stavba dále </w:t>
      </w:r>
      <w:r w:rsidR="006741FE" w:rsidRPr="00661B8F">
        <w:rPr>
          <w:rFonts w:ascii="Verdana" w:hAnsi="Verdana"/>
        </w:rPr>
        <w:t xml:space="preserve">zahrnuje </w:t>
      </w:r>
      <w:r w:rsidRPr="00661B8F">
        <w:rPr>
          <w:rFonts w:ascii="Verdana" w:hAnsi="Verdana"/>
        </w:rPr>
        <w:t>napojení na stávající infra</w:t>
      </w:r>
      <w:r w:rsidR="001703E5" w:rsidRPr="00661B8F">
        <w:rPr>
          <w:rFonts w:ascii="Verdana" w:hAnsi="Verdana"/>
        </w:rPr>
        <w:t>strukturu,</w:t>
      </w:r>
      <w:r w:rsidR="00AD0FD9" w:rsidRPr="00661B8F">
        <w:rPr>
          <w:rFonts w:ascii="Verdana" w:hAnsi="Verdana"/>
        </w:rPr>
        <w:t xml:space="preserve"> úpravy stávající infrastruktury,</w:t>
      </w:r>
      <w:r w:rsidR="001703E5" w:rsidRPr="00661B8F">
        <w:rPr>
          <w:rFonts w:ascii="Verdana" w:hAnsi="Verdana"/>
        </w:rPr>
        <w:t xml:space="preserve"> </w:t>
      </w:r>
      <w:r w:rsidR="0046304F" w:rsidRPr="00661B8F">
        <w:rPr>
          <w:rFonts w:ascii="Verdana" w:hAnsi="Verdana"/>
        </w:rPr>
        <w:t>napojení na </w:t>
      </w:r>
      <w:r w:rsidRPr="00661B8F">
        <w:rPr>
          <w:rFonts w:ascii="Verdana" w:hAnsi="Verdana"/>
        </w:rPr>
        <w:t>navazující úseky VRT</w:t>
      </w:r>
      <w:r w:rsidR="001703E5" w:rsidRPr="00661B8F">
        <w:rPr>
          <w:rFonts w:ascii="Verdana" w:hAnsi="Verdana"/>
        </w:rPr>
        <w:t xml:space="preserve"> </w:t>
      </w:r>
      <w:r w:rsidRPr="00661B8F">
        <w:rPr>
          <w:rFonts w:ascii="Verdana" w:hAnsi="Verdana"/>
        </w:rPr>
        <w:t>a výstavbu doprovodné infrastruktury</w:t>
      </w:r>
      <w:r w:rsidR="00C91739">
        <w:rPr>
          <w:rFonts w:ascii="Verdana" w:hAnsi="Verdana"/>
        </w:rPr>
        <w:t>, a to zejména</w:t>
      </w:r>
      <w:r w:rsidRPr="00661B8F">
        <w:rPr>
          <w:rFonts w:ascii="Verdana" w:hAnsi="Verdana"/>
        </w:rPr>
        <w:t>:</w:t>
      </w:r>
    </w:p>
    <w:p w14:paraId="5F7B978C" w14:textId="2CBF5CE4" w:rsidR="008844F9" w:rsidRDefault="00AE7B08" w:rsidP="004D10EF">
      <w:pPr>
        <w:pStyle w:val="Text2-2"/>
      </w:pPr>
      <w:r>
        <w:t>Příprava pro n</w:t>
      </w:r>
      <w:r w:rsidR="008844F9" w:rsidRPr="00F9338F">
        <w:t xml:space="preserve">apojení VRT </w:t>
      </w:r>
      <w:r w:rsidR="008844F9">
        <w:t xml:space="preserve">na kolej 1 a 2 VRT </w:t>
      </w:r>
      <w:r>
        <w:t>Světlá nad Sázavou</w:t>
      </w:r>
      <w:r w:rsidR="008844F9">
        <w:t xml:space="preserve"> – </w:t>
      </w:r>
      <w:r>
        <w:t>Velká Bíteš</w:t>
      </w:r>
      <w:r w:rsidR="008844F9">
        <w:t xml:space="preserve"> v místě </w:t>
      </w:r>
      <w:r w:rsidR="00A634F7">
        <w:t xml:space="preserve">dočasného </w:t>
      </w:r>
      <w:r w:rsidR="00C832F0">
        <w:t>ukončení stavby</w:t>
      </w:r>
      <w:r w:rsidR="004D10EF">
        <w:t>.</w:t>
      </w:r>
    </w:p>
    <w:p w14:paraId="67C42421" w14:textId="73D56947" w:rsidR="00C832F0" w:rsidRPr="00661B8F" w:rsidRDefault="004D10EF" w:rsidP="004D10EF">
      <w:pPr>
        <w:pStyle w:val="Text2-2"/>
      </w:pPr>
      <w:r>
        <w:t>N</w:t>
      </w:r>
      <w:r w:rsidR="00C832F0">
        <w:t xml:space="preserve">apojení VRT (sjezd) do </w:t>
      </w:r>
      <w:r w:rsidR="00AE7B08">
        <w:t>tratě č. 250 (dle KJŘ) v okolí obce Osová Bítýška vč. přestavby zastávky Osová Bítýška a výstavby zastávky Velká Bíteš a vč. vybudování zázemí pro P</w:t>
      </w:r>
      <w:r w:rsidR="008D3CAB">
        <w:t>+</w:t>
      </w:r>
      <w:r w:rsidR="00AE7B08">
        <w:t>R v obou případech a vč. přestupního terminálu pro veřejnou dopravu u zastávky Velká Bíteš.</w:t>
      </w:r>
    </w:p>
    <w:p w14:paraId="5B7B5318" w14:textId="77777777" w:rsidR="00A634F7" w:rsidRDefault="00A634F7" w:rsidP="004D10EF">
      <w:pPr>
        <w:pStyle w:val="Text2-2"/>
      </w:pPr>
      <w:r>
        <w:t>Dočasné napojení VRT do tratě č. 240 (dle KJŘ) v místě dočasného ukončení stavby. Napojení umožní výstavbu navazujícího úseku ve směru do uzlu Brno bez nutnosti dlouhodobého přerušení provozu na VRT.</w:t>
      </w:r>
    </w:p>
    <w:p w14:paraId="04576479" w14:textId="252AB532" w:rsidR="00684B11" w:rsidRDefault="00A634F7" w:rsidP="004D10EF">
      <w:pPr>
        <w:pStyle w:val="Text2-2"/>
      </w:pPr>
      <w:r>
        <w:t>Připojení napájení VRT k TNS Modřice (dočasné přívodní vedení).</w:t>
      </w:r>
    </w:p>
    <w:p w14:paraId="7A68F361" w14:textId="2AB80AE7" w:rsidR="00684B11" w:rsidRDefault="00684B11" w:rsidP="00570416">
      <w:pPr>
        <w:pStyle w:val="Text2-1"/>
        <w:tabs>
          <w:tab w:val="clear" w:pos="1305"/>
        </w:tabs>
        <w:ind w:left="709" w:hanging="709"/>
      </w:pPr>
      <w:r w:rsidRPr="00684B11">
        <w:t xml:space="preserve">Součástí Díla jsou také veškeré </w:t>
      </w:r>
      <w:r>
        <w:t xml:space="preserve">další </w:t>
      </w:r>
      <w:r w:rsidRPr="00684B11">
        <w:t xml:space="preserve">vyvolané </w:t>
      </w:r>
      <w:r>
        <w:t>úpravy dotčené infrastruktury a </w:t>
      </w:r>
      <w:r w:rsidRPr="00684B11">
        <w:t>traťových úseků a železničních stanic, do kterých se VRT napojuje</w:t>
      </w:r>
      <w:r w:rsidR="00D65868">
        <w:t xml:space="preserve"> nebo do nich jinak zasahuje, a </w:t>
      </w:r>
      <w:r w:rsidR="00542B56">
        <w:t xml:space="preserve">to </w:t>
      </w:r>
      <w:r w:rsidR="00542B56" w:rsidRPr="00542B56">
        <w:rPr>
          <w:rFonts w:ascii="Verdana" w:hAnsi="Verdana"/>
        </w:rPr>
        <w:t>ve všech subsystémech</w:t>
      </w:r>
      <w:r w:rsidRPr="00684B11"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2" w:name="_Toc26966126"/>
      <w:bookmarkStart w:id="13" w:name="_Toc90041723"/>
      <w:r w:rsidRPr="00115B1E">
        <w:t>PODKLADY PRO ZPRACOVÁNÍ</w:t>
      </w:r>
      <w:bookmarkEnd w:id="12"/>
      <w:bookmarkEnd w:id="13"/>
    </w:p>
    <w:p w14:paraId="029D2F93" w14:textId="77777777" w:rsidR="00280C98" w:rsidRPr="00115B1E" w:rsidRDefault="00280C98" w:rsidP="00115B1E">
      <w:pPr>
        <w:pStyle w:val="Nadpis2-2"/>
      </w:pPr>
      <w:bookmarkStart w:id="14" w:name="_Toc26966127"/>
      <w:bookmarkStart w:id="15" w:name="_Toc90041724"/>
      <w:r w:rsidRPr="00115B1E">
        <w:t>Závazné podklady pro zpracování</w:t>
      </w:r>
      <w:bookmarkEnd w:id="14"/>
      <w:bookmarkEnd w:id="15"/>
    </w:p>
    <w:p w14:paraId="5281A1C6" w14:textId="2A27DAD6" w:rsidR="00F14D20" w:rsidRPr="008B1BCB" w:rsidRDefault="00F14D20" w:rsidP="00570416">
      <w:pPr>
        <w:pStyle w:val="Text2-1"/>
        <w:tabs>
          <w:tab w:val="clear" w:pos="1305"/>
        </w:tabs>
        <w:ind w:left="709" w:hanging="709"/>
      </w:pPr>
      <w:r w:rsidRPr="00F14D20">
        <w:t xml:space="preserve">RS </w:t>
      </w:r>
      <w:r w:rsidR="00CE2C25">
        <w:t>1</w:t>
      </w:r>
      <w:r w:rsidRPr="00F14D20">
        <w:t xml:space="preserve"> VRT </w:t>
      </w:r>
      <w:r w:rsidR="00EE02DB">
        <w:t>Velká Bíteš</w:t>
      </w:r>
      <w:r w:rsidR="00CE2C25">
        <w:t xml:space="preserve"> </w:t>
      </w:r>
      <w:r w:rsidR="002233C1">
        <w:t xml:space="preserve">– </w:t>
      </w:r>
      <w:r w:rsidR="00EE02DB">
        <w:t>Brno</w:t>
      </w:r>
      <w:r w:rsidR="006F7BDB" w:rsidRPr="00696CD0">
        <w:t>,</w:t>
      </w:r>
      <w:r w:rsidRPr="00696CD0">
        <w:t xml:space="preserve"> </w:t>
      </w:r>
      <w:r w:rsidR="001F19F9">
        <w:t>situace v měřítku</w:t>
      </w:r>
      <w:r w:rsidRPr="00696CD0">
        <w:t xml:space="preserve"> </w:t>
      </w:r>
      <w:r w:rsidR="006F7BDB" w:rsidRPr="00570416">
        <w:t xml:space="preserve">1:10 000, </w:t>
      </w:r>
      <w:r w:rsidRPr="00E6353E">
        <w:t xml:space="preserve">Správa železnic, státní organizace, </w:t>
      </w:r>
      <w:r w:rsidR="00B97BDE" w:rsidRPr="00E6353E">
        <w:t>1</w:t>
      </w:r>
      <w:r w:rsidR="00EE02DB">
        <w:t>2</w:t>
      </w:r>
      <w:r w:rsidRPr="00E6353E">
        <w:t>/202</w:t>
      </w:r>
      <w:r w:rsidR="00CE2C25">
        <w:t>1</w:t>
      </w:r>
      <w:r w:rsidR="001F19F9">
        <w:t>, P</w:t>
      </w:r>
      <w:r w:rsidR="00AE57A9">
        <w:t>řílohy č. 7.1.1 – 7.1.4</w:t>
      </w:r>
      <w:r w:rsidR="001F19F9">
        <w:t xml:space="preserve"> těchto ZTP.</w:t>
      </w:r>
      <w:r w:rsidR="00B9782C" w:rsidRPr="00B9782C">
        <w:t xml:space="preserve"> Podklad v digitální formě bude předán Zhotoviteli po podpisu SoD</w:t>
      </w:r>
      <w:r w:rsidR="002233C1" w:rsidRPr="00570416">
        <w:t xml:space="preserve">. Použití viz </w:t>
      </w:r>
      <w:r w:rsidR="002233C1" w:rsidRPr="00B1401C">
        <w:t>čl. </w:t>
      </w:r>
      <w:r w:rsidRPr="00B1401C">
        <w:t>4.1.</w:t>
      </w:r>
      <w:r w:rsidR="007A3FA3" w:rsidRPr="00BB4F8C">
        <w:t>7</w:t>
      </w:r>
      <w:r w:rsidRPr="00B1401C">
        <w:t xml:space="preserve"> těchto ZTP.</w:t>
      </w:r>
    </w:p>
    <w:p w14:paraId="379B5805" w14:textId="6A743FBC" w:rsidR="00C374CF" w:rsidRPr="00570416" w:rsidRDefault="00C374CF" w:rsidP="00570416">
      <w:pPr>
        <w:pStyle w:val="Text2-1"/>
        <w:tabs>
          <w:tab w:val="clear" w:pos="1305"/>
        </w:tabs>
        <w:ind w:left="709" w:hanging="709"/>
      </w:pPr>
      <w:r w:rsidRPr="008B1BCB">
        <w:t>M</w:t>
      </w:r>
      <w:r w:rsidR="00B9782C" w:rsidRPr="008B1BCB">
        <w:t>anuál pro projektování VRT ve stupni DÚR</w:t>
      </w:r>
      <w:r w:rsidRPr="008B1BCB">
        <w:t>, S</w:t>
      </w:r>
      <w:r w:rsidR="00A95790" w:rsidRPr="008B1BCB">
        <w:t>práva železnic, státní organizace</w:t>
      </w:r>
      <w:r w:rsidRPr="008B1BCB">
        <w:t xml:space="preserve">, </w:t>
      </w:r>
      <w:r w:rsidR="00395A70" w:rsidRPr="00240AC7">
        <w:t>v aktuální verzi</w:t>
      </w:r>
      <w:r w:rsidR="00523825" w:rsidRPr="00240AC7">
        <w:t>. P</w:t>
      </w:r>
      <w:r w:rsidR="00FC11CD" w:rsidRPr="00240AC7">
        <w:t xml:space="preserve">odklad </w:t>
      </w:r>
      <w:r w:rsidR="00FA49EA" w:rsidRPr="00B1401C">
        <w:t>bude</w:t>
      </w:r>
      <w:r w:rsidR="00377910" w:rsidRPr="00B1401C">
        <w:t xml:space="preserve"> předán </w:t>
      </w:r>
      <w:r w:rsidR="00AB7856" w:rsidRPr="00B1401C">
        <w:t>Zhotoviteli</w:t>
      </w:r>
      <w:r w:rsidR="001465B5" w:rsidRPr="00B1401C">
        <w:t xml:space="preserve"> po podpisu SoD</w:t>
      </w:r>
      <w:r w:rsidR="00377910" w:rsidRPr="00B1401C">
        <w:t>.</w:t>
      </w:r>
      <w:r w:rsidR="00FC11CD" w:rsidRPr="00B1401C">
        <w:t xml:space="preserve"> </w:t>
      </w:r>
      <w:r w:rsidR="00CF0B40" w:rsidRPr="00B1401C">
        <w:t>D</w:t>
      </w:r>
      <w:r w:rsidR="00661B8F" w:rsidRPr="00B1401C">
        <w:t>alší použití viz </w:t>
      </w:r>
      <w:r w:rsidR="00FC11CD" w:rsidRPr="00B1401C">
        <w:t>čl.</w:t>
      </w:r>
      <w:r w:rsidR="001465B5" w:rsidRPr="00B1401C">
        <w:t> </w:t>
      </w:r>
      <w:r w:rsidR="00FC11CD" w:rsidRPr="00B1401C">
        <w:t>4.1.</w:t>
      </w:r>
      <w:r w:rsidR="007A3FA3" w:rsidRPr="00BB4F8C">
        <w:t>8</w:t>
      </w:r>
      <w:r w:rsidR="00FC11CD" w:rsidRPr="00B1401C">
        <w:t xml:space="preserve"> těchto</w:t>
      </w:r>
      <w:r w:rsidR="00FC11CD" w:rsidRPr="00570416">
        <w:t xml:space="preserve"> ZTP.</w:t>
      </w:r>
    </w:p>
    <w:p w14:paraId="274A7273" w14:textId="2F1CC168" w:rsidR="00AE160B" w:rsidRPr="00AE160B" w:rsidRDefault="002233C1" w:rsidP="008905CD">
      <w:pPr>
        <w:pStyle w:val="Text2-1"/>
        <w:tabs>
          <w:tab w:val="clear" w:pos="1305"/>
        </w:tabs>
        <w:ind w:left="709" w:hanging="709"/>
      </w:pPr>
      <w:r w:rsidRPr="00570416">
        <w:t xml:space="preserve">Studie proveditelnosti vysokorychlostní trati Praha – Brno – Břeclav, </w:t>
      </w:r>
      <w:r w:rsidRPr="00E14D13">
        <w:t xml:space="preserve">Správa železnic, státní organizace, </w:t>
      </w:r>
      <w:r w:rsidRPr="00570416">
        <w:t>12/2020</w:t>
      </w:r>
      <w:r w:rsidR="00A867DC" w:rsidRPr="00570416">
        <w:t>.</w:t>
      </w:r>
      <w:r w:rsidR="00BC5BBD" w:rsidRPr="00BC5BBD">
        <w:t xml:space="preserve"> </w:t>
      </w:r>
      <w:r w:rsidR="00B9782C">
        <w:t>N</w:t>
      </w:r>
      <w:r w:rsidR="00BC5BBD" w:rsidRPr="00BC5BBD">
        <w:t>ávrh trasy ve Studii proveditelnosti slouží pouze jako podklad pro další stupeň dokumentace (DÚR), je tedy nutné tento návrh prověřit a pokud možno zefektivnit z pohledu nákladů na realizaci, provoz a údržbu, obecného technického řešení, zkrácení navazujících procesů aj.</w:t>
      </w:r>
      <w:r w:rsidR="00B9782C">
        <w:t xml:space="preserve">, a to tak, aby </w:t>
      </w:r>
      <w:r w:rsidR="00BC5BBD" w:rsidRPr="00BC5BBD">
        <w:t>výsledný návrh nadále splňoval hlavní cíle stavby (viz</w:t>
      </w:r>
      <w:r w:rsidR="00BC5BBD">
        <w:t xml:space="preserve"> čl.</w:t>
      </w:r>
      <w:r w:rsidR="00BC5BBD" w:rsidRPr="00BC5BBD">
        <w:t xml:space="preserve"> 1.2</w:t>
      </w:r>
      <w:r w:rsidR="00BC5BBD">
        <w:t xml:space="preserve"> těchto ZTP</w:t>
      </w:r>
      <w:r w:rsidR="00BC5BBD" w:rsidRPr="00BC5BBD">
        <w:t xml:space="preserve">). </w:t>
      </w:r>
      <w:r w:rsidR="007A3FA3" w:rsidRPr="00570416">
        <w:t>Podklad bude předán Zhotoviteli po podpisu SoD</w:t>
      </w:r>
      <w:r w:rsidR="007A3FA3">
        <w:t>, případně zveřejněn ihned po schválení Studie proveditelnosti Centrální komisí MD</w:t>
      </w:r>
      <w:r w:rsidR="00B1401C">
        <w:t xml:space="preserve"> na webových stránkách Zadavatele</w:t>
      </w:r>
      <w:r w:rsidR="007A3FA3" w:rsidRPr="00570416">
        <w:t>.</w:t>
      </w:r>
      <w:r w:rsidR="00B1401C">
        <w:t xml:space="preserve"> Studie proveditelnosti v rozsahu její schválené </w:t>
      </w:r>
      <w:r w:rsidR="00B1401C" w:rsidRPr="00AE160B">
        <w:t>I</w:t>
      </w:r>
      <w:r w:rsidR="00AE160B" w:rsidRPr="00AE160B">
        <w:t>.</w:t>
      </w:r>
      <w:r w:rsidR="00AE160B">
        <w:t> </w:t>
      </w:r>
      <w:r w:rsidR="00BB4F8C" w:rsidRPr="00AE160B">
        <w:t>e</w:t>
      </w:r>
      <w:r w:rsidR="00B1401C" w:rsidRPr="00AE160B">
        <w:t>tapy</w:t>
      </w:r>
      <w:r w:rsidR="00B1401C">
        <w:t xml:space="preserve"> </w:t>
      </w:r>
      <w:r w:rsidR="00B1401C" w:rsidRPr="00AE160B">
        <w:t xml:space="preserve">je </w:t>
      </w:r>
      <w:r w:rsidR="00AE160B" w:rsidRPr="00AE160B">
        <w:t>k dispozici na webových stránkách organizace:</w:t>
      </w:r>
      <w:r w:rsidR="008905CD">
        <w:t xml:space="preserve"> </w:t>
      </w:r>
      <w:hyperlink r:id="rId11" w:history="1">
        <w:r w:rsidR="000925A7" w:rsidRPr="000925A7">
          <w:rPr>
            <w:rStyle w:val="Hypertextovodkaz"/>
            <w:noProof w:val="0"/>
          </w:rPr>
          <w:t>https://datashare.spravazeleznic.cz/index.php/s/OwqF7lDAz1HsKSr?path=%2FSP%20VRT%20Praha%20%E2%80%93%20Brno%20%E2%80%93%20B%C5%99eclav%20</w:t>
        </w:r>
      </w:hyperlink>
      <w:r w:rsidR="00AE160B" w:rsidRPr="00AE160B">
        <w:t>.</w:t>
      </w:r>
    </w:p>
    <w:p w14:paraId="4ACC8829" w14:textId="77777777" w:rsidR="00280C98" w:rsidRPr="00115B1E" w:rsidRDefault="00280C98" w:rsidP="00115B1E">
      <w:pPr>
        <w:pStyle w:val="Nadpis2-2"/>
      </w:pPr>
      <w:bookmarkStart w:id="16" w:name="_Toc26966128"/>
      <w:bookmarkStart w:id="17" w:name="_Toc90041725"/>
      <w:r w:rsidRPr="00115B1E">
        <w:t>Ostatní podklady pro zpracování</w:t>
      </w:r>
      <w:bookmarkEnd w:id="16"/>
      <w:bookmarkEnd w:id="17"/>
    </w:p>
    <w:p w14:paraId="5F8A59FF" w14:textId="5901CED5" w:rsidR="00B10E77" w:rsidRDefault="00A96688" w:rsidP="00252A7A">
      <w:pPr>
        <w:pStyle w:val="Text2-1"/>
        <w:tabs>
          <w:tab w:val="clear" w:pos="1305"/>
        </w:tabs>
        <w:ind w:left="709" w:hanging="709"/>
      </w:pPr>
      <w:r w:rsidRPr="00252A7A">
        <w:t>Geodetické podklady</w:t>
      </w:r>
      <w:r w:rsidR="00B10E77" w:rsidRPr="00252A7A">
        <w:t xml:space="preserve"> </w:t>
      </w:r>
      <w:r w:rsidR="00252A7A" w:rsidRPr="00252A7A">
        <w:t xml:space="preserve">pro projekt „RS 1 VRT </w:t>
      </w:r>
      <w:r w:rsidR="008905CD">
        <w:t>Velká Bíteš</w:t>
      </w:r>
      <w:r w:rsidR="00252A7A" w:rsidRPr="00252A7A">
        <w:t xml:space="preserve"> </w:t>
      </w:r>
      <w:r w:rsidR="00252A7A">
        <w:t xml:space="preserve">– </w:t>
      </w:r>
      <w:r w:rsidR="008905CD">
        <w:t>Brno</w:t>
      </w:r>
      <w:r w:rsidR="00252A7A" w:rsidRPr="00252A7A">
        <w:t>“</w:t>
      </w:r>
      <w:r w:rsidR="002233C1" w:rsidRPr="00252A7A">
        <w:t>. Podklad bude předán Zhotoviteli</w:t>
      </w:r>
      <w:r w:rsidR="00B9782C">
        <w:t xml:space="preserve"> po podpisu SoD</w:t>
      </w:r>
      <w:r w:rsidR="006F7BDB" w:rsidRPr="00252A7A">
        <w:t>.</w:t>
      </w:r>
    </w:p>
    <w:p w14:paraId="3568B585" w14:textId="79BBF921" w:rsidR="00A54D32" w:rsidRPr="00252A7A" w:rsidRDefault="00A54D32" w:rsidP="00252A7A">
      <w:pPr>
        <w:pStyle w:val="Text2-1"/>
        <w:tabs>
          <w:tab w:val="clear" w:pos="1305"/>
        </w:tabs>
        <w:ind w:left="709" w:hanging="709"/>
      </w:pPr>
      <w:r>
        <w:t xml:space="preserve">Výstupy z představení záměru a projednání záměru s dotčenými obcemi při zpracování Studie proveditelnosti. </w:t>
      </w:r>
      <w:r w:rsidRPr="00252A7A">
        <w:t>Podklad bude předán Zhotoviteli</w:t>
      </w:r>
      <w:r>
        <w:t xml:space="preserve"> po podpisu SoD</w:t>
      </w:r>
      <w:r w:rsidRPr="00252A7A">
        <w:t>.</w:t>
      </w:r>
    </w:p>
    <w:p w14:paraId="0515B69F" w14:textId="2A9893A5" w:rsidR="00446238" w:rsidRPr="00115B1E" w:rsidRDefault="00446238" w:rsidP="00115B1E">
      <w:pPr>
        <w:pStyle w:val="Nadpis2-2"/>
      </w:pPr>
      <w:bookmarkStart w:id="18" w:name="_Toc90041726"/>
      <w:r w:rsidRPr="00115B1E">
        <w:t>Předání podkladů pro zpracování</w:t>
      </w:r>
      <w:bookmarkEnd w:id="18"/>
    </w:p>
    <w:p w14:paraId="51492A71" w14:textId="73ABB3DB" w:rsidR="00446238" w:rsidRPr="00192C1D" w:rsidRDefault="00446238" w:rsidP="00570416">
      <w:pPr>
        <w:pStyle w:val="Text2-1"/>
        <w:tabs>
          <w:tab w:val="clear" w:pos="1305"/>
        </w:tabs>
        <w:ind w:left="709" w:hanging="709"/>
      </w:pPr>
      <w:r w:rsidRPr="00192C1D">
        <w:t xml:space="preserve">Za předání podkladů a případné prodlení s plněním předmětu plnění způsobené pozdním předáním podkladů </w:t>
      </w:r>
      <w:r w:rsidR="00DB003E" w:rsidRPr="00192C1D">
        <w:t>Zhotoviteli</w:t>
      </w:r>
      <w:r w:rsidRPr="00192C1D">
        <w:t xml:space="preserve"> je odpovědný </w:t>
      </w:r>
      <w:r w:rsidR="00DB003E" w:rsidRPr="00192C1D">
        <w:t>Objednate</w:t>
      </w:r>
      <w:r w:rsidRPr="00192C1D"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9" w:name="_Toc26966129"/>
      <w:bookmarkStart w:id="20" w:name="_Toc90041727"/>
      <w:r w:rsidRPr="00115B1E">
        <w:t>KOORDINACE S JINÝMI STAVBAMI A DOKUMENTY</w:t>
      </w:r>
      <w:bookmarkEnd w:id="19"/>
      <w:bookmarkEnd w:id="20"/>
    </w:p>
    <w:p w14:paraId="6C007969" w14:textId="541B82B9" w:rsidR="00CF0B40" w:rsidRPr="00115B1E" w:rsidRDefault="00D548D3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Správy železnic</w:t>
      </w:r>
      <w:r w:rsidR="006D66DD">
        <w:rPr>
          <w:rFonts w:ascii="Verdana" w:hAnsi="Verdana"/>
        </w:rPr>
        <w:t xml:space="preserve"> a ostatních investorů </w:t>
      </w:r>
      <w:r w:rsidRPr="00115B1E">
        <w:rPr>
          <w:rFonts w:ascii="Verdana" w:hAnsi="Verdana"/>
        </w:rPr>
        <w:t>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E841CC">
        <w:rPr>
          <w:rFonts w:ascii="Verdana" w:hAnsi="Verdana"/>
        </w:rPr>
        <w:t>. Jedná se zejména o záměry:</w:t>
      </w:r>
    </w:p>
    <w:p w14:paraId="2C54F6D8" w14:textId="0BC3602A" w:rsidR="00B9782C" w:rsidRPr="00B9782C" w:rsidRDefault="00F76B06" w:rsidP="00B9782C">
      <w:pPr>
        <w:pStyle w:val="Text2-2"/>
        <w:rPr>
          <w:rFonts w:ascii="Verdana" w:hAnsi="Verdana"/>
        </w:rPr>
      </w:pPr>
      <w:r w:rsidRPr="00B9782C">
        <w:t xml:space="preserve">RS 1 VRT </w:t>
      </w:r>
      <w:r w:rsidR="00EE02DB">
        <w:t>Poříčany</w:t>
      </w:r>
      <w:r w:rsidRPr="00B9782C">
        <w:t xml:space="preserve"> – </w:t>
      </w:r>
      <w:r w:rsidR="00EE02DB">
        <w:t>Světlá nad Sázavou</w:t>
      </w:r>
      <w:r w:rsidRPr="00B9782C">
        <w:t xml:space="preserve">; Zpracování dokumentace pro územní </w:t>
      </w:r>
      <w:r w:rsidR="00B9782C">
        <w:t>řízení</w:t>
      </w:r>
      <w:r w:rsidR="00B9782C" w:rsidRPr="00B9782C">
        <w:rPr>
          <w:rFonts w:ascii="Verdana" w:hAnsi="Verdana"/>
        </w:rPr>
        <w:t>, předpoklad ukončení 2022.</w:t>
      </w:r>
    </w:p>
    <w:p w14:paraId="7687AA11" w14:textId="45111813" w:rsidR="00F76B06" w:rsidRDefault="00F76B06" w:rsidP="00240500">
      <w:pPr>
        <w:pStyle w:val="Text2-2"/>
      </w:pPr>
      <w:r w:rsidRPr="00B9782C">
        <w:rPr>
          <w:rFonts w:ascii="Verdana" w:hAnsi="Verdana"/>
        </w:rPr>
        <w:t>RS 2 VRT Modřice – Šakvice; Zpracování dokumentace pro územní řízení</w:t>
      </w:r>
      <w:r w:rsidR="00B9782C">
        <w:rPr>
          <w:rFonts w:ascii="Verdana" w:hAnsi="Verdana"/>
        </w:rPr>
        <w:t>,</w:t>
      </w:r>
      <w:r w:rsidR="00B9782C" w:rsidRPr="00B9782C">
        <w:rPr>
          <w:rFonts w:ascii="Verdana" w:hAnsi="Verdana"/>
        </w:rPr>
        <w:t xml:space="preserve"> </w:t>
      </w:r>
      <w:r w:rsidR="00B9782C">
        <w:rPr>
          <w:rFonts w:ascii="Verdana" w:hAnsi="Verdana"/>
        </w:rPr>
        <w:t>předpoklad ukončení 2023.</w:t>
      </w:r>
    </w:p>
    <w:p w14:paraId="19EC2670" w14:textId="048B8F54" w:rsidR="007957C8" w:rsidRPr="00E6353E" w:rsidRDefault="008905CD" w:rsidP="008905CD">
      <w:pPr>
        <w:pStyle w:val="Text2-2"/>
      </w:pPr>
      <w:r w:rsidRPr="008905CD">
        <w:t>Rekonstrukce traťového úseku Vlkov u Tišnova (mimo) - Křižanov (mimo)</w:t>
      </w:r>
      <w:r w:rsidR="00434AC9">
        <w:t xml:space="preserve">, aktuální stav zpracování </w:t>
      </w:r>
      <w:r>
        <w:t>DSP</w:t>
      </w:r>
      <w:r w:rsidR="00E841CC" w:rsidRPr="00E841CC">
        <w:t>, investor Správa železnic, státní organizace</w:t>
      </w:r>
      <w:r w:rsidR="00B9782C">
        <w:t>, předpoklad ukončení 2023</w:t>
      </w:r>
      <w:r w:rsidR="004D10EF">
        <w:t>.</w:t>
      </w:r>
    </w:p>
    <w:p w14:paraId="7391E5A9" w14:textId="118DEF0A" w:rsidR="00EE02DB" w:rsidRDefault="00004AC0" w:rsidP="00EE02DB">
      <w:pPr>
        <w:pStyle w:val="Text2-2"/>
      </w:pPr>
      <w:r>
        <w:t>Železniční uzel Brno, záměr projektu;</w:t>
      </w:r>
      <w:r w:rsidR="00D36969">
        <w:t xml:space="preserve"> investor Správa železnic, státní organizace,</w:t>
      </w:r>
      <w:r>
        <w:t xml:space="preserve"> předpoklad ukončení 2022</w:t>
      </w:r>
      <w:r w:rsidR="00D36969">
        <w:t>.</w:t>
      </w:r>
    </w:p>
    <w:p w14:paraId="3811CF8E" w14:textId="2F99D401" w:rsidR="009E7935" w:rsidRDefault="00100E88" w:rsidP="00EE02DB">
      <w:pPr>
        <w:pStyle w:val="Text2-2"/>
      </w:pPr>
      <w:r>
        <w:t>S</w:t>
      </w:r>
      <w:r w:rsidR="00004AC0">
        <w:t xml:space="preserve">tavba </w:t>
      </w:r>
      <w:r w:rsidR="008D4397">
        <w:t>„I/</w:t>
      </w:r>
      <w:r>
        <w:t xml:space="preserve">43 </w:t>
      </w:r>
      <w:r w:rsidR="008D4397">
        <w:t xml:space="preserve">4301 </w:t>
      </w:r>
      <w:r>
        <w:t>Troubsko – Kuřim</w:t>
      </w:r>
      <w:r w:rsidR="008D4397">
        <w:t>“</w:t>
      </w:r>
      <w:r>
        <w:t>, investor ŘSD ČR, zpracování záměru projektu 2022</w:t>
      </w:r>
      <w:r w:rsidR="008D4397">
        <w:t>, zahájení stavby 2030</w:t>
      </w:r>
      <w:r w:rsidR="002F7647">
        <w:t>.</w:t>
      </w:r>
    </w:p>
    <w:p w14:paraId="03768B57" w14:textId="77777777" w:rsidR="007F70AE" w:rsidRDefault="008D4397" w:rsidP="00EE02DB">
      <w:pPr>
        <w:pStyle w:val="Text2-2"/>
      </w:pPr>
      <w:r>
        <w:t xml:space="preserve">Stavba „D1 01171 MÚK </w:t>
      </w:r>
      <w:proofErr w:type="spellStart"/>
      <w:r>
        <w:t>Kývalka</w:t>
      </w:r>
      <w:proofErr w:type="spellEnd"/>
      <w:r>
        <w:t xml:space="preserve"> – Brno západ“ (km 181,500-189,071) –</w:t>
      </w:r>
      <w:r w:rsidR="007F70AE">
        <w:t xml:space="preserve"> Brno západ, investor ŘSD ČR, předpoklad zahájení stavby 2026. </w:t>
      </w:r>
    </w:p>
    <w:p w14:paraId="37C5F604" w14:textId="77777777" w:rsidR="0096517D" w:rsidRDefault="007F70AE" w:rsidP="0096517D">
      <w:pPr>
        <w:pStyle w:val="Text2-2"/>
      </w:pPr>
      <w:r>
        <w:t xml:space="preserve">Stavba „D1 </w:t>
      </w:r>
      <w:proofErr w:type="gramStart"/>
      <w:r>
        <w:t>01191.B MÚK</w:t>
      </w:r>
      <w:proofErr w:type="gramEnd"/>
      <w:r>
        <w:t xml:space="preserve"> Brno západ – MÚK Brno centrum“ (km 189,075 – 194,560), investor ŘSD ČR, předpoklad zahájení stavby 2027.</w:t>
      </w:r>
    </w:p>
    <w:p w14:paraId="5AD8C079" w14:textId="7C4C4130" w:rsidR="009E7935" w:rsidRPr="00F76B06" w:rsidRDefault="0096517D" w:rsidP="0096517D">
      <w:pPr>
        <w:pStyle w:val="Text2-2"/>
      </w:pPr>
      <w:r>
        <w:t xml:space="preserve">Stavba „D1 </w:t>
      </w:r>
      <w:proofErr w:type="gramStart"/>
      <w:r>
        <w:t>01191</w:t>
      </w:r>
      <w:r w:rsidR="00C13CAD">
        <w:t>.C Brno</w:t>
      </w:r>
      <w:proofErr w:type="gramEnd"/>
      <w:r w:rsidR="00C13CAD">
        <w:t xml:space="preserve"> centrum – Brno jih“ (km 194,560 – 196,000), investor ŘSD ČR, předpoklad zahájení stavby 2022</w:t>
      </w:r>
      <w:r w:rsidR="00CA1218">
        <w:t>.</w:t>
      </w:r>
    </w:p>
    <w:p w14:paraId="5688565E" w14:textId="5B014F0A" w:rsidR="00434AC9" w:rsidRDefault="00434AC9" w:rsidP="00570416">
      <w:pPr>
        <w:pStyle w:val="Text2-1"/>
        <w:tabs>
          <w:tab w:val="clear" w:pos="1305"/>
        </w:tabs>
        <w:ind w:left="709" w:hanging="709"/>
      </w:pPr>
      <w:r w:rsidRPr="00F76B06">
        <w:t xml:space="preserve">Aktualizace </w:t>
      </w:r>
      <w:r w:rsidR="006110C2">
        <w:t>ZÚR</w:t>
      </w:r>
      <w:r w:rsidRPr="00F76B06">
        <w:t xml:space="preserve"> Kraje Vysočina, žádost o pořízení v přípravě.</w:t>
      </w:r>
      <w:r w:rsidR="006E6B4F" w:rsidRPr="00F76B06">
        <w:t xml:space="preserve"> Předmětem aktualizace bude vymezení návrhového koridoru pro umístění veřejně prospěšné stavby VRT a stanovení základních podmínek pro umístění VRT ve vymezeném koridoru.</w:t>
      </w:r>
    </w:p>
    <w:p w14:paraId="48BCF579" w14:textId="65CD1E2E" w:rsidR="009E7935" w:rsidRDefault="009E7935" w:rsidP="009E7935">
      <w:pPr>
        <w:pStyle w:val="Text2-1"/>
        <w:tabs>
          <w:tab w:val="clear" w:pos="1305"/>
        </w:tabs>
        <w:ind w:left="709" w:hanging="709"/>
      </w:pPr>
      <w:r w:rsidRPr="00F76B06">
        <w:t xml:space="preserve">Aktualizace </w:t>
      </w:r>
      <w:r w:rsidR="006110C2">
        <w:t>ZÚR</w:t>
      </w:r>
      <w:r w:rsidRPr="00F76B06">
        <w:t xml:space="preserve"> </w:t>
      </w:r>
      <w:r>
        <w:t>Jihomoravského kraje</w:t>
      </w:r>
      <w:r w:rsidRPr="00F76B06">
        <w:t xml:space="preserve">, žádost </w:t>
      </w:r>
      <w:r w:rsidR="00CA1218">
        <w:t xml:space="preserve">podána 2020. </w:t>
      </w:r>
      <w:r w:rsidRPr="00F76B06">
        <w:t>Předmětem aktualizace bude vymezení návrhového koridoru pro umístění veřejně prospěšné stavby VRT a stanovení základních podmínek pro umístění VRT ve vymezeném koridoru.</w:t>
      </w:r>
    </w:p>
    <w:p w14:paraId="090BB975" w14:textId="5A8BAF70" w:rsidR="00686B44" w:rsidRDefault="00686B44" w:rsidP="009E7935">
      <w:pPr>
        <w:pStyle w:val="Text2-1"/>
        <w:tabs>
          <w:tab w:val="clear" w:pos="1305"/>
        </w:tabs>
        <w:ind w:left="709" w:hanging="709"/>
      </w:pPr>
      <w:r>
        <w:t>Program rozvoje rychlých železničních spojení v ČR, Ministerstvo dopravy, 2017.</w:t>
      </w:r>
    </w:p>
    <w:p w14:paraId="3BD633CE" w14:textId="3E6C6552" w:rsidR="00686B44" w:rsidRPr="00F76B06" w:rsidRDefault="00686B44" w:rsidP="009E7935">
      <w:pPr>
        <w:pStyle w:val="Text2-1"/>
        <w:tabs>
          <w:tab w:val="clear" w:pos="1305"/>
        </w:tabs>
        <w:ind w:left="709" w:hanging="709"/>
      </w:pPr>
      <w:r>
        <w:t>Plán moderního zabezpečení české železnice, Ministerstvo dopravy, 2021.</w:t>
      </w:r>
    </w:p>
    <w:p w14:paraId="63D306A3" w14:textId="6AA13FE5" w:rsidR="00280C98" w:rsidRPr="00115B1E" w:rsidRDefault="00280C98" w:rsidP="00115B1E">
      <w:pPr>
        <w:pStyle w:val="Nadpis2-1"/>
      </w:pPr>
      <w:bookmarkStart w:id="21" w:name="_Toc46485247"/>
      <w:bookmarkStart w:id="22" w:name="_Toc46486358"/>
      <w:bookmarkStart w:id="23" w:name="_Toc26966130"/>
      <w:bookmarkStart w:id="24" w:name="_Toc90041728"/>
      <w:bookmarkEnd w:id="21"/>
      <w:bookmarkEnd w:id="22"/>
      <w:r w:rsidRPr="00115B1E">
        <w:t>POŽADAVKY NA TECHNICKÉ ŘEŠENÍ</w:t>
      </w:r>
      <w:bookmarkEnd w:id="23"/>
      <w:bookmarkEnd w:id="24"/>
    </w:p>
    <w:p w14:paraId="31B278CD" w14:textId="77777777" w:rsidR="00280C98" w:rsidRPr="008918AD" w:rsidRDefault="00280C98" w:rsidP="006E6A14">
      <w:pPr>
        <w:pStyle w:val="Nadpis2-2"/>
      </w:pPr>
      <w:bookmarkStart w:id="25" w:name="_Toc26966131"/>
      <w:bookmarkStart w:id="26" w:name="_Toc90041729"/>
      <w:r w:rsidRPr="008918AD">
        <w:t>Všeobecně</w:t>
      </w:r>
      <w:bookmarkEnd w:id="25"/>
      <w:bookmarkEnd w:id="26"/>
    </w:p>
    <w:p w14:paraId="48033BE6" w14:textId="77777777" w:rsidR="00C537D3" w:rsidRDefault="00C537D3" w:rsidP="00C537D3">
      <w:pPr>
        <w:pStyle w:val="Text2-1"/>
        <w:ind w:left="709" w:hanging="709"/>
      </w:pPr>
      <w:r>
        <w:t>D</w:t>
      </w:r>
      <w:r w:rsidRPr="00FD501F">
        <w:t xml:space="preserve">okumentace bude zpracována </w:t>
      </w:r>
      <w:r w:rsidRPr="00B73E3F">
        <w:t>dle schválené Studie proveditelnosti.</w:t>
      </w:r>
    </w:p>
    <w:p w14:paraId="3F1DCCE8" w14:textId="475615EE" w:rsidR="00C537D3" w:rsidRPr="00B0747F" w:rsidRDefault="00C537D3" w:rsidP="00C537D3">
      <w:pPr>
        <w:pStyle w:val="Text2-1"/>
        <w:ind w:left="709" w:hanging="709"/>
      </w:pPr>
      <w:r w:rsidRPr="00B0747F">
        <w:t xml:space="preserve">Zhotovitel </w:t>
      </w:r>
      <w:r w:rsidR="004A06B6">
        <w:t>D</w:t>
      </w:r>
      <w:r w:rsidRPr="00B0747F">
        <w:t>íla zajistí důsledné plnění požadavků vyplývající z vyjádření dotčených orgánů a osob uvedených v dokladové části z předchozího stupně dokumentace a související dokumentace a to ve vzájemné součinnosti a návaznosti.</w:t>
      </w:r>
    </w:p>
    <w:p w14:paraId="754ABEC3" w14:textId="247FEEEA" w:rsidR="00C537D3" w:rsidRPr="00B0747F" w:rsidRDefault="00C537D3" w:rsidP="00C537D3">
      <w:pPr>
        <w:pStyle w:val="Text2-1"/>
        <w:ind w:left="709" w:hanging="709"/>
      </w:pPr>
      <w:r w:rsidRPr="00B0747F">
        <w:t xml:space="preserve">Definitivní předání Dokumentace dle odst. </w:t>
      </w:r>
      <w:proofErr w:type="gramStart"/>
      <w:r w:rsidRPr="00B0747F">
        <w:t>3.4.18</w:t>
      </w:r>
      <w:proofErr w:type="gramEnd"/>
      <w:r w:rsidRPr="00B0747F">
        <w:t xml:space="preserve"> VTP/DOKUMENTACE/04/21</w:t>
      </w:r>
      <w:r w:rsidR="00E46ABA">
        <w:t>, tj. Přílohy č. 3b</w:t>
      </w:r>
      <w:r w:rsidR="00C50EBA">
        <w:t>)</w:t>
      </w:r>
      <w:r w:rsidR="00E46ABA">
        <w:t xml:space="preserve"> SoD</w:t>
      </w:r>
      <w:r w:rsidRPr="00B0747F">
        <w:t xml:space="preserve"> proběhne na médiu USB </w:t>
      </w:r>
      <w:proofErr w:type="spellStart"/>
      <w:r w:rsidRPr="00B0747F">
        <w:t>flash</w:t>
      </w:r>
      <w:proofErr w:type="spellEnd"/>
      <w:r w:rsidRPr="00B0747F">
        <w:t xml:space="preserve"> disku</w:t>
      </w:r>
      <w:r w:rsidR="00D0380D">
        <w:t xml:space="preserve"> nebo jiným digitálním způsobem</w:t>
      </w:r>
      <w:r w:rsidRPr="00B0747F">
        <w:t>.</w:t>
      </w:r>
    </w:p>
    <w:p w14:paraId="4F8540EA" w14:textId="0F051EF1" w:rsidR="00C537D3" w:rsidRPr="002A5BCD" w:rsidRDefault="00C537D3" w:rsidP="00C537D3">
      <w:pPr>
        <w:pStyle w:val="Text2-1"/>
        <w:tabs>
          <w:tab w:val="clear" w:pos="1305"/>
        </w:tabs>
        <w:ind w:left="709"/>
      </w:pPr>
      <w:r>
        <w:t>Požadujeme zpracování 3D animace v</w:t>
      </w:r>
      <w:r w:rsidR="00BB7FCE">
        <w:t xml:space="preserve"> minimálním </w:t>
      </w:r>
      <w:r>
        <w:t>rozsahu:</w:t>
      </w:r>
    </w:p>
    <w:p w14:paraId="4618376F" w14:textId="41DDBB61" w:rsidR="00C537D3" w:rsidRDefault="00C537D3" w:rsidP="00C537D3">
      <w:pPr>
        <w:pStyle w:val="Text2-2"/>
      </w:pPr>
      <w:r>
        <w:t>Videokompozice (zákres 3D animace do reálného videa) stavby bude zpracována v takovém detailu, aby co nejvíce odpovídala realitě dosud nerealizovaného záměru. Zvýšená pozornost bude kladena především na animace významných lokalit stavby a na dominantní objekty (terminál, mosty, tunely). Dále bude prezentace obsahovat zpracování okolí a animace dopravy. Pohledy kamer budou přesně definovány v průběhu realizace po souhlasu Objedna</w:t>
      </w:r>
      <w:r w:rsidR="00F87159">
        <w:t>tele</w:t>
      </w:r>
      <w:r>
        <w:t xml:space="preserve"> a Zhotovitel si musí závazně schválit scénář – na vzájemné schůzce se domluví „významné lokality“.</w:t>
      </w:r>
    </w:p>
    <w:p w14:paraId="2A1382C7" w14:textId="77777777" w:rsidR="00C537D3" w:rsidRDefault="00C537D3" w:rsidP="00C537D3">
      <w:pPr>
        <w:pStyle w:val="Text2-2"/>
      </w:pPr>
      <w:r>
        <w:t xml:space="preserve">Součástí prezentace projektu bude fotodokumentace a </w:t>
      </w:r>
      <w:proofErr w:type="spellStart"/>
      <w:r>
        <w:t>videodokumentace</w:t>
      </w:r>
      <w:proofErr w:type="spellEnd"/>
      <w:r>
        <w:t xml:space="preserve"> stavby formou leteckých a pozemních záběrů, která bude provedena na základě stávající projektové dokumentace a která již má stabilizované směrové a výškové uspořádání a následných obhlídek stavby. Video bude pořízeno minimálně ve FULL HD (1920x1080 bodů) kvalitě.</w:t>
      </w:r>
    </w:p>
    <w:p w14:paraId="498CE3E2" w14:textId="075255D1" w:rsidR="00C537D3" w:rsidRDefault="00C537D3" w:rsidP="00C537D3">
      <w:pPr>
        <w:pStyle w:val="Text2-2"/>
      </w:pPr>
      <w:r>
        <w:t xml:space="preserve">Finální prezentace projektu bude realizována na základě podkladů </w:t>
      </w:r>
      <w:r w:rsidR="008B1BCB">
        <w:t>z </w:t>
      </w:r>
      <w:r>
        <w:t>posledního</w:t>
      </w:r>
      <w:r w:rsidR="008B1BCB">
        <w:t xml:space="preserve"> </w:t>
      </w:r>
      <w:r>
        <w:t xml:space="preserve">stupně projektové dokumentace, odsouhlaseného komentáře a pořízené fotodokumentace a </w:t>
      </w:r>
      <w:proofErr w:type="spellStart"/>
      <w:r>
        <w:t>videodokumentace</w:t>
      </w:r>
      <w:proofErr w:type="spellEnd"/>
      <w:r>
        <w:t xml:space="preserve">. Výsledným produktem bude prezentace, dodaná na </w:t>
      </w:r>
      <w:proofErr w:type="spellStart"/>
      <w:r>
        <w:t>flash</w:t>
      </w:r>
      <w:proofErr w:type="spellEnd"/>
      <w:r>
        <w:t xml:space="preserve"> USB disku v minimální kvalitě HDV (1280x720) a zároveň upravena pro použití na internetové stránky ve formátu </w:t>
      </w:r>
      <w:proofErr w:type="spellStart"/>
      <w:r>
        <w:t>flash</w:t>
      </w:r>
      <w:proofErr w:type="spellEnd"/>
      <w:r>
        <w:t xml:space="preserve"> video (.</w:t>
      </w:r>
      <w:proofErr w:type="spellStart"/>
      <w:r>
        <w:t>flv</w:t>
      </w:r>
      <w:proofErr w:type="spellEnd"/>
      <w:r>
        <w:t>, rozlišení dle potřeb internetových prohlížečů). O distribuci či zveřejňování animací rozhoduje výhradně objednavatel, tedy SŽ.</w:t>
      </w:r>
    </w:p>
    <w:p w14:paraId="3D0F3BE7" w14:textId="233B2F8B" w:rsidR="00C537D3" w:rsidRDefault="00C537D3" w:rsidP="00C537D3">
      <w:pPr>
        <w:pStyle w:val="Text2-2"/>
      </w:pPr>
      <w:r>
        <w:t xml:space="preserve">Budou zřízeny i zkrácené verze pro potřeby např. sociálních sítí dle požadavku </w:t>
      </w:r>
      <w:r w:rsidR="00D80EB8">
        <w:t>O</w:t>
      </w:r>
      <w:r>
        <w:t>bjednavatele.</w:t>
      </w:r>
    </w:p>
    <w:p w14:paraId="0C79EEDA" w14:textId="77777777" w:rsidR="00C537D3" w:rsidRDefault="00C537D3" w:rsidP="00C537D3">
      <w:pPr>
        <w:pStyle w:val="Text2-2"/>
        <w:jc w:val="left"/>
      </w:pPr>
      <w:r>
        <w:t xml:space="preserve">Ukázková animace v obdobném formátu (vizualizace/animace pro úsek Výstaviště – Veleslavín): </w:t>
      </w:r>
      <w:hyperlink r:id="rId12" w:history="1">
        <w:r w:rsidRPr="00255732">
          <w:rPr>
            <w:rStyle w:val="Hypertextovodkaz"/>
            <w:noProof w:val="0"/>
          </w:rPr>
          <w:t>https://www.youtube.com/watch?v=h1fbpMrd5I8</w:t>
        </w:r>
      </w:hyperlink>
    </w:p>
    <w:p w14:paraId="3CCCE42F" w14:textId="58FF2347" w:rsidR="00C537D3" w:rsidRDefault="00C537D3" w:rsidP="00C537D3">
      <w:pPr>
        <w:pStyle w:val="Text2-2"/>
      </w:pPr>
      <w:r>
        <w:t xml:space="preserve">Ze zpracovaného videosnímku bude zřejmé umístění stavby do terénu a na dotčené pozemky. Prezentace bude sloužit pro průběžné projednání </w:t>
      </w:r>
      <w:r w:rsidR="00D80EB8">
        <w:t>s </w:t>
      </w:r>
      <w:r>
        <w:t>vlastníky pozemků a s dotčenými orgány státní správy.</w:t>
      </w:r>
    </w:p>
    <w:p w14:paraId="1B5AA163" w14:textId="7AF59354" w:rsidR="00C537D3" w:rsidRPr="00952009" w:rsidRDefault="00C537D3" w:rsidP="00C537D3">
      <w:pPr>
        <w:pStyle w:val="Text2-2"/>
      </w:pPr>
      <w:r>
        <w:t xml:space="preserve">Veškerá zpracování prezentačních a propagačních materiálů budou v souladu s jednotným vizuálním stylem organizace dle Grafického manuálu jednotného vizuálního stylu SŽ, který je k dispozici na webových stránkách organizace </w:t>
      </w:r>
      <w:hyperlink r:id="rId13" w:history="1">
        <w:r w:rsidRPr="00255732">
          <w:rPr>
            <w:rStyle w:val="Hypertextovodkaz"/>
            <w:noProof w:val="0"/>
          </w:rPr>
          <w:t>https://www.spravazeleznic.cz/kontakty/sprava-webu-a-logomanual</w:t>
        </w:r>
      </w:hyperlink>
      <w:r w:rsidR="000925A7">
        <w:rPr>
          <w:rStyle w:val="Hypertextovodkaz"/>
          <w:noProof w:val="0"/>
        </w:rPr>
        <w:t>.</w:t>
      </w:r>
    </w:p>
    <w:p w14:paraId="745880D1" w14:textId="2A6E65D7" w:rsidR="00C537D3" w:rsidRPr="00B0747F" w:rsidRDefault="00C537D3" w:rsidP="00C537D3">
      <w:pPr>
        <w:pStyle w:val="Text2-1"/>
        <w:ind w:left="709" w:hanging="709"/>
      </w:pPr>
      <w:r w:rsidRPr="00B0747F">
        <w:t xml:space="preserve">V Soupisech prací Zhotovitel doplní označení do položek, které dle Metodiky měření pro účely článku 12 Červené knihy FIDIC (1. vydání, 05/2019 – schváleno MD dne 7. 5. 2019, </w:t>
      </w:r>
      <w:hyperlink r:id="rId14" w:history="1">
        <w:r w:rsidRPr="00D80EB8">
          <w:rPr>
            <w:rStyle w:val="Hypertextovodkaz"/>
            <w:noProof w:val="0"/>
          </w:rPr>
          <w:t>https://www.sfdi.cz/soubory/obrazky-clanky/metodiky/2019_5_metodika_mereni.pdf</w:t>
        </w:r>
      </w:hyperlink>
      <w:r w:rsidRPr="00B0747F">
        <w:t>) spadají do Kategorie 1 (skupiny měření s označení „G“ - položka je měřena geodeticky). Označení bude provedeno dle výše zmíněné metodiky do Technické specifikace příslušných položek.</w:t>
      </w:r>
    </w:p>
    <w:p w14:paraId="0252B4C3" w14:textId="77777777" w:rsidR="00C537D3" w:rsidRPr="00B0747F" w:rsidRDefault="00C537D3" w:rsidP="00C537D3">
      <w:pPr>
        <w:pStyle w:val="Text2-1"/>
        <w:ind w:left="709" w:hanging="709"/>
      </w:pPr>
      <w:r w:rsidRPr="00B0747F">
        <w:t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je povinen Předat 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</w:t>
      </w:r>
    </w:p>
    <w:p w14:paraId="26D1254B" w14:textId="1D4CAA19" w:rsidR="007E7CB7" w:rsidRPr="00E6353E" w:rsidRDefault="00F14D20" w:rsidP="00570416">
      <w:pPr>
        <w:pStyle w:val="Text2-1"/>
        <w:tabs>
          <w:tab w:val="clear" w:pos="1305"/>
        </w:tabs>
        <w:ind w:left="709" w:hanging="709"/>
      </w:pPr>
      <w:r w:rsidRPr="009C2BEF">
        <w:t xml:space="preserve">Pro potřeby </w:t>
      </w:r>
      <w:r w:rsidRPr="00E6353E">
        <w:t xml:space="preserve">zpracování </w:t>
      </w:r>
      <w:r w:rsidR="004A06B6">
        <w:t>D</w:t>
      </w:r>
      <w:r w:rsidRPr="00E6353E">
        <w:t xml:space="preserve">íla je </w:t>
      </w:r>
      <w:r w:rsidR="006E6B4F">
        <w:t>závazná trasa</w:t>
      </w:r>
      <w:r w:rsidRPr="00E6353E">
        <w:t xml:space="preserve"> </w:t>
      </w:r>
      <w:r w:rsidR="006E6B4F">
        <w:t xml:space="preserve">VRT </w:t>
      </w:r>
      <w:r w:rsidRPr="00E6353E">
        <w:t>v rozsahu úseku dle </w:t>
      </w:r>
      <w:r w:rsidR="00C027BE" w:rsidRPr="00C027BE">
        <w:t>Příloh č. 7.1.1, 7.1.2, 7.1.3</w:t>
      </w:r>
      <w:r w:rsidR="00192C1D">
        <w:t xml:space="preserve"> a</w:t>
      </w:r>
      <w:r w:rsidR="00C027BE" w:rsidRPr="00C027BE">
        <w:t xml:space="preserve"> 7.1.4 těchto ZTP,</w:t>
      </w:r>
      <w:r w:rsidR="006E6B4F">
        <w:t xml:space="preserve"> s možností dílčích úprav na základě dalšího projednání záměru a v limitech připravované A</w:t>
      </w:r>
      <w:r w:rsidR="00C027BE">
        <w:t xml:space="preserve">ktualizace </w:t>
      </w:r>
      <w:r w:rsidR="006E6B4F">
        <w:t>ZÚR Kraje Vysočina</w:t>
      </w:r>
      <w:r w:rsidR="009E7935">
        <w:t xml:space="preserve"> a ZÚR Jihomoravského kraje.</w:t>
      </w:r>
    </w:p>
    <w:p w14:paraId="7BB2F253" w14:textId="2C930334" w:rsidR="00477AEC" w:rsidRPr="006D66DD" w:rsidRDefault="00477AEC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Technické řešení bude zpracováno </w:t>
      </w:r>
      <w:r w:rsidR="002B5E25" w:rsidRPr="009C2BEF">
        <w:rPr>
          <w:rFonts w:ascii="Verdana" w:hAnsi="Verdana"/>
        </w:rPr>
        <w:t xml:space="preserve">dle Manuálu, který vznikl na základě Smlouvy </w:t>
      </w:r>
      <w:r w:rsidR="00C027BE" w:rsidRPr="009C2BEF">
        <w:rPr>
          <w:rFonts w:ascii="Verdana" w:hAnsi="Verdana"/>
        </w:rPr>
        <w:t>o</w:t>
      </w:r>
      <w:r w:rsidR="00C027BE">
        <w:rPr>
          <w:rFonts w:ascii="Verdana" w:hAnsi="Verdana"/>
        </w:rPr>
        <w:t> </w:t>
      </w:r>
      <w:r w:rsidR="002B5E25" w:rsidRPr="009C2BEF">
        <w:rPr>
          <w:rFonts w:ascii="Verdana" w:hAnsi="Verdana"/>
        </w:rPr>
        <w:t>poskytnutí služeb mezi S</w:t>
      </w:r>
      <w:r w:rsidR="00F83022" w:rsidRPr="009C2BEF">
        <w:rPr>
          <w:rFonts w:ascii="Verdana" w:hAnsi="Verdana"/>
        </w:rPr>
        <w:t>právou železnic</w:t>
      </w:r>
      <w:r w:rsidR="00875459" w:rsidRPr="009C2BEF">
        <w:rPr>
          <w:rFonts w:ascii="Verdana" w:hAnsi="Verdana"/>
        </w:rPr>
        <w:t>, státní organizací,</w:t>
      </w:r>
      <w:r w:rsidR="002B5E25" w:rsidRPr="009C2BEF">
        <w:rPr>
          <w:rFonts w:ascii="Verdana" w:hAnsi="Verdana"/>
        </w:rPr>
        <w:t xml:space="preserve"> a </w:t>
      </w:r>
      <w:r w:rsidR="00875459" w:rsidRPr="009C2BEF">
        <w:rPr>
          <w:rFonts w:ascii="Verdana" w:hAnsi="Verdana"/>
        </w:rPr>
        <w:t xml:space="preserve">společností </w:t>
      </w:r>
      <w:r w:rsidR="002B5E25" w:rsidRPr="009C2BEF">
        <w:rPr>
          <w:rFonts w:ascii="Verdana" w:hAnsi="Verdana"/>
        </w:rPr>
        <w:t>SNCF International</w:t>
      </w:r>
      <w:r w:rsidR="00753AF3" w:rsidRPr="009C2BEF">
        <w:rPr>
          <w:rFonts w:ascii="Verdana" w:hAnsi="Verdana"/>
        </w:rPr>
        <w:t>, a to včetně relevantních bezpečnostních analýz a studií</w:t>
      </w:r>
      <w:r w:rsidR="00AB7856" w:rsidRPr="009C2BEF">
        <w:rPr>
          <w:rFonts w:ascii="Verdana" w:hAnsi="Verdana"/>
        </w:rPr>
        <w:t xml:space="preserve">. </w:t>
      </w:r>
      <w:r w:rsidR="00211433">
        <w:rPr>
          <w:rFonts w:ascii="Verdana" w:hAnsi="Verdana"/>
        </w:rPr>
        <w:t>Úvodní kapitoly Manuálu, tj. k</w:t>
      </w:r>
      <w:r w:rsidR="00C027BE">
        <w:rPr>
          <w:rFonts w:ascii="Verdana" w:hAnsi="Verdana"/>
        </w:rPr>
        <w:t xml:space="preserve">apitoly </w:t>
      </w:r>
      <w:r w:rsidR="00875459" w:rsidRPr="009C2BEF">
        <w:rPr>
          <w:rFonts w:ascii="Verdana" w:hAnsi="Verdana"/>
        </w:rPr>
        <w:t>Obsah</w:t>
      </w:r>
      <w:r w:rsidR="00C027BE">
        <w:rPr>
          <w:rFonts w:ascii="Verdana" w:hAnsi="Verdana"/>
        </w:rPr>
        <w:t xml:space="preserve"> a Úvod</w:t>
      </w:r>
      <w:r w:rsidR="002B5E25" w:rsidRPr="009C2BEF">
        <w:rPr>
          <w:rFonts w:ascii="Verdana" w:hAnsi="Verdana"/>
        </w:rPr>
        <w:t xml:space="preserve"> (proces vzniku, zdroje, požadavky, cíle, působnost</w:t>
      </w:r>
      <w:r w:rsidR="00875459" w:rsidRPr="009C2BEF">
        <w:rPr>
          <w:rFonts w:ascii="Verdana" w:hAnsi="Verdana"/>
        </w:rPr>
        <w:t xml:space="preserve"> atd.)</w:t>
      </w:r>
      <w:r w:rsidR="00211433">
        <w:rPr>
          <w:rFonts w:ascii="Verdana" w:hAnsi="Verdana"/>
        </w:rPr>
        <w:t xml:space="preserve"> a Vzorový příčný řez</w:t>
      </w:r>
      <w:r w:rsidR="00C027BE">
        <w:rPr>
          <w:rFonts w:ascii="Verdana" w:hAnsi="Verdana"/>
        </w:rPr>
        <w:t xml:space="preserve"> </w:t>
      </w:r>
      <w:r w:rsidR="00875459" w:rsidRPr="009C2BEF">
        <w:rPr>
          <w:rFonts w:ascii="Verdana" w:hAnsi="Verdana"/>
        </w:rPr>
        <w:t xml:space="preserve">jsou </w:t>
      </w:r>
      <w:r w:rsidR="00C027BE">
        <w:rPr>
          <w:rFonts w:ascii="Verdana" w:hAnsi="Verdana"/>
        </w:rPr>
        <w:t>P</w:t>
      </w:r>
      <w:r w:rsidR="00875459" w:rsidRPr="006D66DD">
        <w:rPr>
          <w:rFonts w:ascii="Verdana" w:hAnsi="Verdana"/>
        </w:rPr>
        <w:t>řílohou</w:t>
      </w:r>
      <w:r w:rsidR="00C027BE">
        <w:rPr>
          <w:rFonts w:ascii="Verdana" w:hAnsi="Verdana"/>
        </w:rPr>
        <w:t xml:space="preserve"> č. 7.1.</w:t>
      </w:r>
      <w:r w:rsidR="00192C1D">
        <w:rPr>
          <w:rFonts w:ascii="Verdana" w:hAnsi="Verdana"/>
        </w:rPr>
        <w:t>5</w:t>
      </w:r>
      <w:r w:rsidR="00192C1D" w:rsidRPr="006D66DD">
        <w:rPr>
          <w:rFonts w:ascii="Verdana" w:hAnsi="Verdana"/>
        </w:rPr>
        <w:t xml:space="preserve"> </w:t>
      </w:r>
      <w:r w:rsidR="00875459" w:rsidRPr="006D66DD">
        <w:rPr>
          <w:rFonts w:ascii="Verdana" w:hAnsi="Verdana"/>
        </w:rPr>
        <w:t>těchto ZTP, a to včetně anglické verze.</w:t>
      </w:r>
      <w:r w:rsidR="00CF0B40" w:rsidRPr="006D66DD">
        <w:rPr>
          <w:rFonts w:ascii="Verdana" w:hAnsi="Verdana"/>
        </w:rPr>
        <w:t xml:space="preserve"> Manuál bude poskytnut Zhotoviteli po podpisu </w:t>
      </w:r>
      <w:r w:rsidR="00EF4724" w:rsidRPr="006D66DD">
        <w:rPr>
          <w:rFonts w:ascii="Verdana" w:hAnsi="Verdana"/>
        </w:rPr>
        <w:t>Přílohy č.</w:t>
      </w:r>
      <w:r w:rsidR="006D66DD" w:rsidRPr="006D66DD">
        <w:rPr>
          <w:rFonts w:ascii="Verdana" w:hAnsi="Verdana"/>
        </w:rPr>
        <w:t> </w:t>
      </w:r>
      <w:r w:rsidR="00192C1D" w:rsidRPr="006D66DD">
        <w:rPr>
          <w:rFonts w:ascii="Verdana" w:hAnsi="Verdana"/>
        </w:rPr>
        <w:t>1</w:t>
      </w:r>
      <w:r w:rsidR="00192C1D">
        <w:rPr>
          <w:rFonts w:ascii="Verdana" w:hAnsi="Verdana"/>
        </w:rPr>
        <w:t>1</w:t>
      </w:r>
      <w:r w:rsidR="00192C1D" w:rsidRPr="006D66DD">
        <w:rPr>
          <w:rFonts w:ascii="Verdana" w:hAnsi="Verdana"/>
        </w:rPr>
        <w:t xml:space="preserve"> </w:t>
      </w:r>
      <w:r w:rsidR="00EF4724" w:rsidRPr="006D66DD">
        <w:rPr>
          <w:rFonts w:ascii="Verdana" w:hAnsi="Verdana"/>
        </w:rPr>
        <w:t xml:space="preserve">SoD „Dohoda </w:t>
      </w:r>
      <w:r w:rsidR="00CF0B40" w:rsidRPr="006D66DD">
        <w:rPr>
          <w:rFonts w:ascii="Verdana" w:hAnsi="Verdana"/>
        </w:rPr>
        <w:t>o mlčenlivosti</w:t>
      </w:r>
      <w:r w:rsidR="00EF4724" w:rsidRPr="006D66DD">
        <w:rPr>
          <w:rFonts w:ascii="Verdana" w:hAnsi="Verdana"/>
        </w:rPr>
        <w:t xml:space="preserve"> (s vybraným dodavatelem)“</w:t>
      </w:r>
      <w:r w:rsidR="00CF0B40" w:rsidRPr="006D66DD">
        <w:rPr>
          <w:rFonts w:ascii="Verdana" w:hAnsi="Verdana"/>
        </w:rPr>
        <w:t>.</w:t>
      </w:r>
    </w:p>
    <w:p w14:paraId="3682CA55" w14:textId="20441369" w:rsidR="00C537D3" w:rsidRPr="00FD0EBF" w:rsidRDefault="00C537D3" w:rsidP="00C537D3">
      <w:pPr>
        <w:pStyle w:val="Text2-1"/>
        <w:tabs>
          <w:tab w:val="num" w:pos="709"/>
        </w:tabs>
        <w:ind w:left="709"/>
      </w:pPr>
      <w:r>
        <w:t xml:space="preserve">Pro napojení a další zásahy do konvenční železniční sítě a přeložky budou využity dokumenty dle kapitoly </w:t>
      </w:r>
      <w:r w:rsidRPr="00686B44">
        <w:t>6</w:t>
      </w:r>
      <w:r>
        <w:t xml:space="preserve"> těchto ZTP.</w:t>
      </w:r>
    </w:p>
    <w:p w14:paraId="3FFCF91B" w14:textId="5D47FF8D" w:rsidR="00F01FF8" w:rsidRDefault="00F01FF8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C2BEF">
        <w:rPr>
          <w:rFonts w:ascii="Verdana" w:hAnsi="Verdana"/>
        </w:rPr>
        <w:t xml:space="preserve">Objednatel předpokládá </w:t>
      </w:r>
      <w:r w:rsidR="00753AF3" w:rsidRPr="009C2BEF">
        <w:rPr>
          <w:rFonts w:ascii="Verdana" w:hAnsi="Verdana"/>
        </w:rPr>
        <w:t xml:space="preserve">zpracování návrhu Díla obsahujícího </w:t>
      </w:r>
      <w:r w:rsidRPr="009C2BEF">
        <w:rPr>
          <w:rFonts w:ascii="Verdana" w:hAnsi="Verdana"/>
        </w:rPr>
        <w:t xml:space="preserve">prokazatelně funkční a </w:t>
      </w:r>
      <w:r w:rsidR="00661B8F">
        <w:rPr>
          <w:rFonts w:ascii="Verdana" w:hAnsi="Verdana"/>
        </w:rPr>
        <w:t> </w:t>
      </w:r>
      <w:r w:rsidR="00753AF3" w:rsidRPr="009C2BEF">
        <w:rPr>
          <w:rFonts w:ascii="Verdana" w:hAnsi="Verdana"/>
        </w:rPr>
        <w:t>prověřená technická a technologická řešení</w:t>
      </w:r>
      <w:r w:rsidRPr="009C2BEF">
        <w:rPr>
          <w:rFonts w:ascii="Verdana" w:hAnsi="Verdana"/>
        </w:rPr>
        <w:t>.</w:t>
      </w:r>
    </w:p>
    <w:p w14:paraId="2D673ADC" w14:textId="1EF72C30" w:rsidR="00C537D3" w:rsidRPr="00C537D3" w:rsidRDefault="00C537D3" w:rsidP="00C537D3">
      <w:pPr>
        <w:pStyle w:val="Text2-1"/>
        <w:tabs>
          <w:tab w:val="clear" w:pos="1305"/>
        </w:tabs>
        <w:ind w:left="709" w:hanging="709"/>
      </w:pPr>
      <w:r w:rsidRPr="00C537D3">
        <w:t xml:space="preserve">Průběžně bude Objednatel dokumentace předávat Zhotoviteli vyjádření dotčených účastníků územního řízení a orgánů státní správy s komentářem o návrhu řešení tak, aby mohlo být včas reagováno na podmínky a případná negativní vyjádření. Případné doklady o projednání s vlastníky dotčených pozemků a staveb nebo jinými oprávněnými budou doplněny komentářem, jak jsou řešeny jejich podmínky v čistopisu </w:t>
      </w:r>
      <w:r w:rsidR="004C60E8">
        <w:t>Dokumentace</w:t>
      </w:r>
      <w:r w:rsidRPr="00C537D3">
        <w:t xml:space="preserve">. Vzor dopisu k obeslání vlastníků dotčených nemovitostí bude předložen Objednateli </w:t>
      </w:r>
      <w:r w:rsidR="004C60E8" w:rsidRPr="00C537D3">
        <w:t>k</w:t>
      </w:r>
      <w:r w:rsidR="004C60E8">
        <w:t> </w:t>
      </w:r>
      <w:r w:rsidRPr="00C537D3">
        <w:t>odsouhlasení.</w:t>
      </w:r>
    </w:p>
    <w:p w14:paraId="6C49D047" w14:textId="66178AB4" w:rsidR="00C537D3" w:rsidRDefault="00C537D3" w:rsidP="00C537D3">
      <w:pPr>
        <w:pStyle w:val="Text2-1"/>
        <w:tabs>
          <w:tab w:val="clear" w:pos="1305"/>
        </w:tabs>
        <w:ind w:left="709" w:hanging="709"/>
      </w:pPr>
      <w:r w:rsidRPr="00C537D3">
        <w:t xml:space="preserve">Zhotovitel připraví žádosti o vydání rozhodnutí o umístění stavby a poskytne součinnost pro vydání </w:t>
      </w:r>
      <w:r w:rsidR="005E5C11">
        <w:t>pravomocného</w:t>
      </w:r>
      <w:r w:rsidRPr="00C537D3">
        <w:t xml:space="preserve"> územního rozhodnutí. Zhotovitel zajistí, aby informace o žadateli, předmětu územního řízení a veřejném ústním jednání byla vyvěšena před konáním veřejného ústního projednání na místech určených příslušným stavebním úřadem. Vyvěšení informace o záměru vhodným způsobem zdokumentuje (např. fotodokumentací) a doloží stavebnímu úřadu.</w:t>
      </w:r>
    </w:p>
    <w:p w14:paraId="4A1EB95A" w14:textId="77777777" w:rsidR="00C537D3" w:rsidRPr="008918AD" w:rsidRDefault="00C537D3" w:rsidP="00C537D3">
      <w:pPr>
        <w:pStyle w:val="Nadpis2-2"/>
      </w:pPr>
      <w:bookmarkStart w:id="27" w:name="_Toc49172692"/>
      <w:bookmarkStart w:id="28" w:name="_Toc85532716"/>
      <w:bookmarkStart w:id="29" w:name="_Toc90041730"/>
      <w:r w:rsidRPr="008918AD">
        <w:t>Geodetická dokumentace</w:t>
      </w:r>
      <w:bookmarkEnd w:id="27"/>
      <w:bookmarkEnd w:id="28"/>
      <w:bookmarkEnd w:id="29"/>
    </w:p>
    <w:p w14:paraId="17B987B7" w14:textId="57F2F95E" w:rsidR="00C537D3" w:rsidRPr="00AD12C3" w:rsidRDefault="00C537D3" w:rsidP="008B1BCB">
      <w:pPr>
        <w:pStyle w:val="Text2-1"/>
        <w:tabs>
          <w:tab w:val="clear" w:pos="1305"/>
        </w:tabs>
        <w:ind w:left="709" w:hanging="709"/>
      </w:pPr>
      <w:r w:rsidRPr="008B1BCB">
        <w:t xml:space="preserve">Objednavatel </w:t>
      </w:r>
      <w:r w:rsidRPr="005F799C">
        <w:t xml:space="preserve">prostřednictvím SŽG dodá geodetické a mapové podklady včetně digitálního modelu terénu. Tyto geodetické a mapové podklady budou splňovat TKP staveb státních drah v souladu s přílohou č. 1 Směrnice GŘ SŽ Č.11/2006 části I. 3 Geodetické a mapové podklady. </w:t>
      </w:r>
      <w:r w:rsidRPr="00AD12C3">
        <w:t xml:space="preserve">Územní rozsah geodetických a mapových podkladů </w:t>
      </w:r>
      <w:r w:rsidR="00686B44" w:rsidRPr="00AD12C3">
        <w:t>v rozsahu úseku dle Příloh č. 7.1.1, 7.1.2, 7.1.3 a 7.1.4 těchto ZTP.</w:t>
      </w:r>
      <w:r w:rsidR="00A86587" w:rsidRPr="00AD12C3">
        <w:t xml:space="preserve"> Územní rozsah geodetických a mapových podkladů</w:t>
      </w:r>
      <w:r w:rsidRPr="00AD12C3">
        <w:t xml:space="preserve"> </w:t>
      </w:r>
      <w:r w:rsidR="00E848AF" w:rsidRPr="00AD12C3">
        <w:t>v </w:t>
      </w:r>
      <w:r w:rsidRPr="00AD12C3">
        <w:t xml:space="preserve">digitální podobě </w:t>
      </w:r>
      <w:r w:rsidR="00A86587" w:rsidRPr="00AD12C3">
        <w:t>bude předán po podpisu SoD</w:t>
      </w:r>
      <w:r w:rsidRPr="00AD12C3">
        <w:t>.</w:t>
      </w:r>
    </w:p>
    <w:p w14:paraId="43983F09" w14:textId="77777777" w:rsidR="00C537D3" w:rsidRPr="005F799C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>V průběhu zpracování projektové dokumentace budou Zhotovitelem na</w:t>
      </w:r>
      <w:r>
        <w:t xml:space="preserve"> jeho náklady provedeny veškeré</w:t>
      </w:r>
      <w:r w:rsidRPr="005F799C">
        <w:t xml:space="preserve"> geodetické práce a doplněny mapové podklady v rozsahu potřebném pro zpracování projektové dokumentace.</w:t>
      </w:r>
    </w:p>
    <w:p w14:paraId="42B72804" w14:textId="1E41EA5B" w:rsidR="00C537D3" w:rsidRPr="00381125" w:rsidRDefault="00C537D3" w:rsidP="00C537D3">
      <w:pPr>
        <w:pStyle w:val="Text2-1"/>
        <w:ind w:left="709" w:hanging="709"/>
        <w:rPr>
          <w:rFonts w:ascii="Verdana" w:hAnsi="Verdana"/>
        </w:rPr>
      </w:pPr>
      <w:r w:rsidRPr="005F799C">
        <w:t xml:space="preserve">Geodetická dokumentace bude zpracována dle </w:t>
      </w:r>
      <w:r w:rsidR="00E848AF">
        <w:t>Přílohy č. 3b</w:t>
      </w:r>
      <w:r w:rsidR="00C50EBA">
        <w:t>)</w:t>
      </w:r>
      <w:r w:rsidR="00E848AF">
        <w:t xml:space="preserve"> SoD</w:t>
      </w:r>
      <w:r w:rsidRPr="005F799C">
        <w:t xml:space="preserve">, </w:t>
      </w:r>
      <w:r w:rsidR="00E848AF">
        <w:t>kapitola</w:t>
      </w:r>
      <w:r w:rsidR="00E848AF" w:rsidRPr="005F799C">
        <w:t xml:space="preserve"> </w:t>
      </w:r>
      <w:r w:rsidRPr="005F799C">
        <w:t>10. Požadavky na zpracování geodetické dokumentace.</w:t>
      </w:r>
    </w:p>
    <w:p w14:paraId="078702F0" w14:textId="77777777" w:rsidR="00C537D3" w:rsidRPr="008918AD" w:rsidRDefault="00C537D3" w:rsidP="00C537D3">
      <w:pPr>
        <w:pStyle w:val="Nadpis2-2"/>
      </w:pPr>
      <w:bookmarkStart w:id="30" w:name="_Toc49172693"/>
      <w:bookmarkStart w:id="31" w:name="_Toc85532717"/>
      <w:bookmarkStart w:id="32" w:name="_Toc90041731"/>
      <w:r w:rsidRPr="008918AD">
        <w:t>Životní prostředí</w:t>
      </w:r>
      <w:bookmarkEnd w:id="30"/>
      <w:r w:rsidRPr="008918AD">
        <w:t>, EIA, odpady</w:t>
      </w:r>
      <w:bookmarkEnd w:id="31"/>
      <w:bookmarkEnd w:id="32"/>
    </w:p>
    <w:p w14:paraId="618870BA" w14:textId="62BE2DE6" w:rsidR="00C537D3" w:rsidRPr="00192C1D" w:rsidRDefault="00C537D3" w:rsidP="00C537D3">
      <w:pPr>
        <w:pStyle w:val="Text2-1"/>
        <w:tabs>
          <w:tab w:val="clear" w:pos="1305"/>
          <w:tab w:val="num" w:pos="709"/>
        </w:tabs>
        <w:ind w:left="709"/>
      </w:pPr>
      <w:r w:rsidRPr="00192C1D">
        <w:t>Tato kapitola obsahuje zdůraznění nejdůležitějších požadavků uvedených ve všeobecných technických podmínkách</w:t>
      </w:r>
      <w:r w:rsidR="005E5C11" w:rsidRPr="00192C1D">
        <w:t>, tj. Přílohy č. 3b</w:t>
      </w:r>
      <w:r w:rsidR="00C50EBA" w:rsidRPr="00192C1D">
        <w:t>)</w:t>
      </w:r>
      <w:r w:rsidR="005E5C11" w:rsidRPr="00192C1D">
        <w:t xml:space="preserve"> SoD</w:t>
      </w:r>
      <w:r w:rsidRPr="00192C1D">
        <w:t>.</w:t>
      </w:r>
    </w:p>
    <w:p w14:paraId="4A596A9C" w14:textId="2DE8DC15" w:rsidR="00C537D3" w:rsidRPr="00192C1D" w:rsidRDefault="00C537D3" w:rsidP="00C537D3">
      <w:pPr>
        <w:pStyle w:val="Text2-1"/>
        <w:tabs>
          <w:tab w:val="clear" w:pos="1305"/>
        </w:tabs>
        <w:ind w:left="709" w:hanging="709"/>
      </w:pPr>
      <w:r w:rsidRPr="00192C1D">
        <w:t>Dokumentace EIA stavby bude zpracována dle aktuálního znění zákona č. 100/2001 Sb.</w:t>
      </w:r>
      <w:r w:rsidR="005E5C11" w:rsidRPr="00192C1D">
        <w:t>,</w:t>
      </w:r>
      <w:r w:rsidRPr="00192C1D">
        <w:t xml:space="preserve"> zároveň budou plně respektovány příslušné složkové zákony a normy platné v životním prostředí.</w:t>
      </w:r>
    </w:p>
    <w:p w14:paraId="635BB0BF" w14:textId="513260C5" w:rsidR="00C537D3" w:rsidRPr="00192C1D" w:rsidRDefault="00C537D3" w:rsidP="00C537D3">
      <w:pPr>
        <w:pStyle w:val="Text2-1"/>
        <w:tabs>
          <w:tab w:val="clear" w:pos="1305"/>
        </w:tabs>
        <w:ind w:left="709" w:hanging="709"/>
      </w:pPr>
      <w:r w:rsidRPr="00192C1D">
        <w:t>Bude posouzen vliv na</w:t>
      </w:r>
      <w:r w:rsidR="00E848AF" w:rsidRPr="00192C1D">
        <w:t xml:space="preserve">: zvláště chráněná území; soustavu Natura 2000 - evropsky významné lokality (EVL) a ptačí oblast (PO); územní systém ekologické stability (ÚSES) </w:t>
      </w:r>
      <w:r w:rsidR="000C10B3" w:rsidRPr="00192C1D">
        <w:t>–</w:t>
      </w:r>
      <w:r w:rsidR="00E848AF" w:rsidRPr="00192C1D">
        <w:t xml:space="preserve"> </w:t>
      </w:r>
      <w:r w:rsidR="000C10B3" w:rsidRPr="00192C1D">
        <w:t>biokoridory, biocentra;</w:t>
      </w:r>
      <w:r w:rsidR="00E848AF" w:rsidRPr="00192C1D">
        <w:t xml:space="preserve"> významné krajinné prvky (VKP</w:t>
      </w:r>
      <w:r w:rsidR="00283D14" w:rsidRPr="00192C1D">
        <w:t xml:space="preserve">); zemědělský </w:t>
      </w:r>
      <w:r w:rsidRPr="00192C1D">
        <w:t>půdní fond (</w:t>
      </w:r>
      <w:r w:rsidR="00283D14" w:rsidRPr="00192C1D">
        <w:t>ZPF</w:t>
      </w:r>
      <w:r w:rsidRPr="00192C1D">
        <w:t>)</w:t>
      </w:r>
      <w:r w:rsidR="00283D14" w:rsidRPr="00192C1D">
        <w:t xml:space="preserve">; pozemky určené k plnění funkce lesa (PUPFL). Dále </w:t>
      </w:r>
      <w:r w:rsidRPr="00192C1D">
        <w:t xml:space="preserve">potenciální vliv na kulturní dědictví (kulturní památky a možná naleziště archeologických artefaktů, zhodnocení dopadu </w:t>
      </w:r>
      <w:r w:rsidR="00192C1D" w:rsidRPr="00192C1D">
        <w:t>v</w:t>
      </w:r>
      <w:r w:rsidR="00192C1D">
        <w:t> </w:t>
      </w:r>
      <w:r w:rsidRPr="00192C1D">
        <w:t>čase na celkovou realizaci projektu), vliv na vodní zdroje, systém protipovodňové ochrany, apod.</w:t>
      </w:r>
    </w:p>
    <w:p w14:paraId="4F987391" w14:textId="4769B36A" w:rsidR="00C537D3" w:rsidRPr="00192C1D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Ochrana před hlukem a vibracemi bude posouzena akustickou studií</w:t>
      </w:r>
      <w:r>
        <w:t>. Bude provedeno posouzení dle nařízení vlády č. 272/2011 Sb</w:t>
      </w:r>
      <w:r w:rsidRPr="00192C1D">
        <w:t>.</w:t>
      </w:r>
      <w:r w:rsidR="00192C1D" w:rsidRPr="00192C1D">
        <w:t xml:space="preserve">, </w:t>
      </w:r>
      <w:r w:rsidR="00192C1D" w:rsidRPr="00192C1D">
        <w:rPr>
          <w:iCs/>
        </w:rPr>
        <w:t>o ochraně zdraví před nepříznivými účinky hluku a vibrací</w:t>
      </w:r>
      <w:r w:rsidR="0064001E">
        <w:rPr>
          <w:iCs/>
        </w:rPr>
        <w:t>, ve znění pozdějších předpisů,</w:t>
      </w:r>
      <w:r w:rsidRPr="00192C1D">
        <w:t xml:space="preserve"> a doplněné o posouzení možnosti vzniku a případné eliminace šíření specifických vibrací způsobujících strukturální hluk.</w:t>
      </w:r>
    </w:p>
    <w:p w14:paraId="269655E6" w14:textId="77777777" w:rsidR="00C537D3" w:rsidRPr="00E11400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Style w:val="Text2-1Char"/>
          <w:rFonts w:ascii="Verdana" w:hAnsi="Verdana"/>
        </w:rPr>
        <w:t>Budou zpracovány aerodynamické studie pro všechny tunelové stavby včetně posouzení možnosti vzniku a případné eliminace efektu „sonic boom“.</w:t>
      </w:r>
    </w:p>
    <w:p w14:paraId="706A1252" w14:textId="3A9F13F4" w:rsidR="00C537D3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Rozptylová studie prověří zejména vliv na kvalitu ovzduší v řešeném území v období výstavby. Součástí rozptylové studie bude grafické znázornění větrných růžic</w:t>
      </w:r>
      <w:r w:rsidR="005E5C11">
        <w:t>.</w:t>
      </w:r>
    </w:p>
    <w:p w14:paraId="304DD5B7" w14:textId="17C1B7A2" w:rsidR="00C537D3" w:rsidRPr="00DA1285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Bude provedeno hodnocení zdravotních rizik ve smyslu zákona č. 258/2000 Sb., </w:t>
      </w:r>
      <w:r w:rsidR="00283D14">
        <w:rPr>
          <w:rFonts w:ascii="Verdana" w:hAnsi="Verdana"/>
        </w:rPr>
        <w:t>o </w:t>
      </w:r>
      <w:r>
        <w:rPr>
          <w:rFonts w:ascii="Verdana" w:hAnsi="Verdana"/>
        </w:rPr>
        <w:t>ochraně veřejného zdraví</w:t>
      </w:r>
      <w:r w:rsidR="005E5C11" w:rsidRPr="005E5C11">
        <w:t xml:space="preserve"> </w:t>
      </w:r>
      <w:r w:rsidR="005E5C11" w:rsidRPr="005E5C11">
        <w:rPr>
          <w:rFonts w:ascii="Verdana" w:hAnsi="Verdana"/>
        </w:rPr>
        <w:t>a o změně některých souvisejících zákonů, ve znění pozdějších předpisů a zákona č. 100/2001 Sb.</w:t>
      </w:r>
    </w:p>
    <w:p w14:paraId="350CA61F" w14:textId="76BE29D6" w:rsidR="00C537D3" w:rsidRPr="00DD6944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DD6944">
        <w:t xml:space="preserve">Se srážkovými vodami bude nakládáno dle </w:t>
      </w:r>
      <w:r>
        <w:t>z</w:t>
      </w:r>
      <w:r w:rsidRPr="00DD6944">
        <w:t>ákona č. 254/2001 Sb.</w:t>
      </w:r>
      <w:r w:rsidR="00283D14">
        <w:t>,</w:t>
      </w:r>
      <w:r w:rsidRPr="00DD6944">
        <w:t xml:space="preserve"> o vodách a o změně některých zákonů </w:t>
      </w:r>
      <w:r w:rsidRPr="00894163">
        <w:t>(vodní zák</w:t>
      </w:r>
      <w:r>
        <w:t xml:space="preserve">on), </w:t>
      </w:r>
      <w:r w:rsidR="005E5C11">
        <w:t>ve znění pozdějších předpisů</w:t>
      </w:r>
      <w:r w:rsidR="00283D14">
        <w:t>,</w:t>
      </w:r>
      <w:r w:rsidR="005E5C11">
        <w:t xml:space="preserve"> </w:t>
      </w:r>
      <w:r>
        <w:t>který je již uveden ve VTP</w:t>
      </w:r>
      <w:r w:rsidR="00283D14">
        <w:t>, tj. Přílohy č. 3b</w:t>
      </w:r>
      <w:r w:rsidR="00C50EBA">
        <w:t>)</w:t>
      </w:r>
      <w:r w:rsidR="00283D14">
        <w:t xml:space="preserve"> SoD</w:t>
      </w:r>
      <w:r w:rsidR="005E5C11">
        <w:t>.</w:t>
      </w:r>
    </w:p>
    <w:p w14:paraId="414DC888" w14:textId="7057D04F" w:rsidR="00C537D3" w:rsidRPr="009E17A9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894163">
        <w:t xml:space="preserve">Stavby budou navrhovány v souladu se směrnicí Evropského parlamentu a </w:t>
      </w:r>
      <w:r w:rsidR="00283D14">
        <w:t>R</w:t>
      </w:r>
      <w:r w:rsidRPr="00894163">
        <w:t xml:space="preserve">ady 2000/60/ES, která stanovuje rámec pro činnost Společenství v oblasti vodní politiky a problematiky sucha, a s Koncepcí ochrany před následky </w:t>
      </w:r>
      <w:r>
        <w:t>sucha pro území České republiky</w:t>
      </w:r>
      <w:r w:rsidR="005E5C11">
        <w:t>.</w:t>
      </w:r>
    </w:p>
    <w:p w14:paraId="6012D801" w14:textId="044DD24D" w:rsidR="00C537D3" w:rsidRPr="00E26468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t xml:space="preserve">Havarijní a protipovodňový plán – v DÚR bude uvedena nutnost zpracování havarijního a povodňového plánu v dalším stupni </w:t>
      </w:r>
      <w:r w:rsidR="00283D14">
        <w:t>Dokumentace</w:t>
      </w:r>
      <w:r>
        <w:t>. Stavba zasahuje do aktivní zóny záplavového území</w:t>
      </w:r>
      <w:r w:rsidR="005E5C11">
        <w:t>.</w:t>
      </w:r>
    </w:p>
    <w:p w14:paraId="4DF58CF5" w14:textId="31EF85DE" w:rsidR="00C537D3" w:rsidRPr="00206BB1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E26468">
        <w:t>Projekt odpadového hospodářství bude proveden dle platné legislativy, zejména dle zákona č. 54</w:t>
      </w:r>
      <w:r w:rsidR="005E5C11">
        <w:t>1</w:t>
      </w:r>
      <w:r w:rsidRPr="00E26468">
        <w:t>/2020</w:t>
      </w:r>
      <w:r w:rsidR="00283D14">
        <w:t xml:space="preserve"> Sb.</w:t>
      </w:r>
      <w:r w:rsidRPr="00E26468">
        <w:t>, o odpadech</w:t>
      </w:r>
      <w:r w:rsidR="00923061">
        <w:t>, ve znění pozdějších předpisů</w:t>
      </w:r>
      <w:r w:rsidRPr="00E26468">
        <w:t xml:space="preserve"> a navazujících legislativních norem </w:t>
      </w:r>
      <w:r>
        <w:t>–</w:t>
      </w:r>
      <w:r w:rsidRPr="00E26468">
        <w:t xml:space="preserve"> v</w:t>
      </w:r>
      <w:r>
        <w:t xml:space="preserve"> </w:t>
      </w:r>
      <w:r w:rsidRPr="00E26468">
        <w:t>rámci D</w:t>
      </w:r>
      <w:r w:rsidR="00283D14">
        <w:t>Ú</w:t>
      </w:r>
      <w:r w:rsidRPr="00E26468">
        <w:t>R bude na základě průzkumu určena případná možná kontaminace výkopových zemin</w:t>
      </w:r>
      <w:r w:rsidR="00283D14">
        <w:t xml:space="preserve"> </w:t>
      </w:r>
      <w:r w:rsidRPr="00E26468">
        <w:t>/</w:t>
      </w:r>
      <w:r w:rsidR="00283D14">
        <w:t xml:space="preserve"> </w:t>
      </w:r>
      <w:r w:rsidRPr="00E26468">
        <w:t xml:space="preserve">hornin včetně chemického složení </w:t>
      </w:r>
      <w:r w:rsidR="005E5C11" w:rsidRPr="005E5C11">
        <w:t>a následně bude zařazena dle vyhlášky č.</w:t>
      </w:r>
      <w:r w:rsidR="00283D14">
        <w:t> </w:t>
      </w:r>
      <w:r w:rsidR="005E5C11" w:rsidRPr="005E5C11">
        <w:t>8/2021 Sb., o Katalogu odpadů a posuzování vlastností odpadů (Katalog odpadů).</w:t>
      </w:r>
    </w:p>
    <w:p w14:paraId="602D70BD" w14:textId="39E89555" w:rsidR="00C537D3" w:rsidRPr="00206BB1" w:rsidRDefault="00C537D3" w:rsidP="00C537D3">
      <w:pPr>
        <w:pStyle w:val="Text2-1"/>
        <w:ind w:left="709" w:hanging="709"/>
        <w:rPr>
          <w:rFonts w:ascii="Verdana" w:hAnsi="Verdana"/>
        </w:rPr>
      </w:pPr>
      <w:r>
        <w:t xml:space="preserve">Pokud bude identifikována blízkost lokality soustavy Natura 2000, </w:t>
      </w:r>
      <w:r w:rsidRPr="00E26468">
        <w:t xml:space="preserve">Zhotovitel zažádá </w:t>
      </w:r>
      <w:r w:rsidR="005E5C11">
        <w:t xml:space="preserve">příslušný orgán ochrany přírody </w:t>
      </w:r>
      <w:r w:rsidRPr="00E26468">
        <w:t>o odůvodněné stanovisko dle § 45i zákona č. 114/1992 Sb., o ochraně přírody a krajiny, ve znění pozdějších předpisů, které bude ihned po obdržení předáno Objednateli. Součástí žádosti bude mapový výstup s vyznačením lokalit NATURA 2000 v okolí stavby a textový popis lokalit NATURA 2000, včetně uvedení jejich vzdálenosti od stavby.</w:t>
      </w:r>
    </w:p>
    <w:p w14:paraId="4A4AE56A" w14:textId="77777777" w:rsidR="00C537D3" w:rsidRPr="0063735C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E26468">
        <w:rPr>
          <w:rFonts w:ascii="Verdana" w:hAnsi="Verdana"/>
        </w:rPr>
        <w:t xml:space="preserve">Dokladová část bude obsahovat kapitolu Životní prostředí, kde se budou nacházet vyjádření příslušných orgánů, např. </w:t>
      </w:r>
      <w:r>
        <w:rPr>
          <w:rFonts w:ascii="Verdana" w:hAnsi="Verdana"/>
        </w:rPr>
        <w:t xml:space="preserve">stanovisko k lokalitám NATURA 2000, </w:t>
      </w:r>
      <w:r w:rsidRPr="00E26468">
        <w:rPr>
          <w:rFonts w:ascii="Verdana" w:hAnsi="Verdana"/>
        </w:rPr>
        <w:t>vyjádření k EIA, stanovisko ke kácení, rozhodnu</w:t>
      </w:r>
      <w:r>
        <w:rPr>
          <w:rFonts w:ascii="Verdana" w:hAnsi="Verdana"/>
        </w:rPr>
        <w:t>tí o zásahu do významného krajinného prvku, výjimky atp</w:t>
      </w:r>
      <w:r>
        <w:t>.</w:t>
      </w:r>
    </w:p>
    <w:p w14:paraId="364FFCC8" w14:textId="77777777" w:rsidR="00C537D3" w:rsidRPr="008918AD" w:rsidRDefault="00C537D3" w:rsidP="00C537D3">
      <w:pPr>
        <w:pStyle w:val="Nadpis2-2"/>
      </w:pPr>
      <w:bookmarkStart w:id="33" w:name="_Toc85532718"/>
      <w:bookmarkStart w:id="34" w:name="_Toc90041732"/>
      <w:r w:rsidRPr="008918AD">
        <w:t>Přírodovědný průzkum</w:t>
      </w:r>
      <w:bookmarkEnd w:id="33"/>
      <w:bookmarkEnd w:id="34"/>
    </w:p>
    <w:p w14:paraId="35A1665D" w14:textId="41608C4E" w:rsidR="00C537D3" w:rsidRPr="00034D7B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Předmětem </w:t>
      </w:r>
      <w:r w:rsidR="004A06B6">
        <w:rPr>
          <w:rFonts w:ascii="Verdana" w:hAnsi="Verdana"/>
        </w:rPr>
        <w:t>D</w:t>
      </w:r>
      <w:r>
        <w:rPr>
          <w:rFonts w:ascii="Verdana" w:hAnsi="Verdana"/>
        </w:rPr>
        <w:t xml:space="preserve">íla je provedení přírodovědného průzkumu a tzv. biologické hodnocení dle § 67 zákona č. 114/1992 Sb., o ochraně přírody a krajiny, ve znění pozdějších předpisů, tzn. vypracování hodnocení vlivu závažného zásahu na zájmy ochrany přírody a krajiny ve smyslu § 7 vyhlášky č. 142/2018 Sb., </w:t>
      </w:r>
      <w:r w:rsidR="005E5C11" w:rsidRPr="005E5C11">
        <w:rPr>
          <w:rFonts w:ascii="Verdana" w:hAnsi="Verdana"/>
        </w:rPr>
        <w:t>o náležitostech posouzení vlivu záměru a koncepce na evropsky významné lokality a ptačí oblasti a o náležitostech hodnocení vlivu závažného zásahu na zájmy ochrany přírody a krajiny, ve znění pozdějších předpisů</w:t>
      </w:r>
      <w:r>
        <w:rPr>
          <w:rFonts w:ascii="Verdana" w:hAnsi="Verdana"/>
        </w:rPr>
        <w:t>, a vypracování migrační studie</w:t>
      </w:r>
      <w:r>
        <w:t>.</w:t>
      </w:r>
    </w:p>
    <w:p w14:paraId="0BE0D23C" w14:textId="507AA140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Pro potřeby zpracování </w:t>
      </w:r>
      <w:r w:rsidR="004A06B6">
        <w:rPr>
          <w:rFonts w:ascii="Verdana" w:hAnsi="Verdana"/>
        </w:rPr>
        <w:t>D</w:t>
      </w:r>
      <w:r>
        <w:rPr>
          <w:rFonts w:ascii="Verdana" w:hAnsi="Verdana"/>
        </w:rPr>
        <w:t xml:space="preserve">íla je pro </w:t>
      </w:r>
      <w:r w:rsidR="005E5C11">
        <w:rPr>
          <w:rFonts w:ascii="Verdana" w:hAnsi="Verdana"/>
        </w:rPr>
        <w:t>Z</w:t>
      </w:r>
      <w:r>
        <w:rPr>
          <w:rFonts w:ascii="Verdana" w:hAnsi="Verdana"/>
        </w:rPr>
        <w:t xml:space="preserve">hotovitele rámcově závazná trasa ze Studie proveditelnosti. </w:t>
      </w:r>
      <w:r w:rsidRPr="0080530F">
        <w:rPr>
          <w:rFonts w:ascii="Verdana" w:hAnsi="Verdana"/>
        </w:rPr>
        <w:t xml:space="preserve">Přírodovědný průzkum, </w:t>
      </w:r>
      <w:r>
        <w:rPr>
          <w:rFonts w:ascii="Verdana" w:hAnsi="Verdana"/>
        </w:rPr>
        <w:t xml:space="preserve">tzv. </w:t>
      </w:r>
      <w:r w:rsidRPr="0080530F">
        <w:rPr>
          <w:rFonts w:ascii="Verdana" w:hAnsi="Verdana"/>
        </w:rPr>
        <w:t>biologické hodnocení a migrační studie budou provedeny v rozsahu potřebném pro umístění stavby do vyznač</w:t>
      </w:r>
      <w:r>
        <w:rPr>
          <w:rFonts w:ascii="Verdana" w:hAnsi="Verdana"/>
        </w:rPr>
        <w:t>eného území podél trasy</w:t>
      </w:r>
      <w:r>
        <w:t>.</w:t>
      </w:r>
    </w:p>
    <w:p w14:paraId="4AEDF01C" w14:textId="77777777" w:rsidR="00C537D3" w:rsidRPr="00D1288C" w:rsidRDefault="00C537D3" w:rsidP="00C537D3">
      <w:pPr>
        <w:pStyle w:val="Text2-1"/>
        <w:tabs>
          <w:tab w:val="num" w:pos="737"/>
        </w:tabs>
        <w:spacing w:line="276" w:lineRule="auto"/>
        <w:ind w:left="737"/>
      </w:pPr>
      <w:r>
        <w:rPr>
          <w:rFonts w:ascii="Verdana" w:hAnsi="Verdana"/>
        </w:rPr>
        <w:t xml:space="preserve">Přírodovědný průzkum dotčeného území bude zpracován v průběhu celé vegetační sezóny (jaro – podzim). </w:t>
      </w:r>
      <w:r w:rsidRPr="00036F03">
        <w:t>Zhodnocen bude také zimní aspekt v rámci hodnocení archivních prací a vlastního šetření v terénu, zejména s oh</w:t>
      </w:r>
      <w:r>
        <w:t>ledem na migraci velkých savců.</w:t>
      </w:r>
    </w:p>
    <w:p w14:paraId="2521315F" w14:textId="77777777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Přírodovědný průzkum poskytne úplné a správné podklady pro biologické hodnocení a pro migrační studii</w:t>
      </w:r>
      <w:r>
        <w:t>.</w:t>
      </w:r>
    </w:p>
    <w:p w14:paraId="056FE321" w14:textId="77777777" w:rsidR="00C537D3" w:rsidRPr="00D1288C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Botanický průzkum </w:t>
      </w:r>
      <w:r>
        <w:t>zhodnotí bezcévné a cévnaté rostliny (druhy) a vegetaci (rostlinná společenstva).</w:t>
      </w:r>
    </w:p>
    <w:p w14:paraId="306925C2" w14:textId="77777777" w:rsidR="00C537D3" w:rsidRPr="00D1288C" w:rsidRDefault="00C537D3" w:rsidP="00C537D3">
      <w:pPr>
        <w:pStyle w:val="Text2-1"/>
        <w:ind w:left="709" w:hanging="709"/>
        <w:rPr>
          <w:rFonts w:ascii="Verdana" w:hAnsi="Verdana"/>
        </w:rPr>
      </w:pPr>
      <w:r>
        <w:t>Zoologický průzkum zhodnotí druhy bezobratlých a obratlovců vč. jejich potenciálních migračních cest v zájmovém území (především nikoliv však výhradně savci, obojživelníci, ptáci a letouni).</w:t>
      </w:r>
    </w:p>
    <w:p w14:paraId="4CDA42DE" w14:textId="50AB85F9" w:rsidR="00C537D3" w:rsidRPr="00D1288C" w:rsidRDefault="00C537D3" w:rsidP="00C537D3">
      <w:pPr>
        <w:pStyle w:val="Text2-1"/>
        <w:ind w:left="709" w:hanging="709"/>
        <w:rPr>
          <w:rFonts w:ascii="Verdana" w:hAnsi="Verdana"/>
        </w:rPr>
      </w:pPr>
      <w:r>
        <w:t>Bude vypracováno</w:t>
      </w:r>
      <w:r w:rsidRPr="0080530F">
        <w:t xml:space="preserve"> </w:t>
      </w:r>
      <w:r w:rsidRPr="0052097E">
        <w:t>hodnocení vlivu závažného zásahu na zájmy ochrany přírody a krajiny (tzv. biologické hodnocení) ve smyslu §</w:t>
      </w:r>
      <w:r w:rsidR="00F040D1">
        <w:t xml:space="preserve"> </w:t>
      </w:r>
      <w:r w:rsidRPr="0052097E">
        <w:t xml:space="preserve">7 vyhlášky č. 142/2018 Sb., o náležitostech posouzení vlivu záměru a koncepce na evropsky významné lokality a ptačí oblasti a </w:t>
      </w:r>
      <w:r w:rsidR="00F040D1" w:rsidRPr="0052097E">
        <w:t>o</w:t>
      </w:r>
      <w:r w:rsidR="00F040D1">
        <w:t> </w:t>
      </w:r>
      <w:r w:rsidRPr="0052097E">
        <w:t>náležitostech hodnocení vlivu závažného zásahu na zájmy ochrany přírody a krajiny</w:t>
      </w:r>
      <w:r w:rsidR="005E5C11">
        <w:t>, ve znění pozdějších předpisů</w:t>
      </w:r>
      <w:r>
        <w:t>.</w:t>
      </w:r>
    </w:p>
    <w:p w14:paraId="6C440BBF" w14:textId="77777777" w:rsidR="00C537D3" w:rsidRPr="00036F03" w:rsidRDefault="00C537D3" w:rsidP="00C537D3">
      <w:pPr>
        <w:pStyle w:val="Text2-1"/>
        <w:tabs>
          <w:tab w:val="num" w:pos="737"/>
        </w:tabs>
        <w:spacing w:line="276" w:lineRule="auto"/>
        <w:ind w:left="737"/>
      </w:pPr>
      <w:r w:rsidRPr="00036F03">
        <w:t>Bude vypracována migrační studie včetně d</w:t>
      </w:r>
      <w:r>
        <w:t>oporučení pro projekční činnost.</w:t>
      </w:r>
    </w:p>
    <w:p w14:paraId="09839B12" w14:textId="77777777" w:rsidR="00C537D3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Přírodovědný průzkum bude obsahovat kapitolu archivní rešerše se zpracovanými zdroji archivních dat (např. NDOP a odborné literatury)</w:t>
      </w:r>
      <w:r>
        <w:t>.</w:t>
      </w:r>
    </w:p>
    <w:p w14:paraId="18E0BE9C" w14:textId="7CF47E4F" w:rsidR="00C537D3" w:rsidRPr="009E17A9" w:rsidRDefault="00C537D3" w:rsidP="00C537D3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Pro činnosti </w:t>
      </w:r>
      <w:r w:rsidRPr="006F4163">
        <w:t>spojené s přírodovědným průzkumem, s migrační studií a tzv. biologickým hodnocením budou zpracována také archivní data (např. NDOP) a</w:t>
      </w:r>
      <w:r>
        <w:t> </w:t>
      </w:r>
      <w:r w:rsidRPr="006F4163">
        <w:t>další</w:t>
      </w:r>
      <w:r>
        <w:t> </w:t>
      </w:r>
      <w:r w:rsidRPr="006F4163">
        <w:t xml:space="preserve">průzkumné a výzkumné zprávy přírodovědného charakteru (např. monitoring biodiverzity AOPK). Před zahájením průzkumných prací </w:t>
      </w:r>
      <w:r w:rsidR="004A06B6">
        <w:t>Z</w:t>
      </w:r>
      <w:r w:rsidRPr="006F4163">
        <w:t xml:space="preserve">hotovitel bude </w:t>
      </w:r>
      <w:r w:rsidRPr="0052097E">
        <w:t>prokazatelně</w:t>
      </w:r>
      <w:r w:rsidRPr="0020700E">
        <w:t xml:space="preserve"> </w:t>
      </w:r>
      <w:r w:rsidRPr="006F4163">
        <w:t>konzultovat jejich rozsah s AOPK a bude respektovat její doporučení.</w:t>
      </w:r>
      <w:r>
        <w:t xml:space="preserve"> Další průběžné konzultace výsledků s AOPK dle potřeb, minimálně však 1x za 3 měsíce.</w:t>
      </w:r>
    </w:p>
    <w:p w14:paraId="00FD1B93" w14:textId="77777777" w:rsidR="00C537D3" w:rsidRDefault="00C537D3" w:rsidP="00C537D3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Poskytnutí součinnosti zadavateli a projednání s dotčeným orgánem ochrany přírody, dotčenými obcemi a dalšími dotčenými </w:t>
      </w:r>
      <w:proofErr w:type="spellStart"/>
      <w:r>
        <w:rPr>
          <w:rFonts w:ascii="Verdana" w:hAnsi="Verdana"/>
        </w:rPr>
        <w:t>stakeholdery</w:t>
      </w:r>
      <w:proofErr w:type="spellEnd"/>
      <w:r>
        <w:t>.</w:t>
      </w:r>
    </w:p>
    <w:p w14:paraId="3DB01CC6" w14:textId="359F34EE" w:rsidR="00C537D3" w:rsidRDefault="00C537D3" w:rsidP="001E156A">
      <w:pPr>
        <w:pStyle w:val="Text2-1"/>
        <w:tabs>
          <w:tab w:val="clear" w:pos="1305"/>
        </w:tabs>
        <w:ind w:left="709" w:hanging="709"/>
      </w:pPr>
      <w:r w:rsidRPr="00C537D3">
        <w:rPr>
          <w:rFonts w:ascii="Verdana" w:hAnsi="Verdana"/>
        </w:rPr>
        <w:t>Posouzení potenciálního ovlivnění dotčeného území výstavbou a provozem tratě a návrh opatření</w:t>
      </w:r>
      <w:r>
        <w:t>.</w:t>
      </w:r>
    </w:p>
    <w:p w14:paraId="5D7C62AC" w14:textId="77777777" w:rsidR="00C537D3" w:rsidRPr="00F52599" w:rsidRDefault="00C537D3" w:rsidP="00C537D3">
      <w:pPr>
        <w:pStyle w:val="Nadpis2-2"/>
      </w:pPr>
      <w:bookmarkStart w:id="35" w:name="_Toc49172679"/>
      <w:bookmarkStart w:id="36" w:name="_Toc85532703"/>
      <w:bookmarkStart w:id="37" w:name="_Toc90041733"/>
      <w:r w:rsidRPr="00F52599">
        <w:t>Dopravní technologie</w:t>
      </w:r>
      <w:bookmarkEnd w:id="35"/>
      <w:bookmarkEnd w:id="36"/>
      <w:bookmarkEnd w:id="37"/>
    </w:p>
    <w:p w14:paraId="21CDA824" w14:textId="61EFE340" w:rsidR="008918AD" w:rsidRDefault="003C3935" w:rsidP="00F52599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Dopra</w:t>
      </w:r>
      <w:r w:rsidR="009E7935">
        <w:rPr>
          <w:rFonts w:ascii="Verdana" w:hAnsi="Verdana"/>
        </w:rPr>
        <w:t xml:space="preserve">vní technologie bude vycházet z aktualizace </w:t>
      </w:r>
      <w:r>
        <w:rPr>
          <w:rFonts w:ascii="Verdana" w:hAnsi="Verdana"/>
        </w:rPr>
        <w:t>dopravní technologie</w:t>
      </w:r>
      <w:r w:rsidR="009E7935">
        <w:rPr>
          <w:rFonts w:ascii="Verdana" w:hAnsi="Verdana"/>
        </w:rPr>
        <w:t xml:space="preserve"> pro ucelený úsek Praha-Zahradní město – Brno-Vídeňská zpracované v rámci </w:t>
      </w:r>
      <w:r w:rsidRPr="003F56C6">
        <w:rPr>
          <w:rFonts w:ascii="Verdana" w:hAnsi="Verdana"/>
        </w:rPr>
        <w:t>„RS 1 VRT Praha-Běchovice – Poříčany; Zpracování dok</w:t>
      </w:r>
      <w:r>
        <w:rPr>
          <w:rFonts w:ascii="Verdana" w:hAnsi="Verdana"/>
        </w:rPr>
        <w:t>umentace pro územní</w:t>
      </w:r>
      <w:r w:rsidR="00240AC7">
        <w:rPr>
          <w:rFonts w:ascii="Verdana" w:hAnsi="Verdana"/>
        </w:rPr>
        <w:t xml:space="preserve"> řízení</w:t>
      </w:r>
      <w:r w:rsidR="009E7935">
        <w:rPr>
          <w:rFonts w:ascii="Verdana" w:hAnsi="Verdana"/>
        </w:rPr>
        <w:t>.</w:t>
      </w:r>
    </w:p>
    <w:p w14:paraId="14F55B42" w14:textId="25530CE9" w:rsidR="00AB0FAC" w:rsidRPr="00F52599" w:rsidRDefault="00AB0FAC" w:rsidP="00F52599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</w:rPr>
        <w:t>Dopravní technologie stanoví možnosti provozu v dočasném stavu před dostavbou navazujících staveb ve směru do uzlu Brno a to jak při preferenci příměstské dopravy, tak při preferenci dálkové dopravy.</w:t>
      </w:r>
    </w:p>
    <w:p w14:paraId="7E44722F" w14:textId="5488B54B" w:rsidR="00D57641" w:rsidRPr="00D57641" w:rsidRDefault="00D57641" w:rsidP="00D57641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Podklady ke zpracování budou při zahájení prací předány zadavatelem.</w:t>
      </w:r>
    </w:p>
    <w:p w14:paraId="67965134" w14:textId="30760DEC" w:rsidR="00366279" w:rsidRDefault="00366279" w:rsidP="00115B1E">
      <w:pPr>
        <w:pStyle w:val="Nadpis2-2"/>
      </w:pPr>
      <w:bookmarkStart w:id="38" w:name="_Toc90041734"/>
      <w:r w:rsidRPr="008918AD">
        <w:t>Aktualizace ekonomického hodnocení</w:t>
      </w:r>
      <w:bookmarkEnd w:id="38"/>
    </w:p>
    <w:p w14:paraId="3C00ED94" w14:textId="60C06E57" w:rsidR="009F125F" w:rsidRPr="00E32EFE" w:rsidRDefault="009F125F" w:rsidP="009F125F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F125F">
        <w:rPr>
          <w:rFonts w:ascii="Verdana" w:hAnsi="Verdana"/>
        </w:rPr>
        <w:t>P</w:t>
      </w:r>
      <w:r>
        <w:rPr>
          <w:rFonts w:ascii="Verdana" w:hAnsi="Verdana"/>
        </w:rPr>
        <w:t>ředmětem D</w:t>
      </w:r>
      <w:r w:rsidRPr="009F125F">
        <w:rPr>
          <w:rFonts w:ascii="Verdana" w:hAnsi="Verdana"/>
        </w:rPr>
        <w:t xml:space="preserve">íla </w:t>
      </w:r>
      <w:r>
        <w:rPr>
          <w:rFonts w:ascii="Verdana" w:hAnsi="Verdana"/>
        </w:rPr>
        <w:t xml:space="preserve">je aktualizace ekonomického hodnocení v rozsahu dle </w:t>
      </w:r>
      <w:r w:rsidRPr="001D2B2D">
        <w:t xml:space="preserve">Studie proveditelnosti </w:t>
      </w:r>
      <w:r w:rsidR="00151F7C">
        <w:t>tedy i nad rám</w:t>
      </w:r>
      <w:r w:rsidR="009053BE">
        <w:t>ec</w:t>
      </w:r>
      <w:r w:rsidR="00151F7C">
        <w:t xml:space="preserve"> úseku technicky řešeného v rámci Díla.</w:t>
      </w:r>
    </w:p>
    <w:p w14:paraId="5155E608" w14:textId="1AEC9606" w:rsidR="00E32EFE" w:rsidRDefault="00E32EFE" w:rsidP="009F125F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t>Podkladem pro tuto aktualizaci bude ekonomické hodnocení zpracované v rámci zakázky</w:t>
      </w:r>
      <w:r w:rsidR="00AB0FAC">
        <w:t xml:space="preserve"> </w:t>
      </w:r>
      <w:sdt>
        <w:sdtPr>
          <w:rPr>
            <w:szCs w:val="36"/>
          </w:rPr>
          <w:alias w:val="Název akce - VYplnit pole - přenese se do zápatí"/>
          <w:tag w:val="Název akce"/>
          <w:id w:val="-1649438218"/>
          <w:placeholder>
            <w:docPart w:val="A0EF931866344E529AEE2CAD85A4D0B8"/>
          </w:placeholder>
          <w:text/>
        </w:sdtPr>
        <w:sdtEndPr/>
        <w:sdtContent>
          <w:bookmarkStart w:id="39" w:name="_Hlk88727621"/>
          <w:r w:rsidR="006030CA" w:rsidRPr="00D332A4">
            <w:rPr>
              <w:szCs w:val="36"/>
            </w:rPr>
            <w:t xml:space="preserve">„RS 1 VRT Poříčany – Světlá nad Sázavou“; Zpracování dokumentace pro územní </w:t>
          </w:r>
          <w:r w:rsidR="006030CA">
            <w:rPr>
              <w:szCs w:val="36"/>
            </w:rPr>
            <w:t>řízení</w:t>
          </w:r>
        </w:sdtContent>
      </w:sdt>
      <w:bookmarkEnd w:id="39"/>
      <w:r w:rsidR="00AB0FAC">
        <w:t>.</w:t>
      </w:r>
    </w:p>
    <w:p w14:paraId="5CB35EBF" w14:textId="43EC9ED6" w:rsidR="003C1A60" w:rsidRPr="00115B1E" w:rsidRDefault="003C1A60" w:rsidP="00115B1E">
      <w:pPr>
        <w:pStyle w:val="Nadpis2-2"/>
      </w:pPr>
      <w:bookmarkStart w:id="40" w:name="_Toc90041735"/>
      <w:r w:rsidRPr="00115B1E">
        <w:t>Obecný popis a upřesnění rozsahu stavby</w:t>
      </w:r>
      <w:bookmarkEnd w:id="40"/>
    </w:p>
    <w:p w14:paraId="5165AB74" w14:textId="4E4C7913" w:rsidR="00487C54" w:rsidRPr="00115B1E" w:rsidRDefault="00487C54" w:rsidP="00115B1E">
      <w:pPr>
        <w:pStyle w:val="Nadpisbezsl1-2"/>
      </w:pPr>
      <w:bookmarkStart w:id="41" w:name="_Toc26966132"/>
      <w:r w:rsidRPr="00115B1E">
        <w:t xml:space="preserve">Novostavba </w:t>
      </w:r>
      <w:r w:rsidR="00A92B67" w:rsidRPr="00115B1E">
        <w:t xml:space="preserve">úseku </w:t>
      </w:r>
      <w:r w:rsidRPr="00115B1E">
        <w:t xml:space="preserve">trati </w:t>
      </w:r>
      <w:bookmarkEnd w:id="41"/>
      <w:r w:rsidR="005B205C">
        <w:t>Velká Bíteš</w:t>
      </w:r>
      <w:r w:rsidR="00A361EB">
        <w:t xml:space="preserve"> </w:t>
      </w:r>
      <w:r w:rsidR="001703E5">
        <w:t xml:space="preserve">– </w:t>
      </w:r>
      <w:r w:rsidR="005B205C">
        <w:t>Brno</w:t>
      </w:r>
    </w:p>
    <w:p w14:paraId="01C0C8F7" w14:textId="0ECD95A9" w:rsidR="00B75304" w:rsidRPr="00115B1E" w:rsidRDefault="00B75304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542B56">
        <w:rPr>
          <w:rFonts w:ascii="Verdana" w:hAnsi="Verdana"/>
        </w:rPr>
        <w:t>íla</w:t>
      </w:r>
      <w:r w:rsidR="001703E5">
        <w:rPr>
          <w:rFonts w:ascii="Verdana" w:hAnsi="Verdana"/>
        </w:rPr>
        <w:t xml:space="preserve"> bude</w:t>
      </w:r>
      <w:r w:rsidR="009B0E64">
        <w:rPr>
          <w:rFonts w:ascii="Verdana" w:hAnsi="Verdana"/>
        </w:rPr>
        <w:t xml:space="preserve"> návrh</w:t>
      </w:r>
      <w:r w:rsidRPr="00115B1E">
        <w:rPr>
          <w:rFonts w:ascii="Verdana" w:hAnsi="Verdana"/>
        </w:rPr>
        <w:t xml:space="preserve"> </w:t>
      </w:r>
      <w:r w:rsidR="00424A4B" w:rsidRPr="00115B1E">
        <w:rPr>
          <w:rFonts w:ascii="Verdana" w:hAnsi="Verdana"/>
        </w:rPr>
        <w:t xml:space="preserve">na základě </w:t>
      </w:r>
      <w:r w:rsidR="009B0E64" w:rsidRPr="009B0E64">
        <w:rPr>
          <w:rFonts w:ascii="Verdana" w:hAnsi="Verdana"/>
        </w:rPr>
        <w:t>Studie proveditelnosti</w:t>
      </w:r>
      <w:r w:rsidR="00240500">
        <w:rPr>
          <w:rFonts w:ascii="Verdana" w:hAnsi="Verdana"/>
        </w:rPr>
        <w:t xml:space="preserve"> </w:t>
      </w:r>
      <w:r w:rsidR="009B0E64" w:rsidRPr="009B0E64">
        <w:rPr>
          <w:rFonts w:ascii="Verdana" w:hAnsi="Verdana"/>
        </w:rPr>
        <w:t xml:space="preserve">v úseku </w:t>
      </w:r>
      <w:r w:rsidR="005B205C">
        <w:rPr>
          <w:rFonts w:ascii="Verdana" w:hAnsi="Verdana"/>
        </w:rPr>
        <w:t>Velká Bíteš</w:t>
      </w:r>
      <w:r w:rsidR="009B0E64" w:rsidRPr="009B0E64">
        <w:rPr>
          <w:rFonts w:ascii="Verdana" w:hAnsi="Verdana"/>
        </w:rPr>
        <w:t xml:space="preserve"> – </w:t>
      </w:r>
      <w:r w:rsidR="005B205C">
        <w:rPr>
          <w:rFonts w:ascii="Verdana" w:hAnsi="Verdana"/>
        </w:rPr>
        <w:t>Brno</w:t>
      </w:r>
      <w:r w:rsidR="009B0E64" w:rsidRPr="009B0E64">
        <w:rPr>
          <w:rFonts w:ascii="Verdana" w:hAnsi="Verdana"/>
        </w:rPr>
        <w:t xml:space="preserve"> ve variantě </w:t>
      </w:r>
      <w:r w:rsidR="002B2993">
        <w:rPr>
          <w:rFonts w:ascii="Verdana" w:hAnsi="Verdana"/>
        </w:rPr>
        <w:t>SK4</w:t>
      </w:r>
      <w:r w:rsidR="00684B11">
        <w:rPr>
          <w:rFonts w:ascii="Verdana" w:hAnsi="Verdana"/>
        </w:rPr>
        <w:t>.</w:t>
      </w:r>
    </w:p>
    <w:p w14:paraId="25DC0674" w14:textId="32B85801" w:rsidR="009B0E64" w:rsidRDefault="009B0E64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9B0E64">
        <w:rPr>
          <w:rFonts w:ascii="Verdana" w:hAnsi="Verdana"/>
        </w:rPr>
        <w:t xml:space="preserve">Traťový úsek je koncipovaný jako dvoukolejný v rozsahu a konfiguraci dle </w:t>
      </w:r>
      <w:r w:rsidR="00951A2C">
        <w:rPr>
          <w:rFonts w:ascii="Verdana" w:hAnsi="Verdana"/>
        </w:rPr>
        <w:t>Příloh č. 7.1.1, 7.1.2, 7.1.3 a</w:t>
      </w:r>
      <w:r w:rsidR="00240500" w:rsidRPr="00240500">
        <w:rPr>
          <w:rFonts w:ascii="Verdana" w:hAnsi="Verdana"/>
        </w:rPr>
        <w:t xml:space="preserve"> 7.1.4</w:t>
      </w:r>
      <w:r w:rsidR="00240500">
        <w:rPr>
          <w:rFonts w:ascii="Verdana" w:hAnsi="Verdana"/>
        </w:rPr>
        <w:t xml:space="preserve"> </w:t>
      </w:r>
      <w:r w:rsidRPr="001E156A">
        <w:rPr>
          <w:rFonts w:ascii="Verdana" w:hAnsi="Verdana"/>
        </w:rPr>
        <w:t>těchto ZTP. Začátek úseku (ve staničení trati VRT) je cca v </w:t>
      </w:r>
      <w:r w:rsidRPr="001E092F">
        <w:rPr>
          <w:rFonts w:ascii="Verdana" w:hAnsi="Verdana"/>
        </w:rPr>
        <w:t>km </w:t>
      </w:r>
      <w:r w:rsidR="006030CA">
        <w:rPr>
          <w:rFonts w:ascii="Verdana" w:hAnsi="Verdana"/>
        </w:rPr>
        <w:t>179</w:t>
      </w:r>
      <w:r w:rsidRPr="001E092F">
        <w:rPr>
          <w:rFonts w:ascii="Verdana" w:hAnsi="Verdana"/>
        </w:rPr>
        <w:t>,</w:t>
      </w:r>
      <w:r w:rsidR="001E092F">
        <w:rPr>
          <w:rFonts w:ascii="Verdana" w:hAnsi="Verdana"/>
        </w:rPr>
        <w:t>0</w:t>
      </w:r>
      <w:r w:rsidR="002B2993" w:rsidRPr="001E092F">
        <w:rPr>
          <w:rFonts w:ascii="Verdana" w:hAnsi="Verdana"/>
        </w:rPr>
        <w:t xml:space="preserve">00 (návaznost na VRT </w:t>
      </w:r>
      <w:r w:rsidR="005B205C" w:rsidRPr="001E092F">
        <w:rPr>
          <w:rFonts w:ascii="Verdana" w:hAnsi="Verdana"/>
        </w:rPr>
        <w:t>Světlá nad Sázavou</w:t>
      </w:r>
      <w:r w:rsidR="002B2993" w:rsidRPr="001E092F">
        <w:rPr>
          <w:rFonts w:ascii="Verdana" w:hAnsi="Verdana"/>
        </w:rPr>
        <w:t xml:space="preserve"> </w:t>
      </w:r>
      <w:r w:rsidR="00951A2C" w:rsidRPr="001E092F">
        <w:rPr>
          <w:rFonts w:ascii="Verdana" w:hAnsi="Verdana"/>
        </w:rPr>
        <w:t>–</w:t>
      </w:r>
      <w:r w:rsidR="002B2993" w:rsidRPr="001E092F">
        <w:rPr>
          <w:rFonts w:ascii="Verdana" w:hAnsi="Verdana"/>
        </w:rPr>
        <w:t xml:space="preserve"> </w:t>
      </w:r>
      <w:r w:rsidR="00951A2C" w:rsidRPr="001E092F">
        <w:rPr>
          <w:rFonts w:ascii="Verdana" w:hAnsi="Verdana"/>
        </w:rPr>
        <w:t>Velká Bíteš</w:t>
      </w:r>
      <w:r w:rsidR="002B2993" w:rsidRPr="001E092F">
        <w:rPr>
          <w:rFonts w:ascii="Verdana" w:hAnsi="Verdana"/>
        </w:rPr>
        <w:t>)</w:t>
      </w:r>
      <w:r w:rsidRPr="001E092F">
        <w:rPr>
          <w:rFonts w:ascii="Verdana" w:hAnsi="Verdana"/>
        </w:rPr>
        <w:t>, konec cca v km </w:t>
      </w:r>
      <w:r w:rsidR="006030CA">
        <w:rPr>
          <w:rFonts w:ascii="Verdana" w:hAnsi="Verdana"/>
        </w:rPr>
        <w:t>211</w:t>
      </w:r>
      <w:r w:rsidR="001E092F">
        <w:rPr>
          <w:rFonts w:ascii="Verdana" w:hAnsi="Verdana"/>
        </w:rPr>
        <w:t>,0</w:t>
      </w:r>
      <w:r w:rsidR="00435508" w:rsidRPr="001E092F">
        <w:rPr>
          <w:rFonts w:ascii="Verdana" w:hAnsi="Verdana"/>
        </w:rPr>
        <w:t>00</w:t>
      </w:r>
      <w:r w:rsidRPr="001E092F">
        <w:rPr>
          <w:rFonts w:ascii="Verdana" w:hAnsi="Verdana"/>
        </w:rPr>
        <w:t>. Maximální provo</w:t>
      </w:r>
      <w:r w:rsidR="004F1FB3" w:rsidRPr="001E092F">
        <w:rPr>
          <w:rFonts w:ascii="Verdana" w:hAnsi="Verdana"/>
        </w:rPr>
        <w:t>zní rychlost se předpokládá 320 </w:t>
      </w:r>
      <w:r w:rsidRPr="001E092F">
        <w:rPr>
          <w:rFonts w:ascii="Verdana" w:hAnsi="Verdana"/>
        </w:rPr>
        <w:t>km/</w:t>
      </w:r>
      <w:r w:rsidR="00435508" w:rsidRPr="001E092F">
        <w:rPr>
          <w:rFonts w:ascii="Verdana" w:hAnsi="Verdana"/>
        </w:rPr>
        <w:t>h (geometrie trati neznemožní</w:t>
      </w:r>
      <w:r w:rsidR="00435508" w:rsidRPr="001E156A">
        <w:rPr>
          <w:rFonts w:ascii="Verdana" w:hAnsi="Verdana"/>
        </w:rPr>
        <w:t xml:space="preserve"> v </w:t>
      </w:r>
      <w:r w:rsidRPr="001E156A">
        <w:rPr>
          <w:rFonts w:ascii="Verdana" w:hAnsi="Verdana"/>
        </w:rPr>
        <w:t>dlouhodobém výhledu zvýšení rychlosti až na 350</w:t>
      </w:r>
      <w:r w:rsidR="004F1FB3" w:rsidRPr="001E156A">
        <w:rPr>
          <w:rFonts w:ascii="Verdana" w:hAnsi="Verdana"/>
        </w:rPr>
        <w:t> </w:t>
      </w:r>
      <w:r w:rsidRPr="001E156A">
        <w:rPr>
          <w:rFonts w:ascii="Verdana" w:hAnsi="Verdana"/>
        </w:rPr>
        <w:t>km/h) a minimální provozní</w:t>
      </w:r>
      <w:r w:rsidRPr="004F1FB3">
        <w:rPr>
          <w:rFonts w:ascii="Verdana" w:hAnsi="Verdana"/>
        </w:rPr>
        <w:t xml:space="preserve"> rychlost 200 km/h. Trať musí být dimenzována pro provoz vlakových jednotek i souprav složených z lokomotivy a vozů interoperabilních dle TSI.</w:t>
      </w:r>
    </w:p>
    <w:p w14:paraId="41C8B170" w14:textId="2B843E80" w:rsidR="001644C7" w:rsidRDefault="001644C7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Geometrická </w:t>
      </w:r>
      <w:r w:rsidR="00275933">
        <w:rPr>
          <w:rFonts w:ascii="Verdana" w:hAnsi="Verdana"/>
        </w:rPr>
        <w:t>poloha koleje bude optimalizována</w:t>
      </w:r>
      <w:r>
        <w:rPr>
          <w:rFonts w:ascii="Verdana" w:hAnsi="Verdana"/>
        </w:rPr>
        <w:t xml:space="preserve"> tak, aby byl minimalizován dopad </w:t>
      </w:r>
      <w:r w:rsidR="00275933">
        <w:rPr>
          <w:rFonts w:ascii="Verdana" w:hAnsi="Verdana"/>
        </w:rPr>
        <w:t>VRT na okolí. Zadavatel předá při zahájení prací náměty dotčených obcí na úpravy technického řešení.</w:t>
      </w:r>
    </w:p>
    <w:p w14:paraId="0B5E8474" w14:textId="6596DA98" w:rsidR="00A54D32" w:rsidRPr="004F1FB3" w:rsidRDefault="00A54D32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Návrh technického řešení trati i návazností na okolí musí zajistit minimalizaci negativního ovlivnění okolí a přijatelný vliv na krajinný ráz.</w:t>
      </w:r>
    </w:p>
    <w:p w14:paraId="687EE4C6" w14:textId="0A5307C2" w:rsidR="00D40E16" w:rsidRPr="004F1FB3" w:rsidRDefault="008C35E5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4F1FB3">
        <w:rPr>
          <w:rFonts w:ascii="Verdana" w:hAnsi="Verdana"/>
        </w:rPr>
        <w:t>Předmětem Díla je také přeložení stávající</w:t>
      </w:r>
      <w:r w:rsidR="002B2993">
        <w:rPr>
          <w:rFonts w:ascii="Verdana" w:hAnsi="Verdana"/>
        </w:rPr>
        <w:t xml:space="preserve"> </w:t>
      </w:r>
      <w:r w:rsidRPr="004F1FB3">
        <w:rPr>
          <w:rFonts w:ascii="Verdana" w:hAnsi="Verdana"/>
        </w:rPr>
        <w:t>železniční trat</w:t>
      </w:r>
      <w:r w:rsidR="005B205C">
        <w:rPr>
          <w:rFonts w:ascii="Verdana" w:hAnsi="Verdana"/>
        </w:rPr>
        <w:t>ě Brno – Zastávka u Brna v nezbytně nutném rozsahu</w:t>
      </w:r>
      <w:r w:rsidR="002B2993">
        <w:rPr>
          <w:rFonts w:ascii="Verdana" w:hAnsi="Verdana"/>
        </w:rPr>
        <w:t xml:space="preserve">, </w:t>
      </w:r>
      <w:r w:rsidR="00D40E16" w:rsidRPr="004F1FB3">
        <w:rPr>
          <w:rFonts w:ascii="Verdana" w:hAnsi="Verdana"/>
        </w:rPr>
        <w:t>vč.</w:t>
      </w:r>
      <w:r w:rsidR="002B2993">
        <w:rPr>
          <w:rFonts w:ascii="Verdana" w:hAnsi="Verdana"/>
        </w:rPr>
        <w:t> </w:t>
      </w:r>
      <w:r w:rsidR="00951A2C">
        <w:rPr>
          <w:rFonts w:ascii="Verdana" w:hAnsi="Verdana"/>
        </w:rPr>
        <w:t>nezbytných úprav ve</w:t>
      </w:r>
      <w:r w:rsidR="00D40E16" w:rsidRPr="004F1FB3">
        <w:rPr>
          <w:rFonts w:ascii="Verdana" w:hAnsi="Verdana"/>
        </w:rPr>
        <w:t xml:space="preserve"> všech subsystémech.</w:t>
      </w:r>
    </w:p>
    <w:p w14:paraId="51D1C91E" w14:textId="31080382" w:rsidR="003B61C5" w:rsidRDefault="003B61C5" w:rsidP="003F56C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3F56C6">
        <w:rPr>
          <w:rFonts w:ascii="Verdana" w:hAnsi="Verdana"/>
        </w:rPr>
        <w:t>Použitá koncepce napájení nových VRT vychází z Programu rozvoje rychlých železničních spojení v České republice schváleného Usnesením vlády ČR z</w:t>
      </w:r>
      <w:r w:rsidR="00F54FDC" w:rsidRPr="003F56C6">
        <w:rPr>
          <w:rFonts w:ascii="Verdana" w:hAnsi="Verdana"/>
        </w:rPr>
        <w:t xml:space="preserve">e dne 22. května 2017 </w:t>
      </w:r>
      <w:r w:rsidR="00BA27BB" w:rsidRPr="003F56C6">
        <w:rPr>
          <w:rFonts w:ascii="Verdana" w:hAnsi="Verdana"/>
        </w:rPr>
        <w:t>č. </w:t>
      </w:r>
      <w:r w:rsidRPr="003F56C6">
        <w:rPr>
          <w:rFonts w:ascii="Verdana" w:hAnsi="Verdana"/>
        </w:rPr>
        <w:t>389</w:t>
      </w:r>
      <w:r w:rsidR="00491001">
        <w:rPr>
          <w:rFonts w:ascii="Verdana" w:hAnsi="Verdana"/>
        </w:rPr>
        <w:t xml:space="preserve"> a</w:t>
      </w:r>
      <w:r w:rsidR="002B2993" w:rsidRPr="003F56C6">
        <w:rPr>
          <w:rFonts w:ascii="Verdana" w:hAnsi="Verdana"/>
        </w:rPr>
        <w:t xml:space="preserve"> </w:t>
      </w:r>
      <w:r w:rsidR="00F33182" w:rsidRPr="003F56C6">
        <w:rPr>
          <w:rFonts w:ascii="Verdana" w:hAnsi="Verdana"/>
        </w:rPr>
        <w:t>z energetick</w:t>
      </w:r>
      <w:r w:rsidR="002B2993" w:rsidRPr="003F56C6">
        <w:rPr>
          <w:rFonts w:ascii="Verdana" w:hAnsi="Verdana"/>
        </w:rPr>
        <w:t>é</w:t>
      </w:r>
      <w:r w:rsidR="00F33182" w:rsidRPr="003F56C6">
        <w:rPr>
          <w:rFonts w:ascii="Verdana" w:hAnsi="Verdana"/>
        </w:rPr>
        <w:t xml:space="preserve"> </w:t>
      </w:r>
      <w:r w:rsidR="002B2993" w:rsidRPr="003F56C6">
        <w:rPr>
          <w:rFonts w:ascii="Verdana" w:hAnsi="Verdana"/>
        </w:rPr>
        <w:t>rozvahy</w:t>
      </w:r>
      <w:r w:rsidR="00F33182" w:rsidRPr="003F56C6">
        <w:rPr>
          <w:rFonts w:ascii="Verdana" w:hAnsi="Verdana"/>
        </w:rPr>
        <w:t xml:space="preserve"> zpracovan</w:t>
      </w:r>
      <w:r w:rsidR="002B2993" w:rsidRPr="003F56C6">
        <w:rPr>
          <w:rFonts w:ascii="Verdana" w:hAnsi="Verdana"/>
        </w:rPr>
        <w:t>é</w:t>
      </w:r>
      <w:r w:rsidR="00F33182" w:rsidRPr="003F56C6">
        <w:rPr>
          <w:rFonts w:ascii="Verdana" w:hAnsi="Verdana"/>
        </w:rPr>
        <w:t xml:space="preserve"> v rámci Studie proveditelnosti</w:t>
      </w:r>
      <w:r w:rsidR="009053BE">
        <w:rPr>
          <w:rFonts w:ascii="Verdana" w:hAnsi="Verdana"/>
        </w:rPr>
        <w:t xml:space="preserve">. </w:t>
      </w:r>
      <w:r w:rsidR="004842C0" w:rsidRPr="003F56C6">
        <w:rPr>
          <w:rFonts w:ascii="Verdana" w:hAnsi="Verdana"/>
        </w:rPr>
        <w:t>N</w:t>
      </w:r>
      <w:r w:rsidRPr="003F56C6">
        <w:rPr>
          <w:rFonts w:ascii="Verdana" w:hAnsi="Verdana"/>
        </w:rPr>
        <w:t>apájen</w:t>
      </w:r>
      <w:r w:rsidR="004842C0" w:rsidRPr="003F56C6">
        <w:rPr>
          <w:rFonts w:ascii="Verdana" w:hAnsi="Verdana"/>
        </w:rPr>
        <w:t xml:space="preserve">í </w:t>
      </w:r>
      <w:r w:rsidR="003F56C6">
        <w:rPr>
          <w:rFonts w:ascii="Verdana" w:hAnsi="Verdana"/>
        </w:rPr>
        <w:t xml:space="preserve">úseku </w:t>
      </w:r>
      <w:r w:rsidR="004842C0" w:rsidRPr="003F56C6">
        <w:rPr>
          <w:rFonts w:ascii="Verdana" w:hAnsi="Verdana"/>
        </w:rPr>
        <w:t xml:space="preserve">se </w:t>
      </w:r>
      <w:r w:rsidR="005B205C">
        <w:rPr>
          <w:rFonts w:ascii="Verdana" w:hAnsi="Verdana"/>
        </w:rPr>
        <w:t xml:space="preserve">v cílovém stavu </w:t>
      </w:r>
      <w:r w:rsidR="004842C0" w:rsidRPr="003F56C6">
        <w:rPr>
          <w:rFonts w:ascii="Verdana" w:hAnsi="Verdana"/>
        </w:rPr>
        <w:t>předpokládá</w:t>
      </w:r>
      <w:r w:rsidRPr="003F56C6">
        <w:rPr>
          <w:rFonts w:ascii="Verdana" w:hAnsi="Verdana"/>
        </w:rPr>
        <w:t xml:space="preserve"> z nové </w:t>
      </w:r>
      <w:r w:rsidR="004842C0" w:rsidRPr="003F56C6">
        <w:rPr>
          <w:rFonts w:ascii="Verdana" w:hAnsi="Verdana"/>
        </w:rPr>
        <w:t>TNS</w:t>
      </w:r>
      <w:r w:rsidR="005C3A2B" w:rsidRPr="003F56C6">
        <w:rPr>
          <w:rFonts w:ascii="Verdana" w:hAnsi="Verdana"/>
        </w:rPr>
        <w:t xml:space="preserve"> </w:t>
      </w:r>
      <w:r w:rsidR="00BA27BB" w:rsidRPr="003F56C6">
        <w:rPr>
          <w:rFonts w:ascii="Verdana" w:hAnsi="Verdana"/>
        </w:rPr>
        <w:t xml:space="preserve">v oblasti </w:t>
      </w:r>
      <w:r w:rsidR="005B205C">
        <w:rPr>
          <w:rFonts w:ascii="Verdana" w:hAnsi="Verdana"/>
        </w:rPr>
        <w:t>Velkého Meziříčí</w:t>
      </w:r>
      <w:r w:rsidRPr="003F56C6">
        <w:rPr>
          <w:rFonts w:ascii="Verdana" w:hAnsi="Verdana"/>
        </w:rPr>
        <w:t xml:space="preserve">, </w:t>
      </w:r>
      <w:r w:rsidR="004842C0" w:rsidRPr="003F56C6">
        <w:rPr>
          <w:rFonts w:ascii="Verdana" w:hAnsi="Verdana"/>
        </w:rPr>
        <w:t>přičemž nalezení vhodné lokality i samotný návrh</w:t>
      </w:r>
      <w:r w:rsidRPr="003F56C6">
        <w:rPr>
          <w:rFonts w:ascii="Verdana" w:hAnsi="Verdana"/>
        </w:rPr>
        <w:t xml:space="preserve"> </w:t>
      </w:r>
      <w:r w:rsidR="004842C0" w:rsidRPr="003F56C6">
        <w:rPr>
          <w:rFonts w:ascii="Verdana" w:hAnsi="Verdana"/>
        </w:rPr>
        <w:t>TNS</w:t>
      </w:r>
      <w:r w:rsidR="00BA27BB" w:rsidRPr="003F56C6">
        <w:rPr>
          <w:rFonts w:ascii="Verdana" w:hAnsi="Verdana"/>
        </w:rPr>
        <w:t xml:space="preserve"> vč. jejího připojení</w:t>
      </w:r>
      <w:r w:rsidR="005B205C">
        <w:rPr>
          <w:rFonts w:ascii="Verdana" w:hAnsi="Verdana"/>
        </w:rPr>
        <w:t xml:space="preserve"> </w:t>
      </w:r>
      <w:r w:rsidR="005B205C" w:rsidRPr="005B205C">
        <w:rPr>
          <w:rFonts w:ascii="Verdana" w:hAnsi="Verdana"/>
          <w:b/>
        </w:rPr>
        <w:t xml:space="preserve">není </w:t>
      </w:r>
      <w:r w:rsidRPr="005B205C">
        <w:rPr>
          <w:rFonts w:ascii="Verdana" w:hAnsi="Verdana"/>
          <w:b/>
        </w:rPr>
        <w:t>součástí D</w:t>
      </w:r>
      <w:r w:rsidR="00542B56" w:rsidRPr="005B205C">
        <w:rPr>
          <w:rFonts w:ascii="Verdana" w:hAnsi="Verdana"/>
          <w:b/>
        </w:rPr>
        <w:t>íla</w:t>
      </w:r>
      <w:r w:rsidRPr="005B205C">
        <w:rPr>
          <w:rFonts w:ascii="Verdana" w:hAnsi="Verdana"/>
          <w:b/>
        </w:rPr>
        <w:t>.</w:t>
      </w:r>
      <w:r w:rsidR="000C1072" w:rsidRPr="005B205C">
        <w:rPr>
          <w:rFonts w:ascii="Verdana" w:hAnsi="Verdana"/>
          <w:b/>
        </w:rPr>
        <w:t xml:space="preserve"> </w:t>
      </w:r>
      <w:r w:rsidR="000C1072" w:rsidRPr="003F56C6">
        <w:rPr>
          <w:rFonts w:ascii="Verdana" w:hAnsi="Verdana"/>
        </w:rPr>
        <w:t>Napájecí systém bude 2x</w:t>
      </w:r>
      <w:r w:rsidR="00BA27BB" w:rsidRPr="003F56C6">
        <w:rPr>
          <w:rFonts w:ascii="Verdana" w:hAnsi="Verdana"/>
        </w:rPr>
        <w:t xml:space="preserve"> </w:t>
      </w:r>
      <w:r w:rsidR="000C1072" w:rsidRPr="003F56C6">
        <w:rPr>
          <w:rFonts w:ascii="Verdana" w:hAnsi="Verdana"/>
        </w:rPr>
        <w:t>25</w:t>
      </w:r>
      <w:r w:rsidR="00661B8F" w:rsidRPr="003F56C6">
        <w:rPr>
          <w:rFonts w:ascii="Verdana" w:hAnsi="Verdana"/>
        </w:rPr>
        <w:t> </w:t>
      </w:r>
      <w:r w:rsidR="000C1072" w:rsidRPr="003F56C6">
        <w:rPr>
          <w:rFonts w:ascii="Verdana" w:hAnsi="Verdana"/>
        </w:rPr>
        <w:t>kV</w:t>
      </w:r>
      <w:r w:rsidR="00661B8F" w:rsidRPr="003F56C6">
        <w:rPr>
          <w:rFonts w:ascii="Verdana" w:hAnsi="Verdana"/>
        </w:rPr>
        <w:t> </w:t>
      </w:r>
      <w:r w:rsidR="000C1072" w:rsidRPr="003F56C6">
        <w:rPr>
          <w:rFonts w:ascii="Verdana" w:hAnsi="Verdana"/>
        </w:rPr>
        <w:t>AC</w:t>
      </w:r>
      <w:r w:rsidR="00661B8F" w:rsidRPr="003F56C6">
        <w:rPr>
          <w:rFonts w:ascii="Verdana" w:hAnsi="Verdana"/>
        </w:rPr>
        <w:t xml:space="preserve"> s </w:t>
      </w:r>
      <w:r w:rsidR="00293276" w:rsidRPr="003F56C6">
        <w:rPr>
          <w:rFonts w:ascii="Verdana" w:hAnsi="Verdana"/>
        </w:rPr>
        <w:t>autotransformátory</w:t>
      </w:r>
      <w:r w:rsidR="000C1072" w:rsidRPr="003F56C6">
        <w:rPr>
          <w:rFonts w:ascii="Verdana" w:hAnsi="Verdana"/>
        </w:rPr>
        <w:t>.</w:t>
      </w:r>
      <w:r w:rsidR="00BD60C1" w:rsidRPr="003F56C6">
        <w:rPr>
          <w:rFonts w:ascii="Verdana" w:hAnsi="Verdana"/>
        </w:rPr>
        <w:t xml:space="preserve"> Nová trak</w:t>
      </w:r>
      <w:r w:rsidR="00293276" w:rsidRPr="003F56C6">
        <w:rPr>
          <w:rFonts w:ascii="Verdana" w:hAnsi="Verdana"/>
        </w:rPr>
        <w:t>ční napájecí stanice bude připo</w:t>
      </w:r>
      <w:r w:rsidR="00F54FDC" w:rsidRPr="003F56C6">
        <w:rPr>
          <w:rFonts w:ascii="Verdana" w:hAnsi="Verdana"/>
        </w:rPr>
        <w:t xml:space="preserve">jena </w:t>
      </w:r>
      <w:r w:rsidR="00BD60C1" w:rsidRPr="003F56C6">
        <w:rPr>
          <w:rFonts w:ascii="Verdana" w:hAnsi="Verdana"/>
        </w:rPr>
        <w:t xml:space="preserve">na síť </w:t>
      </w:r>
      <w:r w:rsidR="00240500" w:rsidRPr="003F56C6">
        <w:rPr>
          <w:rFonts w:ascii="Verdana" w:hAnsi="Verdana"/>
        </w:rPr>
        <w:t>o</w:t>
      </w:r>
      <w:r w:rsidR="00240500">
        <w:rPr>
          <w:rFonts w:ascii="Verdana" w:hAnsi="Verdana"/>
        </w:rPr>
        <w:t> </w:t>
      </w:r>
      <w:r w:rsidR="008C35E5" w:rsidRPr="003F56C6">
        <w:rPr>
          <w:rFonts w:ascii="Verdana" w:hAnsi="Verdana"/>
        </w:rPr>
        <w:t xml:space="preserve">napěťové hladině </w:t>
      </w:r>
      <w:r w:rsidR="00BD60C1" w:rsidRPr="003F56C6">
        <w:rPr>
          <w:rFonts w:ascii="Verdana" w:hAnsi="Verdana"/>
        </w:rPr>
        <w:t>400</w:t>
      </w:r>
      <w:r w:rsidR="00424A4B" w:rsidRPr="003F56C6">
        <w:rPr>
          <w:rFonts w:ascii="Verdana" w:hAnsi="Verdana"/>
        </w:rPr>
        <w:t xml:space="preserve"> </w:t>
      </w:r>
      <w:r w:rsidR="00BD60C1" w:rsidRPr="003F56C6">
        <w:rPr>
          <w:rFonts w:ascii="Verdana" w:hAnsi="Verdana"/>
        </w:rPr>
        <w:t xml:space="preserve">kV. </w:t>
      </w:r>
      <w:r w:rsidRPr="003F56C6">
        <w:rPr>
          <w:rFonts w:ascii="Verdana" w:hAnsi="Verdana"/>
        </w:rPr>
        <w:t>Návrh nových energetických zařízení a silnoproudých rozvodů VRT musí být proveden v souladu s příslušným</w:t>
      </w:r>
      <w:r w:rsidR="00661B8F" w:rsidRPr="003F56C6">
        <w:rPr>
          <w:rFonts w:ascii="Verdana" w:hAnsi="Verdana"/>
        </w:rPr>
        <w:t>i technickými specifikacemi pro </w:t>
      </w:r>
      <w:r w:rsidRPr="003F56C6">
        <w:rPr>
          <w:rFonts w:ascii="Verdana" w:hAnsi="Verdana"/>
        </w:rPr>
        <w:t>interoperabilitu (TSI) subsystému „Energie“ transevropského konvenčního železničního sys</w:t>
      </w:r>
      <w:r w:rsidR="00F54FDC" w:rsidRPr="003F56C6">
        <w:rPr>
          <w:rFonts w:ascii="Verdana" w:hAnsi="Verdana"/>
        </w:rPr>
        <w:t xml:space="preserve">tému </w:t>
      </w:r>
      <w:r w:rsidRPr="003F56C6">
        <w:rPr>
          <w:rFonts w:ascii="Verdana" w:hAnsi="Verdana"/>
        </w:rPr>
        <w:t xml:space="preserve">a </w:t>
      </w:r>
      <w:r w:rsidR="00AD674B" w:rsidRPr="003F56C6">
        <w:rPr>
          <w:rFonts w:ascii="Verdana" w:hAnsi="Verdana"/>
        </w:rPr>
        <w:t>dalšími navazujícími předpisy a </w:t>
      </w:r>
      <w:r w:rsidRPr="003F56C6">
        <w:rPr>
          <w:rFonts w:ascii="Verdana" w:hAnsi="Verdana"/>
        </w:rPr>
        <w:t>normami.</w:t>
      </w:r>
    </w:p>
    <w:p w14:paraId="1B7B50CB" w14:textId="25C1F66A" w:rsidR="005B205C" w:rsidRPr="003F56C6" w:rsidRDefault="005B205C" w:rsidP="003F56C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>Do doby výstavby</w:t>
      </w:r>
      <w:r w:rsidR="006030CA">
        <w:rPr>
          <w:rFonts w:ascii="Verdana" w:hAnsi="Verdana"/>
        </w:rPr>
        <w:t xml:space="preserve"> RS 1</w:t>
      </w:r>
      <w:r>
        <w:rPr>
          <w:rFonts w:ascii="Verdana" w:hAnsi="Verdana"/>
        </w:rPr>
        <w:t xml:space="preserve"> VRT Světlá nad Sázavou</w:t>
      </w:r>
      <w:r w:rsidR="008D5124">
        <w:rPr>
          <w:rFonts w:ascii="Verdana" w:hAnsi="Verdana"/>
        </w:rPr>
        <w:t xml:space="preserve"> – Velká Bíteš</w:t>
      </w:r>
      <w:r>
        <w:rPr>
          <w:rFonts w:ascii="Verdana" w:hAnsi="Verdana"/>
        </w:rPr>
        <w:t xml:space="preserve"> se předpokládá napájení předmětného úseku z TNS Modřice navržené v rámci </w:t>
      </w:r>
      <w:r w:rsidR="006030CA">
        <w:rPr>
          <w:rFonts w:ascii="Verdana" w:hAnsi="Verdana"/>
        </w:rPr>
        <w:t xml:space="preserve">RS 2 </w:t>
      </w:r>
      <w:r>
        <w:rPr>
          <w:rFonts w:ascii="Verdana" w:hAnsi="Verdana"/>
        </w:rPr>
        <w:t>VRT Modřice – Šakvice.</w:t>
      </w:r>
    </w:p>
    <w:p w14:paraId="08DEB609" w14:textId="04398A44" w:rsidR="00BB4825" w:rsidRPr="005B205C" w:rsidRDefault="003B61C5" w:rsidP="005B205C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t>Zabezpečovací zařízení nové trati VRT bude ovládáno dálkově. Pracoviště dálkového řízení bude situováno v </w:t>
      </w:r>
      <w:r w:rsidR="009C7A06">
        <w:rPr>
          <w:rFonts w:ascii="Verdana" w:hAnsi="Verdana"/>
          <w:lang w:eastAsia="cs-CZ"/>
        </w:rPr>
        <w:t>lokalitě</w:t>
      </w:r>
      <w:r w:rsidRPr="00115B1E">
        <w:rPr>
          <w:rFonts w:ascii="Verdana" w:hAnsi="Verdana"/>
          <w:lang w:eastAsia="cs-CZ"/>
        </w:rPr>
        <w:t xml:space="preserve"> </w:t>
      </w:r>
      <w:r w:rsidR="00A96688">
        <w:rPr>
          <w:rFonts w:ascii="Verdana" w:hAnsi="Verdana"/>
        </w:rPr>
        <w:t>C</w:t>
      </w:r>
      <w:r w:rsidRPr="00115B1E">
        <w:rPr>
          <w:rFonts w:ascii="Verdana" w:hAnsi="Verdana"/>
        </w:rPr>
        <w:t xml:space="preserve">entrálního </w:t>
      </w:r>
      <w:r w:rsidRPr="009C2BEF">
        <w:rPr>
          <w:rFonts w:ascii="Verdana" w:hAnsi="Verdana"/>
        </w:rPr>
        <w:t>dispečerského pracoviště</w:t>
      </w:r>
      <w:r w:rsidR="00F33182" w:rsidRPr="009C2BEF">
        <w:rPr>
          <w:rFonts w:ascii="Verdana" w:hAnsi="Verdana"/>
        </w:rPr>
        <w:t xml:space="preserve"> (CDP)</w:t>
      </w:r>
      <w:r w:rsidRPr="009C2BEF">
        <w:rPr>
          <w:rFonts w:ascii="Verdana" w:hAnsi="Verdana"/>
        </w:rPr>
        <w:t xml:space="preserve"> </w:t>
      </w:r>
      <w:r w:rsidR="00BA27BB">
        <w:rPr>
          <w:rFonts w:ascii="Verdana" w:hAnsi="Verdana"/>
        </w:rPr>
        <w:t>Praha</w:t>
      </w:r>
      <w:r w:rsidR="00424A4B" w:rsidRPr="009C2BEF">
        <w:rPr>
          <w:rFonts w:ascii="Verdana" w:hAnsi="Verdana"/>
        </w:rPr>
        <w:t xml:space="preserve">. </w:t>
      </w:r>
      <w:r w:rsidRPr="00115B1E">
        <w:rPr>
          <w:rFonts w:ascii="Verdana" w:hAnsi="Verdana"/>
        </w:rPr>
        <w:t>Zabezpečovací zařízení vysokorychlostních tratí</w:t>
      </w:r>
      <w:r w:rsidR="009C7A06">
        <w:rPr>
          <w:rFonts w:ascii="Verdana" w:hAnsi="Verdana"/>
        </w:rPr>
        <w:t xml:space="preserve"> musí být provedeno v souladu s </w:t>
      </w:r>
      <w:r w:rsidRPr="00115B1E">
        <w:rPr>
          <w:rFonts w:ascii="Verdana" w:hAnsi="Verdana"/>
        </w:rPr>
        <w:t xml:space="preserve">příslušnými technickými specifikacemi pro interoperabilitu (TSI) subsystému </w:t>
      </w:r>
      <w:r w:rsidR="009C7A06">
        <w:rPr>
          <w:rFonts w:ascii="Verdana" w:hAnsi="Verdana"/>
        </w:rPr>
        <w:t>„Řízení a </w:t>
      </w:r>
      <w:r w:rsidRPr="00115B1E">
        <w:rPr>
          <w:rFonts w:ascii="Verdana" w:hAnsi="Verdana"/>
        </w:rPr>
        <w:t xml:space="preserve">zabezpečení“ transevropského konvenčního železničního systému </w:t>
      </w:r>
      <w:r w:rsidRPr="009C2BEF">
        <w:rPr>
          <w:rFonts w:ascii="Verdana" w:hAnsi="Verdana"/>
        </w:rPr>
        <w:t xml:space="preserve">a dalšími </w:t>
      </w:r>
      <w:r w:rsidR="004842C0">
        <w:rPr>
          <w:rFonts w:ascii="Verdana" w:hAnsi="Verdana"/>
        </w:rPr>
        <w:t>navazujícími předpisy a normami</w:t>
      </w:r>
      <w:bookmarkStart w:id="42" w:name="_Toc31718907"/>
      <w:r w:rsidR="00BB4825">
        <w:t>.</w:t>
      </w:r>
    </w:p>
    <w:p w14:paraId="68711962" w14:textId="6C8A20B8" w:rsidR="00435508" w:rsidRDefault="00435508" w:rsidP="007D59E5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N</w:t>
      </w:r>
      <w:r w:rsidRPr="00435508">
        <w:rPr>
          <w:rFonts w:ascii="Verdana" w:hAnsi="Verdana"/>
        </w:rPr>
        <w:t xml:space="preserve">apojení VRT do </w:t>
      </w:r>
      <w:r w:rsidR="005B205C">
        <w:rPr>
          <w:rFonts w:ascii="Verdana" w:hAnsi="Verdana"/>
        </w:rPr>
        <w:t>tratě č. 250</w:t>
      </w:r>
    </w:p>
    <w:p w14:paraId="4898C863" w14:textId="7BEE9600" w:rsidR="00435508" w:rsidRDefault="00435508" w:rsidP="0043550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 w:rsidRPr="00435508">
        <w:rPr>
          <w:rFonts w:ascii="Verdana" w:hAnsi="Verdana"/>
          <w:lang w:eastAsia="cs-CZ"/>
        </w:rPr>
        <w:t xml:space="preserve">Součástí Díla bude návrh </w:t>
      </w:r>
      <w:r>
        <w:rPr>
          <w:rFonts w:ascii="Verdana" w:hAnsi="Verdana"/>
          <w:lang w:eastAsia="cs-CZ"/>
        </w:rPr>
        <w:t xml:space="preserve">dvoukolejného </w:t>
      </w:r>
      <w:r w:rsidRPr="00435508">
        <w:rPr>
          <w:rFonts w:ascii="Verdana" w:hAnsi="Verdana"/>
          <w:lang w:eastAsia="cs-CZ"/>
        </w:rPr>
        <w:t>napojení VRT</w:t>
      </w:r>
      <w:r>
        <w:rPr>
          <w:rFonts w:ascii="Verdana" w:hAnsi="Verdana"/>
          <w:lang w:eastAsia="cs-CZ"/>
        </w:rPr>
        <w:t xml:space="preserve"> (sjezdu</w:t>
      </w:r>
      <w:r w:rsidR="009C7A06">
        <w:rPr>
          <w:rFonts w:ascii="Verdana" w:hAnsi="Verdana"/>
          <w:lang w:eastAsia="cs-CZ"/>
        </w:rPr>
        <w:t xml:space="preserve"> z VRT</w:t>
      </w:r>
      <w:r>
        <w:rPr>
          <w:rFonts w:ascii="Verdana" w:hAnsi="Verdana"/>
          <w:lang w:eastAsia="cs-CZ"/>
        </w:rPr>
        <w:t>)</w:t>
      </w:r>
      <w:r w:rsidRPr="00435508">
        <w:rPr>
          <w:rFonts w:ascii="Verdana" w:hAnsi="Verdana"/>
          <w:lang w:eastAsia="cs-CZ"/>
        </w:rPr>
        <w:t xml:space="preserve"> do </w:t>
      </w:r>
      <w:r w:rsidR="005B205C">
        <w:rPr>
          <w:rFonts w:ascii="Verdana" w:hAnsi="Verdana"/>
          <w:lang w:eastAsia="cs-CZ"/>
        </w:rPr>
        <w:t xml:space="preserve">tratě č. 250 v okolí obce Osová Bítýška </w:t>
      </w:r>
      <w:r w:rsidRPr="00435508">
        <w:rPr>
          <w:rFonts w:ascii="Verdana" w:hAnsi="Verdana"/>
          <w:lang w:eastAsia="cs-CZ"/>
        </w:rPr>
        <w:t xml:space="preserve">dle Studie proveditelnosti </w:t>
      </w:r>
      <w:r w:rsidR="005B205C">
        <w:rPr>
          <w:rFonts w:ascii="Verdana" w:hAnsi="Verdana"/>
          <w:lang w:eastAsia="cs-CZ"/>
        </w:rPr>
        <w:t>ve variantě VB-V4</w:t>
      </w:r>
      <w:r>
        <w:rPr>
          <w:rFonts w:ascii="Verdana" w:hAnsi="Verdana"/>
          <w:lang w:eastAsia="cs-CZ"/>
        </w:rPr>
        <w:t xml:space="preserve"> vč. nezbytných úprav v</w:t>
      </w:r>
      <w:r w:rsidR="00047AD9">
        <w:rPr>
          <w:rFonts w:ascii="Verdana" w:hAnsi="Verdana"/>
          <w:lang w:eastAsia="cs-CZ"/>
        </w:rPr>
        <w:t> </w:t>
      </w:r>
      <w:r w:rsidRPr="00435508">
        <w:rPr>
          <w:rFonts w:ascii="Verdana" w:hAnsi="Verdana"/>
          <w:lang w:eastAsia="cs-CZ"/>
        </w:rPr>
        <w:t>dotčených traťových úsecích ve všech subsystémech.</w:t>
      </w:r>
    </w:p>
    <w:p w14:paraId="688F7FE7" w14:textId="52AC4F4E" w:rsidR="00435508" w:rsidRDefault="00435508" w:rsidP="0043550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>
        <w:rPr>
          <w:rFonts w:ascii="Verdana" w:hAnsi="Verdana"/>
          <w:lang w:eastAsia="cs-CZ"/>
        </w:rPr>
        <w:t>Technické řešení sjezdu bude optimalizováno za účelem minimalizace dopadu VRT</w:t>
      </w:r>
      <w:r w:rsidR="002136C3">
        <w:rPr>
          <w:rFonts w:ascii="Verdana" w:hAnsi="Verdana"/>
          <w:lang w:eastAsia="cs-CZ"/>
        </w:rPr>
        <w:t xml:space="preserve"> </w:t>
      </w:r>
      <w:r w:rsidR="00047AD9">
        <w:rPr>
          <w:rFonts w:ascii="Verdana" w:hAnsi="Verdana"/>
          <w:lang w:eastAsia="cs-CZ"/>
        </w:rPr>
        <w:t xml:space="preserve">a sjezdu </w:t>
      </w:r>
      <w:r w:rsidR="002136C3">
        <w:rPr>
          <w:rFonts w:ascii="Verdana" w:hAnsi="Verdana"/>
          <w:lang w:eastAsia="cs-CZ"/>
        </w:rPr>
        <w:t>na </w:t>
      </w:r>
      <w:r w:rsidR="005B205C">
        <w:rPr>
          <w:rFonts w:ascii="Verdana" w:hAnsi="Verdana"/>
          <w:lang w:eastAsia="cs-CZ"/>
        </w:rPr>
        <w:t>krajinný ráz.</w:t>
      </w:r>
    </w:p>
    <w:p w14:paraId="791A0B06" w14:textId="6121B4F3" w:rsidR="00584B78" w:rsidRPr="00584B78" w:rsidRDefault="007A0C7D" w:rsidP="00584B7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>
        <w:rPr>
          <w:rFonts w:ascii="Verdana" w:hAnsi="Verdana"/>
          <w:lang w:eastAsia="cs-CZ"/>
        </w:rPr>
        <w:t xml:space="preserve">Součástí Díla bude </w:t>
      </w:r>
      <w:r w:rsidR="001E092F">
        <w:rPr>
          <w:rFonts w:ascii="Verdana" w:hAnsi="Verdana"/>
          <w:lang w:eastAsia="cs-CZ"/>
        </w:rPr>
        <w:t>návrh přestavby</w:t>
      </w:r>
      <w:r w:rsidR="008D5124">
        <w:rPr>
          <w:rFonts w:ascii="Verdana" w:hAnsi="Verdana"/>
          <w:lang w:eastAsia="cs-CZ"/>
        </w:rPr>
        <w:t xml:space="preserve"> zastávky Osová Bítýška v souladu s požadavky TSI. </w:t>
      </w:r>
      <w:r w:rsidR="005B205C">
        <w:rPr>
          <w:rFonts w:ascii="Verdana" w:hAnsi="Verdana"/>
          <w:lang w:eastAsia="cs-CZ"/>
        </w:rPr>
        <w:t xml:space="preserve">Návrh bude obsahovat </w:t>
      </w:r>
      <w:r w:rsidR="008D5124">
        <w:rPr>
          <w:rFonts w:ascii="Verdana" w:hAnsi="Verdana"/>
          <w:lang w:eastAsia="cs-CZ"/>
        </w:rPr>
        <w:t xml:space="preserve">také </w:t>
      </w:r>
      <w:r w:rsidR="005B205C">
        <w:rPr>
          <w:rFonts w:ascii="Verdana" w:hAnsi="Verdana"/>
          <w:lang w:eastAsia="cs-CZ"/>
        </w:rPr>
        <w:t>zázemí u zastávky Osová Bítýška pro využití zastávk</w:t>
      </w:r>
      <w:r w:rsidR="008D5124">
        <w:rPr>
          <w:rFonts w:ascii="Verdana" w:hAnsi="Verdana"/>
          <w:lang w:eastAsia="cs-CZ"/>
        </w:rPr>
        <w:t>y</w:t>
      </w:r>
      <w:r w:rsidR="005B205C">
        <w:rPr>
          <w:rFonts w:ascii="Verdana" w:hAnsi="Verdana"/>
          <w:lang w:eastAsia="cs-CZ"/>
        </w:rPr>
        <w:t xml:space="preserve"> jako P</w:t>
      </w:r>
      <w:r w:rsidR="00E57787">
        <w:rPr>
          <w:rFonts w:ascii="Verdana" w:hAnsi="Verdana"/>
          <w:lang w:eastAsia="cs-CZ"/>
        </w:rPr>
        <w:t>+</w:t>
      </w:r>
      <w:r w:rsidR="005B205C">
        <w:rPr>
          <w:rFonts w:ascii="Verdana" w:hAnsi="Verdana"/>
          <w:lang w:eastAsia="cs-CZ"/>
        </w:rPr>
        <w:t>R</w:t>
      </w:r>
      <w:r w:rsidR="008D5124">
        <w:rPr>
          <w:rFonts w:ascii="Verdana" w:hAnsi="Verdana"/>
          <w:lang w:eastAsia="cs-CZ"/>
        </w:rPr>
        <w:t xml:space="preserve"> (parkoviště, příp. parkovací dům)</w:t>
      </w:r>
      <w:r w:rsidR="00E83078">
        <w:rPr>
          <w:rFonts w:ascii="Verdana" w:hAnsi="Verdana"/>
          <w:lang w:eastAsia="cs-CZ"/>
        </w:rPr>
        <w:t xml:space="preserve">. Předpokládaný počet parkovacích míst je </w:t>
      </w:r>
      <w:r w:rsidR="001E092F">
        <w:rPr>
          <w:rFonts w:ascii="Verdana" w:hAnsi="Verdana"/>
          <w:lang w:eastAsia="cs-CZ"/>
        </w:rPr>
        <w:t>3</w:t>
      </w:r>
      <w:r w:rsidR="008D5124">
        <w:rPr>
          <w:rFonts w:ascii="Verdana" w:hAnsi="Verdana"/>
          <w:lang w:eastAsia="cs-CZ"/>
        </w:rPr>
        <w:t>00</w:t>
      </w:r>
      <w:r w:rsidR="00E83078">
        <w:rPr>
          <w:rFonts w:ascii="Verdana" w:hAnsi="Verdana"/>
          <w:lang w:eastAsia="cs-CZ"/>
        </w:rPr>
        <w:t>. Součástí návrhu bude bezpečný přístup pro pěší od zastavěného území obce s krátkou docházkovou vzdáleností (např. podchod pod silnicí I/37).</w:t>
      </w:r>
      <w:r w:rsidR="00584B78" w:rsidRPr="00584B78">
        <w:rPr>
          <w:rFonts w:ascii="Verdana" w:hAnsi="Verdana"/>
          <w:lang w:eastAsia="cs-CZ"/>
        </w:rPr>
        <w:t xml:space="preserve"> </w:t>
      </w:r>
    </w:p>
    <w:p w14:paraId="1F680929" w14:textId="2768C299" w:rsidR="00E83078" w:rsidRDefault="001E092F" w:rsidP="0043550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>
        <w:rPr>
          <w:rFonts w:ascii="Verdana" w:hAnsi="Verdana"/>
          <w:lang w:eastAsia="cs-CZ"/>
        </w:rPr>
        <w:t>Součástí Díla bude návrh výstavby zastávky Velká Bíteš. Návrh bude obsahovat také zázemí u zastávky Velká Bíteš pro využití zastávky jako P</w:t>
      </w:r>
      <w:r w:rsidR="00E57787">
        <w:rPr>
          <w:rFonts w:ascii="Verdana" w:hAnsi="Verdana"/>
          <w:lang w:eastAsia="cs-CZ"/>
        </w:rPr>
        <w:t>+</w:t>
      </w:r>
      <w:r>
        <w:rPr>
          <w:rFonts w:ascii="Verdana" w:hAnsi="Verdana"/>
          <w:lang w:eastAsia="cs-CZ"/>
        </w:rPr>
        <w:t xml:space="preserve">R (parkoviště, příp. parkovací dům). Předpokládaný počet parkovacích míst je 300. Součástí návrhu bude také zřízení terminálu pro autobusovou dopravu (příp. autobusová </w:t>
      </w:r>
      <w:r w:rsidR="00E57787">
        <w:rPr>
          <w:rFonts w:ascii="Verdana" w:hAnsi="Verdana"/>
          <w:lang w:eastAsia="cs-CZ"/>
        </w:rPr>
        <w:t xml:space="preserve">stání </w:t>
      </w:r>
      <w:r>
        <w:rPr>
          <w:rFonts w:ascii="Verdana" w:hAnsi="Verdana"/>
          <w:lang w:eastAsia="cs-CZ"/>
        </w:rPr>
        <w:t>v návaznosti na vedení silnice I/37). Konfigurace terminálu (stání) bude navržena ve spolupráci s objednatelem regionální dopravy.</w:t>
      </w:r>
    </w:p>
    <w:p w14:paraId="02C92629" w14:textId="14DCC2A1" w:rsidR="00584B78" w:rsidRDefault="00F9726A" w:rsidP="00435508">
      <w:pPr>
        <w:pStyle w:val="Text2-1"/>
        <w:tabs>
          <w:tab w:val="clear" w:pos="1305"/>
        </w:tabs>
        <w:ind w:left="709" w:hanging="709"/>
        <w:rPr>
          <w:rFonts w:ascii="Verdana" w:hAnsi="Verdana"/>
          <w:lang w:eastAsia="cs-CZ"/>
        </w:rPr>
      </w:pPr>
      <w:r>
        <w:rPr>
          <w:rFonts w:ascii="Verdana" w:hAnsi="Verdana"/>
          <w:lang w:eastAsia="cs-CZ"/>
        </w:rPr>
        <w:t>U obou zastávek budou předmětem architektonického a urbanistického návrhu minimálně p</w:t>
      </w:r>
      <w:r w:rsidR="00584B78">
        <w:rPr>
          <w:rFonts w:ascii="Verdana" w:hAnsi="Verdana"/>
          <w:lang w:eastAsia="cs-CZ"/>
        </w:rPr>
        <w:t xml:space="preserve">ozemní objekty, </w:t>
      </w:r>
      <w:r>
        <w:rPr>
          <w:rFonts w:ascii="Verdana" w:hAnsi="Verdana"/>
          <w:lang w:eastAsia="cs-CZ"/>
        </w:rPr>
        <w:t xml:space="preserve">přístřešky, </w:t>
      </w:r>
      <w:r w:rsidR="00584B78">
        <w:rPr>
          <w:rFonts w:ascii="Verdana" w:hAnsi="Verdana"/>
          <w:lang w:eastAsia="cs-CZ"/>
        </w:rPr>
        <w:t>konfigurace ploch a přístupů, dopravní návaznost na okolí a n</w:t>
      </w:r>
      <w:r>
        <w:rPr>
          <w:rFonts w:ascii="Verdana" w:hAnsi="Verdana"/>
          <w:lang w:eastAsia="cs-CZ"/>
        </w:rPr>
        <w:t xml:space="preserve">ávaznost na okolní krajinu </w:t>
      </w:r>
    </w:p>
    <w:bookmarkEnd w:id="42"/>
    <w:p w14:paraId="011E5C38" w14:textId="23412455" w:rsidR="00A92B67" w:rsidRPr="009C2BEF" w:rsidRDefault="00E83078" w:rsidP="007D59E5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Napojení VRT do uzlu Brno</w:t>
      </w:r>
    </w:p>
    <w:p w14:paraId="53308C69" w14:textId="7BBFC62B" w:rsidR="000C5CF3" w:rsidRDefault="007A0C7D" w:rsidP="007A0C7D">
      <w:pPr>
        <w:pStyle w:val="Text2-1"/>
        <w:tabs>
          <w:tab w:val="clear" w:pos="1305"/>
        </w:tabs>
        <w:ind w:left="709" w:hanging="709"/>
      </w:pPr>
      <w:r>
        <w:t>N</w:t>
      </w:r>
      <w:r w:rsidR="000C5CF3">
        <w:t xml:space="preserve">apojení bude </w:t>
      </w:r>
      <w:r>
        <w:t xml:space="preserve">provedeno jako dočasné a umožní jízdu vlaků z/na VRT do/z uzlu Brno po stávající infrastruktuře. </w:t>
      </w:r>
    </w:p>
    <w:p w14:paraId="5144660A" w14:textId="6A1994C1" w:rsidR="00B11EB1" w:rsidRDefault="00B11EB1" w:rsidP="000C5CF3">
      <w:pPr>
        <w:pStyle w:val="Text2-1"/>
        <w:tabs>
          <w:tab w:val="clear" w:pos="1305"/>
        </w:tabs>
        <w:ind w:left="709" w:hanging="709"/>
      </w:pPr>
      <w:r>
        <w:t xml:space="preserve">Technické řešení bude </w:t>
      </w:r>
      <w:r w:rsidR="007A0C7D">
        <w:t xml:space="preserve">v maximální míře </w:t>
      </w:r>
      <w:r>
        <w:t xml:space="preserve">odpovídat cílovému stavu a </w:t>
      </w:r>
      <w:r w:rsidR="007A0C7D">
        <w:t>umožní výstavbu navazujícího úseku ve směru do uzlu Brno bez nutnosti dlouhodobého přerušení provozu na VRT.</w:t>
      </w:r>
    </w:p>
    <w:p w14:paraId="726C9ACF" w14:textId="00D079B0" w:rsidR="007A0C7D" w:rsidRDefault="007A0C7D" w:rsidP="000C5CF3">
      <w:pPr>
        <w:pStyle w:val="Text2-1"/>
        <w:tabs>
          <w:tab w:val="clear" w:pos="1305"/>
        </w:tabs>
        <w:ind w:left="709" w:hanging="709"/>
      </w:pPr>
      <w:r>
        <w:rPr>
          <w:rFonts w:ascii="Verdana" w:hAnsi="Verdana"/>
        </w:rPr>
        <w:t>Pro stav nedokončených staveb ve směru do uzlu Brno bude navrženo dočasné přívodní vedení 25 kV mezi TNS Modřice a předmětným úsekem VRT.</w:t>
      </w:r>
    </w:p>
    <w:p w14:paraId="6F4C91B5" w14:textId="4A7E4CA5" w:rsidR="005C3A2B" w:rsidRPr="009C2BEF" w:rsidRDefault="00E83078" w:rsidP="009C2BEF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Koordinace se silniční sítí v okolí Velké Bíteše</w:t>
      </w:r>
    </w:p>
    <w:p w14:paraId="2D32AB10" w14:textId="5E917367" w:rsidR="001F461A" w:rsidRPr="001F461A" w:rsidRDefault="001F461A" w:rsidP="00570416">
      <w:pPr>
        <w:pStyle w:val="Text2-1"/>
        <w:tabs>
          <w:tab w:val="clear" w:pos="1305"/>
        </w:tabs>
        <w:ind w:left="709" w:hanging="709"/>
        <w:rPr>
          <w:rStyle w:val="Text2-1Char"/>
        </w:rPr>
      </w:pPr>
      <w:r>
        <w:rPr>
          <w:rStyle w:val="Text2-1Char"/>
          <w:rFonts w:ascii="Verdana" w:hAnsi="Verdana"/>
        </w:rPr>
        <w:t>Zpracováno bude studijní prověření trasy obchvatu Velké Bíteše silnice I/37 v návaznosti na již vybudovanou severozápadní část a v návaznosti na navrhované propojení mezi VRT a tratí č. 250 (dle KJŘ). Návrh bude obsahovat vedení obchvatu od uzlu I/37 se spojovací tratí po křížení uvažovaného obchvatu se silnicí I/37 v místí části Janovice.</w:t>
      </w:r>
    </w:p>
    <w:p w14:paraId="13CAC5DC" w14:textId="08D97692" w:rsidR="00E83078" w:rsidRDefault="001F461A" w:rsidP="001F461A">
      <w:pPr>
        <w:pStyle w:val="Text2-1"/>
        <w:tabs>
          <w:tab w:val="clear" w:pos="1305"/>
        </w:tabs>
        <w:ind w:left="709" w:hanging="709"/>
      </w:pPr>
      <w:r>
        <w:t xml:space="preserve">V návaznosti na prověření bude stanovena část, kterou je </w:t>
      </w:r>
      <w:r>
        <w:rPr>
          <w:rStyle w:val="Text2-1Char"/>
          <w:rFonts w:ascii="Verdana" w:hAnsi="Verdana"/>
        </w:rPr>
        <w:t xml:space="preserve">nutné v cílové podobě realizovat v časové koordinaci se stavbou VRT nebo dokonce v rámci stavby VRT. </w:t>
      </w:r>
      <w:r>
        <w:t xml:space="preserve"> </w:t>
      </w:r>
      <w:r w:rsidR="00E83078">
        <w:t>Předpokládá se v rámci DÚR realizace úseku od I/37 po II/601.</w:t>
      </w:r>
    </w:p>
    <w:p w14:paraId="5A6FE453" w14:textId="6F356A6A" w:rsidR="001F461A" w:rsidRPr="001F461A" w:rsidRDefault="001F461A" w:rsidP="001F461A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>
        <w:rPr>
          <w:rStyle w:val="Text2-1Char"/>
          <w:rFonts w:ascii="Verdana" w:hAnsi="Verdana"/>
        </w:rPr>
        <w:t>Návrh musí zajistit nejen koordinaci přeložky I/37 pro potřeby tranzitní dopravy, ale musí také zajistit přivedení individuální dopravy z regionu k P</w:t>
      </w:r>
      <w:r w:rsidR="00E57787">
        <w:rPr>
          <w:rStyle w:val="Text2-1Char"/>
          <w:rFonts w:ascii="Verdana" w:hAnsi="Verdana"/>
        </w:rPr>
        <w:t>+</w:t>
      </w:r>
      <w:r>
        <w:rPr>
          <w:rStyle w:val="Text2-1Char"/>
          <w:rFonts w:ascii="Verdana" w:hAnsi="Verdana"/>
        </w:rPr>
        <w:t>R u zastávky Velká Bíteš bez zatížení centra města.</w:t>
      </w:r>
    </w:p>
    <w:p w14:paraId="39AD18A9" w14:textId="53AD36FD" w:rsidR="00B11EB1" w:rsidRPr="009C2BEF" w:rsidRDefault="00B11EB1" w:rsidP="00B11EB1">
      <w:pPr>
        <w:pStyle w:val="Nadpisbezsl1-2"/>
        <w:rPr>
          <w:rFonts w:ascii="Verdana" w:hAnsi="Verdana"/>
        </w:rPr>
      </w:pPr>
      <w:r>
        <w:rPr>
          <w:rFonts w:ascii="Verdana" w:hAnsi="Verdana"/>
        </w:rPr>
        <w:t>Koordinace se silniční sítí v okolí Ostopovic a Troubska</w:t>
      </w:r>
    </w:p>
    <w:p w14:paraId="47BB308E" w14:textId="1877FE0D" w:rsidR="00B11EB1" w:rsidRDefault="00CB6EB4" w:rsidP="00E57787">
      <w:pPr>
        <w:pStyle w:val="Text2-1"/>
        <w:tabs>
          <w:tab w:val="clear" w:pos="1305"/>
        </w:tabs>
        <w:ind w:left="709" w:hanging="709"/>
      </w:pPr>
      <w:r>
        <w:t>Technický návrh musí být koordinován s</w:t>
      </w:r>
      <w:r w:rsidR="00F9726A">
        <w:t>e záměry silničních staveb, viz</w:t>
      </w:r>
      <w:r w:rsidR="00867129">
        <w:t xml:space="preserve"> </w:t>
      </w:r>
      <w:r>
        <w:t>kapitola 3</w:t>
      </w:r>
      <w:r w:rsidR="00E57787">
        <w:t xml:space="preserve"> těchto ZTP</w:t>
      </w:r>
      <w:r>
        <w:t xml:space="preserve">. Předpokládá se, že stavba </w:t>
      </w:r>
      <w:r w:rsidR="002F7647">
        <w:t>„I/43 4301 Troubsko – Kuřim“ bude probíhat po realizace předmětné stavby. Bude prověřeno, zda je možné opačné pořadí staveb, případně za jakých podmínek.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43" w:name="_Toc26966140"/>
      <w:bookmarkStart w:id="44" w:name="_Toc90041736"/>
      <w:r w:rsidRPr="00115B1E">
        <w:rPr>
          <w:rFonts w:ascii="Verdana" w:hAnsi="Verdana"/>
        </w:rPr>
        <w:t>SPECIFICKÉ POŽADAVKY</w:t>
      </w:r>
      <w:bookmarkEnd w:id="43"/>
      <w:bookmarkEnd w:id="44"/>
    </w:p>
    <w:p w14:paraId="68553D4B" w14:textId="14FBE046" w:rsidR="00527705" w:rsidRPr="00527705" w:rsidRDefault="00527705" w:rsidP="00527705">
      <w:pPr>
        <w:pStyle w:val="Nadpis2-2"/>
      </w:pPr>
      <w:bookmarkStart w:id="45" w:name="_Toc90041737"/>
      <w:r>
        <w:t>Další požadavky na zpracování Díla</w:t>
      </w:r>
      <w:bookmarkEnd w:id="45"/>
    </w:p>
    <w:p w14:paraId="6D838120" w14:textId="7E5C8F93" w:rsidR="00F01FF8" w:rsidRPr="00570416" w:rsidRDefault="00F01FF8" w:rsidP="00570416">
      <w:pPr>
        <w:pStyle w:val="Text2-1"/>
        <w:tabs>
          <w:tab w:val="clear" w:pos="1305"/>
        </w:tabs>
        <w:ind w:left="709" w:hanging="709"/>
      </w:pPr>
      <w:r w:rsidRPr="00570416">
        <w:t>Součástí Díla jsou prověření variantních technických řešení pro účely projednání Díla nebo aktualizace technického řešení v případě nově zjištěných skutečnosti přímo souvisejících s výstavbou a provozem VRT a negativními vlivy na okolí.</w:t>
      </w:r>
    </w:p>
    <w:p w14:paraId="2EAB04F0" w14:textId="44282A0C" w:rsidR="004A161C" w:rsidRPr="001C12C3" w:rsidRDefault="004A161C" w:rsidP="00570416">
      <w:pPr>
        <w:pStyle w:val="Text2-1"/>
        <w:tabs>
          <w:tab w:val="clear" w:pos="1305"/>
        </w:tabs>
        <w:ind w:left="709" w:hanging="709"/>
      </w:pPr>
      <w:r w:rsidRPr="00570416">
        <w:t>Součástí Díla bude zapracování požadavků třetích stran, zejména dotčené veřejno</w:t>
      </w:r>
      <w:r w:rsidR="006C0037" w:rsidRPr="00570416">
        <w:t>sti a </w:t>
      </w:r>
      <w:r w:rsidRPr="00570416">
        <w:t>samosprávy, přímo souvisejících s</w:t>
      </w:r>
      <w:r w:rsidR="004D10EF">
        <w:t xml:space="preserve"> přípravou, </w:t>
      </w:r>
      <w:r w:rsidRPr="00570416">
        <w:t>výstavbou a prov</w:t>
      </w:r>
      <w:r w:rsidR="006C0037" w:rsidRPr="00570416">
        <w:t xml:space="preserve">ozem VRT a negativními </w:t>
      </w:r>
      <w:r w:rsidR="006C0037" w:rsidRPr="001C12C3">
        <w:t>vlivy na </w:t>
      </w:r>
      <w:r w:rsidRPr="001C12C3">
        <w:t>okolí, a to po schválení Objednatelem.</w:t>
      </w:r>
    </w:p>
    <w:p w14:paraId="4FAB69EE" w14:textId="03F111FD" w:rsidR="00E14D13" w:rsidRPr="00AF4784" w:rsidRDefault="00E14D13" w:rsidP="00570416">
      <w:pPr>
        <w:pStyle w:val="Text2-1"/>
        <w:tabs>
          <w:tab w:val="clear" w:pos="1305"/>
        </w:tabs>
        <w:ind w:left="709" w:hanging="709"/>
      </w:pPr>
      <w:r w:rsidRPr="007B5B7B">
        <w:t>Součástí Díla bude zpracování stavební akce</w:t>
      </w:r>
      <w:r w:rsidR="005C6366" w:rsidRPr="007B5B7B">
        <w:t xml:space="preserve"> (dokumentace stavby ve stupni DÚR) v </w:t>
      </w:r>
      <w:r w:rsidRPr="007B5B7B">
        <w:t xml:space="preserve">režimu BIM. Technické požadavky na </w:t>
      </w:r>
      <w:r w:rsidR="005C6366" w:rsidRPr="007B5B7B">
        <w:t>dokumentaci</w:t>
      </w:r>
      <w:r w:rsidRPr="007B5B7B">
        <w:t xml:space="preserve"> v</w:t>
      </w:r>
      <w:r w:rsidR="005C6366" w:rsidRPr="007B5B7B">
        <w:t> </w:t>
      </w:r>
      <w:r w:rsidRPr="007B5B7B">
        <w:t xml:space="preserve">tomto režimu </w:t>
      </w:r>
      <w:r w:rsidR="007B5B7B" w:rsidRPr="007B5B7B">
        <w:t xml:space="preserve">jsou upraveny </w:t>
      </w:r>
      <w:r w:rsidR="00E57787">
        <w:t>v Příloze č. 12 SoD</w:t>
      </w:r>
      <w:r w:rsidRPr="00AF4784">
        <w:t>.</w:t>
      </w:r>
    </w:p>
    <w:p w14:paraId="2563C8E3" w14:textId="1CFB29B4" w:rsidR="0017740E" w:rsidRDefault="00F82126" w:rsidP="00570416">
      <w:pPr>
        <w:pStyle w:val="Text2-1"/>
        <w:tabs>
          <w:tab w:val="clear" w:pos="1305"/>
        </w:tabs>
        <w:ind w:left="709" w:hanging="709"/>
      </w:pPr>
      <w:r w:rsidRPr="00570416">
        <w:t>Dílo bude vypracováno v českém jazyce</w:t>
      </w:r>
      <w:r w:rsidR="003E4D69" w:rsidRPr="00570416">
        <w:t>.</w:t>
      </w:r>
    </w:p>
    <w:p w14:paraId="3F6BB7BF" w14:textId="5214CE9F" w:rsidR="006C1C0B" w:rsidRDefault="006C1C0B" w:rsidP="006C1C0B">
      <w:pPr>
        <w:pStyle w:val="Text2-1"/>
        <w:tabs>
          <w:tab w:val="clear" w:pos="1305"/>
        </w:tabs>
        <w:ind w:left="709" w:hanging="709"/>
      </w:pPr>
      <w:r>
        <w:t xml:space="preserve">Zhotovitel zajistí spolupráci notifikované osoby (NoBo) na </w:t>
      </w:r>
      <w:r w:rsidR="004A06B6">
        <w:t>D</w:t>
      </w:r>
      <w:r>
        <w:t>íle a zajistí posouzení v rozsahu odpovídajícím podrobnosti dokumentace.</w:t>
      </w:r>
    </w:p>
    <w:p w14:paraId="6F0EDF46" w14:textId="6D1AFF86" w:rsidR="0013374F" w:rsidRPr="002A6821" w:rsidRDefault="0013374F" w:rsidP="0013374F">
      <w:pPr>
        <w:pStyle w:val="Text2-1"/>
        <w:ind w:left="709" w:hanging="709"/>
      </w:pPr>
      <w:r w:rsidRPr="002A6821">
        <w:t xml:space="preserve">Výluky pro provedení inženýrskogeologického průzkumu je nutné nárokovat dle pravidel pro plánování výlukové činnosti na tratích provozovaných SŽ nejméně 5 měsíců před měsícem, </w:t>
      </w:r>
      <w:r>
        <w:t>v němž jsou průzkumy požadovány.</w:t>
      </w:r>
    </w:p>
    <w:p w14:paraId="289861D7" w14:textId="7373DBDB" w:rsidR="0013374F" w:rsidRDefault="0013374F" w:rsidP="0013374F">
      <w:pPr>
        <w:pStyle w:val="Text2-1"/>
        <w:ind w:left="709" w:hanging="709"/>
      </w:pPr>
      <w:r>
        <w:t xml:space="preserve">Prezentace s 3D animací je určena pro seznamování veřejnosti se záměrem. </w:t>
      </w:r>
      <w:r w:rsidRPr="00A75AB4">
        <w:t>Videokompozice bude použita pro urychlení přípravy, projednání projektu ve stupni územního řízení, pro prezentaci stavby veřejnosti, městským částem a obcím v okolí připravované stavby. V budoucnu bude prezentace použita pro veřej</w:t>
      </w:r>
      <w:r>
        <w:t>né projednání stavebního řízení.</w:t>
      </w:r>
    </w:p>
    <w:p w14:paraId="78EE2DAC" w14:textId="00054B7C" w:rsidR="0013374F" w:rsidRDefault="0013374F" w:rsidP="0013374F">
      <w:pPr>
        <w:pStyle w:val="Text2-1"/>
        <w:ind w:left="709" w:hanging="709"/>
      </w:pPr>
      <w:r>
        <w:t xml:space="preserve">Harmonogram </w:t>
      </w:r>
      <w:r w:rsidR="004A06B6">
        <w:t>D</w:t>
      </w:r>
      <w:r>
        <w:t>íla bude minimálně jednou měsíčně aktualizován vč. vyznačení plnění jednotlivých kroků a odůvodnění případných změn termínů.</w:t>
      </w:r>
    </w:p>
    <w:p w14:paraId="645B2501" w14:textId="36386C42" w:rsidR="0013374F" w:rsidRPr="00A75AB4" w:rsidRDefault="0013374F" w:rsidP="0013374F">
      <w:pPr>
        <w:pStyle w:val="Text2-1"/>
        <w:ind w:left="709" w:hanging="709"/>
      </w:pPr>
      <w:r>
        <w:t xml:space="preserve">Do 30 dnů od nabytí účinnosti smlouvy bude vypracován a odsouhlasen podrobný harmonogram (dále jen </w:t>
      </w:r>
      <w:r w:rsidR="007B5B7B">
        <w:t>„</w:t>
      </w:r>
      <w:r w:rsidRPr="00AF4784">
        <w:rPr>
          <w:b/>
        </w:rPr>
        <w:t>HMG</w:t>
      </w:r>
      <w:r w:rsidR="007B5B7B">
        <w:t>“</w:t>
      </w:r>
      <w:r>
        <w:t>), který zobrazí plán pořizování dílčích průzkumů, jejich zpracování a předání objednateli.</w:t>
      </w:r>
    </w:p>
    <w:p w14:paraId="17A78B94" w14:textId="77777777" w:rsidR="0013374F" w:rsidRDefault="0013374F" w:rsidP="0013374F">
      <w:pPr>
        <w:pStyle w:val="Text2-1"/>
        <w:ind w:left="709" w:hanging="709"/>
      </w:pPr>
      <w:r>
        <w:t>Přírodovědný průzkum</w:t>
      </w:r>
    </w:p>
    <w:p w14:paraId="11A27C0B" w14:textId="50551863" w:rsidR="0013374F" w:rsidRDefault="0013374F" w:rsidP="0013374F">
      <w:pPr>
        <w:pStyle w:val="Text2-1"/>
        <w:numPr>
          <w:ilvl w:val="0"/>
          <w:numId w:val="0"/>
        </w:numPr>
        <w:tabs>
          <w:tab w:val="num" w:pos="1305"/>
        </w:tabs>
        <w:ind w:left="710"/>
      </w:pPr>
      <w:bookmarkStart w:id="46" w:name="_Hlk74568418"/>
      <w:r>
        <w:t>Jednotlivými částmi Díla jsou – Archivní rešerše, Sezónní průzkum jarní, Sezónní průzkum letní a podzimní, Sezónní průzkum zimní, Migrační studie, Hodnocení vlivu závažného zásahu na zájmy ochrany přírody a krajiny (tzv. biologické hodnocení) ve smyslu</w:t>
      </w:r>
      <w:bookmarkEnd w:id="46"/>
      <w:r>
        <w:t xml:space="preserve"> </w:t>
      </w:r>
      <w:r w:rsidRPr="00877D18">
        <w:t>§ 7 vyhlášky č. 142/2018 Sb.</w:t>
      </w:r>
      <w:r w:rsidR="00631F6A">
        <w:t>,</w:t>
      </w:r>
      <w:r w:rsidR="00491001" w:rsidRPr="00491001">
        <w:t xml:space="preserve"> o náležitostech posouzení vlivu záměru a koncepce na evropsky významné lokality a ptačí oblasti a o náležitostech hodnocení vlivu závažného zásahu na zájmy ochrany přírody a krajiny, ve znění pozdějších předpisů</w:t>
      </w:r>
      <w:r>
        <w:t xml:space="preserve"> a vypracování závěrečné zprávy, v tomto rozsahu:</w:t>
      </w:r>
    </w:p>
    <w:p w14:paraId="217D6C38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Archivní a rešeršní práce (NDOP, archivní průzkumy, archivní migrační data, apod.);</w:t>
      </w:r>
    </w:p>
    <w:p w14:paraId="63AD58FD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Botanické průzkumy (bezcévné a cévnaté rostliny a vegetace) v jarním, letním a podzimním aspektu;</w:t>
      </w:r>
    </w:p>
    <w:p w14:paraId="0C3BC80A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Zoologické průzkumy (obratlovci, bezobratlí) v jarním, letním, podzimním a zimním aspektu;</w:t>
      </w:r>
    </w:p>
    <w:p w14:paraId="6C75F136" w14:textId="77777777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Migrační studie na základě vlastních a archivních dat;</w:t>
      </w:r>
    </w:p>
    <w:p w14:paraId="03B38CB2" w14:textId="39F1631A" w:rsidR="0013374F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 xml:space="preserve">Hodnocení vlivu závažného zásahu na zájmy ochrany </w:t>
      </w:r>
      <w:r w:rsidRPr="00FC5FA7">
        <w:t>přírody a</w:t>
      </w:r>
      <w:r>
        <w:t> </w:t>
      </w:r>
      <w:r w:rsidRPr="00FC5FA7">
        <w:t>krajiny (tzv. biologické hodnocení) ve smyslu § 7 vyhlášky č.</w:t>
      </w:r>
      <w:r>
        <w:t> </w:t>
      </w:r>
      <w:r w:rsidRPr="00FC5FA7">
        <w:t>142/2018 Sb.</w:t>
      </w:r>
      <w:r w:rsidR="00631F6A">
        <w:t>,</w:t>
      </w:r>
      <w:r w:rsidR="00491001" w:rsidRPr="00491001">
        <w:t xml:space="preserve"> o náležitostech posouzení vlivu záměru a koncepce na evropsky významné lokality a ptačí oblasti a o náležitostech hodnocení vlivu závažného zásahu na zájmy ochrany přírody a krajiny, ve znění pozdějších předpisů</w:t>
      </w:r>
      <w:r>
        <w:t>;</w:t>
      </w:r>
    </w:p>
    <w:p w14:paraId="6A7BA1F9" w14:textId="24DF31D8" w:rsidR="0013374F" w:rsidRPr="00570416" w:rsidRDefault="0013374F" w:rsidP="0013374F">
      <w:pPr>
        <w:pStyle w:val="Text2-2"/>
        <w:tabs>
          <w:tab w:val="clear" w:pos="1701"/>
          <w:tab w:val="num" w:pos="2524"/>
        </w:tabs>
        <w:ind w:left="2524"/>
      </w:pPr>
      <w:r>
        <w:t>Celkové zpracování závěrečné zprávy pro biologický průzkum.</w:t>
      </w:r>
    </w:p>
    <w:p w14:paraId="001E7BAB" w14:textId="689FD899" w:rsidR="00DB7D3E" w:rsidRPr="00115B1E" w:rsidRDefault="00DB7D3E" w:rsidP="00115B1E">
      <w:pPr>
        <w:pStyle w:val="Nadpis2-2"/>
      </w:pPr>
      <w:bookmarkStart w:id="47" w:name="_Toc26966141"/>
      <w:bookmarkStart w:id="48" w:name="_Toc90041738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47"/>
      <w:bookmarkEnd w:id="48"/>
    </w:p>
    <w:p w14:paraId="2C7B0260" w14:textId="4B61B4C1" w:rsidR="00CA38AE" w:rsidRPr="00570416" w:rsidRDefault="00DB7D3E" w:rsidP="00570416">
      <w:pPr>
        <w:pStyle w:val="Text2-1"/>
        <w:tabs>
          <w:tab w:val="clear" w:pos="1305"/>
        </w:tabs>
        <w:ind w:left="709" w:hanging="709"/>
      </w:pPr>
      <w:r w:rsidRPr="00570416">
        <w:t>S ohledem na povahu Díla si smluvní strany sje</w:t>
      </w:r>
      <w:r w:rsidR="004B06A0" w:rsidRPr="00570416">
        <w:t>dnávají, že Zhotovitel bude při </w:t>
      </w:r>
      <w:r w:rsidRPr="00570416">
        <w:t xml:space="preserve">projednávání </w:t>
      </w:r>
      <w:r w:rsidR="00F82126" w:rsidRPr="00570416">
        <w:t>částí Díla</w:t>
      </w:r>
      <w:r w:rsidRPr="00570416">
        <w:t xml:space="preserve"> jednat s jednotlivými odbor</w:t>
      </w:r>
      <w:r w:rsidR="007D59E5" w:rsidRPr="00570416">
        <w:t>y a </w:t>
      </w:r>
      <w:r w:rsidR="007E6932" w:rsidRPr="00570416">
        <w:t>jednotkami Objednatele a </w:t>
      </w:r>
      <w:r w:rsidRPr="00570416">
        <w:t>dalšími dotčenými osobami a orgány vždy prostřednic</w:t>
      </w:r>
      <w:r w:rsidR="007E6932" w:rsidRPr="00570416">
        <w:t>tvím, případně v součinnosti se </w:t>
      </w:r>
      <w:r w:rsidRPr="00570416">
        <w:t>zástupcem Ob</w:t>
      </w:r>
      <w:r w:rsidR="007D59E5" w:rsidRPr="00570416">
        <w:t>jednatele ve </w:t>
      </w:r>
      <w:r w:rsidR="00D50C87" w:rsidRPr="00570416">
        <w:t>věcech technických</w:t>
      </w:r>
      <w:r w:rsidRPr="00570416">
        <w:t xml:space="preserve"> dle příslušné S</w:t>
      </w:r>
      <w:r w:rsidR="00ED6E12" w:rsidRPr="00570416">
        <w:t>o</w:t>
      </w:r>
      <w:r w:rsidRPr="00570416">
        <w:t xml:space="preserve">D. </w:t>
      </w:r>
      <w:r w:rsidR="00F82126" w:rsidRPr="00570416">
        <w:t>Části Díla</w:t>
      </w:r>
      <w:r w:rsidRPr="00570416">
        <w:t xml:space="preserve"> musí být projednán</w:t>
      </w:r>
      <w:r w:rsidR="00F82126" w:rsidRPr="00570416">
        <w:t>y</w:t>
      </w:r>
      <w:r w:rsidRPr="00570416">
        <w:t xml:space="preserve"> s níže uvedenými zástupci a profesními specialisty Objednatele</w:t>
      </w:r>
      <w:r w:rsidR="0031016D" w:rsidRPr="00570416">
        <w:t>.</w:t>
      </w:r>
      <w:r w:rsidRPr="00570416">
        <w:t xml:space="preserve"> Objednatel si vyhrazuje právo určit další osoby a orgány k projednání.</w:t>
      </w:r>
    </w:p>
    <w:p w14:paraId="0616D9A6" w14:textId="153D2626" w:rsidR="00CA38AE" w:rsidRPr="00570416" w:rsidRDefault="00CA38AE" w:rsidP="00570416">
      <w:pPr>
        <w:pStyle w:val="Text2-1"/>
        <w:tabs>
          <w:tab w:val="clear" w:pos="1305"/>
        </w:tabs>
        <w:ind w:left="709" w:hanging="709"/>
      </w:pPr>
      <w:r w:rsidRPr="00570416">
        <w:t>Org</w:t>
      </w:r>
      <w:r w:rsidR="00291742" w:rsidRPr="00570416">
        <w:t xml:space="preserve">anizační útvary GŘ </w:t>
      </w:r>
      <w:r w:rsidR="00A95790" w:rsidRPr="00570416">
        <w:t>Správy železnic</w:t>
      </w:r>
      <w:r w:rsidR="00875459" w:rsidRPr="00570416">
        <w:t>, státní organizace,</w:t>
      </w:r>
      <w:r w:rsidR="00291742" w:rsidRPr="00570416">
        <w:t xml:space="preserve"> přizvané</w:t>
      </w:r>
      <w:r w:rsidRPr="00570416">
        <w:t xml:space="preserve"> k</w:t>
      </w:r>
      <w:r w:rsidR="00EA715D" w:rsidRPr="00570416">
        <w:t> </w:t>
      </w:r>
      <w:r w:rsidRPr="00570416">
        <w:t>projednání</w:t>
      </w:r>
      <w:r w:rsidR="00EA715D" w:rsidRPr="00570416">
        <w:t xml:space="preserve"> </w:t>
      </w:r>
      <w:r w:rsidR="001F60EB" w:rsidRPr="00570416">
        <w:t>nad </w:t>
      </w:r>
      <w:r w:rsidR="00EA715D" w:rsidRPr="00570416">
        <w:t xml:space="preserve">rámec </w:t>
      </w:r>
      <w:r w:rsidR="007B5B7B">
        <w:t>P</w:t>
      </w:r>
      <w:r w:rsidR="00EA715D" w:rsidRPr="00570416">
        <w:t xml:space="preserve">řílohy </w:t>
      </w:r>
      <w:r w:rsidR="00B233DB" w:rsidRPr="00570416">
        <w:t>č. 3b</w:t>
      </w:r>
      <w:r w:rsidR="00C2108C">
        <w:t>)</w:t>
      </w:r>
      <w:r w:rsidR="00B233DB" w:rsidRPr="00570416">
        <w:t xml:space="preserve"> SoD</w:t>
      </w:r>
      <w:r w:rsidR="0031016D" w:rsidRPr="00570416">
        <w:t xml:space="preserve"> </w:t>
      </w:r>
      <w:r w:rsidR="00EA715D" w:rsidRPr="00570416">
        <w:t>Všeobecné technické podmínky</w:t>
      </w:r>
      <w:r w:rsidRPr="00570416">
        <w:t>:</w:t>
      </w:r>
    </w:p>
    <w:p w14:paraId="16F9C727" w14:textId="7947E34A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 xml:space="preserve">úsek modernizace dráhy, </w:t>
      </w:r>
      <w:r w:rsidR="00AD509F">
        <w:rPr>
          <w:rFonts w:ascii="Verdana" w:hAnsi="Verdana"/>
        </w:rPr>
        <w:t xml:space="preserve">odbor </w:t>
      </w:r>
      <w:r w:rsidRPr="00115B1E">
        <w:rPr>
          <w:rFonts w:ascii="Verdana" w:hAnsi="Verdana"/>
        </w:rPr>
        <w:t>přípravy VRT (</w:t>
      </w:r>
      <w:r w:rsidR="00AD509F">
        <w:rPr>
          <w:rFonts w:ascii="Verdana" w:hAnsi="Verdana"/>
        </w:rPr>
        <w:t>O21)</w:t>
      </w:r>
      <w:r w:rsidR="00E93A37" w:rsidRPr="00115B1E">
        <w:rPr>
          <w:rFonts w:ascii="Verdana" w:hAnsi="Verdana"/>
        </w:rPr>
        <w:t>.</w:t>
      </w:r>
    </w:p>
    <w:p w14:paraId="0759E183" w14:textId="77777777" w:rsidR="00CA38AE" w:rsidRPr="00115B1E" w:rsidRDefault="00CA38AE" w:rsidP="00115B1E">
      <w:pPr>
        <w:pStyle w:val="Nadpis2-2"/>
      </w:pPr>
      <w:bookmarkStart w:id="49" w:name="_Toc26966142"/>
      <w:bookmarkStart w:id="50" w:name="_Toc90041739"/>
      <w:r w:rsidRPr="00115B1E">
        <w:t xml:space="preserve">Pokyny k projednání a k připomínkovému řízení </w:t>
      </w:r>
      <w:r w:rsidR="00F82126" w:rsidRPr="00115B1E">
        <w:t>částí Díla</w:t>
      </w:r>
      <w:bookmarkEnd w:id="49"/>
      <w:bookmarkEnd w:id="50"/>
    </w:p>
    <w:p w14:paraId="1E2D16DD" w14:textId="6C206762" w:rsidR="00CA38AE" w:rsidRPr="00570416" w:rsidRDefault="00F82126" w:rsidP="00570416">
      <w:pPr>
        <w:pStyle w:val="Text2-1"/>
        <w:tabs>
          <w:tab w:val="clear" w:pos="1305"/>
        </w:tabs>
        <w:ind w:left="709" w:hanging="709"/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 xml:space="preserve">ce technické a obsahové, tak </w:t>
      </w:r>
      <w:r w:rsidR="007E6932" w:rsidRPr="00570416">
        <w:t>po </w:t>
      </w:r>
      <w:r w:rsidR="00CA38AE" w:rsidRPr="00570416">
        <w:t>stránce legislativní a bud</w:t>
      </w:r>
      <w:r w:rsidRPr="00570416">
        <w:t>ou</w:t>
      </w:r>
      <w:r w:rsidR="00CA38AE" w:rsidRPr="00570416">
        <w:t xml:space="preserve"> posuzován</w:t>
      </w:r>
      <w:r w:rsidRPr="00570416">
        <w:t>y</w:t>
      </w:r>
      <w:r w:rsidR="00CA38AE" w:rsidRPr="00570416">
        <w:t xml:space="preserve"> a schvalován</w:t>
      </w:r>
      <w:r w:rsidRPr="00570416">
        <w:t>y</w:t>
      </w:r>
      <w:r w:rsidR="007D59E5" w:rsidRPr="00570416">
        <w:t xml:space="preserve"> v </w:t>
      </w:r>
      <w:r w:rsidR="00CA38AE" w:rsidRPr="00570416">
        <w:t>připomínkovém řízení Objednatele dle požadavků Objednatele na Dílo. Technická a obsahová nápl</w:t>
      </w:r>
      <w:r w:rsidR="007D59E5" w:rsidRPr="00570416">
        <w:t>ň bude projednána na poradách s </w:t>
      </w:r>
      <w:r w:rsidR="00CA38AE" w:rsidRPr="00570416">
        <w:t>oprávněnými osobami Objednatele a s určenými zástupci Objednatele.</w:t>
      </w:r>
    </w:p>
    <w:p w14:paraId="4A51E50E" w14:textId="77777777" w:rsidR="0013374F" w:rsidRPr="00DA126C" w:rsidRDefault="0013374F" w:rsidP="0013374F">
      <w:pPr>
        <w:pStyle w:val="Text2-1"/>
        <w:ind w:left="709" w:hanging="709"/>
      </w:pPr>
      <w:r w:rsidRPr="00DA126C">
        <w:t>Projednání Díla bude probíhat formou porad</w:t>
      </w:r>
      <w:r>
        <w:t xml:space="preserve"> s preferencí kombinace prezenční a virtuální formy s</w:t>
      </w:r>
      <w:r w:rsidRPr="00030BF9">
        <w:t xml:space="preserve"> </w:t>
      </w:r>
      <w:r>
        <w:t>elektronickým přístupem (MS Teams).</w:t>
      </w:r>
    </w:p>
    <w:p w14:paraId="42CD1790" w14:textId="77777777" w:rsidR="0013374F" w:rsidRPr="00CC63F7" w:rsidRDefault="0013374F" w:rsidP="0013374F">
      <w:pPr>
        <w:pStyle w:val="Text2-1"/>
        <w:ind w:left="709" w:hanging="709"/>
      </w:pPr>
      <w:r w:rsidRPr="00CC63F7">
        <w:t>Porady budou svolávány podle potřeby Objednatele nebo Zhotovitele, vždy však před dílčími odevzdáními. Okruh účastníků porad bude stanoven podle projednávané tematiky a podléhá odsouhlasení Objednatelem</w:t>
      </w:r>
      <w:r>
        <w:t>.</w:t>
      </w:r>
    </w:p>
    <w:p w14:paraId="510DC21C" w14:textId="442C5AA5" w:rsidR="0013374F" w:rsidRPr="00030BF9" w:rsidRDefault="0013374F" w:rsidP="0013374F">
      <w:pPr>
        <w:pStyle w:val="Text2-1"/>
        <w:ind w:left="709" w:hanging="709"/>
        <w:rPr>
          <w:rFonts w:ascii="Verdana" w:hAnsi="Verdana"/>
        </w:rPr>
      </w:pPr>
      <w:r>
        <w:t>Záznam nebo zápis se schůze dle bodu 3.2.7 v dokumentu VTP</w:t>
      </w:r>
      <w:r w:rsidR="007B5B7B">
        <w:t xml:space="preserve"> (Příloha č. 3b) SoD)</w:t>
      </w:r>
      <w:r>
        <w:t xml:space="preserve"> zpracovává Zhotovitel. Záznam či zápis může být vyhotoven v elektronické formě.</w:t>
      </w:r>
    </w:p>
    <w:p w14:paraId="17DC7B00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030BF9">
        <w:rPr>
          <w:rFonts w:ascii="Verdana" w:hAnsi="Verdana"/>
        </w:rPr>
        <w:t xml:space="preserve">Před zahájením připomínkového řízení provede Objednatel kontrolu úplnosti převzatého </w:t>
      </w:r>
      <w:r w:rsidRPr="006F4FD1">
        <w:rPr>
          <w:rFonts w:ascii="Verdana" w:hAnsi="Verdana"/>
        </w:rPr>
        <w:t>Díla v souladu se So</w:t>
      </w:r>
      <w:r>
        <w:rPr>
          <w:rFonts w:ascii="Verdana" w:hAnsi="Verdana"/>
        </w:rPr>
        <w:t>D</w:t>
      </w:r>
      <w:r>
        <w:t>.</w:t>
      </w:r>
    </w:p>
    <w:p w14:paraId="006765C7" w14:textId="0E531F48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Součástí Díla bud</w:t>
      </w:r>
      <w:r>
        <w:rPr>
          <w:rFonts w:ascii="Verdana" w:hAnsi="Verdana"/>
        </w:rPr>
        <w:t>e dokladová část obsahující</w:t>
      </w:r>
      <w:r w:rsidRPr="006F4FD1">
        <w:rPr>
          <w:rFonts w:ascii="Verdana" w:hAnsi="Verdana"/>
        </w:rPr>
        <w:t xml:space="preserve"> záznamy z jednání pořízené Zhotovitelem, doručená vyjádření a stanoviska, doručené podklady, reakce projektanta na doručené námitky, připomínky a stanoviska</w:t>
      </w:r>
      <w:r>
        <w:rPr>
          <w:rFonts w:ascii="Verdana" w:hAnsi="Verdana"/>
        </w:rPr>
        <w:t xml:space="preserve"> apod</w:t>
      </w:r>
      <w:r>
        <w:t>.</w:t>
      </w:r>
    </w:p>
    <w:p w14:paraId="19B82E4E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Zhotovitel je povinen zapracovat připomínky z projednání nezamítnuté Objednatelem, p</w:t>
      </w:r>
      <w:r>
        <w:rPr>
          <w:rFonts w:ascii="Verdana" w:hAnsi="Verdana"/>
        </w:rPr>
        <w:t>okud nevybočují z tohoto zadání</w:t>
      </w:r>
      <w:r>
        <w:t>.</w:t>
      </w:r>
    </w:p>
    <w:p w14:paraId="49D523DA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Veškerá jednání s Objednatelem budou vedena v českém jazyce (nebo budou tlumočena na náklady Z</w:t>
      </w:r>
      <w:r>
        <w:rPr>
          <w:rFonts w:ascii="Verdana" w:hAnsi="Verdana"/>
        </w:rPr>
        <w:t>hotovitele)</w:t>
      </w:r>
      <w:r>
        <w:t>.</w:t>
      </w:r>
    </w:p>
    <w:p w14:paraId="10CD4F46" w14:textId="77777777" w:rsidR="0013374F" w:rsidRPr="006F4FD1" w:rsidRDefault="0013374F" w:rsidP="0013374F">
      <w:pPr>
        <w:pStyle w:val="Text2-1"/>
        <w:ind w:left="709" w:hanging="709"/>
        <w:rPr>
          <w:rFonts w:ascii="Verdana" w:hAnsi="Verdana"/>
        </w:rPr>
      </w:pPr>
      <w:r w:rsidRPr="006F4FD1">
        <w:rPr>
          <w:rFonts w:ascii="Verdana" w:hAnsi="Verdana"/>
        </w:rPr>
        <w:t>Všechny vstupy a výpočty prováděné při zpracování Díla budou podrobně a průkazně doku</w:t>
      </w:r>
      <w:r>
        <w:rPr>
          <w:rFonts w:ascii="Verdana" w:hAnsi="Verdana"/>
        </w:rPr>
        <w:t>mentovány a doloženy</w:t>
      </w:r>
      <w:r>
        <w:t>.</w:t>
      </w:r>
    </w:p>
    <w:p w14:paraId="6B31C3CE" w14:textId="1A0FA308" w:rsidR="00635F94" w:rsidRPr="00115B1E" w:rsidRDefault="00635F94" w:rsidP="00115B1E">
      <w:pPr>
        <w:pStyle w:val="Nadpis2-2"/>
      </w:pPr>
      <w:bookmarkStart w:id="51" w:name="_Toc90041740"/>
      <w:bookmarkStart w:id="52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51"/>
    </w:p>
    <w:p w14:paraId="4666AE1C" w14:textId="1FA2EBD5" w:rsidR="00A0708C" w:rsidRPr="00BF395C" w:rsidRDefault="00A0708C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BF395C">
        <w:rPr>
          <w:rFonts w:ascii="Verdana" w:hAnsi="Verdana"/>
          <w:b/>
        </w:rPr>
        <w:t xml:space="preserve">1. dílčí etapa – do 3 měsíců od účinnosti SoD </w:t>
      </w:r>
      <w:r w:rsidRPr="00BF395C">
        <w:rPr>
          <w:rFonts w:ascii="Verdana" w:hAnsi="Verdana"/>
        </w:rPr>
        <w:t>dojde k</w:t>
      </w:r>
      <w:r w:rsidR="00424A4B" w:rsidRPr="00BF395C">
        <w:rPr>
          <w:rFonts w:ascii="Verdana" w:hAnsi="Verdana"/>
        </w:rPr>
        <w:t> </w:t>
      </w:r>
      <w:r w:rsidRPr="00BF395C">
        <w:rPr>
          <w:rFonts w:ascii="Verdana" w:hAnsi="Verdana"/>
        </w:rPr>
        <w:t>předání</w:t>
      </w:r>
      <w:r w:rsidR="00424A4B" w:rsidRPr="00BF395C">
        <w:rPr>
          <w:rFonts w:ascii="Verdana" w:hAnsi="Verdana"/>
        </w:rPr>
        <w:t>, resp. uskutečnění</w:t>
      </w:r>
      <w:r w:rsidRPr="00BF395C">
        <w:rPr>
          <w:rFonts w:ascii="Verdana" w:hAnsi="Verdana"/>
        </w:rPr>
        <w:t>:</w:t>
      </w:r>
    </w:p>
    <w:p w14:paraId="743C3433" w14:textId="19979759" w:rsidR="00DA1DA9" w:rsidRPr="003D6BE8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A0708C" w:rsidRPr="003D6BE8">
        <w:t>ajištění mapových podkladů</w:t>
      </w:r>
      <w:r w:rsidRPr="003D6BE8">
        <w:t>;</w:t>
      </w:r>
    </w:p>
    <w:p w14:paraId="49ABE038" w14:textId="02C8BCE0" w:rsidR="00A0708C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p</w:t>
      </w:r>
      <w:r w:rsidR="00A0708C" w:rsidRPr="003D6BE8">
        <w:t>rovedení a vyhodnocení</w:t>
      </w:r>
      <w:r w:rsidR="00411805">
        <w:t xml:space="preserve"> archivních průzkumů a zahájení všech ostatních průzkumů;</w:t>
      </w:r>
      <w:r w:rsidR="00A0708C" w:rsidRPr="003D6BE8">
        <w:t xml:space="preserve"> </w:t>
      </w:r>
    </w:p>
    <w:p w14:paraId="4F405967" w14:textId="3022486F" w:rsidR="00607399" w:rsidRPr="003D6BE8" w:rsidRDefault="00607399" w:rsidP="00D715C1">
      <w:pPr>
        <w:pStyle w:val="Odstavec1-1a"/>
        <w:numPr>
          <w:ilvl w:val="0"/>
          <w:numId w:val="16"/>
        </w:numPr>
        <w:spacing w:before="120" w:after="120"/>
      </w:pPr>
      <w:r>
        <w:t>hydrologického posouzení vč. identifikace dopadů a zhodnocení možných rizik;</w:t>
      </w:r>
    </w:p>
    <w:p w14:paraId="09993E81" w14:textId="4368BE23" w:rsidR="00AE2623" w:rsidRPr="003D6BE8" w:rsidRDefault="00AE2623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 xml:space="preserve">konceptu technického řešení napojení do </w:t>
      </w:r>
      <w:r w:rsidR="0013374F" w:rsidRPr="003D6BE8">
        <w:t>stávajících železničních tratí</w:t>
      </w:r>
      <w:r w:rsidRPr="003D6BE8">
        <w:t>;</w:t>
      </w:r>
    </w:p>
    <w:p w14:paraId="113F2680" w14:textId="10B92EA4" w:rsidR="00673B1D" w:rsidRDefault="000C4456" w:rsidP="00D715C1">
      <w:pPr>
        <w:pStyle w:val="Odstavec1-1a"/>
        <w:numPr>
          <w:ilvl w:val="0"/>
          <w:numId w:val="16"/>
        </w:numPr>
        <w:spacing w:before="120" w:after="120"/>
      </w:pPr>
      <w:r w:rsidRPr="003D6BE8">
        <w:t>z</w:t>
      </w:r>
      <w:r w:rsidR="00673B1D" w:rsidRPr="003D6BE8">
        <w:t>pracování a vyhodnocení způsobů mimoúrovňových křížení</w:t>
      </w:r>
      <w:r w:rsidR="00F9726A">
        <w:t xml:space="preserve"> a návazností v silniční síti</w:t>
      </w:r>
      <w:r w:rsidRPr="003D6BE8">
        <w:t>;</w:t>
      </w:r>
    </w:p>
    <w:p w14:paraId="2B3F0200" w14:textId="6AB8B3C6" w:rsidR="00F9726A" w:rsidRDefault="00F9726A" w:rsidP="00D715C1">
      <w:pPr>
        <w:pStyle w:val="Odstavec1-1a"/>
        <w:numPr>
          <w:ilvl w:val="0"/>
          <w:numId w:val="16"/>
        </w:numPr>
        <w:spacing w:before="120" w:after="120"/>
      </w:pPr>
      <w:r>
        <w:t>studijní prověření obchvatu I/37 města Velká Bíteš;</w:t>
      </w:r>
    </w:p>
    <w:p w14:paraId="4AD5B109" w14:textId="6D4593FB" w:rsidR="00F9726A" w:rsidRDefault="00F9726A" w:rsidP="00D715C1">
      <w:pPr>
        <w:pStyle w:val="Odstavec1-1a"/>
        <w:numPr>
          <w:ilvl w:val="0"/>
          <w:numId w:val="16"/>
        </w:numPr>
        <w:spacing w:before="120" w:after="120"/>
      </w:pPr>
      <w:r>
        <w:t xml:space="preserve">architektonický a urbanistický návrh dle </w:t>
      </w:r>
      <w:proofErr w:type="gramStart"/>
      <w:r>
        <w:t>4.7.13</w:t>
      </w:r>
      <w:proofErr w:type="gramEnd"/>
      <w:r w:rsidR="0082343F">
        <w:t>.</w:t>
      </w:r>
    </w:p>
    <w:p w14:paraId="62E7B22C" w14:textId="353A1261" w:rsidR="00A0708C" w:rsidRPr="003D6BE8" w:rsidRDefault="00192F46" w:rsidP="00F03402">
      <w:pPr>
        <w:pStyle w:val="Textbezslovn"/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>F</w:t>
      </w:r>
      <w:r w:rsidR="00A0708C" w:rsidRPr="003D6BE8">
        <w:rPr>
          <w:rFonts w:ascii="Verdana" w:hAnsi="Verdana"/>
        </w:rPr>
        <w:t xml:space="preserve">akturace 10 % z ceny Díla. </w:t>
      </w:r>
    </w:p>
    <w:p w14:paraId="6614C52E" w14:textId="31AE7AE0" w:rsidR="0058563B" w:rsidRPr="003D6BE8" w:rsidRDefault="00270E9E" w:rsidP="00570416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3D6BE8">
        <w:rPr>
          <w:rFonts w:ascii="Verdana" w:hAnsi="Verdana"/>
          <w:b/>
        </w:rPr>
        <w:t>2</w:t>
      </w:r>
      <w:r w:rsidR="002A0300" w:rsidRPr="003D6BE8">
        <w:rPr>
          <w:rFonts w:ascii="Verdana" w:hAnsi="Verdana"/>
          <w:b/>
        </w:rPr>
        <w:t>. dílčí etapa – d</w:t>
      </w:r>
      <w:r w:rsidR="00635F94" w:rsidRPr="003D6BE8">
        <w:rPr>
          <w:rFonts w:ascii="Verdana" w:hAnsi="Verdana"/>
          <w:b/>
        </w:rPr>
        <w:t xml:space="preserve">o </w:t>
      </w:r>
      <w:r w:rsidR="00F9726A">
        <w:rPr>
          <w:rFonts w:ascii="Verdana" w:hAnsi="Verdana"/>
          <w:b/>
        </w:rPr>
        <w:t>7</w:t>
      </w:r>
      <w:r w:rsidR="00635F94" w:rsidRPr="003D6BE8">
        <w:rPr>
          <w:rFonts w:ascii="Verdana" w:hAnsi="Verdana"/>
          <w:b/>
        </w:rPr>
        <w:t xml:space="preserve"> měsíců od účinnosti SoD</w:t>
      </w:r>
      <w:r w:rsidR="007F4600" w:rsidRPr="003D6BE8">
        <w:rPr>
          <w:rFonts w:ascii="Verdana" w:hAnsi="Verdana"/>
          <w:b/>
        </w:rPr>
        <w:t xml:space="preserve"> </w:t>
      </w:r>
      <w:r w:rsidR="0002389B" w:rsidRPr="009C2BEF">
        <w:rPr>
          <w:rFonts w:ascii="Verdana" w:hAnsi="Verdana"/>
        </w:rPr>
        <w:t>dojde k uskutečnění, resp. předání</w:t>
      </w:r>
      <w:r w:rsidR="0002389B">
        <w:rPr>
          <w:rFonts w:ascii="Verdana" w:hAnsi="Verdana"/>
        </w:rPr>
        <w:t xml:space="preserve"> (k </w:t>
      </w:r>
      <w:r w:rsidR="0002389B" w:rsidRPr="009C2BEF">
        <w:rPr>
          <w:rFonts w:ascii="Verdana" w:hAnsi="Verdana"/>
        </w:rPr>
        <w:t>připomínkám Objednatele):</w:t>
      </w:r>
    </w:p>
    <w:p w14:paraId="6A531E1B" w14:textId="18AEA308" w:rsidR="0031016D" w:rsidRPr="003D6BE8" w:rsidRDefault="00DA1DA9" w:rsidP="00D715C1">
      <w:pPr>
        <w:pStyle w:val="Odstavec1-1a"/>
        <w:numPr>
          <w:ilvl w:val="0"/>
          <w:numId w:val="18"/>
        </w:numPr>
        <w:spacing w:before="120" w:after="120"/>
      </w:pPr>
      <w:r w:rsidRPr="003D6BE8">
        <w:t>k</w:t>
      </w:r>
      <w:r w:rsidR="0031016D" w:rsidRPr="003D6BE8">
        <w:t xml:space="preserve">onceptu technického řešení </w:t>
      </w:r>
      <w:r w:rsidR="007F4600" w:rsidRPr="003D6BE8">
        <w:t xml:space="preserve">Díla </w:t>
      </w:r>
      <w:r w:rsidR="00A867DC" w:rsidRPr="003D6BE8">
        <w:t xml:space="preserve">k projednání (včetně výsledků předběžného inženýrskogeologického průzkumu), </w:t>
      </w:r>
      <w:r w:rsidR="007F4600" w:rsidRPr="003D6BE8">
        <w:t>a </w:t>
      </w:r>
      <w:r w:rsidR="0031016D" w:rsidRPr="003D6BE8">
        <w:t>to zejména</w:t>
      </w:r>
      <w:r w:rsidR="007F4600" w:rsidRPr="003D6BE8">
        <w:t xml:space="preserve"> návrhu</w:t>
      </w:r>
      <w:r w:rsidR="0031016D" w:rsidRPr="003D6BE8">
        <w:t>:</w:t>
      </w:r>
    </w:p>
    <w:p w14:paraId="419C6D0F" w14:textId="5C5FA8FC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kolejového řešení (situace, podélné a příčné profily)</w:t>
      </w:r>
      <w:r w:rsidR="007F4AD1" w:rsidRPr="003D6BE8">
        <w:rPr>
          <w:rFonts w:ascii="Verdana" w:hAnsi="Verdana"/>
        </w:rPr>
        <w:t>;</w:t>
      </w:r>
    </w:p>
    <w:p w14:paraId="5F404C2C" w14:textId="7F3FE981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železničního spodku</w:t>
      </w:r>
      <w:r w:rsidR="007F4AD1" w:rsidRPr="003D6BE8">
        <w:rPr>
          <w:rFonts w:ascii="Verdana" w:hAnsi="Verdana"/>
        </w:rPr>
        <w:t>;</w:t>
      </w:r>
    </w:p>
    <w:p w14:paraId="40B728BA" w14:textId="2E497669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mostních objektů (situace, podélné a příčné profily)</w:t>
      </w:r>
      <w:r w:rsidR="007F4AD1" w:rsidRPr="003D6BE8">
        <w:rPr>
          <w:rFonts w:ascii="Verdana" w:hAnsi="Verdana"/>
        </w:rPr>
        <w:t>;</w:t>
      </w:r>
    </w:p>
    <w:p w14:paraId="4DA231E6" w14:textId="4C372D7E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napájení, sdělovacího a zabezpečovacího zařízení</w:t>
      </w:r>
      <w:r w:rsidR="007F4AD1" w:rsidRPr="003D6BE8">
        <w:rPr>
          <w:rFonts w:ascii="Verdana" w:hAnsi="Verdana"/>
        </w:rPr>
        <w:t>;</w:t>
      </w:r>
    </w:p>
    <w:p w14:paraId="4FCC3273" w14:textId="5E7BB497" w:rsidR="006C0037" w:rsidRPr="003D6BE8" w:rsidRDefault="006C0037" w:rsidP="00F03402">
      <w:pPr>
        <w:pStyle w:val="Text2-1"/>
        <w:numPr>
          <w:ilvl w:val="0"/>
          <w:numId w:val="11"/>
        </w:numPr>
        <w:spacing w:before="120"/>
        <w:rPr>
          <w:rFonts w:ascii="Verdana" w:hAnsi="Verdana"/>
        </w:rPr>
      </w:pPr>
      <w:r w:rsidRPr="003D6BE8">
        <w:rPr>
          <w:rFonts w:ascii="Verdana" w:hAnsi="Verdana"/>
        </w:rPr>
        <w:t>řešení plně vybaveného střediska údržby;</w:t>
      </w:r>
    </w:p>
    <w:p w14:paraId="62612596" w14:textId="517D0244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souvisejících pozemních objektů (půdorys, výškové řešení)</w:t>
      </w:r>
      <w:r w:rsidR="007F4AD1" w:rsidRPr="003D6BE8">
        <w:rPr>
          <w:rFonts w:ascii="Verdana" w:hAnsi="Verdana"/>
        </w:rPr>
        <w:t>;</w:t>
      </w:r>
    </w:p>
    <w:p w14:paraId="43EBCDF3" w14:textId="251DB1D2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řešení přístupových komunikací a ploch</w:t>
      </w:r>
      <w:r w:rsidR="007F4AD1" w:rsidRPr="003D6BE8">
        <w:rPr>
          <w:rFonts w:ascii="Verdana" w:hAnsi="Verdana"/>
        </w:rPr>
        <w:t>;</w:t>
      </w:r>
    </w:p>
    <w:p w14:paraId="18F923B7" w14:textId="1E6004E5" w:rsidR="0031016D" w:rsidRPr="003D6BE8" w:rsidRDefault="0031016D" w:rsidP="00F03402">
      <w:pPr>
        <w:pStyle w:val="Text2-1"/>
        <w:numPr>
          <w:ilvl w:val="0"/>
          <w:numId w:val="11"/>
        </w:numPr>
        <w:spacing w:before="120"/>
        <w:ind w:hanging="323"/>
        <w:rPr>
          <w:rFonts w:ascii="Verdana" w:hAnsi="Verdana"/>
        </w:rPr>
      </w:pPr>
      <w:r w:rsidRPr="003D6BE8">
        <w:rPr>
          <w:rFonts w:ascii="Verdana" w:hAnsi="Verdana"/>
        </w:rPr>
        <w:t>protihlukových a kompenzačních opatření.</w:t>
      </w:r>
    </w:p>
    <w:p w14:paraId="1BB83F1C" w14:textId="64C62B02" w:rsidR="00411805" w:rsidRDefault="00411805" w:rsidP="00F03402">
      <w:pPr>
        <w:pStyle w:val="Odstavec1-1a"/>
        <w:spacing w:before="120" w:after="120"/>
      </w:pPr>
      <w:r>
        <w:t>průběžných výstupů průzkumů dle 5.4.1 b)</w:t>
      </w:r>
      <w:r w:rsidR="0082343F">
        <w:t>;</w:t>
      </w:r>
    </w:p>
    <w:p w14:paraId="133E1857" w14:textId="09625089" w:rsidR="007F4600" w:rsidRPr="003D6BE8" w:rsidRDefault="00DA1DA9" w:rsidP="00F03402">
      <w:pPr>
        <w:pStyle w:val="Odstavec1-1a"/>
        <w:spacing w:before="120" w:after="120"/>
      </w:pPr>
      <w:r w:rsidRPr="003D6BE8">
        <w:t>p</w:t>
      </w:r>
      <w:r w:rsidR="007F4600" w:rsidRPr="003D6BE8">
        <w:t>osouzení vlivů záměru na předměty ochrany a celistvost evropsky významné lokality (EVL) a/nebo ptačí oblasti (PO)</w:t>
      </w:r>
      <w:r w:rsidRPr="003D6BE8">
        <w:t>;</w:t>
      </w:r>
    </w:p>
    <w:p w14:paraId="6B6282A5" w14:textId="5D60DCC3" w:rsidR="00635F94" w:rsidRDefault="00DA1DA9" w:rsidP="00F03402">
      <w:pPr>
        <w:pStyle w:val="Odstavec1-1a"/>
        <w:spacing w:before="120" w:after="120"/>
      </w:pPr>
      <w:r w:rsidRPr="003D6BE8">
        <w:t>z</w:t>
      </w:r>
      <w:r w:rsidR="00635F94" w:rsidRPr="003D6BE8">
        <w:t>ákladní</w:t>
      </w:r>
      <w:r w:rsidR="00424A4B" w:rsidRPr="003D6BE8">
        <w:t>ho</w:t>
      </w:r>
      <w:r w:rsidR="00635F94" w:rsidRPr="003D6BE8">
        <w:t xml:space="preserve"> 3D model</w:t>
      </w:r>
      <w:r w:rsidR="00424A4B" w:rsidRPr="003D6BE8">
        <w:t>u</w:t>
      </w:r>
      <w:r w:rsidR="00635F94" w:rsidRPr="003D6BE8">
        <w:t xml:space="preserve"> rozhodujících</w:t>
      </w:r>
      <w:r w:rsidR="007F4600" w:rsidRPr="003D6BE8">
        <w:t xml:space="preserve"> stavebních objektů zasazený do </w:t>
      </w:r>
      <w:r w:rsidR="00635F94" w:rsidRPr="003D6BE8">
        <w:t>terénu pro pre</w:t>
      </w:r>
      <w:r w:rsidR="00A444F4" w:rsidRPr="003D6BE8">
        <w:t xml:space="preserve">zentaci </w:t>
      </w:r>
      <w:r w:rsidR="004B06A0" w:rsidRPr="003D6BE8">
        <w:t xml:space="preserve">záměru </w:t>
      </w:r>
      <w:r w:rsidR="00A444F4" w:rsidRPr="003D6BE8">
        <w:t>samosprávě a veřejnosti</w:t>
      </w:r>
      <w:r w:rsidR="0082343F">
        <w:t>.</w:t>
      </w:r>
    </w:p>
    <w:p w14:paraId="260A9931" w14:textId="70FBB95E" w:rsidR="00CD4712" w:rsidRPr="003D6BE8" w:rsidRDefault="005E36F9" w:rsidP="00F03402">
      <w:pPr>
        <w:pStyle w:val="Textbezslovn"/>
        <w:spacing w:before="120"/>
        <w:rPr>
          <w:rFonts w:ascii="Verdana" w:hAnsi="Verdana"/>
        </w:rPr>
      </w:pPr>
      <w:r>
        <w:rPr>
          <w:rFonts w:ascii="Verdana" w:hAnsi="Verdana"/>
        </w:rPr>
        <w:t>Fakturace 2</w:t>
      </w:r>
      <w:r w:rsidR="00CD4712" w:rsidRPr="003D6BE8">
        <w:rPr>
          <w:rFonts w:ascii="Verdana" w:hAnsi="Verdana"/>
        </w:rPr>
        <w:t xml:space="preserve">0 % z ceny Díla. </w:t>
      </w:r>
    </w:p>
    <w:p w14:paraId="032F57F4" w14:textId="5F4AF6C7" w:rsidR="007F4600" w:rsidRPr="00607399" w:rsidRDefault="00270E9E" w:rsidP="00570416">
      <w:pPr>
        <w:pStyle w:val="Text2-1"/>
        <w:tabs>
          <w:tab w:val="clear" w:pos="1305"/>
        </w:tabs>
        <w:ind w:left="709" w:hanging="709"/>
      </w:pPr>
      <w:r w:rsidRPr="00607399">
        <w:rPr>
          <w:b/>
        </w:rPr>
        <w:t>3</w:t>
      </w:r>
      <w:r w:rsidR="002A0300" w:rsidRPr="00607399">
        <w:rPr>
          <w:b/>
        </w:rPr>
        <w:t>. dílčí etapa – d</w:t>
      </w:r>
      <w:r w:rsidR="00635F94" w:rsidRPr="00607399">
        <w:rPr>
          <w:b/>
        </w:rPr>
        <w:t>o 1</w:t>
      </w:r>
      <w:r w:rsidR="0031016D" w:rsidRPr="00607399">
        <w:rPr>
          <w:b/>
        </w:rPr>
        <w:t>1</w:t>
      </w:r>
      <w:r w:rsidR="00635F94" w:rsidRPr="00607399">
        <w:rPr>
          <w:b/>
        </w:rPr>
        <w:t xml:space="preserve"> měsíců od účinnosti SoD </w:t>
      </w:r>
      <w:r w:rsidR="0002389B" w:rsidRPr="009C2BEF">
        <w:rPr>
          <w:rFonts w:ascii="Verdana" w:hAnsi="Verdana"/>
        </w:rPr>
        <w:t>dojde k uskutečnění, resp. předání (k připomínkám Objednatele):</w:t>
      </w:r>
    </w:p>
    <w:p w14:paraId="2D787096" w14:textId="0FE5F556" w:rsidR="005E36F9" w:rsidRDefault="005E36F9" w:rsidP="00D715C1">
      <w:pPr>
        <w:pStyle w:val="Odstavec1-1a"/>
        <w:numPr>
          <w:ilvl w:val="0"/>
          <w:numId w:val="17"/>
        </w:numPr>
        <w:spacing w:before="120" w:after="120"/>
      </w:pPr>
      <w:r>
        <w:t>konečných výstupů z průzkumů dle 5.4.1 b) a jejich vyhodnocení</w:t>
      </w:r>
      <w:r w:rsidR="0082343F">
        <w:t>;</w:t>
      </w:r>
    </w:p>
    <w:p w14:paraId="3E83C2A3" w14:textId="427E6A53" w:rsidR="005E36F9" w:rsidRDefault="005E36F9" w:rsidP="005E36F9">
      <w:pPr>
        <w:pStyle w:val="Odstavec1-1a"/>
        <w:numPr>
          <w:ilvl w:val="0"/>
          <w:numId w:val="17"/>
        </w:numPr>
        <w:spacing w:before="120" w:after="120"/>
      </w:pPr>
      <w:r w:rsidRPr="00E978C2">
        <w:t xml:space="preserve">Díla </w:t>
      </w:r>
      <w:r>
        <w:t>k projednání s Objednatelem</w:t>
      </w:r>
      <w:r w:rsidRPr="00E978C2">
        <w:t xml:space="preserve"> v rozsahu a podrob</w:t>
      </w:r>
      <w:r>
        <w:t>nosti dle čl. 1 těchto ZTP, a to</w:t>
      </w:r>
      <w:r w:rsidRPr="00E978C2">
        <w:t> po</w:t>
      </w:r>
      <w:r>
        <w:t xml:space="preserve"> zapracování výstupů z relevantních průzkumů,</w:t>
      </w:r>
      <w:r w:rsidRPr="00E978C2">
        <w:t xml:space="preserve"> </w:t>
      </w:r>
      <w:r>
        <w:t xml:space="preserve">po </w:t>
      </w:r>
      <w:r w:rsidRPr="00E978C2">
        <w:t>projednání s vlastníky veřejné dopravní a technické infrastruktury, resp. </w:t>
      </w:r>
      <w:r>
        <w:t>po zapracování jejich požadavků</w:t>
      </w:r>
      <w:r w:rsidR="0082343F">
        <w:t>;</w:t>
      </w:r>
    </w:p>
    <w:p w14:paraId="27FC687B" w14:textId="0F4AAAB6" w:rsidR="006A13E3" w:rsidRPr="00607399" w:rsidRDefault="00FA4434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dokumentace EIA</w:t>
      </w:r>
      <w:r w:rsidR="00FD2DC0" w:rsidRPr="00607399">
        <w:t xml:space="preserve"> k projednání s Objednatelem</w:t>
      </w:r>
      <w:r w:rsidR="00DA1DA9" w:rsidRPr="00607399">
        <w:t>;</w:t>
      </w:r>
    </w:p>
    <w:p w14:paraId="55FD2788" w14:textId="2087E275" w:rsidR="00FD2DC0" w:rsidRPr="00607399" w:rsidRDefault="00FD2DC0" w:rsidP="00D715C1">
      <w:pPr>
        <w:pStyle w:val="Odstavec1-1a"/>
        <w:numPr>
          <w:ilvl w:val="0"/>
          <w:numId w:val="17"/>
        </w:numPr>
        <w:spacing w:before="120" w:after="120"/>
      </w:pPr>
      <w:r w:rsidRPr="00607399">
        <w:t>zapracování připomínek Objednatele a dokončení dokumentace EIA</w:t>
      </w:r>
      <w:r w:rsidR="006E4C5E">
        <w:t xml:space="preserve"> včetně žádosti </w:t>
      </w:r>
      <w:r w:rsidR="0082343F">
        <w:t>o </w:t>
      </w:r>
      <w:r w:rsidR="006E4C5E">
        <w:t>stanovisko EIA</w:t>
      </w:r>
      <w:r w:rsidRPr="00607399">
        <w:t>;</w:t>
      </w:r>
    </w:p>
    <w:p w14:paraId="49E49956" w14:textId="1A5B6831" w:rsidR="00FA4434" w:rsidRPr="00607399" w:rsidRDefault="00DA1DA9" w:rsidP="00F03402">
      <w:pPr>
        <w:pStyle w:val="Odstavec1-1a"/>
        <w:spacing w:before="120" w:after="120"/>
      </w:pPr>
      <w:r w:rsidRPr="00607399">
        <w:t>v</w:t>
      </w:r>
      <w:r w:rsidR="00424A4B" w:rsidRPr="00607399">
        <w:t xml:space="preserve">ýpočtu </w:t>
      </w:r>
      <w:r w:rsidR="00FA4434" w:rsidRPr="00607399">
        <w:t xml:space="preserve">celkových investičních nákladů stavby resp. rozpočtu a </w:t>
      </w:r>
      <w:r w:rsidR="005B01B1" w:rsidRPr="00607399">
        <w:t xml:space="preserve">aktualizace </w:t>
      </w:r>
      <w:r w:rsidR="00FA4434" w:rsidRPr="00607399">
        <w:t>ekonomického hodnocení stavby</w:t>
      </w:r>
      <w:r w:rsidRPr="00607399">
        <w:t>;</w:t>
      </w:r>
    </w:p>
    <w:p w14:paraId="4C3A0D8A" w14:textId="5BD61CC1" w:rsidR="00AD0FD9" w:rsidRPr="00607399" w:rsidRDefault="00AD0FD9" w:rsidP="00F03402">
      <w:pPr>
        <w:pStyle w:val="Odstavec1-1a"/>
        <w:spacing w:before="120" w:after="120"/>
      </w:pPr>
      <w:r w:rsidRPr="00607399">
        <w:t>posouzení RAMS;</w:t>
      </w:r>
    </w:p>
    <w:p w14:paraId="533F7CF7" w14:textId="75EC0855" w:rsidR="00FF47A9" w:rsidRPr="00607399" w:rsidRDefault="00DA1DA9" w:rsidP="00F03402">
      <w:pPr>
        <w:pStyle w:val="Odstavec1-1a"/>
        <w:spacing w:before="120" w:after="120"/>
      </w:pPr>
      <w:r w:rsidRPr="00607399">
        <w:t>v</w:t>
      </w:r>
      <w:r w:rsidR="00FA4434" w:rsidRPr="00607399">
        <w:t xml:space="preserve">eškerých </w:t>
      </w:r>
      <w:r w:rsidR="007F4AD1" w:rsidRPr="00607399">
        <w:t>d</w:t>
      </w:r>
      <w:r w:rsidR="007F4600" w:rsidRPr="00607399">
        <w:t>alší</w:t>
      </w:r>
      <w:r w:rsidR="00FF47A9" w:rsidRPr="00607399">
        <w:t>ch</w:t>
      </w:r>
      <w:r w:rsidR="00FA4434" w:rsidRPr="00607399">
        <w:t xml:space="preserve"> relevantních</w:t>
      </w:r>
      <w:r w:rsidR="007F4600" w:rsidRPr="00607399">
        <w:t xml:space="preserve"> výstup</w:t>
      </w:r>
      <w:r w:rsidR="00FF47A9" w:rsidRPr="00607399">
        <w:t>ů k projednání s</w:t>
      </w:r>
      <w:r w:rsidR="00FA4434" w:rsidRPr="00607399">
        <w:t> </w:t>
      </w:r>
      <w:r w:rsidR="00FF47A9" w:rsidRPr="00607399">
        <w:t>Objednatelem</w:t>
      </w:r>
      <w:r w:rsidR="00FA4434" w:rsidRPr="00607399">
        <w:t>.</w:t>
      </w:r>
    </w:p>
    <w:p w14:paraId="75AE49E5" w14:textId="0B8715EC" w:rsidR="00CD4712" w:rsidRDefault="00277498" w:rsidP="00F03402">
      <w:pPr>
        <w:pStyle w:val="Textbezslovn"/>
        <w:spacing w:before="120"/>
        <w:rPr>
          <w:rFonts w:ascii="Verdana" w:hAnsi="Verdana"/>
        </w:rPr>
      </w:pPr>
      <w:r w:rsidRPr="00607399">
        <w:rPr>
          <w:rFonts w:ascii="Verdana" w:hAnsi="Verdana"/>
        </w:rPr>
        <w:t xml:space="preserve">Fakturace </w:t>
      </w:r>
      <w:r w:rsidR="005E36F9">
        <w:rPr>
          <w:rFonts w:ascii="Verdana" w:hAnsi="Verdana"/>
        </w:rPr>
        <w:t>2</w:t>
      </w:r>
      <w:r w:rsidR="00CD4712" w:rsidRPr="00607399">
        <w:rPr>
          <w:rFonts w:ascii="Verdana" w:hAnsi="Verdana"/>
        </w:rPr>
        <w:t xml:space="preserve">0 % z ceny Díla. </w:t>
      </w:r>
    </w:p>
    <w:p w14:paraId="4D3E8E24" w14:textId="77777777" w:rsidR="00E978C2" w:rsidRDefault="0002389B" w:rsidP="0002389B">
      <w:pPr>
        <w:pStyle w:val="Text2-1"/>
        <w:tabs>
          <w:tab w:val="clear" w:pos="1305"/>
          <w:tab w:val="num" w:pos="737"/>
        </w:tabs>
        <w:spacing w:before="240"/>
        <w:ind w:left="737"/>
        <w:rPr>
          <w:rFonts w:ascii="Verdana" w:hAnsi="Verdana"/>
        </w:rPr>
      </w:pPr>
      <w:r w:rsidRPr="009C2BEF">
        <w:rPr>
          <w:rFonts w:ascii="Verdana" w:hAnsi="Verdana"/>
          <w:b/>
        </w:rPr>
        <w:t xml:space="preserve">4. dílčí etapa – do 14 měsíců od účinnosti SoD </w:t>
      </w:r>
      <w:r w:rsidRPr="009C2BEF">
        <w:rPr>
          <w:rFonts w:ascii="Verdana" w:hAnsi="Verdana"/>
        </w:rPr>
        <w:t xml:space="preserve">dojde </w:t>
      </w:r>
      <w:r w:rsidR="00E978C2">
        <w:rPr>
          <w:rFonts w:ascii="Verdana" w:hAnsi="Verdana"/>
        </w:rPr>
        <w:t>k předání resp. uskutečnění:</w:t>
      </w:r>
    </w:p>
    <w:p w14:paraId="12752DFA" w14:textId="68A8F002" w:rsidR="0002389B" w:rsidRDefault="0002389B" w:rsidP="00E978C2">
      <w:pPr>
        <w:pStyle w:val="Odstavec1-1a"/>
        <w:numPr>
          <w:ilvl w:val="0"/>
          <w:numId w:val="44"/>
        </w:numPr>
        <w:spacing w:before="120" w:after="120"/>
      </w:pPr>
      <w:r w:rsidRPr="00E978C2">
        <w:t>Objednatelem odsouhlaseného Díla v rozsahu a podrobnosti dle čl. 1 těchto ZTP, a to</w:t>
      </w:r>
      <w:r w:rsidR="00A75914">
        <w:t xml:space="preserve"> po </w:t>
      </w:r>
      <w:r w:rsidRPr="00E978C2">
        <w:t>zapr</w:t>
      </w:r>
      <w:r w:rsidR="00A75914">
        <w:t>acování připomínek Objednatele a po zapracování případných požadavků ze zpracované dokumentace EIA, posouzení RAMS apod.</w:t>
      </w:r>
    </w:p>
    <w:p w14:paraId="340C7E0E" w14:textId="34AC24FE" w:rsidR="00A9042A" w:rsidRPr="00A9042A" w:rsidRDefault="00A9042A" w:rsidP="00A9042A">
      <w:pPr>
        <w:pStyle w:val="Textbezslovn"/>
        <w:spacing w:before="120"/>
        <w:rPr>
          <w:rFonts w:ascii="Verdana" w:hAnsi="Verdana"/>
        </w:rPr>
      </w:pPr>
      <w:r w:rsidRPr="00A9042A">
        <w:rPr>
          <w:rFonts w:ascii="Verdana" w:hAnsi="Verdana"/>
        </w:rPr>
        <w:t xml:space="preserve">Fakturace 20 % z ceny Díla. </w:t>
      </w:r>
    </w:p>
    <w:p w14:paraId="57740110" w14:textId="16EDAFC8" w:rsidR="00A9042A" w:rsidRPr="00A9042A" w:rsidRDefault="00A9042A" w:rsidP="00A9042A">
      <w:pPr>
        <w:pStyle w:val="Text2-1"/>
        <w:tabs>
          <w:tab w:val="clear" w:pos="1305"/>
          <w:tab w:val="num" w:pos="737"/>
        </w:tabs>
        <w:spacing w:before="240"/>
        <w:ind w:left="737"/>
        <w:rPr>
          <w:rFonts w:ascii="Verdana" w:hAnsi="Verdana"/>
          <w:b/>
        </w:rPr>
      </w:pPr>
      <w:r>
        <w:rPr>
          <w:rFonts w:ascii="Verdana" w:hAnsi="Verdana"/>
          <w:b/>
        </w:rPr>
        <w:t>5. dílčí etapa – do 2</w:t>
      </w:r>
      <w:r w:rsidRPr="009C2BEF">
        <w:rPr>
          <w:rFonts w:ascii="Verdana" w:hAnsi="Verdana"/>
          <w:b/>
        </w:rPr>
        <w:t xml:space="preserve"> měsíců od </w:t>
      </w:r>
      <w:r>
        <w:rPr>
          <w:rFonts w:ascii="Verdana" w:hAnsi="Verdana"/>
          <w:b/>
        </w:rPr>
        <w:t xml:space="preserve">nabytí </w:t>
      </w:r>
      <w:r w:rsidRPr="009C2BEF">
        <w:rPr>
          <w:rFonts w:ascii="Verdana" w:hAnsi="Verdana"/>
          <w:b/>
        </w:rPr>
        <w:t xml:space="preserve">účinnosti </w:t>
      </w:r>
      <w:r>
        <w:rPr>
          <w:rFonts w:ascii="Verdana" w:hAnsi="Verdana"/>
          <w:b/>
        </w:rPr>
        <w:t xml:space="preserve">aktualizace ZÚR dotčených krajů </w:t>
      </w:r>
      <w:r w:rsidRPr="00A9042A">
        <w:rPr>
          <w:rFonts w:ascii="Verdana" w:hAnsi="Verdana"/>
        </w:rPr>
        <w:t>dojde k</w:t>
      </w:r>
      <w:r w:rsidR="0082343F">
        <w:rPr>
          <w:rFonts w:ascii="Verdana" w:hAnsi="Verdana"/>
        </w:rPr>
        <w:t> </w:t>
      </w:r>
      <w:r w:rsidRPr="00A9042A">
        <w:rPr>
          <w:rFonts w:ascii="Verdana" w:hAnsi="Verdana"/>
        </w:rPr>
        <w:t>předání</w:t>
      </w:r>
      <w:r w:rsidR="0082343F">
        <w:rPr>
          <w:rFonts w:ascii="Verdana" w:hAnsi="Verdana"/>
        </w:rPr>
        <w:t>,</w:t>
      </w:r>
      <w:r w:rsidRPr="00A9042A">
        <w:rPr>
          <w:rFonts w:ascii="Verdana" w:hAnsi="Verdana"/>
        </w:rPr>
        <w:t xml:space="preserve"> resp. uskutečnění:</w:t>
      </w:r>
    </w:p>
    <w:p w14:paraId="336477A3" w14:textId="6F3BDD0D" w:rsidR="00E978C2" w:rsidRPr="00E978C2" w:rsidRDefault="00E978C2" w:rsidP="0082343F">
      <w:pPr>
        <w:pStyle w:val="Odstavec1-1a"/>
        <w:numPr>
          <w:ilvl w:val="0"/>
          <w:numId w:val="48"/>
        </w:numPr>
      </w:pPr>
      <w:r w:rsidRPr="00EF3AB1">
        <w:t xml:space="preserve">dokončení dokumentace EIA k předložení orgánu příslušnému k vydání závazného stanoviska EIA na základě výsledků </w:t>
      </w:r>
      <w:r>
        <w:t xml:space="preserve">aktualizace </w:t>
      </w:r>
      <w:r w:rsidRPr="00EF3AB1">
        <w:t>ZÚR všech dotčených krajů</w:t>
      </w:r>
      <w:r w:rsidR="0082343F">
        <w:t>.</w:t>
      </w:r>
    </w:p>
    <w:p w14:paraId="34717D74" w14:textId="0D35E381" w:rsidR="0002389B" w:rsidRDefault="00A9042A" w:rsidP="0002389B">
      <w:pPr>
        <w:pStyle w:val="Textbezslovn"/>
        <w:spacing w:before="240"/>
        <w:rPr>
          <w:rFonts w:ascii="Verdana" w:hAnsi="Verdana"/>
        </w:rPr>
      </w:pPr>
      <w:r>
        <w:rPr>
          <w:rFonts w:ascii="Verdana" w:hAnsi="Verdana"/>
        </w:rPr>
        <w:t>Fakturace 0</w:t>
      </w:r>
      <w:r w:rsidR="0002389B" w:rsidRPr="009C2BEF">
        <w:rPr>
          <w:rFonts w:ascii="Verdana" w:hAnsi="Verdana"/>
        </w:rPr>
        <w:t xml:space="preserve"> % z ceny Díla</w:t>
      </w:r>
      <w:r w:rsidR="00487071">
        <w:rPr>
          <w:rFonts w:ascii="Verdana" w:hAnsi="Verdana"/>
        </w:rPr>
        <w:t>.</w:t>
      </w:r>
    </w:p>
    <w:p w14:paraId="36B1504F" w14:textId="57998D0A" w:rsidR="00F35448" w:rsidRPr="00A9042A" w:rsidRDefault="00A9042A" w:rsidP="00F35448">
      <w:pPr>
        <w:pStyle w:val="Text2-1"/>
        <w:ind w:left="709" w:hanging="709"/>
        <w:rPr>
          <w:b/>
        </w:rPr>
      </w:pPr>
      <w:r>
        <w:rPr>
          <w:b/>
        </w:rPr>
        <w:t>6</w:t>
      </w:r>
      <w:r w:rsidR="00F35448" w:rsidRPr="00EF3AB1">
        <w:rPr>
          <w:b/>
        </w:rPr>
        <w:t>. dílčí etapa</w:t>
      </w:r>
      <w:r w:rsidR="00F35448" w:rsidRPr="00EF3AB1">
        <w:t xml:space="preserve"> – </w:t>
      </w:r>
      <w:r w:rsidR="00F35448">
        <w:rPr>
          <w:b/>
        </w:rPr>
        <w:t>s předpokladem do 5</w:t>
      </w:r>
      <w:r w:rsidR="00F35448" w:rsidRPr="00EF3AB1">
        <w:rPr>
          <w:b/>
        </w:rPr>
        <w:t xml:space="preserve"> měsíců od uskutečnění předchozí etapy</w:t>
      </w:r>
      <w:r w:rsidR="00F35448" w:rsidRPr="00EF3AB1">
        <w:t xml:space="preserve">, </w:t>
      </w:r>
      <w:r w:rsidR="00F35448" w:rsidRPr="00F35448">
        <w:t>dojde k získání pravomocného kladného závazného stanoviska EIA.</w:t>
      </w:r>
    </w:p>
    <w:p w14:paraId="2663FAB6" w14:textId="77777777" w:rsidR="00A9042A" w:rsidRPr="00A9042A" w:rsidRDefault="00A9042A" w:rsidP="00A9042A">
      <w:pPr>
        <w:pStyle w:val="Textbezslovn"/>
        <w:spacing w:before="240"/>
        <w:rPr>
          <w:rFonts w:ascii="Verdana" w:hAnsi="Verdana"/>
        </w:rPr>
      </w:pPr>
      <w:r w:rsidRPr="00A9042A">
        <w:rPr>
          <w:rFonts w:ascii="Verdana" w:hAnsi="Verdana"/>
        </w:rPr>
        <w:t>Fakturace 0 % z ceny Díla.</w:t>
      </w:r>
    </w:p>
    <w:p w14:paraId="4B62AAF5" w14:textId="02FE7BF1" w:rsidR="00F35448" w:rsidRPr="00EF3AB1" w:rsidRDefault="00A9042A" w:rsidP="00F35448">
      <w:pPr>
        <w:pStyle w:val="Text2-1"/>
        <w:ind w:left="709" w:hanging="709"/>
      </w:pPr>
      <w:r>
        <w:rPr>
          <w:b/>
        </w:rPr>
        <w:t>7</w:t>
      </w:r>
      <w:r w:rsidR="00F35448" w:rsidRPr="00EF3AB1">
        <w:rPr>
          <w:b/>
        </w:rPr>
        <w:t>. dílčí etapa</w:t>
      </w:r>
      <w:r w:rsidR="00F35448" w:rsidRPr="00EF3AB1">
        <w:t xml:space="preserve"> –</w:t>
      </w:r>
      <w:r w:rsidR="00F35448" w:rsidRPr="00EF3AB1">
        <w:rPr>
          <w:b/>
        </w:rPr>
        <w:t xml:space="preserve"> do 3 měsíců od řádného termínu pro uskutečnění předchozí etapy </w:t>
      </w:r>
      <w:r w:rsidR="00F35448" w:rsidRPr="00EF3AB1">
        <w:t>dojde k předání, resp. uskutečnění:</w:t>
      </w:r>
    </w:p>
    <w:p w14:paraId="2345650D" w14:textId="77777777" w:rsidR="00F35448" w:rsidRPr="00EF3AB1" w:rsidRDefault="00F35448" w:rsidP="00E73A6C">
      <w:pPr>
        <w:pStyle w:val="Odstavec1-1a"/>
        <w:numPr>
          <w:ilvl w:val="0"/>
          <w:numId w:val="45"/>
        </w:numPr>
        <w:spacing w:before="120" w:after="120"/>
      </w:pPr>
      <w:r w:rsidRPr="00EF3AB1">
        <w:t>dokončení DÚR vč. zajištění úplné dokladové části pro územní řízení vč. zapracování případných podmínek a dalších závěrů z těchto dokladů vyplývajících;</w:t>
      </w:r>
    </w:p>
    <w:p w14:paraId="38427AB7" w14:textId="77777777" w:rsidR="00F35448" w:rsidRPr="00191643" w:rsidRDefault="00F35448" w:rsidP="00F35448">
      <w:pPr>
        <w:pStyle w:val="Odstavec1-1a"/>
        <w:numPr>
          <w:ilvl w:val="0"/>
          <w:numId w:val="16"/>
        </w:numPr>
        <w:spacing w:before="120" w:after="120"/>
      </w:pPr>
      <w:r w:rsidRPr="00EF3AB1">
        <w:t>aktualizace dříve zpracovaných částí Díla na základě finální verze DÚR (zejména výpočtu celkových investičních nákladů stavby, resp. rozp</w:t>
      </w:r>
      <w:r w:rsidRPr="00191643">
        <w:t>očtu a aktualizace ekonomického hodnocení stavby a posouzení RAMS) a jejich projednání s Objednatelem;</w:t>
      </w:r>
    </w:p>
    <w:p w14:paraId="696A93E6" w14:textId="77777777" w:rsidR="00F35448" w:rsidRDefault="00F35448" w:rsidP="00F35448">
      <w:pPr>
        <w:pStyle w:val="Odstavec1-1a"/>
        <w:numPr>
          <w:ilvl w:val="0"/>
          <w:numId w:val="16"/>
        </w:numPr>
        <w:spacing w:before="120" w:after="120"/>
      </w:pPr>
      <w:r w:rsidRPr="00191643">
        <w:t>projednání finální verze DÚR s Objednatelem vč. zpracování žádosti o vydání územního rozhodnutí;</w:t>
      </w:r>
    </w:p>
    <w:p w14:paraId="38B8BB18" w14:textId="3CE5FE7E" w:rsidR="00F35448" w:rsidRPr="00191643" w:rsidRDefault="00F35448" w:rsidP="00F35448">
      <w:pPr>
        <w:pStyle w:val="Odstavec1-1a"/>
        <w:numPr>
          <w:ilvl w:val="0"/>
          <w:numId w:val="16"/>
        </w:numPr>
        <w:spacing w:before="120" w:after="120"/>
      </w:pPr>
      <w:r>
        <w:t>aktualizovaného</w:t>
      </w:r>
      <w:r w:rsidRPr="00FC141A">
        <w:t xml:space="preserve"> 3D modelu rozhodujících stavebních objektů zasazený do</w:t>
      </w:r>
      <w:r>
        <w:t xml:space="preserve"> </w:t>
      </w:r>
      <w:r w:rsidRPr="00FC141A">
        <w:t>terénu pro prezentaci záměru samosprávě a veřejnosti</w:t>
      </w:r>
      <w:r>
        <w:t>;</w:t>
      </w:r>
    </w:p>
    <w:p w14:paraId="21EE47B6" w14:textId="0DD1EF3A" w:rsidR="00F35448" w:rsidRDefault="00F35448" w:rsidP="00F35448">
      <w:pPr>
        <w:pStyle w:val="Odstavec1-1a"/>
      </w:pPr>
      <w:r w:rsidRPr="00191643">
        <w:t>předložení finální Objednatelem odsouhlasené verze DÚR orgánu příslušnému k vydání rozhodnutí o umístění stavby dráhy</w:t>
      </w:r>
      <w:r>
        <w:t>.</w:t>
      </w:r>
    </w:p>
    <w:p w14:paraId="49D3324D" w14:textId="482CCA54" w:rsidR="006E4C5E" w:rsidRPr="006E4C5E" w:rsidRDefault="006E4C5E" w:rsidP="006E4C5E">
      <w:pPr>
        <w:pStyle w:val="Odstavec1-1a"/>
        <w:numPr>
          <w:ilvl w:val="0"/>
          <w:numId w:val="0"/>
        </w:numPr>
        <w:ind w:left="737"/>
        <w:rPr>
          <w:b/>
        </w:rPr>
      </w:pPr>
      <w:r>
        <w:t>Fakturace 15</w:t>
      </w:r>
      <w:r w:rsidRPr="00F35448">
        <w:t xml:space="preserve"> % z ceny Díla.</w:t>
      </w:r>
    </w:p>
    <w:p w14:paraId="0F9AD1F3" w14:textId="6F3ECE62" w:rsidR="00E73A6C" w:rsidRDefault="00A9042A" w:rsidP="00F35448">
      <w:pPr>
        <w:pStyle w:val="Text2-1"/>
        <w:ind w:left="709" w:hanging="709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F35448" w:rsidRPr="003A6DE1">
        <w:rPr>
          <w:rFonts w:ascii="Verdana" w:hAnsi="Verdana"/>
          <w:b/>
        </w:rPr>
        <w:t>. dílčí etapa –</w:t>
      </w:r>
      <w:r w:rsidR="00E73A6C">
        <w:rPr>
          <w:rFonts w:ascii="Verdana" w:hAnsi="Verdana"/>
          <w:b/>
        </w:rPr>
        <w:t xml:space="preserve"> </w:t>
      </w:r>
      <w:r w:rsidR="00F35448" w:rsidRPr="00E73A6C">
        <w:rPr>
          <w:b/>
        </w:rPr>
        <w:t xml:space="preserve">s předpokladem </w:t>
      </w:r>
      <w:r w:rsidR="00F35448">
        <w:rPr>
          <w:b/>
        </w:rPr>
        <w:t>do 2 měsíců</w:t>
      </w:r>
      <w:r w:rsidR="00E73A6C">
        <w:rPr>
          <w:b/>
        </w:rPr>
        <w:t xml:space="preserve"> od uskutečnění předchozí etapy</w:t>
      </w:r>
      <w:r w:rsidR="00F35448" w:rsidRPr="0073348F">
        <w:rPr>
          <w:rFonts w:ascii="Verdana" w:hAnsi="Verdana"/>
        </w:rPr>
        <w:t xml:space="preserve"> </w:t>
      </w:r>
      <w:r w:rsidR="00E73A6C">
        <w:rPr>
          <w:rFonts w:ascii="Verdana" w:hAnsi="Verdana"/>
        </w:rPr>
        <w:t>dojde, resp. uskutečnění:</w:t>
      </w:r>
    </w:p>
    <w:p w14:paraId="6E75EF5D" w14:textId="4D5585BC" w:rsidR="00E73A6C" w:rsidRDefault="00F35448" w:rsidP="0082343F">
      <w:pPr>
        <w:pStyle w:val="Odstavec1-1a"/>
        <w:numPr>
          <w:ilvl w:val="0"/>
          <w:numId w:val="49"/>
        </w:numPr>
        <w:spacing w:before="120" w:after="120"/>
      </w:pPr>
      <w:r w:rsidRPr="00E73A6C">
        <w:t>konečné odevzdání Díla v rozsahu a p</w:t>
      </w:r>
      <w:r w:rsidR="00E73A6C">
        <w:t>odrobnosti dle čl. 1 těchto ZTP</w:t>
      </w:r>
      <w:r w:rsidR="0082343F">
        <w:t>;</w:t>
      </w:r>
    </w:p>
    <w:p w14:paraId="0A1D0955" w14:textId="4C491D91" w:rsidR="00E73A6C" w:rsidRPr="00E73A6C" w:rsidRDefault="00F35448" w:rsidP="00E73A6C">
      <w:pPr>
        <w:pStyle w:val="Odstavec1-1a"/>
        <w:numPr>
          <w:ilvl w:val="0"/>
          <w:numId w:val="16"/>
        </w:numPr>
        <w:spacing w:before="120" w:after="120"/>
      </w:pPr>
      <w:r w:rsidRPr="00E73A6C">
        <w:t>získání pravomocného územního rozhodnutí o umístění stavby,</w:t>
      </w:r>
      <w:r w:rsidR="00E73A6C" w:rsidRPr="00E73A6C">
        <w:t xml:space="preserve"> jež je předmětem Díla</w:t>
      </w:r>
      <w:r w:rsidR="0082343F">
        <w:t>;</w:t>
      </w:r>
    </w:p>
    <w:p w14:paraId="4D41C93D" w14:textId="10B41E8A" w:rsidR="00F35448" w:rsidRPr="00E73A6C" w:rsidRDefault="00E73A6C" w:rsidP="00E73A6C">
      <w:pPr>
        <w:pStyle w:val="Odstavec1-1a"/>
        <w:numPr>
          <w:ilvl w:val="0"/>
          <w:numId w:val="16"/>
        </w:numPr>
        <w:spacing w:before="120" w:after="120"/>
      </w:pPr>
      <w:r>
        <w:t>p</w:t>
      </w:r>
      <w:r w:rsidR="00F35448" w:rsidRPr="00E73A6C">
        <w:t>ředání protokolu o provedení Díla</w:t>
      </w:r>
      <w:r w:rsidR="00F35448">
        <w:t>.</w:t>
      </w:r>
    </w:p>
    <w:p w14:paraId="1DB81A51" w14:textId="661F7DB8" w:rsidR="00F35448" w:rsidRDefault="00E73A6C" w:rsidP="0002389B">
      <w:pPr>
        <w:pStyle w:val="Textbezslovn"/>
        <w:spacing w:before="240"/>
        <w:rPr>
          <w:rFonts w:ascii="Verdana" w:hAnsi="Verdana"/>
        </w:rPr>
      </w:pPr>
      <w:r>
        <w:t>Fakturace 15</w:t>
      </w:r>
      <w:r w:rsidRPr="00F35448">
        <w:t xml:space="preserve"> % z ceny Díla.</w:t>
      </w:r>
    </w:p>
    <w:p w14:paraId="03B69E53" w14:textId="532CFA2E" w:rsidR="00B1382E" w:rsidRDefault="00B1382E" w:rsidP="0002389B">
      <w:pPr>
        <w:pStyle w:val="Textbezslovn"/>
        <w:spacing w:before="240"/>
        <w:rPr>
          <w:rFonts w:ascii="Verdana" w:hAnsi="Verdana"/>
        </w:rPr>
      </w:pPr>
      <w:r w:rsidRPr="00A618EA">
        <w:rPr>
          <w:rFonts w:ascii="Verdana" w:hAnsi="Verdana"/>
        </w:rPr>
        <w:t xml:space="preserve">Má-li podle základního harmonogramu zpracování Díla v některé dílčí etapě odevzdáno dílčí plnění jako koncept, rozumí se konceptem plnění, které splňuje všechny požadavky kladené na příslušné dílčí plnění dokumentaci v SoD. Rozdíl mezi konceptem </w:t>
      </w:r>
      <w:r w:rsidRPr="00A618EA">
        <w:t>dílčího plnění</w:t>
      </w:r>
      <w:r w:rsidRPr="00A618EA">
        <w:rPr>
          <w:rFonts w:ascii="Verdana" w:hAnsi="Verdana"/>
        </w:rPr>
        <w:t xml:space="preserve"> a jeho konečnou podobou spočívá pouze v tom, že v konečné podobě dílčího plnění jsou zapracovány připomínky </w:t>
      </w:r>
      <w:r>
        <w:rPr>
          <w:rFonts w:ascii="Verdana" w:hAnsi="Verdana"/>
        </w:rPr>
        <w:t>O</w:t>
      </w:r>
      <w:r w:rsidRPr="00A618EA">
        <w:rPr>
          <w:rFonts w:ascii="Verdana" w:hAnsi="Verdana"/>
        </w:rPr>
        <w:t>bjednatele ke konceptu.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53" w:name="_Toc90041741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52"/>
      <w:bookmarkEnd w:id="53"/>
    </w:p>
    <w:p w14:paraId="09FE8E30" w14:textId="77777777" w:rsidR="00CA09CF" w:rsidRPr="005D6C4F" w:rsidRDefault="00CA09CF" w:rsidP="00CA09CF">
      <w:pPr>
        <w:pStyle w:val="Text2-1"/>
        <w:ind w:left="709" w:hanging="709"/>
        <w:rPr>
          <w:rFonts w:ascii="Verdana" w:hAnsi="Verdana"/>
        </w:rPr>
      </w:pPr>
      <w:r w:rsidRPr="005D6C4F">
        <w:rPr>
          <w:rFonts w:ascii="Verdana" w:hAnsi="Verdana"/>
        </w:rPr>
        <w:t xml:space="preserve">Dle požadavku SoD bude provedeno </w:t>
      </w:r>
      <w:r w:rsidRPr="00523C9C">
        <w:rPr>
          <w:rFonts w:ascii="Verdana" w:hAnsi="Verdana"/>
        </w:rPr>
        <w:t xml:space="preserve">odevzdání v elektronické </w:t>
      </w:r>
      <w:r w:rsidRPr="005D6C4F">
        <w:rPr>
          <w:rFonts w:ascii="Verdana" w:hAnsi="Verdana"/>
        </w:rPr>
        <w:t>podobě v dílčích termínech (dle etapizace Díla) a v defi</w:t>
      </w:r>
      <w:r>
        <w:rPr>
          <w:rFonts w:ascii="Verdana" w:hAnsi="Verdana"/>
        </w:rPr>
        <w:t>nitivním termínu dokončení Díla</w:t>
      </w:r>
      <w:r>
        <w:t>.</w:t>
      </w:r>
    </w:p>
    <w:p w14:paraId="05A18A34" w14:textId="77777777" w:rsidR="00CA09CF" w:rsidRPr="00F93EBE" w:rsidRDefault="00CA09CF" w:rsidP="00CA09CF">
      <w:pPr>
        <w:pStyle w:val="Text2-1"/>
        <w:ind w:left="709" w:hanging="709"/>
        <w:rPr>
          <w:rFonts w:ascii="Verdana" w:hAnsi="Verdana"/>
        </w:rPr>
      </w:pPr>
      <w:r w:rsidRPr="00F93EBE">
        <w:rPr>
          <w:rFonts w:ascii="Verdana" w:hAnsi="Verdana"/>
        </w:rPr>
        <w:t>Struktura elektronického a listinného odevzdání je totožná, není-li pro části dokumentace blíže specifikováno. Elektronickým resp. digitálním odevzdáním se rozumí:</w:t>
      </w:r>
    </w:p>
    <w:p w14:paraId="213F9A4D" w14:textId="6B032094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>soubory v uzavřené (needitovatelné) formě (ve formátu souboru PDF), jejichž zobrazení je totožné s</w:t>
      </w:r>
      <w:r w:rsidR="00C674D5">
        <w:rPr>
          <w:rFonts w:ascii="Verdana" w:hAnsi="Verdana"/>
        </w:rPr>
        <w:t> </w:t>
      </w:r>
      <w:r w:rsidRPr="00F93EBE">
        <w:rPr>
          <w:rFonts w:ascii="Verdana" w:hAnsi="Verdana"/>
        </w:rPr>
        <w:t>tištěnou</w:t>
      </w:r>
      <w:r w:rsidR="00C674D5">
        <w:rPr>
          <w:rFonts w:ascii="Verdana" w:hAnsi="Verdana"/>
        </w:rPr>
        <w:t>,</w:t>
      </w:r>
      <w:r w:rsidRPr="00F93EBE">
        <w:rPr>
          <w:rFonts w:ascii="Verdana" w:hAnsi="Verdana"/>
        </w:rPr>
        <w:t xml:space="preserve"> resp. listinnou verzí dokumentace</w:t>
      </w:r>
      <w:r w:rsidR="00C674D5">
        <w:rPr>
          <w:rFonts w:ascii="Verdana" w:hAnsi="Verdana"/>
        </w:rPr>
        <w:t>;</w:t>
      </w:r>
    </w:p>
    <w:p w14:paraId="200F324C" w14:textId="40449908" w:rsidR="00CA09CF" w:rsidRPr="00F93EBE" w:rsidRDefault="00CA09CF" w:rsidP="00CA09CF">
      <w:pPr>
        <w:pStyle w:val="Text2-2"/>
      </w:pPr>
      <w:r w:rsidRPr="00F93EBE">
        <w:rPr>
          <w:rFonts w:ascii="Verdana" w:hAnsi="Verdana"/>
        </w:rPr>
        <w:t xml:space="preserve">soubory v otevřené (editovatelné) formě (minimálně ve formátu souborů DOC, XLS, DWG, DGN; z nichž je možné bez dalších úprav obsahu zhotovit výtisk totožný s odevzdanou tištěnou resp. listinnou verzí), a to včetně souborů zpracovaných dle standardu BIM – </w:t>
      </w:r>
      <w:r w:rsidR="00A958C8" w:rsidRPr="00F93EBE">
        <w:rPr>
          <w:rFonts w:ascii="Verdana" w:hAnsi="Verdana"/>
        </w:rPr>
        <w:t>Příloh</w:t>
      </w:r>
      <w:r w:rsidR="00A958C8">
        <w:rPr>
          <w:rFonts w:ascii="Verdana" w:hAnsi="Verdana"/>
        </w:rPr>
        <w:t>a</w:t>
      </w:r>
      <w:r w:rsidR="00A958C8" w:rsidRPr="00F93EBE">
        <w:rPr>
          <w:rFonts w:ascii="Verdana" w:hAnsi="Verdana"/>
        </w:rPr>
        <w:t xml:space="preserve"> </w:t>
      </w:r>
      <w:r w:rsidR="00A958C8">
        <w:rPr>
          <w:rFonts w:ascii="Verdana" w:hAnsi="Verdana"/>
        </w:rPr>
        <w:t xml:space="preserve">č. </w:t>
      </w:r>
      <w:r w:rsidR="0090289B">
        <w:rPr>
          <w:rFonts w:ascii="Verdana" w:hAnsi="Verdana"/>
        </w:rPr>
        <w:t>12 SoD</w:t>
      </w:r>
      <w:r w:rsidRPr="00F93EBE">
        <w:t>.</w:t>
      </w:r>
    </w:p>
    <w:p w14:paraId="02095B8A" w14:textId="5FDA61C4" w:rsidR="00CA09CF" w:rsidRPr="00F62817" w:rsidRDefault="00CA09CF" w:rsidP="00CA09CF">
      <w:pPr>
        <w:pStyle w:val="Text2-1"/>
        <w:ind w:left="709" w:hanging="709"/>
        <w:rPr>
          <w:rFonts w:ascii="Verdana" w:hAnsi="Verdana"/>
        </w:rPr>
      </w:pPr>
      <w:r w:rsidRPr="00022A5D">
        <w:t>Ke každé dílčí etapě spojené s předáním části Díla bude provedeno odevzdání dokumentace odpovídající stupni rozpracovanosti dle požadavků S</w:t>
      </w:r>
      <w:r w:rsidR="00A958C8">
        <w:t>o</w:t>
      </w:r>
      <w:r w:rsidRPr="00022A5D">
        <w:t xml:space="preserve">D, na základě projednaného technického řešení, a to </w:t>
      </w:r>
      <w:r w:rsidRPr="00022A5D">
        <w:rPr>
          <w:b/>
        </w:rPr>
        <w:t xml:space="preserve">v elektronické podobě </w:t>
      </w:r>
      <w:r>
        <w:t xml:space="preserve">USB </w:t>
      </w:r>
      <w:proofErr w:type="spellStart"/>
      <w:r>
        <w:t>flash</w:t>
      </w:r>
      <w:proofErr w:type="spellEnd"/>
      <w:r>
        <w:t xml:space="preserve"> disku</w:t>
      </w:r>
      <w:r w:rsidRPr="00022A5D">
        <w:t xml:space="preserve">. Odevzdání v elektronické podobě bude provedeno v uzavřené formě v plném rozsahu a </w:t>
      </w:r>
      <w:r w:rsidRPr="008436E6">
        <w:t xml:space="preserve">v otevřené formě v rozsahu pro </w:t>
      </w:r>
      <w:r>
        <w:t>potřeby ověření dílčích výstupů.</w:t>
      </w:r>
    </w:p>
    <w:p w14:paraId="3C096D03" w14:textId="77777777" w:rsidR="00CA09CF" w:rsidRPr="00B944BA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Definitivní odevzdání díla</w:t>
      </w:r>
      <w:r w:rsidRPr="008436E6">
        <w:t xml:space="preserve">, bude provedeno v listinné podobě v počtu </w:t>
      </w:r>
      <w:r>
        <w:rPr>
          <w:b/>
        </w:rPr>
        <w:t>čtyř</w:t>
      </w:r>
      <w:r w:rsidRPr="008436E6">
        <w:t xml:space="preserve"> souprav, se zapracováním veškerých akceptovaných požadavků a připomínek Objednatele a dalších dotčených osob a veškerých požadavků v</w:t>
      </w:r>
      <w:r>
        <w:t>zešlých z projednání připomínek.</w:t>
      </w:r>
    </w:p>
    <w:p w14:paraId="50A7E88E" w14:textId="17F6DFF4" w:rsidR="00CA09CF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 xml:space="preserve">Definitivní odevzdání kompletního Díla dle SoD v elektronické podobě bude provedeno dle </w:t>
      </w:r>
      <w:r>
        <w:rPr>
          <w:rFonts w:ascii="Verdana" w:hAnsi="Verdana"/>
        </w:rPr>
        <w:t xml:space="preserve">odstavců </w:t>
      </w:r>
      <w:proofErr w:type="gramStart"/>
      <w:r>
        <w:rPr>
          <w:rFonts w:ascii="Verdana" w:hAnsi="Verdana"/>
        </w:rPr>
        <w:t>3.4.18</w:t>
      </w:r>
      <w:proofErr w:type="gramEnd"/>
      <w:r>
        <w:rPr>
          <w:rFonts w:ascii="Verdana" w:hAnsi="Verdana"/>
        </w:rPr>
        <w:t xml:space="preserve"> až 3.4.20</w:t>
      </w:r>
      <w:r w:rsidRPr="000F2CF2">
        <w:rPr>
          <w:rFonts w:ascii="Verdana" w:hAnsi="Verdana"/>
        </w:rPr>
        <w:t xml:space="preserve"> </w:t>
      </w:r>
      <w:r w:rsidR="00A958C8">
        <w:rPr>
          <w:rFonts w:ascii="Verdana" w:hAnsi="Verdana"/>
        </w:rPr>
        <w:t>Přílohy č. 3b) SoD</w:t>
      </w:r>
      <w:r>
        <w:rPr>
          <w:rFonts w:ascii="Verdana" w:hAnsi="Verdana"/>
        </w:rPr>
        <w:t xml:space="preserve"> na USB </w:t>
      </w:r>
      <w:proofErr w:type="spellStart"/>
      <w:r>
        <w:rPr>
          <w:rFonts w:ascii="Verdana" w:hAnsi="Verdana"/>
        </w:rPr>
        <w:t>flash</w:t>
      </w:r>
      <w:proofErr w:type="spellEnd"/>
      <w:r>
        <w:rPr>
          <w:rFonts w:ascii="Verdana" w:hAnsi="Verdana"/>
        </w:rPr>
        <w:t xml:space="preserve"> disku.</w:t>
      </w:r>
    </w:p>
    <w:p w14:paraId="54915F9C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8436E6">
        <w:rPr>
          <w:b/>
        </w:rPr>
        <w:t>V elektronické podobě</w:t>
      </w:r>
      <w:r w:rsidRPr="008436E6">
        <w:t xml:space="preserve"> budou složky a soubory důsledně popsány, přičemž odevzdání bude obsahovat řazení o délce cesty max. 225 znaků vč. názvu a přípony cílového souboru. Názvy mohou obsahovat zkratky. Digitální odevzdání bude obsahovat mapu složek a souborů s výpisem nezk</w:t>
      </w:r>
      <w:r>
        <w:t>rácených názvů složek a souborů.</w:t>
      </w:r>
    </w:p>
    <w:p w14:paraId="680DBD36" w14:textId="77777777" w:rsidR="00CA09CF" w:rsidRPr="000F2CF2" w:rsidRDefault="00CA09CF" w:rsidP="00CA09CF">
      <w:pPr>
        <w:pStyle w:val="Text2-1"/>
        <w:ind w:left="709" w:hanging="709"/>
        <w:rPr>
          <w:rFonts w:ascii="Verdana" w:hAnsi="Verdana"/>
        </w:rPr>
      </w:pPr>
      <w:r w:rsidRPr="000F2CF2">
        <w:rPr>
          <w:rFonts w:ascii="Verdana" w:hAnsi="Verdana"/>
        </w:rPr>
        <w:t>Odevzdání musí být doloženo písemným dokladem prokazujícím předání dokumentace Zhotovitelem a převzetí Objednatelem s odsouhlasením požadovaného rozsahu činností, rozsahu plnění a splnění termínů dle So</w:t>
      </w:r>
      <w:r>
        <w:rPr>
          <w:rFonts w:ascii="Verdana" w:hAnsi="Verdana"/>
        </w:rPr>
        <w:t>D</w:t>
      </w:r>
      <w:r>
        <w:t>.</w:t>
      </w:r>
    </w:p>
    <w:p w14:paraId="72209CC7" w14:textId="77777777" w:rsidR="00CA09CF" w:rsidRPr="00924BF8" w:rsidRDefault="00CA09CF" w:rsidP="00CA09CF">
      <w:pPr>
        <w:pStyle w:val="Text2-1"/>
        <w:ind w:left="709" w:hanging="709"/>
        <w:rPr>
          <w:rFonts w:ascii="Verdana" w:hAnsi="Verdana"/>
        </w:rPr>
      </w:pPr>
      <w:r w:rsidRPr="003C7B11">
        <w:t xml:space="preserve">Čistopis definitivního odevzdání bude autorizován a </w:t>
      </w:r>
      <w:r>
        <w:t>číslován dle pokynů Objednatele.</w:t>
      </w:r>
    </w:p>
    <w:p w14:paraId="682B682A" w14:textId="77777777" w:rsidR="00CA09CF" w:rsidRPr="00E90374" w:rsidRDefault="00CA09CF" w:rsidP="00CA09CF">
      <w:pPr>
        <w:pStyle w:val="Text2-1"/>
        <w:ind w:left="709" w:hanging="709"/>
        <w:rPr>
          <w:rFonts w:ascii="Verdana" w:hAnsi="Verdana"/>
        </w:rPr>
      </w:pPr>
      <w:r w:rsidRPr="00E90374">
        <w:rPr>
          <w:rFonts w:ascii="Verdana" w:hAnsi="Verdana"/>
        </w:rPr>
        <w:t>Samostatně budou Objednateli pouze digitálně odevzdány soubory prostorových dat, které budou předány ve formátu „shapefile (SHP)“ a budou opatřeny metadaty. Zároveň musejí být v souladu se směrnicí č. 2007/2/EC INSPIRE o vybudování evropské infrastruktury prostorových informací a příslušnými nařízeními a technickými pokyny (Technical Guidelines) v platném znění, které se váží ke směrnici INSPIRE, především pak s:</w:t>
      </w:r>
    </w:p>
    <w:p w14:paraId="6448066C" w14:textId="77777777" w:rsidR="00CA09CF" w:rsidRPr="005D688E" w:rsidRDefault="00CA09CF" w:rsidP="00CA09CF">
      <w:pPr>
        <w:pStyle w:val="Text2-2"/>
      </w:pPr>
      <w:r w:rsidRPr="005D688E">
        <w:t>Nařízením Komise (ES) č. 1205/2008 ze dne 3. prosince 2008, kterým se provádí směrnice Evropského parlamentu a Rad</w:t>
      </w:r>
      <w:r>
        <w:t>y 2007/2/ES týkající se metadat;</w:t>
      </w:r>
    </w:p>
    <w:p w14:paraId="3A2B3E0B" w14:textId="77777777" w:rsidR="00CA09CF" w:rsidRPr="005D688E" w:rsidRDefault="00CA09CF" w:rsidP="00CA09CF">
      <w:pPr>
        <w:pStyle w:val="Text2-2"/>
      </w:pPr>
      <w:r w:rsidRPr="005D688E">
        <w:t>Nařízením Komise (EU) č. 1089/2010 ze dne 23. listopadu 2010, kterým se provádí směrnice Evropského parlamentu a Rady 2007/2/ES, pokud jde interoperabilitu sad prostorovýc</w:t>
      </w:r>
      <w:r>
        <w:t>h dat a služeb prostorových dat;</w:t>
      </w:r>
    </w:p>
    <w:p w14:paraId="09790889" w14:textId="33D26C64" w:rsidR="00224BC2" w:rsidRPr="00CA09CF" w:rsidRDefault="00CA09CF" w:rsidP="00CA09CF">
      <w:pPr>
        <w:pStyle w:val="Text2-2"/>
      </w:pPr>
      <w:r w:rsidRPr="005D688E">
        <w:t>Nařízením Komise (EU) č. 102/2011 ze dne 4. února 2011, kterým se mění nařízení (EU) č. 1089/2010, kterým se provádí směrnice Evropského parlamentu a Rady 2007/2/ES, pokud jde o interoperabilitu sad prostorovýc</w:t>
      </w:r>
      <w:r>
        <w:t>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54" w:name="_Toc26966144"/>
      <w:bookmarkStart w:id="55" w:name="_Toc90041742"/>
      <w:r w:rsidRPr="00115B1E">
        <w:rPr>
          <w:rFonts w:ascii="Verdana" w:hAnsi="Verdana"/>
        </w:rPr>
        <w:t>SOUVISEJÍCÍ DOKUMENTY A PŘEDPISY</w:t>
      </w:r>
      <w:bookmarkEnd w:id="54"/>
      <w:bookmarkEnd w:id="55"/>
    </w:p>
    <w:p w14:paraId="4982787E" w14:textId="244C7C9C" w:rsidR="00280C98" w:rsidRPr="00115B1E" w:rsidRDefault="00280C98" w:rsidP="00F75110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7B0FDE11" w:rsidR="001D3429" w:rsidRPr="00115B1E" w:rsidRDefault="001D3429" w:rsidP="00F75110">
      <w:pPr>
        <w:pStyle w:val="Text2-1"/>
        <w:tabs>
          <w:tab w:val="clear" w:pos="1305"/>
        </w:tabs>
        <w:ind w:left="709" w:hanging="709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svým interním předpisům a </w:t>
      </w:r>
      <w:r w:rsidRPr="00115B1E">
        <w:rPr>
          <w:rFonts w:ascii="Verdana" w:hAnsi="Verdana"/>
        </w:rPr>
        <w:t xml:space="preserve">dokumentům </w:t>
      </w:r>
      <w:r w:rsidR="00CA09CF">
        <w:rPr>
          <w:rFonts w:ascii="Verdana" w:hAnsi="Verdana"/>
        </w:rPr>
        <w:t>na 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3E9D9263" w14:textId="5A4CE4DC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3E05B6E2" w14:textId="3E640A06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7C45CA8C" w14:textId="4C7E9795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  <w:b/>
        </w:rPr>
      </w:pPr>
      <w:r w:rsidRPr="00115B1E">
        <w:rPr>
          <w:rFonts w:ascii="Verdana" w:hAnsi="Verdana"/>
          <w:b/>
        </w:rPr>
        <w:t>Oddělení dokumentace a distribuce tiskových materiálů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77777777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5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16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56" w:name="_Toc3381184"/>
      <w:bookmarkStart w:id="57" w:name="_Toc9257585"/>
      <w:bookmarkStart w:id="58" w:name="_Toc26966145"/>
      <w:bookmarkStart w:id="59" w:name="_Toc90041743"/>
      <w:r w:rsidRPr="00115B1E">
        <w:rPr>
          <w:rFonts w:ascii="Verdana" w:hAnsi="Verdana"/>
        </w:rPr>
        <w:t>PŘÍLOHY</w:t>
      </w:r>
      <w:bookmarkEnd w:id="56"/>
      <w:bookmarkEnd w:id="57"/>
      <w:bookmarkEnd w:id="58"/>
      <w:r w:rsidR="0014196F" w:rsidRPr="00115B1E">
        <w:rPr>
          <w:rFonts w:ascii="Verdana" w:hAnsi="Verdana"/>
        </w:rPr>
        <w:t xml:space="preserve"> ZTP</w:t>
      </w:r>
      <w:bookmarkEnd w:id="59"/>
    </w:p>
    <w:bookmarkEnd w:id="5"/>
    <w:bookmarkEnd w:id="6"/>
    <w:bookmarkEnd w:id="7"/>
    <w:bookmarkEnd w:id="8"/>
    <w:p w14:paraId="51A616A0" w14:textId="7451E91A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DC0C13">
        <w:t xml:space="preserve">„RS 1 VRT </w:t>
      </w:r>
      <w:r w:rsidR="00951A2C">
        <w:t>Velká Bíteš</w:t>
      </w:r>
      <w:r w:rsidRPr="00DC0C13">
        <w:t xml:space="preserve"> – </w:t>
      </w:r>
      <w:r w:rsidR="00951A2C">
        <w:t>Brno</w:t>
      </w:r>
      <w:r w:rsidRPr="00DC0C13">
        <w:t>“</w:t>
      </w:r>
      <w:r w:rsidR="00423305">
        <w:t>,</w:t>
      </w:r>
      <w:r w:rsidRPr="00DC0C13">
        <w:t xml:space="preserve"> SITUACE DÚR 01 </w:t>
      </w:r>
      <w:r>
        <w:t>(</w:t>
      </w:r>
      <w:r w:rsidR="00423305">
        <w:t>sjezd z </w:t>
      </w:r>
      <w:proofErr w:type="gramStart"/>
      <w:r w:rsidR="00423305">
        <w:t>VRT</w:t>
      </w:r>
      <w:proofErr w:type="gramEnd"/>
      <w:r w:rsidR="00423305">
        <w:t xml:space="preserve"> Osová Bítýška</w:t>
      </w:r>
      <w:r>
        <w:t>)</w:t>
      </w:r>
      <w:r w:rsidRPr="00DC0C13">
        <w:t xml:space="preserve">, Správa železnic, státní organizace, </w:t>
      </w:r>
      <w:r w:rsidR="00423305">
        <w:t>12</w:t>
      </w:r>
      <w:r w:rsidRPr="00DC0C13">
        <w:t>/2021.</w:t>
      </w:r>
    </w:p>
    <w:p w14:paraId="6BBEDE7A" w14:textId="57910F38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 xml:space="preserve">„RS 1 </w:t>
      </w:r>
      <w:r w:rsidR="00423305" w:rsidRPr="00DC0C13">
        <w:t xml:space="preserve">VRT </w:t>
      </w:r>
      <w:r w:rsidR="00423305">
        <w:t>Velká Bíteš</w:t>
      </w:r>
      <w:r w:rsidR="00423305" w:rsidRPr="00DC0C13">
        <w:t xml:space="preserve"> – </w:t>
      </w:r>
      <w:r w:rsidR="00423305">
        <w:t>Brno</w:t>
      </w:r>
      <w:r w:rsidRPr="00645369">
        <w:t>“</w:t>
      </w:r>
      <w:r w:rsidR="00423305">
        <w:t>,</w:t>
      </w:r>
      <w:r w:rsidRPr="00645369">
        <w:t xml:space="preserve"> SITUACE DÚR 0</w:t>
      </w:r>
      <w:r>
        <w:t>2</w:t>
      </w:r>
      <w:r w:rsidRPr="00645369">
        <w:t xml:space="preserve"> </w:t>
      </w:r>
      <w:r>
        <w:t>(</w:t>
      </w:r>
      <w:r w:rsidRPr="0090289B">
        <w:t xml:space="preserve">km </w:t>
      </w:r>
      <w:r w:rsidR="00423305">
        <w:t>179,0 – 192,0</w:t>
      </w:r>
      <w:r>
        <w:t>)</w:t>
      </w:r>
      <w:r w:rsidRPr="00645369">
        <w:t xml:space="preserve">, Správa železnic, státní organizace, </w:t>
      </w:r>
      <w:r w:rsidR="006A52BC">
        <w:t>12</w:t>
      </w:r>
      <w:r w:rsidRPr="00645369">
        <w:t>/2021.</w:t>
      </w:r>
    </w:p>
    <w:p w14:paraId="1469CCCF" w14:textId="18E66E60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 xml:space="preserve">„RS 1 </w:t>
      </w:r>
      <w:r w:rsidR="00423305" w:rsidRPr="00DC0C13">
        <w:t xml:space="preserve">VRT </w:t>
      </w:r>
      <w:r w:rsidR="00423305">
        <w:t>Velká Bíteš</w:t>
      </w:r>
      <w:r w:rsidR="00423305" w:rsidRPr="00DC0C13">
        <w:t xml:space="preserve"> – </w:t>
      </w:r>
      <w:r w:rsidR="00423305">
        <w:t>Brno</w:t>
      </w:r>
      <w:r>
        <w:t>“</w:t>
      </w:r>
      <w:r w:rsidR="00423305">
        <w:t xml:space="preserve">, </w:t>
      </w:r>
      <w:r>
        <w:t>SITUACE DÚR 03</w:t>
      </w:r>
      <w:r w:rsidRPr="00645369">
        <w:t xml:space="preserve"> </w:t>
      </w:r>
      <w:r>
        <w:t>(</w:t>
      </w:r>
      <w:r w:rsidR="006760AF">
        <w:t>km 190,0 – 202,0</w:t>
      </w:r>
      <w:r>
        <w:t>)</w:t>
      </w:r>
      <w:r w:rsidRPr="00645369">
        <w:t xml:space="preserve">, Správa železnic, státní organizace, </w:t>
      </w:r>
      <w:r w:rsidR="006A52BC">
        <w:t>12</w:t>
      </w:r>
      <w:r w:rsidRPr="00645369">
        <w:t>/2021.</w:t>
      </w:r>
    </w:p>
    <w:p w14:paraId="39E2D6A0" w14:textId="2657A31C" w:rsidR="00A958C8" w:rsidRDefault="00A958C8" w:rsidP="00A958C8">
      <w:pPr>
        <w:pStyle w:val="Text2-1"/>
        <w:tabs>
          <w:tab w:val="clear" w:pos="1305"/>
        </w:tabs>
        <w:ind w:left="709" w:hanging="709"/>
      </w:pPr>
      <w:r w:rsidRPr="00645369">
        <w:t xml:space="preserve">„RS 1 </w:t>
      </w:r>
      <w:r w:rsidR="00423305" w:rsidRPr="00DC0C13">
        <w:t xml:space="preserve">VRT </w:t>
      </w:r>
      <w:r w:rsidR="00423305">
        <w:t>Velká Bíteš</w:t>
      </w:r>
      <w:r w:rsidR="00423305" w:rsidRPr="00DC0C13">
        <w:t xml:space="preserve"> – </w:t>
      </w:r>
      <w:r w:rsidR="00423305">
        <w:t>Brno</w:t>
      </w:r>
      <w:r>
        <w:t>“</w:t>
      </w:r>
      <w:r w:rsidR="00423305">
        <w:t>,</w:t>
      </w:r>
      <w:r>
        <w:t xml:space="preserve"> SITUACE DÚR 04</w:t>
      </w:r>
      <w:r w:rsidRPr="00645369">
        <w:t xml:space="preserve"> </w:t>
      </w:r>
      <w:r>
        <w:t>(</w:t>
      </w:r>
      <w:r w:rsidR="006A52BC">
        <w:t>km 200,0 – 211,0</w:t>
      </w:r>
      <w:r>
        <w:t>)</w:t>
      </w:r>
      <w:r w:rsidRPr="00645369">
        <w:t xml:space="preserve">, Správa železnic, státní organizace, </w:t>
      </w:r>
      <w:r w:rsidR="006A52BC">
        <w:t>12</w:t>
      </w:r>
      <w:r w:rsidRPr="00645369">
        <w:t>/2021.</w:t>
      </w:r>
    </w:p>
    <w:p w14:paraId="6A19B040" w14:textId="6C2AE336" w:rsidR="00A958C8" w:rsidRPr="00DC0C13" w:rsidRDefault="00A958C8" w:rsidP="00A958C8">
      <w:pPr>
        <w:pStyle w:val="Text2-1"/>
        <w:tabs>
          <w:tab w:val="clear" w:pos="1305"/>
        </w:tabs>
        <w:ind w:left="709" w:hanging="709"/>
      </w:pPr>
      <w:r w:rsidRPr="00DC0C13">
        <w:t>„Manuál pro projektování VRT ve stupni DÚR“, kapitoly Obsah a Úvod (vč. anglické verze) a Vzorový příčný řez, Správa železnic, státní organizace, verze z 1. 7. 2021.</w:t>
      </w:r>
    </w:p>
    <w:p w14:paraId="52FE6F3F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344BF2DD" w14:textId="77777777" w:rsidR="004F1FB3" w:rsidRDefault="004F1FB3" w:rsidP="00BC11F0">
      <w:pPr>
        <w:spacing w:after="0"/>
        <w:ind w:left="1418" w:hanging="1418"/>
        <w:rPr>
          <w:b/>
        </w:rPr>
      </w:pPr>
    </w:p>
    <w:p w14:paraId="05FEB781" w14:textId="77777777" w:rsidR="00E94470" w:rsidRDefault="00E94470" w:rsidP="00BC11F0">
      <w:pPr>
        <w:spacing w:after="0"/>
        <w:ind w:left="1418" w:hanging="1418"/>
        <w:rPr>
          <w:b/>
        </w:rPr>
      </w:pPr>
    </w:p>
    <w:p w14:paraId="4A78E0C5" w14:textId="77777777" w:rsidR="00240E16" w:rsidRDefault="00240E16" w:rsidP="00BC11F0">
      <w:pPr>
        <w:spacing w:after="0"/>
        <w:ind w:left="1418" w:hanging="1418"/>
        <w:rPr>
          <w:b/>
        </w:rPr>
      </w:pPr>
    </w:p>
    <w:p w14:paraId="6F4B18F6" w14:textId="77777777" w:rsidR="00BC11F0" w:rsidRDefault="00D65009" w:rsidP="00CD5F1A">
      <w:pPr>
        <w:spacing w:after="120"/>
        <w:ind w:left="1418" w:hanging="1418"/>
      </w:pPr>
      <w:r w:rsidRPr="00115B1E">
        <w:rPr>
          <w:b/>
        </w:rPr>
        <w:t>Zpracovalo:</w:t>
      </w:r>
    </w:p>
    <w:p w14:paraId="146285CE" w14:textId="063D61E5" w:rsidR="00BC11F0" w:rsidRDefault="006720C5" w:rsidP="00BC11F0">
      <w:pPr>
        <w:spacing w:after="0"/>
        <w:ind w:left="1418" w:hanging="1418"/>
      </w:pPr>
      <w:r>
        <w:t>Odbor přípravy VRT (O21)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E14D1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049" w:right="1588" w:bottom="1276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D09B" w14:textId="77777777" w:rsidR="00192C1D" w:rsidRDefault="00192C1D" w:rsidP="00962258">
      <w:pPr>
        <w:spacing w:after="0" w:line="240" w:lineRule="auto"/>
      </w:pPr>
      <w:r>
        <w:separator/>
      </w:r>
    </w:p>
  </w:endnote>
  <w:endnote w:type="continuationSeparator" w:id="0">
    <w:p w14:paraId="2F45EDFB" w14:textId="77777777" w:rsidR="00192C1D" w:rsidRDefault="00192C1D" w:rsidP="00962258">
      <w:pPr>
        <w:spacing w:after="0" w:line="240" w:lineRule="auto"/>
      </w:pPr>
      <w:r>
        <w:continuationSeparator/>
      </w:r>
    </w:p>
  </w:endnote>
  <w:endnote w:type="continuationNotice" w:id="1">
    <w:p w14:paraId="09159D11" w14:textId="77777777" w:rsidR="00192C1D" w:rsidRDefault="00192C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192C1D" w:rsidRPr="00AA66E9" w14:paraId="0DC19210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29C51A90" w:rsidR="00192C1D" w:rsidRPr="00B8518B" w:rsidRDefault="00192C1D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D335E1">
            <w:rPr>
              <w:rStyle w:val="slostrnky"/>
              <w:noProof/>
            </w:rPr>
            <w:t>16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D335E1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5256BBAA" w14:textId="695BA750" w:rsidR="00192C1D" w:rsidRPr="00B151C7" w:rsidRDefault="00192C1D" w:rsidP="00B3345D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</w:t>
          </w:r>
          <w:r>
            <w:rPr>
              <w:b/>
              <w:szCs w:val="16"/>
            </w:rPr>
            <w:t>)</w:t>
          </w:r>
          <w:r w:rsidRPr="00B151C7">
            <w:rPr>
              <w:b/>
              <w:szCs w:val="16"/>
            </w:rPr>
            <w:t xml:space="preserve"> Zvláštní technické podmínky</w:t>
          </w:r>
        </w:p>
        <w:p w14:paraId="09C10C1B" w14:textId="6FE4E1EE" w:rsidR="00192C1D" w:rsidRDefault="00192C1D" w:rsidP="00E55FEB">
          <w:pPr>
            <w:pStyle w:val="Zpatvpravo"/>
            <w:jc w:val="left"/>
          </w:pPr>
          <w:r w:rsidRPr="007913CB">
            <w:t xml:space="preserve">„RS 1 VRT </w:t>
          </w:r>
          <w:r>
            <w:t>Velká Bíteš - Brno</w:t>
          </w:r>
          <w:r w:rsidRPr="007913CB">
            <w:t xml:space="preserve">“; Zpracování dokumentace pro územní </w:t>
          </w:r>
          <w:r>
            <w:t>řízení</w:t>
          </w:r>
        </w:p>
        <w:p w14:paraId="03CA94F8" w14:textId="0F115A62" w:rsidR="00192C1D" w:rsidRPr="008C53BB" w:rsidRDefault="00192C1D" w:rsidP="00DB4919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560D2A7B" w14:textId="77777777" w:rsidR="00192C1D" w:rsidRPr="00980288" w:rsidRDefault="00192C1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93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938"/>
    </w:tblGrid>
    <w:tr w:rsidR="00192C1D" w:rsidRPr="00AA66E9" w14:paraId="5963C361" w14:textId="77777777" w:rsidTr="001B5FB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18D56E3A" w:rsidR="00192C1D" w:rsidRPr="00B8518B" w:rsidRDefault="00192C1D" w:rsidP="001465B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D335E1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D335E1">
            <w:rPr>
              <w:rStyle w:val="slostrnky"/>
              <w:noProof/>
            </w:rPr>
            <w:t>17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938" w:type="dxa"/>
          <w:vAlign w:val="bottom"/>
        </w:tcPr>
        <w:p w14:paraId="4D1584DB" w14:textId="131CB93F" w:rsidR="00192C1D" w:rsidRDefault="00192C1D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</w:t>
          </w:r>
          <w:r>
            <w:rPr>
              <w:b/>
              <w:szCs w:val="16"/>
            </w:rPr>
            <w:t>)</w:t>
          </w:r>
          <w:r w:rsidRPr="00B151C7">
            <w:rPr>
              <w:b/>
              <w:szCs w:val="16"/>
            </w:rPr>
            <w:t xml:space="preserve"> Zvláštní technické podmínky</w:t>
          </w:r>
          <w:r>
            <w:rPr>
              <w:b/>
              <w:szCs w:val="16"/>
            </w:rPr>
            <w:t xml:space="preserve"> </w:t>
          </w:r>
        </w:p>
        <w:p w14:paraId="46456814" w14:textId="2B0A671E" w:rsidR="00192C1D" w:rsidRPr="001B5FBF" w:rsidRDefault="00192C1D" w:rsidP="00B151C7">
          <w:pPr>
            <w:pStyle w:val="Zpatvpravo"/>
            <w:jc w:val="left"/>
            <w:rPr>
              <w:b/>
              <w:szCs w:val="16"/>
            </w:rPr>
          </w:pPr>
          <w:r>
            <w:t>„RS 1 VRT Velká Bíteš - Brno“; Zpracování dokumentace pro územní řízení</w:t>
          </w:r>
        </w:p>
        <w:p w14:paraId="50FB727B" w14:textId="6FF121E2" w:rsidR="00192C1D" w:rsidRPr="008C53BB" w:rsidRDefault="00192C1D" w:rsidP="00BB4F8C">
          <w:pPr>
            <w:pStyle w:val="Zpatvpravo"/>
            <w:jc w:val="left"/>
            <w:rPr>
              <w:szCs w:val="16"/>
            </w:rPr>
          </w:pPr>
          <w:r>
            <w:t>Smlouva o dílo na zpracování Dokumentace pro územní řízení a dokumentace EIA (DÚR+EIA)</w:t>
          </w:r>
        </w:p>
      </w:tc>
    </w:tr>
  </w:tbl>
  <w:p w14:paraId="1BC8C119" w14:textId="77777777" w:rsidR="00192C1D" w:rsidRPr="00B8518B" w:rsidRDefault="00192C1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1032" w14:textId="77777777" w:rsidR="00192C1D" w:rsidRPr="00B8518B" w:rsidRDefault="00192C1D" w:rsidP="00460660">
    <w:pPr>
      <w:pStyle w:val="Zpat"/>
      <w:rPr>
        <w:sz w:val="2"/>
        <w:szCs w:val="2"/>
      </w:rPr>
    </w:pPr>
  </w:p>
  <w:p w14:paraId="1507F08F" w14:textId="77777777" w:rsidR="00192C1D" w:rsidRDefault="00192C1D" w:rsidP="00054FC6">
    <w:pPr>
      <w:pStyle w:val="Zpat"/>
      <w:rPr>
        <w:rFonts w:cs="Calibri"/>
        <w:szCs w:val="12"/>
      </w:rPr>
    </w:pPr>
  </w:p>
  <w:p w14:paraId="6CA45FBC" w14:textId="77777777" w:rsidR="00192C1D" w:rsidRPr="00460660" w:rsidRDefault="00192C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7AC89" w14:textId="77777777" w:rsidR="00192C1D" w:rsidRDefault="00192C1D" w:rsidP="00962258">
      <w:pPr>
        <w:spacing w:after="0" w:line="240" w:lineRule="auto"/>
      </w:pPr>
      <w:r>
        <w:separator/>
      </w:r>
    </w:p>
  </w:footnote>
  <w:footnote w:type="continuationSeparator" w:id="0">
    <w:p w14:paraId="6065D7A6" w14:textId="77777777" w:rsidR="00192C1D" w:rsidRDefault="00192C1D" w:rsidP="00962258">
      <w:pPr>
        <w:spacing w:after="0" w:line="240" w:lineRule="auto"/>
      </w:pPr>
      <w:r>
        <w:continuationSeparator/>
      </w:r>
    </w:p>
  </w:footnote>
  <w:footnote w:type="continuationNotice" w:id="1">
    <w:p w14:paraId="5C07E79C" w14:textId="77777777" w:rsidR="00192C1D" w:rsidRDefault="00192C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32B" w14:textId="16E9249C" w:rsidR="00192C1D" w:rsidRDefault="00192C1D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92C1D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192C1D" w:rsidRPr="00B8518B" w:rsidRDefault="00192C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192C1D" w:rsidRDefault="00192C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192C1D" w:rsidRPr="00D6163D" w:rsidRDefault="00192C1D" w:rsidP="00D6163D">
          <w:pPr>
            <w:pStyle w:val="Druhdokumentu"/>
          </w:pPr>
        </w:p>
      </w:tc>
    </w:tr>
  </w:tbl>
  <w:p w14:paraId="2A68031B" w14:textId="77777777" w:rsidR="00192C1D" w:rsidRPr="00D6163D" w:rsidRDefault="00192C1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92C1D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192C1D" w:rsidRPr="00B8518B" w:rsidRDefault="00192C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192C1D" w:rsidRDefault="00192C1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192C1D" w:rsidRPr="00D6163D" w:rsidRDefault="00192C1D" w:rsidP="00FC6389">
          <w:pPr>
            <w:pStyle w:val="Druhdokumentu"/>
          </w:pPr>
        </w:p>
      </w:tc>
    </w:tr>
    <w:tr w:rsidR="00192C1D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192C1D" w:rsidRPr="00B8518B" w:rsidRDefault="00192C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192C1D" w:rsidRDefault="00192C1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192C1D" w:rsidRPr="00D6163D" w:rsidRDefault="00192C1D" w:rsidP="00FC6389">
          <w:pPr>
            <w:pStyle w:val="Druhdokumentu"/>
          </w:pPr>
        </w:p>
      </w:tc>
    </w:tr>
  </w:tbl>
  <w:p w14:paraId="1B3279BD" w14:textId="77777777" w:rsidR="00192C1D" w:rsidRPr="00D6163D" w:rsidRDefault="00192C1D" w:rsidP="00FC6389">
    <w:pPr>
      <w:pStyle w:val="Zhlav"/>
      <w:rPr>
        <w:sz w:val="8"/>
        <w:szCs w:val="8"/>
      </w:rPr>
    </w:pPr>
  </w:p>
  <w:p w14:paraId="7A74F73D" w14:textId="77777777" w:rsidR="00192C1D" w:rsidRPr="00460660" w:rsidRDefault="00192C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C46523"/>
    <w:multiLevelType w:val="hybridMultilevel"/>
    <w:tmpl w:val="3572A054"/>
    <w:lvl w:ilvl="0" w:tplc="91921000">
      <w:numFmt w:val="bullet"/>
      <w:lvlText w:val="-"/>
      <w:lvlJc w:val="left"/>
      <w:pPr>
        <w:ind w:left="1069" w:hanging="360"/>
      </w:pPr>
      <w:rPr>
        <w:rFonts w:ascii="Verdana" w:eastAsia="Batang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A36265"/>
    <w:multiLevelType w:val="hybridMultilevel"/>
    <w:tmpl w:val="11449D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B6A95"/>
    <w:multiLevelType w:val="hybridMultilevel"/>
    <w:tmpl w:val="239EABD4"/>
    <w:lvl w:ilvl="0" w:tplc="04050017">
      <w:start w:val="1"/>
      <w:numFmt w:val="lowerLetter"/>
      <w:lvlText w:val="%1)"/>
      <w:lvlJc w:val="left"/>
      <w:pPr>
        <w:ind w:left="2025" w:hanging="360"/>
      </w:pPr>
    </w:lvl>
    <w:lvl w:ilvl="1" w:tplc="04050019" w:tentative="1">
      <w:start w:val="1"/>
      <w:numFmt w:val="lowerLetter"/>
      <w:lvlText w:val="%2."/>
      <w:lvlJc w:val="left"/>
      <w:pPr>
        <w:ind w:left="2745" w:hanging="360"/>
      </w:pPr>
    </w:lvl>
    <w:lvl w:ilvl="2" w:tplc="0405001B" w:tentative="1">
      <w:start w:val="1"/>
      <w:numFmt w:val="lowerRoman"/>
      <w:lvlText w:val="%3."/>
      <w:lvlJc w:val="right"/>
      <w:pPr>
        <w:ind w:left="3465" w:hanging="180"/>
      </w:pPr>
    </w:lvl>
    <w:lvl w:ilvl="3" w:tplc="0405000F" w:tentative="1">
      <w:start w:val="1"/>
      <w:numFmt w:val="decimal"/>
      <w:lvlText w:val="%4."/>
      <w:lvlJc w:val="left"/>
      <w:pPr>
        <w:ind w:left="4185" w:hanging="360"/>
      </w:pPr>
    </w:lvl>
    <w:lvl w:ilvl="4" w:tplc="04050019" w:tentative="1">
      <w:start w:val="1"/>
      <w:numFmt w:val="lowerLetter"/>
      <w:lvlText w:val="%5."/>
      <w:lvlJc w:val="left"/>
      <w:pPr>
        <w:ind w:left="4905" w:hanging="360"/>
      </w:pPr>
    </w:lvl>
    <w:lvl w:ilvl="5" w:tplc="0405001B" w:tentative="1">
      <w:start w:val="1"/>
      <w:numFmt w:val="lowerRoman"/>
      <w:lvlText w:val="%6."/>
      <w:lvlJc w:val="right"/>
      <w:pPr>
        <w:ind w:left="5625" w:hanging="180"/>
      </w:pPr>
    </w:lvl>
    <w:lvl w:ilvl="6" w:tplc="0405000F" w:tentative="1">
      <w:start w:val="1"/>
      <w:numFmt w:val="decimal"/>
      <w:lvlText w:val="%7."/>
      <w:lvlJc w:val="left"/>
      <w:pPr>
        <w:ind w:left="6345" w:hanging="360"/>
      </w:pPr>
    </w:lvl>
    <w:lvl w:ilvl="7" w:tplc="04050019" w:tentative="1">
      <w:start w:val="1"/>
      <w:numFmt w:val="lowerLetter"/>
      <w:lvlText w:val="%8."/>
      <w:lvlJc w:val="left"/>
      <w:pPr>
        <w:ind w:left="7065" w:hanging="360"/>
      </w:pPr>
    </w:lvl>
    <w:lvl w:ilvl="8" w:tplc="0405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8" w15:restartNumberingAfterBreak="0">
    <w:nsid w:val="232D290A"/>
    <w:multiLevelType w:val="multilevel"/>
    <w:tmpl w:val="4C2A3E0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908"/>
        </w:tabs>
        <w:ind w:left="908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6"/>
  </w:num>
  <w:num w:numId="5">
    <w:abstractNumId w:val="10"/>
  </w:num>
  <w:num w:numId="6">
    <w:abstractNumId w:val="12"/>
  </w:num>
  <w:num w:numId="7">
    <w:abstractNumId w:val="14"/>
  </w:num>
  <w:num w:numId="8">
    <w:abstractNumId w:val="0"/>
  </w:num>
  <w:num w:numId="9">
    <w:abstractNumId w:val="15"/>
  </w:num>
  <w:num w:numId="10">
    <w:abstractNumId w:val="8"/>
  </w:num>
  <w:num w:numId="11">
    <w:abstractNumId w:val="4"/>
  </w:num>
  <w:num w:numId="12">
    <w:abstractNumId w:val="11"/>
  </w:num>
  <w:num w:numId="13">
    <w:abstractNumId w:val="13"/>
  </w:num>
  <w:num w:numId="14">
    <w:abstractNumId w:val="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7"/>
  </w:num>
  <w:num w:numId="43">
    <w:abstractNumId w:val="12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8"/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440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FC"/>
    <w:rsid w:val="00004AC0"/>
    <w:rsid w:val="000122FD"/>
    <w:rsid w:val="00012EC4"/>
    <w:rsid w:val="00017F3C"/>
    <w:rsid w:val="0002335A"/>
    <w:rsid w:val="0002389B"/>
    <w:rsid w:val="00024418"/>
    <w:rsid w:val="00025A98"/>
    <w:rsid w:val="00030AE2"/>
    <w:rsid w:val="000312D2"/>
    <w:rsid w:val="00031424"/>
    <w:rsid w:val="00041532"/>
    <w:rsid w:val="00041EC8"/>
    <w:rsid w:val="000427D8"/>
    <w:rsid w:val="00045453"/>
    <w:rsid w:val="00047AD9"/>
    <w:rsid w:val="00054FC6"/>
    <w:rsid w:val="00060348"/>
    <w:rsid w:val="00064580"/>
    <w:rsid w:val="0006465A"/>
    <w:rsid w:val="0006569A"/>
    <w:rsid w:val="0006588D"/>
    <w:rsid w:val="00066B76"/>
    <w:rsid w:val="00067A5E"/>
    <w:rsid w:val="000719BB"/>
    <w:rsid w:val="00072A65"/>
    <w:rsid w:val="00072C1E"/>
    <w:rsid w:val="00076B14"/>
    <w:rsid w:val="00084C0A"/>
    <w:rsid w:val="00085040"/>
    <w:rsid w:val="00085FCB"/>
    <w:rsid w:val="0008708A"/>
    <w:rsid w:val="00091213"/>
    <w:rsid w:val="000923CC"/>
    <w:rsid w:val="000925A7"/>
    <w:rsid w:val="0009606F"/>
    <w:rsid w:val="000B1548"/>
    <w:rsid w:val="000B1725"/>
    <w:rsid w:val="000B408F"/>
    <w:rsid w:val="000B4EB8"/>
    <w:rsid w:val="000B749A"/>
    <w:rsid w:val="000C05C4"/>
    <w:rsid w:val="000C0AE2"/>
    <w:rsid w:val="000C1072"/>
    <w:rsid w:val="000C10B3"/>
    <w:rsid w:val="000C41F2"/>
    <w:rsid w:val="000C4456"/>
    <w:rsid w:val="000C5CF3"/>
    <w:rsid w:val="000D22C4"/>
    <w:rsid w:val="000D27D1"/>
    <w:rsid w:val="000D2D39"/>
    <w:rsid w:val="000D71B5"/>
    <w:rsid w:val="000E0ABF"/>
    <w:rsid w:val="000E1A7F"/>
    <w:rsid w:val="000F15F1"/>
    <w:rsid w:val="000F41A2"/>
    <w:rsid w:val="00100E88"/>
    <w:rsid w:val="00101D75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13F5"/>
    <w:rsid w:val="001235DD"/>
    <w:rsid w:val="00124B59"/>
    <w:rsid w:val="00124BAD"/>
    <w:rsid w:val="0013374F"/>
    <w:rsid w:val="0013676D"/>
    <w:rsid w:val="00136C20"/>
    <w:rsid w:val="0014196F"/>
    <w:rsid w:val="001465B5"/>
    <w:rsid w:val="00146BCB"/>
    <w:rsid w:val="001472BF"/>
    <w:rsid w:val="0015027B"/>
    <w:rsid w:val="00151F7C"/>
    <w:rsid w:val="001542EA"/>
    <w:rsid w:val="00156561"/>
    <w:rsid w:val="00160EB8"/>
    <w:rsid w:val="0016295E"/>
    <w:rsid w:val="001644C7"/>
    <w:rsid w:val="001656A2"/>
    <w:rsid w:val="001663D9"/>
    <w:rsid w:val="001703E5"/>
    <w:rsid w:val="0017097B"/>
    <w:rsid w:val="00170EC5"/>
    <w:rsid w:val="00173060"/>
    <w:rsid w:val="001747C1"/>
    <w:rsid w:val="0017679D"/>
    <w:rsid w:val="00176CE9"/>
    <w:rsid w:val="0017740E"/>
    <w:rsid w:val="00177A15"/>
    <w:rsid w:val="00177D6B"/>
    <w:rsid w:val="00181168"/>
    <w:rsid w:val="00184CE5"/>
    <w:rsid w:val="00185140"/>
    <w:rsid w:val="00191975"/>
    <w:rsid w:val="00191F90"/>
    <w:rsid w:val="00192C1D"/>
    <w:rsid w:val="00192F46"/>
    <w:rsid w:val="00193897"/>
    <w:rsid w:val="00193C68"/>
    <w:rsid w:val="00197CA5"/>
    <w:rsid w:val="001A0107"/>
    <w:rsid w:val="001A12FC"/>
    <w:rsid w:val="001A337F"/>
    <w:rsid w:val="001A3B3C"/>
    <w:rsid w:val="001A48CA"/>
    <w:rsid w:val="001B4180"/>
    <w:rsid w:val="001B4BDD"/>
    <w:rsid w:val="001B4E74"/>
    <w:rsid w:val="001B5FBF"/>
    <w:rsid w:val="001B7668"/>
    <w:rsid w:val="001C12C3"/>
    <w:rsid w:val="001C1EBE"/>
    <w:rsid w:val="001C537E"/>
    <w:rsid w:val="001C645F"/>
    <w:rsid w:val="001D09AA"/>
    <w:rsid w:val="001D1347"/>
    <w:rsid w:val="001D2B2D"/>
    <w:rsid w:val="001D2CDE"/>
    <w:rsid w:val="001D3429"/>
    <w:rsid w:val="001E092F"/>
    <w:rsid w:val="001E156A"/>
    <w:rsid w:val="001E4450"/>
    <w:rsid w:val="001E678E"/>
    <w:rsid w:val="001F0125"/>
    <w:rsid w:val="001F19F9"/>
    <w:rsid w:val="001F2433"/>
    <w:rsid w:val="001F3D80"/>
    <w:rsid w:val="001F461A"/>
    <w:rsid w:val="001F60EB"/>
    <w:rsid w:val="001F65C4"/>
    <w:rsid w:val="002038C9"/>
    <w:rsid w:val="00204AEA"/>
    <w:rsid w:val="002071BB"/>
    <w:rsid w:val="00207DF5"/>
    <w:rsid w:val="00211433"/>
    <w:rsid w:val="00211E86"/>
    <w:rsid w:val="00212E98"/>
    <w:rsid w:val="002136C3"/>
    <w:rsid w:val="00216C8F"/>
    <w:rsid w:val="002233C1"/>
    <w:rsid w:val="00223B68"/>
    <w:rsid w:val="00224BC2"/>
    <w:rsid w:val="00237164"/>
    <w:rsid w:val="00237313"/>
    <w:rsid w:val="00240500"/>
    <w:rsid w:val="00240689"/>
    <w:rsid w:val="00240AC7"/>
    <w:rsid w:val="00240B81"/>
    <w:rsid w:val="00240E16"/>
    <w:rsid w:val="00242131"/>
    <w:rsid w:val="00247D01"/>
    <w:rsid w:val="0025030F"/>
    <w:rsid w:val="00252A7A"/>
    <w:rsid w:val="00252C75"/>
    <w:rsid w:val="00256727"/>
    <w:rsid w:val="00261A5B"/>
    <w:rsid w:val="00261B6C"/>
    <w:rsid w:val="00262E5B"/>
    <w:rsid w:val="00265D64"/>
    <w:rsid w:val="00270A06"/>
    <w:rsid w:val="00270E9E"/>
    <w:rsid w:val="00275933"/>
    <w:rsid w:val="00276AFE"/>
    <w:rsid w:val="00277498"/>
    <w:rsid w:val="00280C98"/>
    <w:rsid w:val="00280D1F"/>
    <w:rsid w:val="00282F66"/>
    <w:rsid w:val="00283930"/>
    <w:rsid w:val="00283D14"/>
    <w:rsid w:val="00284002"/>
    <w:rsid w:val="0028548E"/>
    <w:rsid w:val="00291742"/>
    <w:rsid w:val="00291F35"/>
    <w:rsid w:val="00293276"/>
    <w:rsid w:val="002A0300"/>
    <w:rsid w:val="002A3721"/>
    <w:rsid w:val="002A3B57"/>
    <w:rsid w:val="002A5C9C"/>
    <w:rsid w:val="002A7EFC"/>
    <w:rsid w:val="002B2993"/>
    <w:rsid w:val="002B5E25"/>
    <w:rsid w:val="002B66E3"/>
    <w:rsid w:val="002B6B58"/>
    <w:rsid w:val="002C31BF"/>
    <w:rsid w:val="002C3982"/>
    <w:rsid w:val="002D12CB"/>
    <w:rsid w:val="002D2102"/>
    <w:rsid w:val="002D2D31"/>
    <w:rsid w:val="002D5C41"/>
    <w:rsid w:val="002D5FF1"/>
    <w:rsid w:val="002D6728"/>
    <w:rsid w:val="002D7C0A"/>
    <w:rsid w:val="002D7FD6"/>
    <w:rsid w:val="002E0CD7"/>
    <w:rsid w:val="002E0CFB"/>
    <w:rsid w:val="002E1DE3"/>
    <w:rsid w:val="002E5C7B"/>
    <w:rsid w:val="002F0512"/>
    <w:rsid w:val="002F1811"/>
    <w:rsid w:val="002F4333"/>
    <w:rsid w:val="002F7647"/>
    <w:rsid w:val="002F7CE6"/>
    <w:rsid w:val="00301674"/>
    <w:rsid w:val="00302D46"/>
    <w:rsid w:val="003030C8"/>
    <w:rsid w:val="00304DAF"/>
    <w:rsid w:val="00306DE4"/>
    <w:rsid w:val="00307207"/>
    <w:rsid w:val="0031016D"/>
    <w:rsid w:val="00312DCA"/>
    <w:rsid w:val="003130A4"/>
    <w:rsid w:val="003177D6"/>
    <w:rsid w:val="00320203"/>
    <w:rsid w:val="00321C90"/>
    <w:rsid w:val="00321CBA"/>
    <w:rsid w:val="003229ED"/>
    <w:rsid w:val="003254A3"/>
    <w:rsid w:val="00327C04"/>
    <w:rsid w:val="00327E1B"/>
    <w:rsid w:val="00327EEF"/>
    <w:rsid w:val="0033239F"/>
    <w:rsid w:val="00333511"/>
    <w:rsid w:val="00334918"/>
    <w:rsid w:val="003356E1"/>
    <w:rsid w:val="003418A3"/>
    <w:rsid w:val="0034274B"/>
    <w:rsid w:val="00343883"/>
    <w:rsid w:val="0034719F"/>
    <w:rsid w:val="00350A35"/>
    <w:rsid w:val="003571D8"/>
    <w:rsid w:val="00357BC6"/>
    <w:rsid w:val="00361422"/>
    <w:rsid w:val="003626D4"/>
    <w:rsid w:val="0036401D"/>
    <w:rsid w:val="0036556D"/>
    <w:rsid w:val="00366279"/>
    <w:rsid w:val="003669DC"/>
    <w:rsid w:val="00367814"/>
    <w:rsid w:val="00372CFB"/>
    <w:rsid w:val="00374258"/>
    <w:rsid w:val="0037545D"/>
    <w:rsid w:val="00377910"/>
    <w:rsid w:val="00382862"/>
    <w:rsid w:val="00386FF1"/>
    <w:rsid w:val="00392CB6"/>
    <w:rsid w:val="00392EB6"/>
    <w:rsid w:val="003947AE"/>
    <w:rsid w:val="003956C6"/>
    <w:rsid w:val="00395A70"/>
    <w:rsid w:val="00395EFC"/>
    <w:rsid w:val="003A2981"/>
    <w:rsid w:val="003A5D78"/>
    <w:rsid w:val="003B3FA8"/>
    <w:rsid w:val="003B61C5"/>
    <w:rsid w:val="003C1A60"/>
    <w:rsid w:val="003C2314"/>
    <w:rsid w:val="003C257C"/>
    <w:rsid w:val="003C3288"/>
    <w:rsid w:val="003C33F2"/>
    <w:rsid w:val="003C3935"/>
    <w:rsid w:val="003C3D9C"/>
    <w:rsid w:val="003C6679"/>
    <w:rsid w:val="003D5B89"/>
    <w:rsid w:val="003D6BE8"/>
    <w:rsid w:val="003D756E"/>
    <w:rsid w:val="003E411F"/>
    <w:rsid w:val="003E420D"/>
    <w:rsid w:val="003E4C13"/>
    <w:rsid w:val="003E4D69"/>
    <w:rsid w:val="003F56C6"/>
    <w:rsid w:val="0040098E"/>
    <w:rsid w:val="00400E42"/>
    <w:rsid w:val="004078F3"/>
    <w:rsid w:val="00411660"/>
    <w:rsid w:val="00411805"/>
    <w:rsid w:val="004125C7"/>
    <w:rsid w:val="004136BE"/>
    <w:rsid w:val="00423305"/>
    <w:rsid w:val="00424A4B"/>
    <w:rsid w:val="00427794"/>
    <w:rsid w:val="004318E6"/>
    <w:rsid w:val="00434AC9"/>
    <w:rsid w:val="00435508"/>
    <w:rsid w:val="004419D8"/>
    <w:rsid w:val="00446238"/>
    <w:rsid w:val="00450F07"/>
    <w:rsid w:val="00453CD3"/>
    <w:rsid w:val="00453D51"/>
    <w:rsid w:val="00455957"/>
    <w:rsid w:val="00456BB8"/>
    <w:rsid w:val="00460660"/>
    <w:rsid w:val="0046073E"/>
    <w:rsid w:val="00462886"/>
    <w:rsid w:val="0046304F"/>
    <w:rsid w:val="00463BD5"/>
    <w:rsid w:val="00463CE5"/>
    <w:rsid w:val="00464BA9"/>
    <w:rsid w:val="00464BF7"/>
    <w:rsid w:val="00477AEC"/>
    <w:rsid w:val="00482A58"/>
    <w:rsid w:val="00483969"/>
    <w:rsid w:val="004842C0"/>
    <w:rsid w:val="00485C26"/>
    <w:rsid w:val="00486107"/>
    <w:rsid w:val="00487071"/>
    <w:rsid w:val="00487C54"/>
    <w:rsid w:val="00491001"/>
    <w:rsid w:val="00491827"/>
    <w:rsid w:val="00495F15"/>
    <w:rsid w:val="00496A17"/>
    <w:rsid w:val="004A06B6"/>
    <w:rsid w:val="004A161C"/>
    <w:rsid w:val="004B06A0"/>
    <w:rsid w:val="004B6B46"/>
    <w:rsid w:val="004C4399"/>
    <w:rsid w:val="004C60E8"/>
    <w:rsid w:val="004C714B"/>
    <w:rsid w:val="004C787C"/>
    <w:rsid w:val="004D04A3"/>
    <w:rsid w:val="004D0588"/>
    <w:rsid w:val="004D10EF"/>
    <w:rsid w:val="004D6E57"/>
    <w:rsid w:val="004E4459"/>
    <w:rsid w:val="004E480A"/>
    <w:rsid w:val="004E6D87"/>
    <w:rsid w:val="004E7A1F"/>
    <w:rsid w:val="004F1575"/>
    <w:rsid w:val="004F1FB3"/>
    <w:rsid w:val="004F343F"/>
    <w:rsid w:val="004F4B9B"/>
    <w:rsid w:val="00502947"/>
    <w:rsid w:val="00503D83"/>
    <w:rsid w:val="00505D7E"/>
    <w:rsid w:val="0050666E"/>
    <w:rsid w:val="005066EE"/>
    <w:rsid w:val="00506700"/>
    <w:rsid w:val="005073B5"/>
    <w:rsid w:val="00507732"/>
    <w:rsid w:val="005077DC"/>
    <w:rsid w:val="00511AB9"/>
    <w:rsid w:val="00512076"/>
    <w:rsid w:val="00513FAC"/>
    <w:rsid w:val="005141CB"/>
    <w:rsid w:val="005172F1"/>
    <w:rsid w:val="00517947"/>
    <w:rsid w:val="00520C4B"/>
    <w:rsid w:val="00520DA1"/>
    <w:rsid w:val="00522CEE"/>
    <w:rsid w:val="00523825"/>
    <w:rsid w:val="00523BB5"/>
    <w:rsid w:val="00523EA7"/>
    <w:rsid w:val="00527705"/>
    <w:rsid w:val="00531CB9"/>
    <w:rsid w:val="00532499"/>
    <w:rsid w:val="00535BD8"/>
    <w:rsid w:val="005365CE"/>
    <w:rsid w:val="005406EB"/>
    <w:rsid w:val="00542B56"/>
    <w:rsid w:val="00545398"/>
    <w:rsid w:val="0055017A"/>
    <w:rsid w:val="00552D98"/>
    <w:rsid w:val="00553375"/>
    <w:rsid w:val="0055487B"/>
    <w:rsid w:val="00555884"/>
    <w:rsid w:val="00567AB7"/>
    <w:rsid w:val="00570416"/>
    <w:rsid w:val="005736B7"/>
    <w:rsid w:val="00575E5A"/>
    <w:rsid w:val="00580245"/>
    <w:rsid w:val="00582FFC"/>
    <w:rsid w:val="00584B78"/>
    <w:rsid w:val="00584F76"/>
    <w:rsid w:val="0058563B"/>
    <w:rsid w:val="00586CA1"/>
    <w:rsid w:val="0058742A"/>
    <w:rsid w:val="00587B6F"/>
    <w:rsid w:val="00592046"/>
    <w:rsid w:val="005A1F44"/>
    <w:rsid w:val="005A2D88"/>
    <w:rsid w:val="005A4A49"/>
    <w:rsid w:val="005A630A"/>
    <w:rsid w:val="005A6D63"/>
    <w:rsid w:val="005B01B1"/>
    <w:rsid w:val="005B08DF"/>
    <w:rsid w:val="005B0BEE"/>
    <w:rsid w:val="005B0D01"/>
    <w:rsid w:val="005B205C"/>
    <w:rsid w:val="005B347B"/>
    <w:rsid w:val="005C3A2B"/>
    <w:rsid w:val="005C3EB0"/>
    <w:rsid w:val="005C6366"/>
    <w:rsid w:val="005C72CA"/>
    <w:rsid w:val="005D2B43"/>
    <w:rsid w:val="005D3C39"/>
    <w:rsid w:val="005E0462"/>
    <w:rsid w:val="005E2D8C"/>
    <w:rsid w:val="005E36F9"/>
    <w:rsid w:val="005E48B7"/>
    <w:rsid w:val="005E59A6"/>
    <w:rsid w:val="005E5C11"/>
    <w:rsid w:val="005F02B7"/>
    <w:rsid w:val="005F21F5"/>
    <w:rsid w:val="00601958"/>
    <w:rsid w:val="00601A8C"/>
    <w:rsid w:val="00601FC9"/>
    <w:rsid w:val="006030CA"/>
    <w:rsid w:val="00605012"/>
    <w:rsid w:val="00607399"/>
    <w:rsid w:val="00607813"/>
    <w:rsid w:val="0061068E"/>
    <w:rsid w:val="006110C2"/>
    <w:rsid w:val="006115D3"/>
    <w:rsid w:val="00615109"/>
    <w:rsid w:val="00623FA9"/>
    <w:rsid w:val="00625D5E"/>
    <w:rsid w:val="00631F6A"/>
    <w:rsid w:val="00634460"/>
    <w:rsid w:val="00635BEF"/>
    <w:rsid w:val="00635F94"/>
    <w:rsid w:val="0064001E"/>
    <w:rsid w:val="006418F4"/>
    <w:rsid w:val="00642E3D"/>
    <w:rsid w:val="006452B9"/>
    <w:rsid w:val="00652A2A"/>
    <w:rsid w:val="00654A0F"/>
    <w:rsid w:val="00655976"/>
    <w:rsid w:val="0065610E"/>
    <w:rsid w:val="00656541"/>
    <w:rsid w:val="00660AD3"/>
    <w:rsid w:val="00661146"/>
    <w:rsid w:val="00661B8F"/>
    <w:rsid w:val="006653E5"/>
    <w:rsid w:val="00667AB8"/>
    <w:rsid w:val="0067054B"/>
    <w:rsid w:val="00671E96"/>
    <w:rsid w:val="006720C5"/>
    <w:rsid w:val="00673B1D"/>
    <w:rsid w:val="00673CBD"/>
    <w:rsid w:val="006741FE"/>
    <w:rsid w:val="00674761"/>
    <w:rsid w:val="006760AF"/>
    <w:rsid w:val="00676B56"/>
    <w:rsid w:val="006776B6"/>
    <w:rsid w:val="0068286A"/>
    <w:rsid w:val="00684B11"/>
    <w:rsid w:val="00686B44"/>
    <w:rsid w:val="0069136C"/>
    <w:rsid w:val="00691A97"/>
    <w:rsid w:val="00693150"/>
    <w:rsid w:val="00693478"/>
    <w:rsid w:val="00694346"/>
    <w:rsid w:val="00696CD0"/>
    <w:rsid w:val="00697771"/>
    <w:rsid w:val="006A019B"/>
    <w:rsid w:val="006A13E3"/>
    <w:rsid w:val="006A52BC"/>
    <w:rsid w:val="006A5570"/>
    <w:rsid w:val="006A649A"/>
    <w:rsid w:val="006A689C"/>
    <w:rsid w:val="006B0598"/>
    <w:rsid w:val="006B2318"/>
    <w:rsid w:val="006B34B4"/>
    <w:rsid w:val="006B3D79"/>
    <w:rsid w:val="006B6FE4"/>
    <w:rsid w:val="006C0037"/>
    <w:rsid w:val="006C16E1"/>
    <w:rsid w:val="006C1C0B"/>
    <w:rsid w:val="006C2343"/>
    <w:rsid w:val="006C31D3"/>
    <w:rsid w:val="006C442A"/>
    <w:rsid w:val="006D3941"/>
    <w:rsid w:val="006D5271"/>
    <w:rsid w:val="006D66DD"/>
    <w:rsid w:val="006E0578"/>
    <w:rsid w:val="006E314D"/>
    <w:rsid w:val="006E4C5E"/>
    <w:rsid w:val="006E6A14"/>
    <w:rsid w:val="006E6B4F"/>
    <w:rsid w:val="006F7B04"/>
    <w:rsid w:val="006F7BDB"/>
    <w:rsid w:val="00703681"/>
    <w:rsid w:val="00707921"/>
    <w:rsid w:val="00710723"/>
    <w:rsid w:val="00710BFD"/>
    <w:rsid w:val="00715504"/>
    <w:rsid w:val="00720802"/>
    <w:rsid w:val="007209BF"/>
    <w:rsid w:val="00722DAF"/>
    <w:rsid w:val="00723ED1"/>
    <w:rsid w:val="0072400E"/>
    <w:rsid w:val="00725DD4"/>
    <w:rsid w:val="0072658F"/>
    <w:rsid w:val="00730451"/>
    <w:rsid w:val="00733AD8"/>
    <w:rsid w:val="00740AF5"/>
    <w:rsid w:val="00743525"/>
    <w:rsid w:val="00745555"/>
    <w:rsid w:val="007458C8"/>
    <w:rsid w:val="00745F94"/>
    <w:rsid w:val="00751949"/>
    <w:rsid w:val="00753AF3"/>
    <w:rsid w:val="007540EE"/>
    <w:rsid w:val="007541A2"/>
    <w:rsid w:val="00755818"/>
    <w:rsid w:val="00757CF6"/>
    <w:rsid w:val="0076286B"/>
    <w:rsid w:val="00762DB3"/>
    <w:rsid w:val="00766846"/>
    <w:rsid w:val="0076790E"/>
    <w:rsid w:val="00773B5C"/>
    <w:rsid w:val="00774F50"/>
    <w:rsid w:val="0077673A"/>
    <w:rsid w:val="00781A60"/>
    <w:rsid w:val="00781D28"/>
    <w:rsid w:val="007846E1"/>
    <w:rsid w:val="007847D6"/>
    <w:rsid w:val="00786C55"/>
    <w:rsid w:val="007913CB"/>
    <w:rsid w:val="0079164C"/>
    <w:rsid w:val="007957C8"/>
    <w:rsid w:val="00795BA5"/>
    <w:rsid w:val="007A0C7D"/>
    <w:rsid w:val="007A205F"/>
    <w:rsid w:val="007A3392"/>
    <w:rsid w:val="007A3FA3"/>
    <w:rsid w:val="007A4E6E"/>
    <w:rsid w:val="007A5172"/>
    <w:rsid w:val="007A67A0"/>
    <w:rsid w:val="007B1D58"/>
    <w:rsid w:val="007B382B"/>
    <w:rsid w:val="007B570C"/>
    <w:rsid w:val="007B5B7B"/>
    <w:rsid w:val="007D2123"/>
    <w:rsid w:val="007D3611"/>
    <w:rsid w:val="007D5652"/>
    <w:rsid w:val="007D59E5"/>
    <w:rsid w:val="007E4A6E"/>
    <w:rsid w:val="007E63DC"/>
    <w:rsid w:val="007E6932"/>
    <w:rsid w:val="007E7CB7"/>
    <w:rsid w:val="007F0413"/>
    <w:rsid w:val="007F2234"/>
    <w:rsid w:val="007F4600"/>
    <w:rsid w:val="007F4AD1"/>
    <w:rsid w:val="007F540E"/>
    <w:rsid w:val="007F56A7"/>
    <w:rsid w:val="007F6186"/>
    <w:rsid w:val="007F70AE"/>
    <w:rsid w:val="00800515"/>
    <w:rsid w:val="00800851"/>
    <w:rsid w:val="0080122C"/>
    <w:rsid w:val="0080171C"/>
    <w:rsid w:val="008029D2"/>
    <w:rsid w:val="00807DD0"/>
    <w:rsid w:val="00810D72"/>
    <w:rsid w:val="00810E5C"/>
    <w:rsid w:val="008127DC"/>
    <w:rsid w:val="0081671D"/>
    <w:rsid w:val="00816930"/>
    <w:rsid w:val="00821D01"/>
    <w:rsid w:val="0082301E"/>
    <w:rsid w:val="0082343F"/>
    <w:rsid w:val="00826B7B"/>
    <w:rsid w:val="00831443"/>
    <w:rsid w:val="0083197D"/>
    <w:rsid w:val="00832E7D"/>
    <w:rsid w:val="0083330B"/>
    <w:rsid w:val="00834146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5F12"/>
    <w:rsid w:val="00867129"/>
    <w:rsid w:val="00867643"/>
    <w:rsid w:val="00867F19"/>
    <w:rsid w:val="00873272"/>
    <w:rsid w:val="00875459"/>
    <w:rsid w:val="008844F9"/>
    <w:rsid w:val="00887F36"/>
    <w:rsid w:val="008905CD"/>
    <w:rsid w:val="00890A4F"/>
    <w:rsid w:val="008918AD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B1BCB"/>
    <w:rsid w:val="008B1BF5"/>
    <w:rsid w:val="008C24A8"/>
    <w:rsid w:val="008C35E5"/>
    <w:rsid w:val="008C41F8"/>
    <w:rsid w:val="008C50F3"/>
    <w:rsid w:val="008C51A4"/>
    <w:rsid w:val="008C53BB"/>
    <w:rsid w:val="008C7EFE"/>
    <w:rsid w:val="008D03B9"/>
    <w:rsid w:val="008D30C7"/>
    <w:rsid w:val="008D3B85"/>
    <w:rsid w:val="008D3CAB"/>
    <w:rsid w:val="008D4397"/>
    <w:rsid w:val="008D5124"/>
    <w:rsid w:val="008D518D"/>
    <w:rsid w:val="008E34D4"/>
    <w:rsid w:val="008E4EF6"/>
    <w:rsid w:val="008F18D6"/>
    <w:rsid w:val="008F25FE"/>
    <w:rsid w:val="008F2C9B"/>
    <w:rsid w:val="008F2E7A"/>
    <w:rsid w:val="008F390A"/>
    <w:rsid w:val="008F42DA"/>
    <w:rsid w:val="008F4D2C"/>
    <w:rsid w:val="008F797B"/>
    <w:rsid w:val="00901CDC"/>
    <w:rsid w:val="009020D4"/>
    <w:rsid w:val="009025FC"/>
    <w:rsid w:val="0090289B"/>
    <w:rsid w:val="00904780"/>
    <w:rsid w:val="009053BE"/>
    <w:rsid w:val="0090635B"/>
    <w:rsid w:val="00914F81"/>
    <w:rsid w:val="0091703B"/>
    <w:rsid w:val="00922385"/>
    <w:rsid w:val="009223DF"/>
    <w:rsid w:val="00923061"/>
    <w:rsid w:val="00923406"/>
    <w:rsid w:val="00934D19"/>
    <w:rsid w:val="00936091"/>
    <w:rsid w:val="00936957"/>
    <w:rsid w:val="00940271"/>
    <w:rsid w:val="00940D8A"/>
    <w:rsid w:val="00941667"/>
    <w:rsid w:val="0094216B"/>
    <w:rsid w:val="00943D26"/>
    <w:rsid w:val="00944907"/>
    <w:rsid w:val="009462C7"/>
    <w:rsid w:val="009501E6"/>
    <w:rsid w:val="00950944"/>
    <w:rsid w:val="009519E4"/>
    <w:rsid w:val="00951A2C"/>
    <w:rsid w:val="00952451"/>
    <w:rsid w:val="009532A2"/>
    <w:rsid w:val="009607F2"/>
    <w:rsid w:val="0096128C"/>
    <w:rsid w:val="00962258"/>
    <w:rsid w:val="00962FCC"/>
    <w:rsid w:val="0096517D"/>
    <w:rsid w:val="00967822"/>
    <w:rsid w:val="009678B7"/>
    <w:rsid w:val="0097239D"/>
    <w:rsid w:val="009772BA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4B6F"/>
    <w:rsid w:val="009A6126"/>
    <w:rsid w:val="009B0E64"/>
    <w:rsid w:val="009B2E97"/>
    <w:rsid w:val="009B5146"/>
    <w:rsid w:val="009C2BEF"/>
    <w:rsid w:val="009C418E"/>
    <w:rsid w:val="009C442C"/>
    <w:rsid w:val="009C47B0"/>
    <w:rsid w:val="009C7A06"/>
    <w:rsid w:val="009D0B44"/>
    <w:rsid w:val="009D1EB2"/>
    <w:rsid w:val="009D2FC5"/>
    <w:rsid w:val="009E07F4"/>
    <w:rsid w:val="009E1CC4"/>
    <w:rsid w:val="009E6FA0"/>
    <w:rsid w:val="009E6FFA"/>
    <w:rsid w:val="009E7935"/>
    <w:rsid w:val="009E7E5C"/>
    <w:rsid w:val="009F125F"/>
    <w:rsid w:val="009F309B"/>
    <w:rsid w:val="009F392E"/>
    <w:rsid w:val="009F53C5"/>
    <w:rsid w:val="009F7D9B"/>
    <w:rsid w:val="00A008CE"/>
    <w:rsid w:val="00A04D7F"/>
    <w:rsid w:val="00A0708C"/>
    <w:rsid w:val="00A0740E"/>
    <w:rsid w:val="00A12D07"/>
    <w:rsid w:val="00A149F3"/>
    <w:rsid w:val="00A14A80"/>
    <w:rsid w:val="00A179C4"/>
    <w:rsid w:val="00A2098E"/>
    <w:rsid w:val="00A211F0"/>
    <w:rsid w:val="00A219A9"/>
    <w:rsid w:val="00A219E8"/>
    <w:rsid w:val="00A33AD9"/>
    <w:rsid w:val="00A34362"/>
    <w:rsid w:val="00A350B5"/>
    <w:rsid w:val="00A361EB"/>
    <w:rsid w:val="00A37D92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4D32"/>
    <w:rsid w:val="00A56764"/>
    <w:rsid w:val="00A57A71"/>
    <w:rsid w:val="00A6177B"/>
    <w:rsid w:val="00A62E74"/>
    <w:rsid w:val="00A634F7"/>
    <w:rsid w:val="00A66136"/>
    <w:rsid w:val="00A70EE9"/>
    <w:rsid w:val="00A71189"/>
    <w:rsid w:val="00A72CC9"/>
    <w:rsid w:val="00A7364A"/>
    <w:rsid w:val="00A74DCC"/>
    <w:rsid w:val="00A74DD7"/>
    <w:rsid w:val="00A753ED"/>
    <w:rsid w:val="00A75914"/>
    <w:rsid w:val="00A77512"/>
    <w:rsid w:val="00A84CC0"/>
    <w:rsid w:val="00A85759"/>
    <w:rsid w:val="00A86587"/>
    <w:rsid w:val="00A867DC"/>
    <w:rsid w:val="00A86F0E"/>
    <w:rsid w:val="00A87EE0"/>
    <w:rsid w:val="00A903BD"/>
    <w:rsid w:val="00A9042A"/>
    <w:rsid w:val="00A9062C"/>
    <w:rsid w:val="00A92B67"/>
    <w:rsid w:val="00A93C3D"/>
    <w:rsid w:val="00A94C2F"/>
    <w:rsid w:val="00A95790"/>
    <w:rsid w:val="00A958C8"/>
    <w:rsid w:val="00A96688"/>
    <w:rsid w:val="00A969D5"/>
    <w:rsid w:val="00AA10B0"/>
    <w:rsid w:val="00AA1586"/>
    <w:rsid w:val="00AA169F"/>
    <w:rsid w:val="00AA4670"/>
    <w:rsid w:val="00AA4CBB"/>
    <w:rsid w:val="00AA65FA"/>
    <w:rsid w:val="00AA66E9"/>
    <w:rsid w:val="00AA6869"/>
    <w:rsid w:val="00AA7351"/>
    <w:rsid w:val="00AB0FAC"/>
    <w:rsid w:val="00AB1435"/>
    <w:rsid w:val="00AB7856"/>
    <w:rsid w:val="00AC411F"/>
    <w:rsid w:val="00AC64A6"/>
    <w:rsid w:val="00AD056F"/>
    <w:rsid w:val="00AD05E5"/>
    <w:rsid w:val="00AD0C7B"/>
    <w:rsid w:val="00AD0FD9"/>
    <w:rsid w:val="00AD12C3"/>
    <w:rsid w:val="00AD2491"/>
    <w:rsid w:val="00AD38D0"/>
    <w:rsid w:val="00AD509F"/>
    <w:rsid w:val="00AD5F1A"/>
    <w:rsid w:val="00AD6731"/>
    <w:rsid w:val="00AD674B"/>
    <w:rsid w:val="00AE1159"/>
    <w:rsid w:val="00AE160B"/>
    <w:rsid w:val="00AE2623"/>
    <w:rsid w:val="00AE57A9"/>
    <w:rsid w:val="00AE6225"/>
    <w:rsid w:val="00AE7B08"/>
    <w:rsid w:val="00AF1764"/>
    <w:rsid w:val="00AF26D6"/>
    <w:rsid w:val="00AF2BFC"/>
    <w:rsid w:val="00AF4784"/>
    <w:rsid w:val="00AF5163"/>
    <w:rsid w:val="00B008D5"/>
    <w:rsid w:val="00B00CFD"/>
    <w:rsid w:val="00B02F73"/>
    <w:rsid w:val="00B04B2A"/>
    <w:rsid w:val="00B0619F"/>
    <w:rsid w:val="00B071F5"/>
    <w:rsid w:val="00B101FD"/>
    <w:rsid w:val="00B10E77"/>
    <w:rsid w:val="00B11EB1"/>
    <w:rsid w:val="00B1382E"/>
    <w:rsid w:val="00B13A26"/>
    <w:rsid w:val="00B1401C"/>
    <w:rsid w:val="00B151C7"/>
    <w:rsid w:val="00B15D0D"/>
    <w:rsid w:val="00B15FAA"/>
    <w:rsid w:val="00B2101D"/>
    <w:rsid w:val="00B22059"/>
    <w:rsid w:val="00B22106"/>
    <w:rsid w:val="00B233DB"/>
    <w:rsid w:val="00B26DD8"/>
    <w:rsid w:val="00B26E0C"/>
    <w:rsid w:val="00B32693"/>
    <w:rsid w:val="00B3345D"/>
    <w:rsid w:val="00B41A9A"/>
    <w:rsid w:val="00B41B68"/>
    <w:rsid w:val="00B432D3"/>
    <w:rsid w:val="00B439A8"/>
    <w:rsid w:val="00B44A61"/>
    <w:rsid w:val="00B50263"/>
    <w:rsid w:val="00B50AB2"/>
    <w:rsid w:val="00B51525"/>
    <w:rsid w:val="00B5431A"/>
    <w:rsid w:val="00B5712C"/>
    <w:rsid w:val="00B6015F"/>
    <w:rsid w:val="00B66541"/>
    <w:rsid w:val="00B720C6"/>
    <w:rsid w:val="00B722EC"/>
    <w:rsid w:val="00B75304"/>
    <w:rsid w:val="00B75EE1"/>
    <w:rsid w:val="00B77481"/>
    <w:rsid w:val="00B77710"/>
    <w:rsid w:val="00B8518B"/>
    <w:rsid w:val="00B86203"/>
    <w:rsid w:val="00B87570"/>
    <w:rsid w:val="00B91B0A"/>
    <w:rsid w:val="00B95C79"/>
    <w:rsid w:val="00B96B0F"/>
    <w:rsid w:val="00B9782C"/>
    <w:rsid w:val="00B97BDE"/>
    <w:rsid w:val="00B97CC3"/>
    <w:rsid w:val="00BA1FD4"/>
    <w:rsid w:val="00BA27BB"/>
    <w:rsid w:val="00BA6359"/>
    <w:rsid w:val="00BB1AA8"/>
    <w:rsid w:val="00BB2D38"/>
    <w:rsid w:val="00BB4825"/>
    <w:rsid w:val="00BB4F8C"/>
    <w:rsid w:val="00BB7FCE"/>
    <w:rsid w:val="00BC06C4"/>
    <w:rsid w:val="00BC11F0"/>
    <w:rsid w:val="00BC3E44"/>
    <w:rsid w:val="00BC5BBD"/>
    <w:rsid w:val="00BD60C1"/>
    <w:rsid w:val="00BD7E91"/>
    <w:rsid w:val="00BD7F0D"/>
    <w:rsid w:val="00BE0894"/>
    <w:rsid w:val="00BE38FC"/>
    <w:rsid w:val="00BE6AC5"/>
    <w:rsid w:val="00BF1FFC"/>
    <w:rsid w:val="00BF395C"/>
    <w:rsid w:val="00BF7D34"/>
    <w:rsid w:val="00C006AC"/>
    <w:rsid w:val="00C00859"/>
    <w:rsid w:val="00C027BE"/>
    <w:rsid w:val="00C02D0A"/>
    <w:rsid w:val="00C03328"/>
    <w:rsid w:val="00C03A6E"/>
    <w:rsid w:val="00C07743"/>
    <w:rsid w:val="00C13860"/>
    <w:rsid w:val="00C13CAD"/>
    <w:rsid w:val="00C14CB7"/>
    <w:rsid w:val="00C20988"/>
    <w:rsid w:val="00C2108C"/>
    <w:rsid w:val="00C226C0"/>
    <w:rsid w:val="00C24A6A"/>
    <w:rsid w:val="00C24CB2"/>
    <w:rsid w:val="00C253A1"/>
    <w:rsid w:val="00C271CC"/>
    <w:rsid w:val="00C27D2B"/>
    <w:rsid w:val="00C31FEB"/>
    <w:rsid w:val="00C374CF"/>
    <w:rsid w:val="00C42FE6"/>
    <w:rsid w:val="00C44F6A"/>
    <w:rsid w:val="00C453D6"/>
    <w:rsid w:val="00C50EBA"/>
    <w:rsid w:val="00C537D3"/>
    <w:rsid w:val="00C6198E"/>
    <w:rsid w:val="00C65060"/>
    <w:rsid w:val="00C66A81"/>
    <w:rsid w:val="00C674D4"/>
    <w:rsid w:val="00C674D5"/>
    <w:rsid w:val="00C708EA"/>
    <w:rsid w:val="00C71821"/>
    <w:rsid w:val="00C74150"/>
    <w:rsid w:val="00C778A5"/>
    <w:rsid w:val="00C832F0"/>
    <w:rsid w:val="00C904F9"/>
    <w:rsid w:val="00C91739"/>
    <w:rsid w:val="00C95162"/>
    <w:rsid w:val="00C96597"/>
    <w:rsid w:val="00CA09CF"/>
    <w:rsid w:val="00CA1218"/>
    <w:rsid w:val="00CA2196"/>
    <w:rsid w:val="00CA38AE"/>
    <w:rsid w:val="00CB1915"/>
    <w:rsid w:val="00CB4B0B"/>
    <w:rsid w:val="00CB5DA4"/>
    <w:rsid w:val="00CB6A37"/>
    <w:rsid w:val="00CB6EB4"/>
    <w:rsid w:val="00CB7684"/>
    <w:rsid w:val="00CC0659"/>
    <w:rsid w:val="00CC0F67"/>
    <w:rsid w:val="00CC7C8F"/>
    <w:rsid w:val="00CC7F11"/>
    <w:rsid w:val="00CD1FC4"/>
    <w:rsid w:val="00CD254A"/>
    <w:rsid w:val="00CD4712"/>
    <w:rsid w:val="00CD5677"/>
    <w:rsid w:val="00CD5F1A"/>
    <w:rsid w:val="00CE2C25"/>
    <w:rsid w:val="00CF0B40"/>
    <w:rsid w:val="00D00193"/>
    <w:rsid w:val="00D00D62"/>
    <w:rsid w:val="00D02A20"/>
    <w:rsid w:val="00D034A0"/>
    <w:rsid w:val="00D0380D"/>
    <w:rsid w:val="00D0529F"/>
    <w:rsid w:val="00D07147"/>
    <w:rsid w:val="00D0732C"/>
    <w:rsid w:val="00D13002"/>
    <w:rsid w:val="00D2089B"/>
    <w:rsid w:val="00D21061"/>
    <w:rsid w:val="00D2136E"/>
    <w:rsid w:val="00D217CA"/>
    <w:rsid w:val="00D2360C"/>
    <w:rsid w:val="00D318AC"/>
    <w:rsid w:val="00D322B7"/>
    <w:rsid w:val="00D335E1"/>
    <w:rsid w:val="00D34F7A"/>
    <w:rsid w:val="00D36969"/>
    <w:rsid w:val="00D36DC8"/>
    <w:rsid w:val="00D40E16"/>
    <w:rsid w:val="00D4108E"/>
    <w:rsid w:val="00D42F72"/>
    <w:rsid w:val="00D50C87"/>
    <w:rsid w:val="00D51B7B"/>
    <w:rsid w:val="00D51E58"/>
    <w:rsid w:val="00D52FA8"/>
    <w:rsid w:val="00D5349C"/>
    <w:rsid w:val="00D548D3"/>
    <w:rsid w:val="00D57641"/>
    <w:rsid w:val="00D60B12"/>
    <w:rsid w:val="00D6163D"/>
    <w:rsid w:val="00D649F1"/>
    <w:rsid w:val="00D65009"/>
    <w:rsid w:val="00D65868"/>
    <w:rsid w:val="00D715C1"/>
    <w:rsid w:val="00D80EB8"/>
    <w:rsid w:val="00D82664"/>
    <w:rsid w:val="00D831A3"/>
    <w:rsid w:val="00D83829"/>
    <w:rsid w:val="00D85C90"/>
    <w:rsid w:val="00D864D4"/>
    <w:rsid w:val="00D90C8B"/>
    <w:rsid w:val="00D92505"/>
    <w:rsid w:val="00D95F51"/>
    <w:rsid w:val="00D971D2"/>
    <w:rsid w:val="00D97BE3"/>
    <w:rsid w:val="00D97EAA"/>
    <w:rsid w:val="00DA1DA9"/>
    <w:rsid w:val="00DA27EA"/>
    <w:rsid w:val="00DA3711"/>
    <w:rsid w:val="00DA692B"/>
    <w:rsid w:val="00DB003E"/>
    <w:rsid w:val="00DB4919"/>
    <w:rsid w:val="00DB7D3E"/>
    <w:rsid w:val="00DC2E1F"/>
    <w:rsid w:val="00DC38BB"/>
    <w:rsid w:val="00DC70FA"/>
    <w:rsid w:val="00DD1820"/>
    <w:rsid w:val="00DD299D"/>
    <w:rsid w:val="00DD46F3"/>
    <w:rsid w:val="00DE0B18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05AB2"/>
    <w:rsid w:val="00E07CA9"/>
    <w:rsid w:val="00E1210C"/>
    <w:rsid w:val="00E12B0C"/>
    <w:rsid w:val="00E12BEA"/>
    <w:rsid w:val="00E14D13"/>
    <w:rsid w:val="00E16FF7"/>
    <w:rsid w:val="00E1732F"/>
    <w:rsid w:val="00E21BA0"/>
    <w:rsid w:val="00E26267"/>
    <w:rsid w:val="00E26D68"/>
    <w:rsid w:val="00E32EFE"/>
    <w:rsid w:val="00E34186"/>
    <w:rsid w:val="00E35E6A"/>
    <w:rsid w:val="00E42C81"/>
    <w:rsid w:val="00E44045"/>
    <w:rsid w:val="00E4437A"/>
    <w:rsid w:val="00E45125"/>
    <w:rsid w:val="00E46ABA"/>
    <w:rsid w:val="00E508EC"/>
    <w:rsid w:val="00E55FEB"/>
    <w:rsid w:val="00E56D85"/>
    <w:rsid w:val="00E57787"/>
    <w:rsid w:val="00E607B8"/>
    <w:rsid w:val="00E608E0"/>
    <w:rsid w:val="00E618C4"/>
    <w:rsid w:val="00E6353E"/>
    <w:rsid w:val="00E63FD0"/>
    <w:rsid w:val="00E7218A"/>
    <w:rsid w:val="00E725BB"/>
    <w:rsid w:val="00E73A6C"/>
    <w:rsid w:val="00E7495C"/>
    <w:rsid w:val="00E76085"/>
    <w:rsid w:val="00E76567"/>
    <w:rsid w:val="00E80AAE"/>
    <w:rsid w:val="00E81B23"/>
    <w:rsid w:val="00E8204A"/>
    <w:rsid w:val="00E82DA7"/>
    <w:rsid w:val="00E83078"/>
    <w:rsid w:val="00E841CC"/>
    <w:rsid w:val="00E8437F"/>
    <w:rsid w:val="00E844AD"/>
    <w:rsid w:val="00E848AF"/>
    <w:rsid w:val="00E84C3A"/>
    <w:rsid w:val="00E878EE"/>
    <w:rsid w:val="00E913CB"/>
    <w:rsid w:val="00E93A37"/>
    <w:rsid w:val="00E94470"/>
    <w:rsid w:val="00E96A1D"/>
    <w:rsid w:val="00E972AA"/>
    <w:rsid w:val="00E978C2"/>
    <w:rsid w:val="00EA6EC7"/>
    <w:rsid w:val="00EA715D"/>
    <w:rsid w:val="00EA71D5"/>
    <w:rsid w:val="00EB040E"/>
    <w:rsid w:val="00EB104F"/>
    <w:rsid w:val="00EB44F8"/>
    <w:rsid w:val="00EB4548"/>
    <w:rsid w:val="00EB46E5"/>
    <w:rsid w:val="00EB645D"/>
    <w:rsid w:val="00EB6DC9"/>
    <w:rsid w:val="00EC1167"/>
    <w:rsid w:val="00EC48F6"/>
    <w:rsid w:val="00EC64DF"/>
    <w:rsid w:val="00EC654A"/>
    <w:rsid w:val="00ED0703"/>
    <w:rsid w:val="00ED14BD"/>
    <w:rsid w:val="00ED1C4B"/>
    <w:rsid w:val="00ED5A8A"/>
    <w:rsid w:val="00ED6E12"/>
    <w:rsid w:val="00EE02DB"/>
    <w:rsid w:val="00EE0FB1"/>
    <w:rsid w:val="00EF01D1"/>
    <w:rsid w:val="00EF1373"/>
    <w:rsid w:val="00EF4724"/>
    <w:rsid w:val="00EF4D45"/>
    <w:rsid w:val="00F002C3"/>
    <w:rsid w:val="00F00FC8"/>
    <w:rsid w:val="00F016C7"/>
    <w:rsid w:val="00F01FF8"/>
    <w:rsid w:val="00F02AA0"/>
    <w:rsid w:val="00F03402"/>
    <w:rsid w:val="00F040D1"/>
    <w:rsid w:val="00F04DCB"/>
    <w:rsid w:val="00F12DEC"/>
    <w:rsid w:val="00F14D20"/>
    <w:rsid w:val="00F155A4"/>
    <w:rsid w:val="00F1715C"/>
    <w:rsid w:val="00F17515"/>
    <w:rsid w:val="00F2186F"/>
    <w:rsid w:val="00F22FA3"/>
    <w:rsid w:val="00F24347"/>
    <w:rsid w:val="00F25C83"/>
    <w:rsid w:val="00F310F8"/>
    <w:rsid w:val="00F31230"/>
    <w:rsid w:val="00F33182"/>
    <w:rsid w:val="00F33E3F"/>
    <w:rsid w:val="00F33FEE"/>
    <w:rsid w:val="00F35448"/>
    <w:rsid w:val="00F35939"/>
    <w:rsid w:val="00F42F02"/>
    <w:rsid w:val="00F44108"/>
    <w:rsid w:val="00F44DCC"/>
    <w:rsid w:val="00F45607"/>
    <w:rsid w:val="00F470B3"/>
    <w:rsid w:val="00F4722B"/>
    <w:rsid w:val="00F51A87"/>
    <w:rsid w:val="00F52599"/>
    <w:rsid w:val="00F54432"/>
    <w:rsid w:val="00F54FDC"/>
    <w:rsid w:val="00F62EF8"/>
    <w:rsid w:val="00F6393A"/>
    <w:rsid w:val="00F659EB"/>
    <w:rsid w:val="00F705D1"/>
    <w:rsid w:val="00F73771"/>
    <w:rsid w:val="00F75110"/>
    <w:rsid w:val="00F76B06"/>
    <w:rsid w:val="00F81CCB"/>
    <w:rsid w:val="00F82126"/>
    <w:rsid w:val="00F83022"/>
    <w:rsid w:val="00F84791"/>
    <w:rsid w:val="00F86BA6"/>
    <w:rsid w:val="00F87159"/>
    <w:rsid w:val="00F8788B"/>
    <w:rsid w:val="00F90E89"/>
    <w:rsid w:val="00F9338F"/>
    <w:rsid w:val="00F950BB"/>
    <w:rsid w:val="00F963A2"/>
    <w:rsid w:val="00F9726A"/>
    <w:rsid w:val="00FA287A"/>
    <w:rsid w:val="00FA4434"/>
    <w:rsid w:val="00FA49EA"/>
    <w:rsid w:val="00FB3A89"/>
    <w:rsid w:val="00FB49FF"/>
    <w:rsid w:val="00FB5DE8"/>
    <w:rsid w:val="00FB6009"/>
    <w:rsid w:val="00FB60D2"/>
    <w:rsid w:val="00FB6342"/>
    <w:rsid w:val="00FB6D10"/>
    <w:rsid w:val="00FB7B8B"/>
    <w:rsid w:val="00FC0633"/>
    <w:rsid w:val="00FC11CD"/>
    <w:rsid w:val="00FC3C98"/>
    <w:rsid w:val="00FC4A91"/>
    <w:rsid w:val="00FC5AE3"/>
    <w:rsid w:val="00FC6389"/>
    <w:rsid w:val="00FD092B"/>
    <w:rsid w:val="00FD0D45"/>
    <w:rsid w:val="00FD1840"/>
    <w:rsid w:val="00FD2348"/>
    <w:rsid w:val="00FD2532"/>
    <w:rsid w:val="00FD2DC0"/>
    <w:rsid w:val="00FE5F22"/>
    <w:rsid w:val="00FE6AEC"/>
    <w:rsid w:val="00FF2CCF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3EB29AC9"/>
  <w15:docId w15:val="{3D3160ED-B56F-44C1-872A-A4143B9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sprava-webu-a-logomanua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h1fbpMrd5I8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index.php/s/OwqF7lDAz1HsKSr?path=%2FSP%20VRT%20Praha%20%E2%80%93%20Brno%20%E2%80%93%20B%C5%99eclav%20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yperlink" Target="https://www.tudc.cz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di.cz/soubory/obrazky-clanky/metodiky/2019_5_metodika_mereni.pdf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A0EF931866344E529AEE2CAD85A4D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7949EE-0884-4F19-BB62-D2F15490B4A4}"/>
      </w:docPartPr>
      <w:docPartBody>
        <w:p w:rsidR="001D7C57" w:rsidRDefault="00482E62" w:rsidP="00482E62">
          <w:pPr>
            <w:pStyle w:val="A0EF931866344E529AEE2CAD85A4D0B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23422"/>
    <w:rsid w:val="00024221"/>
    <w:rsid w:val="00070DE6"/>
    <w:rsid w:val="000A51FF"/>
    <w:rsid w:val="000A56F7"/>
    <w:rsid w:val="000D27F8"/>
    <w:rsid w:val="000E548B"/>
    <w:rsid w:val="000F04DB"/>
    <w:rsid w:val="001436C5"/>
    <w:rsid w:val="00144245"/>
    <w:rsid w:val="001A5C9B"/>
    <w:rsid w:val="001D10C4"/>
    <w:rsid w:val="001D7C57"/>
    <w:rsid w:val="001F3419"/>
    <w:rsid w:val="0021727C"/>
    <w:rsid w:val="00237BD1"/>
    <w:rsid w:val="00260CD5"/>
    <w:rsid w:val="00274A8C"/>
    <w:rsid w:val="00277CA9"/>
    <w:rsid w:val="002B2BB3"/>
    <w:rsid w:val="002C01C0"/>
    <w:rsid w:val="002C204A"/>
    <w:rsid w:val="002C29B7"/>
    <w:rsid w:val="002D6A4D"/>
    <w:rsid w:val="002F60F4"/>
    <w:rsid w:val="003100DD"/>
    <w:rsid w:val="00323D0C"/>
    <w:rsid w:val="0033285A"/>
    <w:rsid w:val="003663A8"/>
    <w:rsid w:val="00386418"/>
    <w:rsid w:val="003A2A4C"/>
    <w:rsid w:val="003B4F5F"/>
    <w:rsid w:val="003D0CA4"/>
    <w:rsid w:val="003D66B8"/>
    <w:rsid w:val="004036E8"/>
    <w:rsid w:val="00465D64"/>
    <w:rsid w:val="00470495"/>
    <w:rsid w:val="00482E62"/>
    <w:rsid w:val="004932EF"/>
    <w:rsid w:val="0050050A"/>
    <w:rsid w:val="00507E02"/>
    <w:rsid w:val="005501BD"/>
    <w:rsid w:val="00555452"/>
    <w:rsid w:val="005F7F2F"/>
    <w:rsid w:val="00607020"/>
    <w:rsid w:val="00652DA2"/>
    <w:rsid w:val="00670805"/>
    <w:rsid w:val="00695AFF"/>
    <w:rsid w:val="00696AB7"/>
    <w:rsid w:val="006B7CE6"/>
    <w:rsid w:val="006D4A70"/>
    <w:rsid w:val="006E0B21"/>
    <w:rsid w:val="006F4318"/>
    <w:rsid w:val="00757CF8"/>
    <w:rsid w:val="00771FDC"/>
    <w:rsid w:val="00772343"/>
    <w:rsid w:val="00775AED"/>
    <w:rsid w:val="007C7E75"/>
    <w:rsid w:val="007D708D"/>
    <w:rsid w:val="00820BCD"/>
    <w:rsid w:val="008271CB"/>
    <w:rsid w:val="008A5672"/>
    <w:rsid w:val="008C7735"/>
    <w:rsid w:val="009444BD"/>
    <w:rsid w:val="00945BAA"/>
    <w:rsid w:val="00970A8C"/>
    <w:rsid w:val="0098278C"/>
    <w:rsid w:val="009D6C41"/>
    <w:rsid w:val="009D6F8C"/>
    <w:rsid w:val="009F2508"/>
    <w:rsid w:val="009F7036"/>
    <w:rsid w:val="00A46589"/>
    <w:rsid w:val="00A57622"/>
    <w:rsid w:val="00A64B8D"/>
    <w:rsid w:val="00A7208F"/>
    <w:rsid w:val="00A7488A"/>
    <w:rsid w:val="00A74E06"/>
    <w:rsid w:val="00A9332F"/>
    <w:rsid w:val="00AB11A7"/>
    <w:rsid w:val="00B048B4"/>
    <w:rsid w:val="00B04FB8"/>
    <w:rsid w:val="00B07520"/>
    <w:rsid w:val="00B1000D"/>
    <w:rsid w:val="00BD6DF0"/>
    <w:rsid w:val="00C36D51"/>
    <w:rsid w:val="00C62A3E"/>
    <w:rsid w:val="00C718C9"/>
    <w:rsid w:val="00C76346"/>
    <w:rsid w:val="00CF7E29"/>
    <w:rsid w:val="00D66444"/>
    <w:rsid w:val="00DA050D"/>
    <w:rsid w:val="00DB77E5"/>
    <w:rsid w:val="00DC3DB6"/>
    <w:rsid w:val="00DC4F3E"/>
    <w:rsid w:val="00E0257F"/>
    <w:rsid w:val="00E07518"/>
    <w:rsid w:val="00E166BA"/>
    <w:rsid w:val="00E265FE"/>
    <w:rsid w:val="00E2715A"/>
    <w:rsid w:val="00E35C39"/>
    <w:rsid w:val="00E8017C"/>
    <w:rsid w:val="00E951EB"/>
    <w:rsid w:val="00EE3A07"/>
    <w:rsid w:val="00F50A28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E62"/>
    <w:rPr>
      <w:color w:val="808080"/>
    </w:rPr>
  </w:style>
  <w:style w:type="paragraph" w:customStyle="1" w:styleId="50C02566B43B43AAB6614D28EFADD4A0">
    <w:name w:val="50C02566B43B43AAB6614D28EFADD4A0"/>
  </w:style>
  <w:style w:type="paragraph" w:customStyle="1" w:styleId="A0EF931866344E529AEE2CAD85A4D0B8">
    <w:name w:val="A0EF931866344E529AEE2CAD85A4D0B8"/>
    <w:rsid w:val="00482E6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0360BD-D511-46D6-84F6-280ADD0A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17</Pages>
  <Words>7368</Words>
  <Characters>43477</Characters>
  <Application>Microsoft Office Word</Application>
  <DocSecurity>0</DocSecurity>
  <Lines>362</Lines>
  <Paragraphs>101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Hruška Pavel, Ing.</dc:creator>
  <cp:keywords/>
  <dc:description/>
  <cp:lastModifiedBy>Bartošovská Hana, Ing.</cp:lastModifiedBy>
  <cp:revision>64</cp:revision>
  <cp:lastPrinted>2021-12-13T06:11:00Z</cp:lastPrinted>
  <dcterms:created xsi:type="dcterms:W3CDTF">2021-11-26T06:11:00Z</dcterms:created>
  <dcterms:modified xsi:type="dcterms:W3CDTF">2021-12-14T06:39:00Z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