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1CC40" w14:textId="77777777" w:rsidR="000719BB" w:rsidRDefault="000719BB" w:rsidP="006C2343">
      <w:pPr>
        <w:pStyle w:val="Titul2"/>
      </w:pPr>
    </w:p>
    <w:p w14:paraId="48856B4C" w14:textId="77777777" w:rsidR="00826B7B" w:rsidRDefault="00826B7B" w:rsidP="006C2343">
      <w:pPr>
        <w:pStyle w:val="Titul2"/>
      </w:pPr>
    </w:p>
    <w:p w14:paraId="4172175B" w14:textId="77777777" w:rsidR="0035531B" w:rsidRPr="000719BB" w:rsidRDefault="0035531B" w:rsidP="0035531B">
      <w:pPr>
        <w:pStyle w:val="Titul2"/>
      </w:pPr>
      <w:r>
        <w:t>Díl 1</w:t>
      </w:r>
    </w:p>
    <w:p w14:paraId="50F6D93F" w14:textId="77777777" w:rsidR="00AD0C7B" w:rsidRDefault="0035531B" w:rsidP="006C2343">
      <w:pPr>
        <w:pStyle w:val="Titul1"/>
      </w:pPr>
      <w:r>
        <w:t>Požadavky</w:t>
      </w:r>
      <w:r w:rsidR="00845C50">
        <w:t xml:space="preserve"> a </w:t>
      </w:r>
      <w:r>
        <w:t>podmínky pro zpracování nabídky</w:t>
      </w:r>
    </w:p>
    <w:p w14:paraId="28F921E7" w14:textId="77777777" w:rsidR="00AD0C7B" w:rsidRDefault="00AD0C7B" w:rsidP="00AD0C7B">
      <w:pPr>
        <w:pStyle w:val="Titul2"/>
      </w:pPr>
    </w:p>
    <w:p w14:paraId="7896507D" w14:textId="77777777" w:rsidR="0035531B" w:rsidRDefault="0035531B" w:rsidP="00AD0C7B">
      <w:pPr>
        <w:pStyle w:val="Titul2"/>
      </w:pPr>
      <w:r>
        <w:t>Část 2</w:t>
      </w:r>
    </w:p>
    <w:p w14:paraId="399AC6BE" w14:textId="77777777" w:rsidR="00AD0C7B" w:rsidRDefault="0035531B" w:rsidP="006C2343">
      <w:pPr>
        <w:pStyle w:val="Titul1"/>
      </w:pPr>
      <w:r>
        <w:t>Pokyny pro dodavatele</w:t>
      </w:r>
    </w:p>
    <w:p w14:paraId="01C74044" w14:textId="77777777" w:rsidR="00EB46E5" w:rsidRDefault="00EB46E5" w:rsidP="00EB46E5">
      <w:pPr>
        <w:pStyle w:val="Titul2"/>
      </w:pPr>
      <w:r w:rsidRPr="006C2343">
        <w:t>Zhotovení stavby</w:t>
      </w:r>
      <w:r w:rsidR="0035531B">
        <w:t xml:space="preserve"> </w:t>
      </w:r>
    </w:p>
    <w:p w14:paraId="53F930FE" w14:textId="77777777" w:rsidR="0035531B" w:rsidRDefault="0035531B" w:rsidP="00EB46E5">
      <w:pPr>
        <w:pStyle w:val="Titul2"/>
      </w:pPr>
    </w:p>
    <w:p w14:paraId="19D95446" w14:textId="23A3BF55" w:rsidR="0035531B" w:rsidRDefault="0035531B" w:rsidP="00EB46E5">
      <w:pPr>
        <w:pStyle w:val="Titul2"/>
      </w:pPr>
      <w:r w:rsidRPr="0069087C">
        <w:t>„</w:t>
      </w:r>
      <w:r w:rsidR="0069087C" w:rsidRPr="0069087C">
        <w:t xml:space="preserve">Oprava trati v úseku Čerčany - </w:t>
      </w:r>
      <w:proofErr w:type="spellStart"/>
      <w:r w:rsidR="0069087C" w:rsidRPr="0069087C">
        <w:t>Samechov</w:t>
      </w:r>
      <w:proofErr w:type="spellEnd"/>
      <w:r w:rsidRPr="0069087C">
        <w:t>“</w:t>
      </w:r>
    </w:p>
    <w:p w14:paraId="4182BD4C" w14:textId="77777777" w:rsidR="00AD0C7B" w:rsidRPr="006C2343" w:rsidRDefault="00AD0C7B" w:rsidP="00EB46E5">
      <w:pPr>
        <w:pStyle w:val="Titul2"/>
      </w:pPr>
    </w:p>
    <w:p w14:paraId="4FA4EB78" w14:textId="77777777" w:rsidR="00826B7B" w:rsidRPr="006C2343" w:rsidRDefault="00826B7B" w:rsidP="006C2343">
      <w:pPr>
        <w:pStyle w:val="Titul2"/>
      </w:pPr>
    </w:p>
    <w:p w14:paraId="04EA32CA" w14:textId="77777777" w:rsidR="006C2343" w:rsidRPr="006C2343" w:rsidRDefault="006C2343" w:rsidP="006C2343">
      <w:pPr>
        <w:pStyle w:val="Titul2"/>
      </w:pPr>
    </w:p>
    <w:p w14:paraId="27AB1AD8" w14:textId="77777777" w:rsidR="00826B7B" w:rsidRDefault="00826B7B">
      <w:r>
        <w:br w:type="page"/>
      </w:r>
    </w:p>
    <w:p w14:paraId="6A31916E" w14:textId="77777777" w:rsidR="00BD7E91" w:rsidRDefault="00BD7E91" w:rsidP="00FE4333">
      <w:pPr>
        <w:pStyle w:val="Nadpisbezsl1-1"/>
      </w:pPr>
      <w:r>
        <w:lastRenderedPageBreak/>
        <w:t>Obsah</w:t>
      </w:r>
      <w:r w:rsidR="00887F36">
        <w:t xml:space="preserve"> </w:t>
      </w:r>
    </w:p>
    <w:p w14:paraId="012086AF" w14:textId="4F00D25B" w:rsidR="00A50B8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9762526" w:history="1">
        <w:r w:rsidR="00A50B86" w:rsidRPr="00F72D11">
          <w:rPr>
            <w:rStyle w:val="Hypertextovodkaz"/>
          </w:rPr>
          <w:t>1.</w:t>
        </w:r>
        <w:r w:rsidR="00A50B86">
          <w:rPr>
            <w:rFonts w:eastAsiaTheme="minorEastAsia"/>
            <w:caps w:val="0"/>
            <w:noProof/>
            <w:sz w:val="22"/>
            <w:szCs w:val="22"/>
            <w:lang w:eastAsia="cs-CZ"/>
          </w:rPr>
          <w:tab/>
        </w:r>
        <w:r w:rsidR="00A50B86" w:rsidRPr="00F72D11">
          <w:rPr>
            <w:rStyle w:val="Hypertextovodkaz"/>
          </w:rPr>
          <w:t>ÚVODNÍ USTANOVENÍ</w:t>
        </w:r>
        <w:r w:rsidR="00A50B86">
          <w:rPr>
            <w:noProof/>
            <w:webHidden/>
          </w:rPr>
          <w:tab/>
        </w:r>
        <w:r w:rsidR="00A50B86">
          <w:rPr>
            <w:noProof/>
            <w:webHidden/>
          </w:rPr>
          <w:fldChar w:fldCharType="begin"/>
        </w:r>
        <w:r w:rsidR="00A50B86">
          <w:rPr>
            <w:noProof/>
            <w:webHidden/>
          </w:rPr>
          <w:instrText xml:space="preserve"> PAGEREF _Toc89762526 \h </w:instrText>
        </w:r>
        <w:r w:rsidR="00A50B86">
          <w:rPr>
            <w:noProof/>
            <w:webHidden/>
          </w:rPr>
        </w:r>
        <w:r w:rsidR="00A50B86">
          <w:rPr>
            <w:noProof/>
            <w:webHidden/>
          </w:rPr>
          <w:fldChar w:fldCharType="separate"/>
        </w:r>
        <w:r w:rsidR="00DD5F3C">
          <w:rPr>
            <w:noProof/>
            <w:webHidden/>
          </w:rPr>
          <w:t>3</w:t>
        </w:r>
        <w:r w:rsidR="00A50B86">
          <w:rPr>
            <w:noProof/>
            <w:webHidden/>
          </w:rPr>
          <w:fldChar w:fldCharType="end"/>
        </w:r>
      </w:hyperlink>
    </w:p>
    <w:p w14:paraId="57DB8DF0" w14:textId="70A91E51" w:rsidR="00A50B86" w:rsidRDefault="00DD5F3C">
      <w:pPr>
        <w:pStyle w:val="Obsah1"/>
        <w:rPr>
          <w:rFonts w:eastAsiaTheme="minorEastAsia"/>
          <w:caps w:val="0"/>
          <w:noProof/>
          <w:sz w:val="22"/>
          <w:szCs w:val="22"/>
          <w:lang w:eastAsia="cs-CZ"/>
        </w:rPr>
      </w:pPr>
      <w:hyperlink w:anchor="_Toc89762527" w:history="1">
        <w:r w:rsidR="00A50B86" w:rsidRPr="00F72D11">
          <w:rPr>
            <w:rStyle w:val="Hypertextovodkaz"/>
          </w:rPr>
          <w:t>2.</w:t>
        </w:r>
        <w:r w:rsidR="00A50B86">
          <w:rPr>
            <w:rFonts w:eastAsiaTheme="minorEastAsia"/>
            <w:caps w:val="0"/>
            <w:noProof/>
            <w:sz w:val="22"/>
            <w:szCs w:val="22"/>
            <w:lang w:eastAsia="cs-CZ"/>
          </w:rPr>
          <w:tab/>
        </w:r>
        <w:r w:rsidR="00A50B86" w:rsidRPr="00F72D11">
          <w:rPr>
            <w:rStyle w:val="Hypertextovodkaz"/>
          </w:rPr>
          <w:t>IDENTIFIKAČNÍ ÚDAJE ZADAVATELE</w:t>
        </w:r>
        <w:r w:rsidR="00A50B86">
          <w:rPr>
            <w:noProof/>
            <w:webHidden/>
          </w:rPr>
          <w:tab/>
        </w:r>
        <w:r w:rsidR="00A50B86">
          <w:rPr>
            <w:noProof/>
            <w:webHidden/>
          </w:rPr>
          <w:fldChar w:fldCharType="begin"/>
        </w:r>
        <w:r w:rsidR="00A50B86">
          <w:rPr>
            <w:noProof/>
            <w:webHidden/>
          </w:rPr>
          <w:instrText xml:space="preserve"> PAGEREF _Toc89762527 \h </w:instrText>
        </w:r>
        <w:r w:rsidR="00A50B86">
          <w:rPr>
            <w:noProof/>
            <w:webHidden/>
          </w:rPr>
        </w:r>
        <w:r w:rsidR="00A50B86">
          <w:rPr>
            <w:noProof/>
            <w:webHidden/>
          </w:rPr>
          <w:fldChar w:fldCharType="separate"/>
        </w:r>
        <w:r>
          <w:rPr>
            <w:noProof/>
            <w:webHidden/>
          </w:rPr>
          <w:t>3</w:t>
        </w:r>
        <w:r w:rsidR="00A50B86">
          <w:rPr>
            <w:noProof/>
            <w:webHidden/>
          </w:rPr>
          <w:fldChar w:fldCharType="end"/>
        </w:r>
      </w:hyperlink>
    </w:p>
    <w:p w14:paraId="1CE10A08" w14:textId="5F2545B8" w:rsidR="00A50B86" w:rsidRDefault="00DD5F3C">
      <w:pPr>
        <w:pStyle w:val="Obsah1"/>
        <w:rPr>
          <w:rFonts w:eastAsiaTheme="minorEastAsia"/>
          <w:caps w:val="0"/>
          <w:noProof/>
          <w:sz w:val="22"/>
          <w:szCs w:val="22"/>
          <w:lang w:eastAsia="cs-CZ"/>
        </w:rPr>
      </w:pPr>
      <w:hyperlink w:anchor="_Toc89762528" w:history="1">
        <w:r w:rsidR="00A50B86" w:rsidRPr="00F72D11">
          <w:rPr>
            <w:rStyle w:val="Hypertextovodkaz"/>
          </w:rPr>
          <w:t>3.</w:t>
        </w:r>
        <w:r w:rsidR="00A50B86">
          <w:rPr>
            <w:rFonts w:eastAsiaTheme="minorEastAsia"/>
            <w:caps w:val="0"/>
            <w:noProof/>
            <w:sz w:val="22"/>
            <w:szCs w:val="22"/>
            <w:lang w:eastAsia="cs-CZ"/>
          </w:rPr>
          <w:tab/>
        </w:r>
        <w:r w:rsidR="00A50B86" w:rsidRPr="00F72D11">
          <w:rPr>
            <w:rStyle w:val="Hypertextovodkaz"/>
          </w:rPr>
          <w:t>KOMUNIKACE MEZI ZADAVATELEM a DODAVATELEM</w:t>
        </w:r>
        <w:r w:rsidR="00A50B86">
          <w:rPr>
            <w:noProof/>
            <w:webHidden/>
          </w:rPr>
          <w:tab/>
        </w:r>
        <w:r w:rsidR="00A50B86">
          <w:rPr>
            <w:noProof/>
            <w:webHidden/>
          </w:rPr>
          <w:fldChar w:fldCharType="begin"/>
        </w:r>
        <w:r w:rsidR="00A50B86">
          <w:rPr>
            <w:noProof/>
            <w:webHidden/>
          </w:rPr>
          <w:instrText xml:space="preserve"> PAGEREF _Toc89762528 \h </w:instrText>
        </w:r>
        <w:r w:rsidR="00A50B86">
          <w:rPr>
            <w:noProof/>
            <w:webHidden/>
          </w:rPr>
        </w:r>
        <w:r w:rsidR="00A50B86">
          <w:rPr>
            <w:noProof/>
            <w:webHidden/>
          </w:rPr>
          <w:fldChar w:fldCharType="separate"/>
        </w:r>
        <w:r>
          <w:rPr>
            <w:noProof/>
            <w:webHidden/>
          </w:rPr>
          <w:t>4</w:t>
        </w:r>
        <w:r w:rsidR="00A50B86">
          <w:rPr>
            <w:noProof/>
            <w:webHidden/>
          </w:rPr>
          <w:fldChar w:fldCharType="end"/>
        </w:r>
      </w:hyperlink>
    </w:p>
    <w:p w14:paraId="004A8BAF" w14:textId="2D3A86ED" w:rsidR="00A50B86" w:rsidRDefault="00DD5F3C">
      <w:pPr>
        <w:pStyle w:val="Obsah1"/>
        <w:rPr>
          <w:rFonts w:eastAsiaTheme="minorEastAsia"/>
          <w:caps w:val="0"/>
          <w:noProof/>
          <w:sz w:val="22"/>
          <w:szCs w:val="22"/>
          <w:lang w:eastAsia="cs-CZ"/>
        </w:rPr>
      </w:pPr>
      <w:hyperlink w:anchor="_Toc89762529" w:history="1">
        <w:r w:rsidR="00A50B86" w:rsidRPr="00F72D11">
          <w:rPr>
            <w:rStyle w:val="Hypertextovodkaz"/>
          </w:rPr>
          <w:t>4.</w:t>
        </w:r>
        <w:r w:rsidR="00A50B86">
          <w:rPr>
            <w:rFonts w:eastAsiaTheme="minorEastAsia"/>
            <w:caps w:val="0"/>
            <w:noProof/>
            <w:sz w:val="22"/>
            <w:szCs w:val="22"/>
            <w:lang w:eastAsia="cs-CZ"/>
          </w:rPr>
          <w:tab/>
        </w:r>
        <w:r w:rsidR="00A50B86" w:rsidRPr="00F72D11">
          <w:rPr>
            <w:rStyle w:val="Hypertextovodkaz"/>
          </w:rPr>
          <w:t>ÚČEL a PŘEDMĚT PLNĚNÍ VEŘEJNÉ ZAKÁZKY</w:t>
        </w:r>
        <w:r w:rsidR="00A50B86">
          <w:rPr>
            <w:noProof/>
            <w:webHidden/>
          </w:rPr>
          <w:tab/>
        </w:r>
        <w:r w:rsidR="00A50B86">
          <w:rPr>
            <w:noProof/>
            <w:webHidden/>
          </w:rPr>
          <w:fldChar w:fldCharType="begin"/>
        </w:r>
        <w:r w:rsidR="00A50B86">
          <w:rPr>
            <w:noProof/>
            <w:webHidden/>
          </w:rPr>
          <w:instrText xml:space="preserve"> PAGEREF _Toc89762529 \h </w:instrText>
        </w:r>
        <w:r w:rsidR="00A50B86">
          <w:rPr>
            <w:noProof/>
            <w:webHidden/>
          </w:rPr>
        </w:r>
        <w:r w:rsidR="00A50B86">
          <w:rPr>
            <w:noProof/>
            <w:webHidden/>
          </w:rPr>
          <w:fldChar w:fldCharType="separate"/>
        </w:r>
        <w:r>
          <w:rPr>
            <w:noProof/>
            <w:webHidden/>
          </w:rPr>
          <w:t>4</w:t>
        </w:r>
        <w:r w:rsidR="00A50B86">
          <w:rPr>
            <w:noProof/>
            <w:webHidden/>
          </w:rPr>
          <w:fldChar w:fldCharType="end"/>
        </w:r>
      </w:hyperlink>
    </w:p>
    <w:p w14:paraId="46DD6395" w14:textId="5B01ACE7" w:rsidR="00A50B86" w:rsidRDefault="00DD5F3C">
      <w:pPr>
        <w:pStyle w:val="Obsah1"/>
        <w:rPr>
          <w:rFonts w:eastAsiaTheme="minorEastAsia"/>
          <w:caps w:val="0"/>
          <w:noProof/>
          <w:sz w:val="22"/>
          <w:szCs w:val="22"/>
          <w:lang w:eastAsia="cs-CZ"/>
        </w:rPr>
      </w:pPr>
      <w:hyperlink w:anchor="_Toc89762530" w:history="1">
        <w:r w:rsidR="00A50B86" w:rsidRPr="00F72D11">
          <w:rPr>
            <w:rStyle w:val="Hypertextovodkaz"/>
          </w:rPr>
          <w:t>5.</w:t>
        </w:r>
        <w:r w:rsidR="00A50B86">
          <w:rPr>
            <w:rFonts w:eastAsiaTheme="minorEastAsia"/>
            <w:caps w:val="0"/>
            <w:noProof/>
            <w:sz w:val="22"/>
            <w:szCs w:val="22"/>
            <w:lang w:eastAsia="cs-CZ"/>
          </w:rPr>
          <w:tab/>
        </w:r>
        <w:r w:rsidR="00A50B86" w:rsidRPr="00F72D11">
          <w:rPr>
            <w:rStyle w:val="Hypertextovodkaz"/>
          </w:rPr>
          <w:t>ZDROJE FINANCOVÁNÍ a PŘEDPOKLÁDANÁ HODNOTA VEŘEJNÉ ZAKÁZKY</w:t>
        </w:r>
        <w:r w:rsidR="00A50B86">
          <w:rPr>
            <w:noProof/>
            <w:webHidden/>
          </w:rPr>
          <w:tab/>
        </w:r>
        <w:r w:rsidR="00A50B86">
          <w:rPr>
            <w:noProof/>
            <w:webHidden/>
          </w:rPr>
          <w:fldChar w:fldCharType="begin"/>
        </w:r>
        <w:r w:rsidR="00A50B86">
          <w:rPr>
            <w:noProof/>
            <w:webHidden/>
          </w:rPr>
          <w:instrText xml:space="preserve"> PAGEREF _Toc89762530 \h </w:instrText>
        </w:r>
        <w:r w:rsidR="00A50B86">
          <w:rPr>
            <w:noProof/>
            <w:webHidden/>
          </w:rPr>
        </w:r>
        <w:r w:rsidR="00A50B86">
          <w:rPr>
            <w:noProof/>
            <w:webHidden/>
          </w:rPr>
          <w:fldChar w:fldCharType="separate"/>
        </w:r>
        <w:r>
          <w:rPr>
            <w:noProof/>
            <w:webHidden/>
          </w:rPr>
          <w:t>5</w:t>
        </w:r>
        <w:r w:rsidR="00A50B86">
          <w:rPr>
            <w:noProof/>
            <w:webHidden/>
          </w:rPr>
          <w:fldChar w:fldCharType="end"/>
        </w:r>
      </w:hyperlink>
    </w:p>
    <w:p w14:paraId="36422F03" w14:textId="0C63BF62" w:rsidR="00A50B86" w:rsidRDefault="00DD5F3C">
      <w:pPr>
        <w:pStyle w:val="Obsah1"/>
        <w:rPr>
          <w:rFonts w:eastAsiaTheme="minorEastAsia"/>
          <w:caps w:val="0"/>
          <w:noProof/>
          <w:sz w:val="22"/>
          <w:szCs w:val="22"/>
          <w:lang w:eastAsia="cs-CZ"/>
        </w:rPr>
      </w:pPr>
      <w:hyperlink w:anchor="_Toc89762531" w:history="1">
        <w:r w:rsidR="00A50B86" w:rsidRPr="00F72D11">
          <w:rPr>
            <w:rStyle w:val="Hypertextovodkaz"/>
          </w:rPr>
          <w:t>6.</w:t>
        </w:r>
        <w:r w:rsidR="00A50B86">
          <w:rPr>
            <w:rFonts w:eastAsiaTheme="minorEastAsia"/>
            <w:caps w:val="0"/>
            <w:noProof/>
            <w:sz w:val="22"/>
            <w:szCs w:val="22"/>
            <w:lang w:eastAsia="cs-CZ"/>
          </w:rPr>
          <w:tab/>
        </w:r>
        <w:r w:rsidR="00A50B86" w:rsidRPr="00F72D11">
          <w:rPr>
            <w:rStyle w:val="Hypertextovodkaz"/>
          </w:rPr>
          <w:t>OBSAH ZADÁVACÍ DOKUMENTACE</w:t>
        </w:r>
        <w:r w:rsidR="00A50B86">
          <w:rPr>
            <w:noProof/>
            <w:webHidden/>
          </w:rPr>
          <w:tab/>
        </w:r>
        <w:r w:rsidR="00A50B86">
          <w:rPr>
            <w:noProof/>
            <w:webHidden/>
          </w:rPr>
          <w:fldChar w:fldCharType="begin"/>
        </w:r>
        <w:r w:rsidR="00A50B86">
          <w:rPr>
            <w:noProof/>
            <w:webHidden/>
          </w:rPr>
          <w:instrText xml:space="preserve"> PAGEREF _Toc89762531 \h </w:instrText>
        </w:r>
        <w:r w:rsidR="00A50B86">
          <w:rPr>
            <w:noProof/>
            <w:webHidden/>
          </w:rPr>
        </w:r>
        <w:r w:rsidR="00A50B86">
          <w:rPr>
            <w:noProof/>
            <w:webHidden/>
          </w:rPr>
          <w:fldChar w:fldCharType="separate"/>
        </w:r>
        <w:r>
          <w:rPr>
            <w:noProof/>
            <w:webHidden/>
          </w:rPr>
          <w:t>5</w:t>
        </w:r>
        <w:r w:rsidR="00A50B86">
          <w:rPr>
            <w:noProof/>
            <w:webHidden/>
          </w:rPr>
          <w:fldChar w:fldCharType="end"/>
        </w:r>
      </w:hyperlink>
    </w:p>
    <w:p w14:paraId="24124CD3" w14:textId="654210D7" w:rsidR="00A50B86" w:rsidRDefault="00DD5F3C">
      <w:pPr>
        <w:pStyle w:val="Obsah1"/>
        <w:rPr>
          <w:rFonts w:eastAsiaTheme="minorEastAsia"/>
          <w:caps w:val="0"/>
          <w:noProof/>
          <w:sz w:val="22"/>
          <w:szCs w:val="22"/>
          <w:lang w:eastAsia="cs-CZ"/>
        </w:rPr>
      </w:pPr>
      <w:hyperlink w:anchor="_Toc89762532" w:history="1">
        <w:r w:rsidR="00A50B86" w:rsidRPr="00F72D11">
          <w:rPr>
            <w:rStyle w:val="Hypertextovodkaz"/>
          </w:rPr>
          <w:t>7.</w:t>
        </w:r>
        <w:r w:rsidR="00A50B86">
          <w:rPr>
            <w:rFonts w:eastAsiaTheme="minorEastAsia"/>
            <w:caps w:val="0"/>
            <w:noProof/>
            <w:sz w:val="22"/>
            <w:szCs w:val="22"/>
            <w:lang w:eastAsia="cs-CZ"/>
          </w:rPr>
          <w:tab/>
        </w:r>
        <w:r w:rsidR="00A50B86" w:rsidRPr="00F72D11">
          <w:rPr>
            <w:rStyle w:val="Hypertextovodkaz"/>
          </w:rPr>
          <w:t>VYSVĚTLENÍ, ZMĚNY a DOPLNĚNÍ ZADÁVACÍ DOKUMENTACE</w:t>
        </w:r>
        <w:r w:rsidR="00A50B86">
          <w:rPr>
            <w:noProof/>
            <w:webHidden/>
          </w:rPr>
          <w:tab/>
        </w:r>
        <w:r w:rsidR="00A50B86">
          <w:rPr>
            <w:noProof/>
            <w:webHidden/>
          </w:rPr>
          <w:fldChar w:fldCharType="begin"/>
        </w:r>
        <w:r w:rsidR="00A50B86">
          <w:rPr>
            <w:noProof/>
            <w:webHidden/>
          </w:rPr>
          <w:instrText xml:space="preserve"> PAGEREF _Toc89762532 \h </w:instrText>
        </w:r>
        <w:r w:rsidR="00A50B86">
          <w:rPr>
            <w:noProof/>
            <w:webHidden/>
          </w:rPr>
        </w:r>
        <w:r w:rsidR="00A50B86">
          <w:rPr>
            <w:noProof/>
            <w:webHidden/>
          </w:rPr>
          <w:fldChar w:fldCharType="separate"/>
        </w:r>
        <w:r>
          <w:rPr>
            <w:noProof/>
            <w:webHidden/>
          </w:rPr>
          <w:t>6</w:t>
        </w:r>
        <w:r w:rsidR="00A50B86">
          <w:rPr>
            <w:noProof/>
            <w:webHidden/>
          </w:rPr>
          <w:fldChar w:fldCharType="end"/>
        </w:r>
      </w:hyperlink>
    </w:p>
    <w:p w14:paraId="6D1A001C" w14:textId="635FE017" w:rsidR="00A50B86" w:rsidRDefault="00DD5F3C">
      <w:pPr>
        <w:pStyle w:val="Obsah1"/>
        <w:rPr>
          <w:rFonts w:eastAsiaTheme="minorEastAsia"/>
          <w:caps w:val="0"/>
          <w:noProof/>
          <w:sz w:val="22"/>
          <w:szCs w:val="22"/>
          <w:lang w:eastAsia="cs-CZ"/>
        </w:rPr>
      </w:pPr>
      <w:hyperlink w:anchor="_Toc89762533" w:history="1">
        <w:r w:rsidR="00A50B86" w:rsidRPr="00F72D11">
          <w:rPr>
            <w:rStyle w:val="Hypertextovodkaz"/>
          </w:rPr>
          <w:t>8.</w:t>
        </w:r>
        <w:r w:rsidR="00A50B86">
          <w:rPr>
            <w:rFonts w:eastAsiaTheme="minorEastAsia"/>
            <w:caps w:val="0"/>
            <w:noProof/>
            <w:sz w:val="22"/>
            <w:szCs w:val="22"/>
            <w:lang w:eastAsia="cs-CZ"/>
          </w:rPr>
          <w:tab/>
        </w:r>
        <w:r w:rsidR="00A50B86" w:rsidRPr="00F72D11">
          <w:rPr>
            <w:rStyle w:val="Hypertextovodkaz"/>
          </w:rPr>
          <w:t>POŽADAVKY ZADAVATELE NA KVALIFIKACI</w:t>
        </w:r>
        <w:r w:rsidR="00A50B86">
          <w:rPr>
            <w:noProof/>
            <w:webHidden/>
          </w:rPr>
          <w:tab/>
        </w:r>
        <w:r w:rsidR="00A50B86">
          <w:rPr>
            <w:noProof/>
            <w:webHidden/>
          </w:rPr>
          <w:fldChar w:fldCharType="begin"/>
        </w:r>
        <w:r w:rsidR="00A50B86">
          <w:rPr>
            <w:noProof/>
            <w:webHidden/>
          </w:rPr>
          <w:instrText xml:space="preserve"> PAGEREF _Toc89762533 \h </w:instrText>
        </w:r>
        <w:r w:rsidR="00A50B86">
          <w:rPr>
            <w:noProof/>
            <w:webHidden/>
          </w:rPr>
        </w:r>
        <w:r w:rsidR="00A50B86">
          <w:rPr>
            <w:noProof/>
            <w:webHidden/>
          </w:rPr>
          <w:fldChar w:fldCharType="separate"/>
        </w:r>
        <w:r>
          <w:rPr>
            <w:noProof/>
            <w:webHidden/>
          </w:rPr>
          <w:t>7</w:t>
        </w:r>
        <w:r w:rsidR="00A50B86">
          <w:rPr>
            <w:noProof/>
            <w:webHidden/>
          </w:rPr>
          <w:fldChar w:fldCharType="end"/>
        </w:r>
      </w:hyperlink>
    </w:p>
    <w:p w14:paraId="19831AA0" w14:textId="4D898252" w:rsidR="00A50B86" w:rsidRDefault="00DD5F3C">
      <w:pPr>
        <w:pStyle w:val="Obsah1"/>
        <w:rPr>
          <w:rFonts w:eastAsiaTheme="minorEastAsia"/>
          <w:caps w:val="0"/>
          <w:noProof/>
          <w:sz w:val="22"/>
          <w:szCs w:val="22"/>
          <w:lang w:eastAsia="cs-CZ"/>
        </w:rPr>
      </w:pPr>
      <w:hyperlink w:anchor="_Toc89762534" w:history="1">
        <w:r w:rsidR="00A50B86" w:rsidRPr="00F72D11">
          <w:rPr>
            <w:rStyle w:val="Hypertextovodkaz"/>
          </w:rPr>
          <w:t>9.</w:t>
        </w:r>
        <w:r w:rsidR="00A50B86">
          <w:rPr>
            <w:rFonts w:eastAsiaTheme="minorEastAsia"/>
            <w:caps w:val="0"/>
            <w:noProof/>
            <w:sz w:val="22"/>
            <w:szCs w:val="22"/>
            <w:lang w:eastAsia="cs-CZ"/>
          </w:rPr>
          <w:tab/>
        </w:r>
        <w:r w:rsidR="00A50B86" w:rsidRPr="00F72D11">
          <w:rPr>
            <w:rStyle w:val="Hypertextovodkaz"/>
          </w:rPr>
          <w:t>DALŠÍ INFORMACE/DOKUMENTY PŘEDKLÁDANÉ DODAVATELEM v NABÍDCE</w:t>
        </w:r>
        <w:r w:rsidR="00A50B86">
          <w:rPr>
            <w:noProof/>
            <w:webHidden/>
          </w:rPr>
          <w:tab/>
        </w:r>
        <w:r w:rsidR="00A50B86">
          <w:rPr>
            <w:noProof/>
            <w:webHidden/>
          </w:rPr>
          <w:fldChar w:fldCharType="begin"/>
        </w:r>
        <w:r w:rsidR="00A50B86">
          <w:rPr>
            <w:noProof/>
            <w:webHidden/>
          </w:rPr>
          <w:instrText xml:space="preserve"> PAGEREF _Toc89762534 \h </w:instrText>
        </w:r>
        <w:r w:rsidR="00A50B86">
          <w:rPr>
            <w:noProof/>
            <w:webHidden/>
          </w:rPr>
        </w:r>
        <w:r w:rsidR="00A50B86">
          <w:rPr>
            <w:noProof/>
            <w:webHidden/>
          </w:rPr>
          <w:fldChar w:fldCharType="separate"/>
        </w:r>
        <w:r>
          <w:rPr>
            <w:noProof/>
            <w:webHidden/>
          </w:rPr>
          <w:t>20</w:t>
        </w:r>
        <w:r w:rsidR="00A50B86">
          <w:rPr>
            <w:noProof/>
            <w:webHidden/>
          </w:rPr>
          <w:fldChar w:fldCharType="end"/>
        </w:r>
      </w:hyperlink>
    </w:p>
    <w:p w14:paraId="55A127B1" w14:textId="1555198A" w:rsidR="00A50B86" w:rsidRDefault="00DD5F3C">
      <w:pPr>
        <w:pStyle w:val="Obsah1"/>
        <w:rPr>
          <w:rFonts w:eastAsiaTheme="minorEastAsia"/>
          <w:caps w:val="0"/>
          <w:noProof/>
          <w:sz w:val="22"/>
          <w:szCs w:val="22"/>
          <w:lang w:eastAsia="cs-CZ"/>
        </w:rPr>
      </w:pPr>
      <w:hyperlink w:anchor="_Toc89762535" w:history="1">
        <w:r w:rsidR="00A50B86" w:rsidRPr="00F72D11">
          <w:rPr>
            <w:rStyle w:val="Hypertextovodkaz"/>
          </w:rPr>
          <w:t>10.</w:t>
        </w:r>
        <w:r w:rsidR="00A50B86">
          <w:rPr>
            <w:rFonts w:eastAsiaTheme="minorEastAsia"/>
            <w:caps w:val="0"/>
            <w:noProof/>
            <w:sz w:val="22"/>
            <w:szCs w:val="22"/>
            <w:lang w:eastAsia="cs-CZ"/>
          </w:rPr>
          <w:tab/>
        </w:r>
        <w:r w:rsidR="00A50B86" w:rsidRPr="00F72D11">
          <w:rPr>
            <w:rStyle w:val="Hypertextovodkaz"/>
          </w:rPr>
          <w:t>PROHLÍDKA MÍSTA PLNĚNÍ (STAVENIŠTĚ)</w:t>
        </w:r>
        <w:r w:rsidR="00A50B86">
          <w:rPr>
            <w:noProof/>
            <w:webHidden/>
          </w:rPr>
          <w:tab/>
        </w:r>
        <w:r w:rsidR="00A50B86">
          <w:rPr>
            <w:noProof/>
            <w:webHidden/>
          </w:rPr>
          <w:fldChar w:fldCharType="begin"/>
        </w:r>
        <w:r w:rsidR="00A50B86">
          <w:rPr>
            <w:noProof/>
            <w:webHidden/>
          </w:rPr>
          <w:instrText xml:space="preserve"> PAGEREF _Toc89762535 \h </w:instrText>
        </w:r>
        <w:r w:rsidR="00A50B86">
          <w:rPr>
            <w:noProof/>
            <w:webHidden/>
          </w:rPr>
        </w:r>
        <w:r w:rsidR="00A50B86">
          <w:rPr>
            <w:noProof/>
            <w:webHidden/>
          </w:rPr>
          <w:fldChar w:fldCharType="separate"/>
        </w:r>
        <w:r>
          <w:rPr>
            <w:noProof/>
            <w:webHidden/>
          </w:rPr>
          <w:t>23</w:t>
        </w:r>
        <w:r w:rsidR="00A50B86">
          <w:rPr>
            <w:noProof/>
            <w:webHidden/>
          </w:rPr>
          <w:fldChar w:fldCharType="end"/>
        </w:r>
      </w:hyperlink>
    </w:p>
    <w:p w14:paraId="227C9AA7" w14:textId="25464C77" w:rsidR="00A50B86" w:rsidRDefault="00DD5F3C">
      <w:pPr>
        <w:pStyle w:val="Obsah1"/>
        <w:rPr>
          <w:rFonts w:eastAsiaTheme="minorEastAsia"/>
          <w:caps w:val="0"/>
          <w:noProof/>
          <w:sz w:val="22"/>
          <w:szCs w:val="22"/>
          <w:lang w:eastAsia="cs-CZ"/>
        </w:rPr>
      </w:pPr>
      <w:hyperlink w:anchor="_Toc89762536" w:history="1">
        <w:r w:rsidR="00A50B86" w:rsidRPr="00F72D11">
          <w:rPr>
            <w:rStyle w:val="Hypertextovodkaz"/>
          </w:rPr>
          <w:t>11.</w:t>
        </w:r>
        <w:r w:rsidR="00A50B86">
          <w:rPr>
            <w:rFonts w:eastAsiaTheme="minorEastAsia"/>
            <w:caps w:val="0"/>
            <w:noProof/>
            <w:sz w:val="22"/>
            <w:szCs w:val="22"/>
            <w:lang w:eastAsia="cs-CZ"/>
          </w:rPr>
          <w:tab/>
        </w:r>
        <w:r w:rsidR="00A50B86" w:rsidRPr="00F72D11">
          <w:rPr>
            <w:rStyle w:val="Hypertextovodkaz"/>
          </w:rPr>
          <w:t>JAZYK NABÍDEK A KOMUNIKAČNÍ JAZYK</w:t>
        </w:r>
        <w:r w:rsidR="00A50B86">
          <w:rPr>
            <w:noProof/>
            <w:webHidden/>
          </w:rPr>
          <w:tab/>
        </w:r>
        <w:r w:rsidR="00A50B86">
          <w:rPr>
            <w:noProof/>
            <w:webHidden/>
          </w:rPr>
          <w:fldChar w:fldCharType="begin"/>
        </w:r>
        <w:r w:rsidR="00A50B86">
          <w:rPr>
            <w:noProof/>
            <w:webHidden/>
          </w:rPr>
          <w:instrText xml:space="preserve"> PAGEREF _Toc89762536 \h </w:instrText>
        </w:r>
        <w:r w:rsidR="00A50B86">
          <w:rPr>
            <w:noProof/>
            <w:webHidden/>
          </w:rPr>
        </w:r>
        <w:r w:rsidR="00A50B86">
          <w:rPr>
            <w:noProof/>
            <w:webHidden/>
          </w:rPr>
          <w:fldChar w:fldCharType="separate"/>
        </w:r>
        <w:r>
          <w:rPr>
            <w:noProof/>
            <w:webHidden/>
          </w:rPr>
          <w:t>23</w:t>
        </w:r>
        <w:r w:rsidR="00A50B86">
          <w:rPr>
            <w:noProof/>
            <w:webHidden/>
          </w:rPr>
          <w:fldChar w:fldCharType="end"/>
        </w:r>
      </w:hyperlink>
    </w:p>
    <w:p w14:paraId="2145BAFB" w14:textId="6023D2BA" w:rsidR="00A50B86" w:rsidRDefault="00DD5F3C">
      <w:pPr>
        <w:pStyle w:val="Obsah1"/>
        <w:rPr>
          <w:rFonts w:eastAsiaTheme="minorEastAsia"/>
          <w:caps w:val="0"/>
          <w:noProof/>
          <w:sz w:val="22"/>
          <w:szCs w:val="22"/>
          <w:lang w:eastAsia="cs-CZ"/>
        </w:rPr>
      </w:pPr>
      <w:hyperlink w:anchor="_Toc89762537" w:history="1">
        <w:r w:rsidR="00A50B86" w:rsidRPr="00F72D11">
          <w:rPr>
            <w:rStyle w:val="Hypertextovodkaz"/>
          </w:rPr>
          <w:t>12.</w:t>
        </w:r>
        <w:r w:rsidR="00A50B86">
          <w:rPr>
            <w:rFonts w:eastAsiaTheme="minorEastAsia"/>
            <w:caps w:val="0"/>
            <w:noProof/>
            <w:sz w:val="22"/>
            <w:szCs w:val="22"/>
            <w:lang w:eastAsia="cs-CZ"/>
          </w:rPr>
          <w:tab/>
        </w:r>
        <w:r w:rsidR="00A50B86" w:rsidRPr="00F72D11">
          <w:rPr>
            <w:rStyle w:val="Hypertextovodkaz"/>
          </w:rPr>
          <w:t>OBSAH a PODÁVÁNÍ NABÍDEK</w:t>
        </w:r>
        <w:r w:rsidR="00A50B86">
          <w:rPr>
            <w:noProof/>
            <w:webHidden/>
          </w:rPr>
          <w:tab/>
        </w:r>
        <w:r w:rsidR="00A50B86">
          <w:rPr>
            <w:noProof/>
            <w:webHidden/>
          </w:rPr>
          <w:fldChar w:fldCharType="begin"/>
        </w:r>
        <w:r w:rsidR="00A50B86">
          <w:rPr>
            <w:noProof/>
            <w:webHidden/>
          </w:rPr>
          <w:instrText xml:space="preserve"> PAGEREF _Toc89762537 \h </w:instrText>
        </w:r>
        <w:r w:rsidR="00A50B86">
          <w:rPr>
            <w:noProof/>
            <w:webHidden/>
          </w:rPr>
        </w:r>
        <w:r w:rsidR="00A50B86">
          <w:rPr>
            <w:noProof/>
            <w:webHidden/>
          </w:rPr>
          <w:fldChar w:fldCharType="separate"/>
        </w:r>
        <w:r>
          <w:rPr>
            <w:noProof/>
            <w:webHidden/>
          </w:rPr>
          <w:t>24</w:t>
        </w:r>
        <w:r w:rsidR="00A50B86">
          <w:rPr>
            <w:noProof/>
            <w:webHidden/>
          </w:rPr>
          <w:fldChar w:fldCharType="end"/>
        </w:r>
      </w:hyperlink>
    </w:p>
    <w:p w14:paraId="0B22FF83" w14:textId="25952A9F" w:rsidR="00A50B86" w:rsidRDefault="00DD5F3C">
      <w:pPr>
        <w:pStyle w:val="Obsah1"/>
        <w:rPr>
          <w:rFonts w:eastAsiaTheme="minorEastAsia"/>
          <w:caps w:val="0"/>
          <w:noProof/>
          <w:sz w:val="22"/>
          <w:szCs w:val="22"/>
          <w:lang w:eastAsia="cs-CZ"/>
        </w:rPr>
      </w:pPr>
      <w:hyperlink w:anchor="_Toc89762538" w:history="1">
        <w:r w:rsidR="00A50B86" w:rsidRPr="00F72D11">
          <w:rPr>
            <w:rStyle w:val="Hypertextovodkaz"/>
          </w:rPr>
          <w:t>13.</w:t>
        </w:r>
        <w:r w:rsidR="00A50B86">
          <w:rPr>
            <w:rFonts w:eastAsiaTheme="minorEastAsia"/>
            <w:caps w:val="0"/>
            <w:noProof/>
            <w:sz w:val="22"/>
            <w:szCs w:val="22"/>
            <w:lang w:eastAsia="cs-CZ"/>
          </w:rPr>
          <w:tab/>
        </w:r>
        <w:r w:rsidR="00A50B86" w:rsidRPr="00F72D11">
          <w:rPr>
            <w:rStyle w:val="Hypertextovodkaz"/>
          </w:rPr>
          <w:t>POŽADAVKY NA ZPRACOVÁNÍ NABÍDKOVÉ CENY</w:t>
        </w:r>
        <w:r w:rsidR="00A50B86">
          <w:rPr>
            <w:noProof/>
            <w:webHidden/>
          </w:rPr>
          <w:tab/>
        </w:r>
        <w:r w:rsidR="00A50B86">
          <w:rPr>
            <w:noProof/>
            <w:webHidden/>
          </w:rPr>
          <w:fldChar w:fldCharType="begin"/>
        </w:r>
        <w:r w:rsidR="00A50B86">
          <w:rPr>
            <w:noProof/>
            <w:webHidden/>
          </w:rPr>
          <w:instrText xml:space="preserve"> PAGEREF _Toc89762538 \h </w:instrText>
        </w:r>
        <w:r w:rsidR="00A50B86">
          <w:rPr>
            <w:noProof/>
            <w:webHidden/>
          </w:rPr>
        </w:r>
        <w:r w:rsidR="00A50B86">
          <w:rPr>
            <w:noProof/>
            <w:webHidden/>
          </w:rPr>
          <w:fldChar w:fldCharType="separate"/>
        </w:r>
        <w:r>
          <w:rPr>
            <w:noProof/>
            <w:webHidden/>
          </w:rPr>
          <w:t>26</w:t>
        </w:r>
        <w:r w:rsidR="00A50B86">
          <w:rPr>
            <w:noProof/>
            <w:webHidden/>
          </w:rPr>
          <w:fldChar w:fldCharType="end"/>
        </w:r>
      </w:hyperlink>
    </w:p>
    <w:p w14:paraId="58B0ED46" w14:textId="5F3F4FE5" w:rsidR="00A50B86" w:rsidRDefault="00DD5F3C">
      <w:pPr>
        <w:pStyle w:val="Obsah1"/>
        <w:rPr>
          <w:rFonts w:eastAsiaTheme="minorEastAsia"/>
          <w:caps w:val="0"/>
          <w:noProof/>
          <w:sz w:val="22"/>
          <w:szCs w:val="22"/>
          <w:lang w:eastAsia="cs-CZ"/>
        </w:rPr>
      </w:pPr>
      <w:hyperlink w:anchor="_Toc89762539" w:history="1">
        <w:r w:rsidR="00A50B86" w:rsidRPr="00F72D11">
          <w:rPr>
            <w:rStyle w:val="Hypertextovodkaz"/>
          </w:rPr>
          <w:t>14.</w:t>
        </w:r>
        <w:r w:rsidR="00A50B86">
          <w:rPr>
            <w:rFonts w:eastAsiaTheme="minorEastAsia"/>
            <w:caps w:val="0"/>
            <w:noProof/>
            <w:sz w:val="22"/>
            <w:szCs w:val="22"/>
            <w:lang w:eastAsia="cs-CZ"/>
          </w:rPr>
          <w:tab/>
        </w:r>
        <w:r w:rsidR="00A50B86" w:rsidRPr="00F72D11">
          <w:rPr>
            <w:rStyle w:val="Hypertextovodkaz"/>
          </w:rPr>
          <w:t>VARIANTY NABÍDKY, VÝHRADA ZMĚNY DODAVATELE</w:t>
        </w:r>
        <w:r w:rsidR="00A50B86">
          <w:rPr>
            <w:noProof/>
            <w:webHidden/>
          </w:rPr>
          <w:tab/>
        </w:r>
        <w:r w:rsidR="00A50B86">
          <w:rPr>
            <w:noProof/>
            <w:webHidden/>
          </w:rPr>
          <w:fldChar w:fldCharType="begin"/>
        </w:r>
        <w:r w:rsidR="00A50B86">
          <w:rPr>
            <w:noProof/>
            <w:webHidden/>
          </w:rPr>
          <w:instrText xml:space="preserve"> PAGEREF _Toc89762539 \h </w:instrText>
        </w:r>
        <w:r w:rsidR="00A50B86">
          <w:rPr>
            <w:noProof/>
            <w:webHidden/>
          </w:rPr>
        </w:r>
        <w:r w:rsidR="00A50B86">
          <w:rPr>
            <w:noProof/>
            <w:webHidden/>
          </w:rPr>
          <w:fldChar w:fldCharType="separate"/>
        </w:r>
        <w:r>
          <w:rPr>
            <w:noProof/>
            <w:webHidden/>
          </w:rPr>
          <w:t>26</w:t>
        </w:r>
        <w:r w:rsidR="00A50B86">
          <w:rPr>
            <w:noProof/>
            <w:webHidden/>
          </w:rPr>
          <w:fldChar w:fldCharType="end"/>
        </w:r>
      </w:hyperlink>
    </w:p>
    <w:p w14:paraId="168B8879" w14:textId="7477D51B" w:rsidR="00A50B86" w:rsidRDefault="00DD5F3C">
      <w:pPr>
        <w:pStyle w:val="Obsah1"/>
        <w:rPr>
          <w:rFonts w:eastAsiaTheme="minorEastAsia"/>
          <w:caps w:val="0"/>
          <w:noProof/>
          <w:sz w:val="22"/>
          <w:szCs w:val="22"/>
          <w:lang w:eastAsia="cs-CZ"/>
        </w:rPr>
      </w:pPr>
      <w:hyperlink w:anchor="_Toc89762540" w:history="1">
        <w:r w:rsidR="00A50B86" w:rsidRPr="00F72D11">
          <w:rPr>
            <w:rStyle w:val="Hypertextovodkaz"/>
          </w:rPr>
          <w:t>15.</w:t>
        </w:r>
        <w:r w:rsidR="00A50B86">
          <w:rPr>
            <w:rFonts w:eastAsiaTheme="minorEastAsia"/>
            <w:caps w:val="0"/>
            <w:noProof/>
            <w:sz w:val="22"/>
            <w:szCs w:val="22"/>
            <w:lang w:eastAsia="cs-CZ"/>
          </w:rPr>
          <w:tab/>
        </w:r>
        <w:r w:rsidR="00A50B86" w:rsidRPr="00F72D11">
          <w:rPr>
            <w:rStyle w:val="Hypertextovodkaz"/>
          </w:rPr>
          <w:t>OTEVÍRÁNÍ NABÍDEK</w:t>
        </w:r>
        <w:r w:rsidR="00A50B86">
          <w:rPr>
            <w:noProof/>
            <w:webHidden/>
          </w:rPr>
          <w:tab/>
        </w:r>
        <w:r w:rsidR="00A50B86">
          <w:rPr>
            <w:noProof/>
            <w:webHidden/>
          </w:rPr>
          <w:fldChar w:fldCharType="begin"/>
        </w:r>
        <w:r w:rsidR="00A50B86">
          <w:rPr>
            <w:noProof/>
            <w:webHidden/>
          </w:rPr>
          <w:instrText xml:space="preserve"> PAGEREF _Toc89762540 \h </w:instrText>
        </w:r>
        <w:r w:rsidR="00A50B86">
          <w:rPr>
            <w:noProof/>
            <w:webHidden/>
          </w:rPr>
        </w:r>
        <w:r w:rsidR="00A50B86">
          <w:rPr>
            <w:noProof/>
            <w:webHidden/>
          </w:rPr>
          <w:fldChar w:fldCharType="separate"/>
        </w:r>
        <w:r>
          <w:rPr>
            <w:noProof/>
            <w:webHidden/>
          </w:rPr>
          <w:t>27</w:t>
        </w:r>
        <w:r w:rsidR="00A50B86">
          <w:rPr>
            <w:noProof/>
            <w:webHidden/>
          </w:rPr>
          <w:fldChar w:fldCharType="end"/>
        </w:r>
      </w:hyperlink>
    </w:p>
    <w:p w14:paraId="01FF4EF8" w14:textId="4E43D37D" w:rsidR="00A50B86" w:rsidRDefault="00DD5F3C">
      <w:pPr>
        <w:pStyle w:val="Obsah1"/>
        <w:rPr>
          <w:rFonts w:eastAsiaTheme="minorEastAsia"/>
          <w:caps w:val="0"/>
          <w:noProof/>
          <w:sz w:val="22"/>
          <w:szCs w:val="22"/>
          <w:lang w:eastAsia="cs-CZ"/>
        </w:rPr>
      </w:pPr>
      <w:hyperlink w:anchor="_Toc89762541" w:history="1">
        <w:r w:rsidR="00A50B86" w:rsidRPr="00F72D11">
          <w:rPr>
            <w:rStyle w:val="Hypertextovodkaz"/>
          </w:rPr>
          <w:t>16.</w:t>
        </w:r>
        <w:r w:rsidR="00A50B86">
          <w:rPr>
            <w:rFonts w:eastAsiaTheme="minorEastAsia"/>
            <w:caps w:val="0"/>
            <w:noProof/>
            <w:sz w:val="22"/>
            <w:szCs w:val="22"/>
            <w:lang w:eastAsia="cs-CZ"/>
          </w:rPr>
          <w:tab/>
        </w:r>
        <w:r w:rsidR="00A50B86" w:rsidRPr="00F72D11">
          <w:rPr>
            <w:rStyle w:val="Hypertextovodkaz"/>
          </w:rPr>
          <w:t>POSOUZENÍ SPLNĚNÍ PODMÍNEK ÚČASTI</w:t>
        </w:r>
        <w:r w:rsidR="00A50B86">
          <w:rPr>
            <w:noProof/>
            <w:webHidden/>
          </w:rPr>
          <w:tab/>
        </w:r>
        <w:r w:rsidR="00A50B86">
          <w:rPr>
            <w:noProof/>
            <w:webHidden/>
          </w:rPr>
          <w:fldChar w:fldCharType="begin"/>
        </w:r>
        <w:r w:rsidR="00A50B86">
          <w:rPr>
            <w:noProof/>
            <w:webHidden/>
          </w:rPr>
          <w:instrText xml:space="preserve"> PAGEREF _Toc89762541 \h </w:instrText>
        </w:r>
        <w:r w:rsidR="00A50B86">
          <w:rPr>
            <w:noProof/>
            <w:webHidden/>
          </w:rPr>
        </w:r>
        <w:r w:rsidR="00A50B86">
          <w:rPr>
            <w:noProof/>
            <w:webHidden/>
          </w:rPr>
          <w:fldChar w:fldCharType="separate"/>
        </w:r>
        <w:r>
          <w:rPr>
            <w:noProof/>
            <w:webHidden/>
          </w:rPr>
          <w:t>27</w:t>
        </w:r>
        <w:r w:rsidR="00A50B86">
          <w:rPr>
            <w:noProof/>
            <w:webHidden/>
          </w:rPr>
          <w:fldChar w:fldCharType="end"/>
        </w:r>
      </w:hyperlink>
    </w:p>
    <w:p w14:paraId="3A853EBC" w14:textId="1C052EC6" w:rsidR="00A50B86" w:rsidRDefault="00DD5F3C">
      <w:pPr>
        <w:pStyle w:val="Obsah1"/>
        <w:rPr>
          <w:rFonts w:eastAsiaTheme="minorEastAsia"/>
          <w:caps w:val="0"/>
          <w:noProof/>
          <w:sz w:val="22"/>
          <w:szCs w:val="22"/>
          <w:lang w:eastAsia="cs-CZ"/>
        </w:rPr>
      </w:pPr>
      <w:hyperlink w:anchor="_Toc89762542" w:history="1">
        <w:r w:rsidR="00A50B86" w:rsidRPr="00F72D11">
          <w:rPr>
            <w:rStyle w:val="Hypertextovodkaz"/>
          </w:rPr>
          <w:t>17.</w:t>
        </w:r>
        <w:r w:rsidR="00A50B86">
          <w:rPr>
            <w:rFonts w:eastAsiaTheme="minorEastAsia"/>
            <w:caps w:val="0"/>
            <w:noProof/>
            <w:sz w:val="22"/>
            <w:szCs w:val="22"/>
            <w:lang w:eastAsia="cs-CZ"/>
          </w:rPr>
          <w:tab/>
        </w:r>
        <w:r w:rsidR="00A50B86" w:rsidRPr="00F72D11">
          <w:rPr>
            <w:rStyle w:val="Hypertextovodkaz"/>
          </w:rPr>
          <w:t>HODNOCENÍ NABÍDEK</w:t>
        </w:r>
        <w:r w:rsidR="00A50B86">
          <w:rPr>
            <w:noProof/>
            <w:webHidden/>
          </w:rPr>
          <w:tab/>
        </w:r>
        <w:r w:rsidR="00A50B86">
          <w:rPr>
            <w:noProof/>
            <w:webHidden/>
          </w:rPr>
          <w:fldChar w:fldCharType="begin"/>
        </w:r>
        <w:r w:rsidR="00A50B86">
          <w:rPr>
            <w:noProof/>
            <w:webHidden/>
          </w:rPr>
          <w:instrText xml:space="preserve"> PAGEREF _Toc89762542 \h </w:instrText>
        </w:r>
        <w:r w:rsidR="00A50B86">
          <w:rPr>
            <w:noProof/>
            <w:webHidden/>
          </w:rPr>
        </w:r>
        <w:r w:rsidR="00A50B86">
          <w:rPr>
            <w:noProof/>
            <w:webHidden/>
          </w:rPr>
          <w:fldChar w:fldCharType="separate"/>
        </w:r>
        <w:r>
          <w:rPr>
            <w:noProof/>
            <w:webHidden/>
          </w:rPr>
          <w:t>28</w:t>
        </w:r>
        <w:r w:rsidR="00A50B86">
          <w:rPr>
            <w:noProof/>
            <w:webHidden/>
          </w:rPr>
          <w:fldChar w:fldCharType="end"/>
        </w:r>
      </w:hyperlink>
    </w:p>
    <w:p w14:paraId="24C48672" w14:textId="6A59D4AA" w:rsidR="00A50B86" w:rsidRDefault="00DD5F3C">
      <w:pPr>
        <w:pStyle w:val="Obsah1"/>
        <w:rPr>
          <w:rFonts w:eastAsiaTheme="minorEastAsia"/>
          <w:caps w:val="0"/>
          <w:noProof/>
          <w:sz w:val="22"/>
          <w:szCs w:val="22"/>
          <w:lang w:eastAsia="cs-CZ"/>
        </w:rPr>
      </w:pPr>
      <w:hyperlink w:anchor="_Toc89762543" w:history="1">
        <w:r w:rsidR="00A50B86" w:rsidRPr="00F72D11">
          <w:rPr>
            <w:rStyle w:val="Hypertextovodkaz"/>
          </w:rPr>
          <w:t>18.</w:t>
        </w:r>
        <w:r w:rsidR="00A50B86">
          <w:rPr>
            <w:rFonts w:eastAsiaTheme="minorEastAsia"/>
            <w:caps w:val="0"/>
            <w:noProof/>
            <w:sz w:val="22"/>
            <w:szCs w:val="22"/>
            <w:lang w:eastAsia="cs-CZ"/>
          </w:rPr>
          <w:tab/>
        </w:r>
        <w:r w:rsidR="00A50B86" w:rsidRPr="00F72D11">
          <w:rPr>
            <w:rStyle w:val="Hypertextovodkaz"/>
          </w:rPr>
          <w:t>ZRUŠENÍ ZADÁVACÍHO ŘÍZENÍ</w:t>
        </w:r>
        <w:r w:rsidR="00A50B86">
          <w:rPr>
            <w:noProof/>
            <w:webHidden/>
          </w:rPr>
          <w:tab/>
        </w:r>
        <w:r w:rsidR="00A50B86">
          <w:rPr>
            <w:noProof/>
            <w:webHidden/>
          </w:rPr>
          <w:fldChar w:fldCharType="begin"/>
        </w:r>
        <w:r w:rsidR="00A50B86">
          <w:rPr>
            <w:noProof/>
            <w:webHidden/>
          </w:rPr>
          <w:instrText xml:space="preserve"> PAGEREF _Toc89762543 \h </w:instrText>
        </w:r>
        <w:r w:rsidR="00A50B86">
          <w:rPr>
            <w:noProof/>
            <w:webHidden/>
          </w:rPr>
        </w:r>
        <w:r w:rsidR="00A50B86">
          <w:rPr>
            <w:noProof/>
            <w:webHidden/>
          </w:rPr>
          <w:fldChar w:fldCharType="separate"/>
        </w:r>
        <w:r>
          <w:rPr>
            <w:noProof/>
            <w:webHidden/>
          </w:rPr>
          <w:t>28</w:t>
        </w:r>
        <w:r w:rsidR="00A50B86">
          <w:rPr>
            <w:noProof/>
            <w:webHidden/>
          </w:rPr>
          <w:fldChar w:fldCharType="end"/>
        </w:r>
      </w:hyperlink>
    </w:p>
    <w:p w14:paraId="22668D38" w14:textId="299AD5A8" w:rsidR="00A50B86" w:rsidRDefault="00DD5F3C">
      <w:pPr>
        <w:pStyle w:val="Obsah1"/>
        <w:rPr>
          <w:rFonts w:eastAsiaTheme="minorEastAsia"/>
          <w:caps w:val="0"/>
          <w:noProof/>
          <w:sz w:val="22"/>
          <w:szCs w:val="22"/>
          <w:lang w:eastAsia="cs-CZ"/>
        </w:rPr>
      </w:pPr>
      <w:hyperlink w:anchor="_Toc89762544" w:history="1">
        <w:r w:rsidR="00A50B86" w:rsidRPr="00F72D11">
          <w:rPr>
            <w:rStyle w:val="Hypertextovodkaz"/>
          </w:rPr>
          <w:t>19.</w:t>
        </w:r>
        <w:r w:rsidR="00A50B86">
          <w:rPr>
            <w:rFonts w:eastAsiaTheme="minorEastAsia"/>
            <w:caps w:val="0"/>
            <w:noProof/>
            <w:sz w:val="22"/>
            <w:szCs w:val="22"/>
            <w:lang w:eastAsia="cs-CZ"/>
          </w:rPr>
          <w:tab/>
        </w:r>
        <w:r w:rsidR="00A50B86" w:rsidRPr="00F72D11">
          <w:rPr>
            <w:rStyle w:val="Hypertextovodkaz"/>
          </w:rPr>
          <w:t>UZAVŘENÍ SMLOUVY</w:t>
        </w:r>
        <w:r w:rsidR="00A50B86">
          <w:rPr>
            <w:noProof/>
            <w:webHidden/>
          </w:rPr>
          <w:tab/>
        </w:r>
        <w:r w:rsidR="00A50B86">
          <w:rPr>
            <w:noProof/>
            <w:webHidden/>
          </w:rPr>
          <w:fldChar w:fldCharType="begin"/>
        </w:r>
        <w:r w:rsidR="00A50B86">
          <w:rPr>
            <w:noProof/>
            <w:webHidden/>
          </w:rPr>
          <w:instrText xml:space="preserve"> PAGEREF _Toc89762544 \h </w:instrText>
        </w:r>
        <w:r w:rsidR="00A50B86">
          <w:rPr>
            <w:noProof/>
            <w:webHidden/>
          </w:rPr>
        </w:r>
        <w:r w:rsidR="00A50B86">
          <w:rPr>
            <w:noProof/>
            <w:webHidden/>
          </w:rPr>
          <w:fldChar w:fldCharType="separate"/>
        </w:r>
        <w:r>
          <w:rPr>
            <w:noProof/>
            <w:webHidden/>
          </w:rPr>
          <w:t>28</w:t>
        </w:r>
        <w:r w:rsidR="00A50B86">
          <w:rPr>
            <w:noProof/>
            <w:webHidden/>
          </w:rPr>
          <w:fldChar w:fldCharType="end"/>
        </w:r>
      </w:hyperlink>
    </w:p>
    <w:p w14:paraId="534473F6" w14:textId="7F5622F8" w:rsidR="00A50B86" w:rsidRDefault="00DD5F3C">
      <w:pPr>
        <w:pStyle w:val="Obsah1"/>
        <w:rPr>
          <w:rFonts w:eastAsiaTheme="minorEastAsia"/>
          <w:caps w:val="0"/>
          <w:noProof/>
          <w:sz w:val="22"/>
          <w:szCs w:val="22"/>
          <w:lang w:eastAsia="cs-CZ"/>
        </w:rPr>
      </w:pPr>
      <w:hyperlink w:anchor="_Toc89762545" w:history="1">
        <w:r w:rsidR="00A50B86" w:rsidRPr="00F72D11">
          <w:rPr>
            <w:rStyle w:val="Hypertextovodkaz"/>
          </w:rPr>
          <w:t>20.</w:t>
        </w:r>
        <w:r w:rsidR="00A50B86">
          <w:rPr>
            <w:rFonts w:eastAsiaTheme="minorEastAsia"/>
            <w:caps w:val="0"/>
            <w:noProof/>
            <w:sz w:val="22"/>
            <w:szCs w:val="22"/>
            <w:lang w:eastAsia="cs-CZ"/>
          </w:rPr>
          <w:tab/>
        </w:r>
        <w:r w:rsidR="00A50B86" w:rsidRPr="00F72D11">
          <w:rPr>
            <w:rStyle w:val="Hypertextovodkaz"/>
          </w:rPr>
          <w:t>OCHRANA INFORMACÍ</w:t>
        </w:r>
        <w:r w:rsidR="00A50B86">
          <w:rPr>
            <w:noProof/>
            <w:webHidden/>
          </w:rPr>
          <w:tab/>
        </w:r>
        <w:r w:rsidR="00A50B86">
          <w:rPr>
            <w:noProof/>
            <w:webHidden/>
          </w:rPr>
          <w:fldChar w:fldCharType="begin"/>
        </w:r>
        <w:r w:rsidR="00A50B86">
          <w:rPr>
            <w:noProof/>
            <w:webHidden/>
          </w:rPr>
          <w:instrText xml:space="preserve"> PAGEREF _Toc89762545 \h </w:instrText>
        </w:r>
        <w:r w:rsidR="00A50B86">
          <w:rPr>
            <w:noProof/>
            <w:webHidden/>
          </w:rPr>
        </w:r>
        <w:r w:rsidR="00A50B86">
          <w:rPr>
            <w:noProof/>
            <w:webHidden/>
          </w:rPr>
          <w:fldChar w:fldCharType="separate"/>
        </w:r>
        <w:r>
          <w:rPr>
            <w:noProof/>
            <w:webHidden/>
          </w:rPr>
          <w:t>31</w:t>
        </w:r>
        <w:r w:rsidR="00A50B86">
          <w:rPr>
            <w:noProof/>
            <w:webHidden/>
          </w:rPr>
          <w:fldChar w:fldCharType="end"/>
        </w:r>
      </w:hyperlink>
    </w:p>
    <w:p w14:paraId="04217D50" w14:textId="5C4B6052" w:rsidR="00A50B86" w:rsidRDefault="00DD5F3C">
      <w:pPr>
        <w:pStyle w:val="Obsah1"/>
        <w:rPr>
          <w:rFonts w:eastAsiaTheme="minorEastAsia"/>
          <w:caps w:val="0"/>
          <w:noProof/>
          <w:sz w:val="22"/>
          <w:szCs w:val="22"/>
          <w:lang w:eastAsia="cs-CZ"/>
        </w:rPr>
      </w:pPr>
      <w:hyperlink w:anchor="_Toc89762546" w:history="1">
        <w:r w:rsidR="00A50B86" w:rsidRPr="00F72D11">
          <w:rPr>
            <w:rStyle w:val="Hypertextovodkaz"/>
          </w:rPr>
          <w:t>21.</w:t>
        </w:r>
        <w:r w:rsidR="00A50B86">
          <w:rPr>
            <w:rFonts w:eastAsiaTheme="minorEastAsia"/>
            <w:caps w:val="0"/>
            <w:noProof/>
            <w:sz w:val="22"/>
            <w:szCs w:val="22"/>
            <w:lang w:eastAsia="cs-CZ"/>
          </w:rPr>
          <w:tab/>
        </w:r>
        <w:r w:rsidR="00A50B86" w:rsidRPr="00F72D11">
          <w:rPr>
            <w:rStyle w:val="Hypertextovodkaz"/>
          </w:rPr>
          <w:t>ZADÁVACÍ LHŮTA</w:t>
        </w:r>
        <w:r w:rsidR="00A50B86">
          <w:rPr>
            <w:noProof/>
            <w:webHidden/>
          </w:rPr>
          <w:tab/>
        </w:r>
        <w:r w:rsidR="00A50B86">
          <w:rPr>
            <w:noProof/>
            <w:webHidden/>
          </w:rPr>
          <w:fldChar w:fldCharType="begin"/>
        </w:r>
        <w:r w:rsidR="00A50B86">
          <w:rPr>
            <w:noProof/>
            <w:webHidden/>
          </w:rPr>
          <w:instrText xml:space="preserve"> PAGEREF _Toc89762546 \h </w:instrText>
        </w:r>
        <w:r w:rsidR="00A50B86">
          <w:rPr>
            <w:noProof/>
            <w:webHidden/>
          </w:rPr>
        </w:r>
        <w:r w:rsidR="00A50B86">
          <w:rPr>
            <w:noProof/>
            <w:webHidden/>
          </w:rPr>
          <w:fldChar w:fldCharType="separate"/>
        </w:r>
        <w:r>
          <w:rPr>
            <w:noProof/>
            <w:webHidden/>
          </w:rPr>
          <w:t>31</w:t>
        </w:r>
        <w:r w:rsidR="00A50B86">
          <w:rPr>
            <w:noProof/>
            <w:webHidden/>
          </w:rPr>
          <w:fldChar w:fldCharType="end"/>
        </w:r>
      </w:hyperlink>
    </w:p>
    <w:p w14:paraId="13D10A7B" w14:textId="6DA090F9" w:rsidR="00A50B86" w:rsidRDefault="00DD5F3C">
      <w:pPr>
        <w:pStyle w:val="Obsah1"/>
        <w:rPr>
          <w:rFonts w:eastAsiaTheme="minorEastAsia"/>
          <w:caps w:val="0"/>
          <w:noProof/>
          <w:sz w:val="22"/>
          <w:szCs w:val="22"/>
          <w:lang w:eastAsia="cs-CZ"/>
        </w:rPr>
      </w:pPr>
      <w:hyperlink w:anchor="_Toc89762547" w:history="1">
        <w:r w:rsidR="00A50B86" w:rsidRPr="00F72D11">
          <w:rPr>
            <w:rStyle w:val="Hypertextovodkaz"/>
          </w:rPr>
          <w:t>22.</w:t>
        </w:r>
        <w:r w:rsidR="00A50B86">
          <w:rPr>
            <w:rFonts w:eastAsiaTheme="minorEastAsia"/>
            <w:caps w:val="0"/>
            <w:noProof/>
            <w:sz w:val="22"/>
            <w:szCs w:val="22"/>
            <w:lang w:eastAsia="cs-CZ"/>
          </w:rPr>
          <w:tab/>
        </w:r>
        <w:r w:rsidR="00A50B86" w:rsidRPr="00F72D11">
          <w:rPr>
            <w:rStyle w:val="Hypertextovodkaz"/>
          </w:rPr>
          <w:t>SOCIÁLNĚ A ENVIROMENTÁLNĚ ODPOVĚDNÉ ZADÁVÁNÍ, INOVACE</w:t>
        </w:r>
        <w:r w:rsidR="00A50B86">
          <w:rPr>
            <w:noProof/>
            <w:webHidden/>
          </w:rPr>
          <w:tab/>
        </w:r>
        <w:r w:rsidR="00A50B86">
          <w:rPr>
            <w:noProof/>
            <w:webHidden/>
          </w:rPr>
          <w:fldChar w:fldCharType="begin"/>
        </w:r>
        <w:r w:rsidR="00A50B86">
          <w:rPr>
            <w:noProof/>
            <w:webHidden/>
          </w:rPr>
          <w:instrText xml:space="preserve"> PAGEREF _Toc89762547 \h </w:instrText>
        </w:r>
        <w:r w:rsidR="00A50B86">
          <w:rPr>
            <w:noProof/>
            <w:webHidden/>
          </w:rPr>
        </w:r>
        <w:r w:rsidR="00A50B86">
          <w:rPr>
            <w:noProof/>
            <w:webHidden/>
          </w:rPr>
          <w:fldChar w:fldCharType="separate"/>
        </w:r>
        <w:r>
          <w:rPr>
            <w:noProof/>
            <w:webHidden/>
          </w:rPr>
          <w:t>31</w:t>
        </w:r>
        <w:r w:rsidR="00A50B86">
          <w:rPr>
            <w:noProof/>
            <w:webHidden/>
          </w:rPr>
          <w:fldChar w:fldCharType="end"/>
        </w:r>
      </w:hyperlink>
    </w:p>
    <w:p w14:paraId="558BCECC" w14:textId="011BABAB" w:rsidR="00A50B86" w:rsidRDefault="00DD5F3C">
      <w:pPr>
        <w:pStyle w:val="Obsah1"/>
        <w:rPr>
          <w:rFonts w:eastAsiaTheme="minorEastAsia"/>
          <w:caps w:val="0"/>
          <w:noProof/>
          <w:sz w:val="22"/>
          <w:szCs w:val="22"/>
          <w:lang w:eastAsia="cs-CZ"/>
        </w:rPr>
      </w:pPr>
      <w:hyperlink w:anchor="_Toc89762548" w:history="1">
        <w:r w:rsidR="00A50B86" w:rsidRPr="00F72D11">
          <w:rPr>
            <w:rStyle w:val="Hypertextovodkaz"/>
          </w:rPr>
          <w:t>23.</w:t>
        </w:r>
        <w:r w:rsidR="00A50B86">
          <w:rPr>
            <w:rFonts w:eastAsiaTheme="minorEastAsia"/>
            <w:caps w:val="0"/>
            <w:noProof/>
            <w:sz w:val="22"/>
            <w:szCs w:val="22"/>
            <w:lang w:eastAsia="cs-CZ"/>
          </w:rPr>
          <w:tab/>
        </w:r>
        <w:r w:rsidR="00A50B86" w:rsidRPr="00F72D11">
          <w:rPr>
            <w:rStyle w:val="Hypertextovodkaz"/>
          </w:rPr>
          <w:t>PŘÍLOHY TĚCHTO POKYNŮ</w:t>
        </w:r>
        <w:r w:rsidR="00A50B86">
          <w:rPr>
            <w:noProof/>
            <w:webHidden/>
          </w:rPr>
          <w:tab/>
        </w:r>
        <w:r w:rsidR="00A50B86">
          <w:rPr>
            <w:noProof/>
            <w:webHidden/>
          </w:rPr>
          <w:fldChar w:fldCharType="begin"/>
        </w:r>
        <w:r w:rsidR="00A50B86">
          <w:rPr>
            <w:noProof/>
            <w:webHidden/>
          </w:rPr>
          <w:instrText xml:space="preserve"> PAGEREF _Toc89762548 \h </w:instrText>
        </w:r>
        <w:r w:rsidR="00A50B86">
          <w:rPr>
            <w:noProof/>
            <w:webHidden/>
          </w:rPr>
        </w:r>
        <w:r w:rsidR="00A50B86">
          <w:rPr>
            <w:noProof/>
            <w:webHidden/>
          </w:rPr>
          <w:fldChar w:fldCharType="separate"/>
        </w:r>
        <w:r>
          <w:rPr>
            <w:noProof/>
            <w:webHidden/>
          </w:rPr>
          <w:t>32</w:t>
        </w:r>
        <w:r w:rsidR="00A50B86">
          <w:rPr>
            <w:noProof/>
            <w:webHidden/>
          </w:rPr>
          <w:fldChar w:fldCharType="end"/>
        </w:r>
      </w:hyperlink>
    </w:p>
    <w:p w14:paraId="6912832D" w14:textId="3A30E727" w:rsidR="00AD0C7B" w:rsidRDefault="00BD7E91" w:rsidP="008D03B9">
      <w:r>
        <w:fldChar w:fldCharType="end"/>
      </w:r>
    </w:p>
    <w:p w14:paraId="063F3675" w14:textId="77777777" w:rsidR="00AD0C7B" w:rsidRDefault="00AD0C7B">
      <w:r>
        <w:br w:type="page"/>
      </w:r>
    </w:p>
    <w:p w14:paraId="4218E991" w14:textId="77777777" w:rsidR="0035531B" w:rsidRDefault="0035531B" w:rsidP="0035531B">
      <w:pPr>
        <w:pStyle w:val="Nadpis1-1"/>
      </w:pPr>
      <w:bookmarkStart w:id="0" w:name="_Toc89762526"/>
      <w:bookmarkStart w:id="1" w:name="_Toc389559699"/>
      <w:bookmarkStart w:id="2" w:name="_Toc397429847"/>
      <w:bookmarkStart w:id="3" w:name="_Ref433028040"/>
      <w:bookmarkStart w:id="4" w:name="_Toc1048197"/>
      <w:r>
        <w:lastRenderedPageBreak/>
        <w:t>ÚVODNÍ USTANOVENÍ</w:t>
      </w:r>
      <w:bookmarkEnd w:id="0"/>
    </w:p>
    <w:p w14:paraId="50C528F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6C10B35" w14:textId="77777777" w:rsidR="0035531B" w:rsidRPr="006605A2" w:rsidRDefault="0035531B" w:rsidP="0035531B">
      <w:pPr>
        <w:pStyle w:val="Text1-1"/>
        <w:rPr>
          <w:b/>
        </w:rPr>
      </w:pPr>
      <w:r w:rsidRPr="006605A2">
        <w:rPr>
          <w:b/>
        </w:rPr>
        <w:t>Zadavatel je veřejným zadavat</w:t>
      </w:r>
      <w:r w:rsidR="003717A3" w:rsidRPr="006605A2">
        <w:rPr>
          <w:b/>
        </w:rPr>
        <w:t>e</w:t>
      </w:r>
      <w:r w:rsidRPr="006605A2">
        <w:rPr>
          <w:b/>
        </w:rPr>
        <w:t>lem, který zadává tuto veřejnou zakázku při výkonu relevantní činnosti ve smyslu ustanovení § 153 odst. 1 písm. f) ZZVZ.</w:t>
      </w:r>
      <w:r w:rsidR="00092CC9" w:rsidRPr="006605A2">
        <w:rPr>
          <w:b/>
        </w:rPr>
        <w:t xml:space="preserve"> v </w:t>
      </w:r>
      <w:r w:rsidRPr="006605A2">
        <w:rPr>
          <w:b/>
        </w:rPr>
        <w:t>souladu</w:t>
      </w:r>
      <w:r w:rsidR="00845C50" w:rsidRPr="006605A2">
        <w:rPr>
          <w:b/>
        </w:rPr>
        <w:t xml:space="preserve"> s </w:t>
      </w:r>
      <w:r w:rsidRPr="006605A2">
        <w:rPr>
          <w:b/>
        </w:rPr>
        <w:t>§</w:t>
      </w:r>
      <w:r w:rsidR="00BB4AF2" w:rsidRPr="006605A2">
        <w:rPr>
          <w:b/>
        </w:rPr>
        <w:t> </w:t>
      </w:r>
      <w:r w:rsidRPr="006605A2">
        <w:rPr>
          <w:b/>
        </w:rPr>
        <w:t xml:space="preserve">151 odst. 1 ZZVZ se tato zakázka považuje za sektorovou veřejnou zakázku. </w:t>
      </w:r>
    </w:p>
    <w:p w14:paraId="26D7BFAE"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DE13E5E"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52272EB"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159F61E3"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E7B0401" w14:textId="77777777" w:rsidR="0035531B" w:rsidRDefault="0035531B" w:rsidP="007A245C">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7A245C">
        <w:t xml:space="preserve"> </w:t>
      </w:r>
      <w:r w:rsidR="007A245C" w:rsidRPr="007A245C">
        <w:t>To neplatí v případě postupu dle § 40 odst. 4 ZZVZ</w:t>
      </w:r>
      <w:r w:rsidR="007A245C">
        <w:t>.</w:t>
      </w:r>
    </w:p>
    <w:p w14:paraId="7055593A"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54CEF1F"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37E4537" w14:textId="77777777" w:rsidR="0035531B" w:rsidRDefault="0035531B" w:rsidP="0035531B">
      <w:pPr>
        <w:pStyle w:val="Nadpis1-1"/>
      </w:pPr>
      <w:bookmarkStart w:id="5" w:name="_Toc89762527"/>
      <w:r>
        <w:t>IDENTIFIKAČNÍ ÚDAJE ZADAVATELE</w:t>
      </w:r>
      <w:bookmarkEnd w:id="5"/>
    </w:p>
    <w:p w14:paraId="5E32175C" w14:textId="77777777" w:rsidR="0035531B" w:rsidRPr="0035531B" w:rsidRDefault="0035531B" w:rsidP="0035531B">
      <w:pPr>
        <w:pStyle w:val="Textbezslovn"/>
        <w:spacing w:after="0"/>
        <w:rPr>
          <w:rStyle w:val="Tun9b"/>
        </w:rPr>
      </w:pPr>
      <w:r w:rsidRPr="0035531B">
        <w:rPr>
          <w:rStyle w:val="Tun9b"/>
        </w:rPr>
        <w:t xml:space="preserve">Správa </w:t>
      </w:r>
      <w:r w:rsidR="00D27353">
        <w:rPr>
          <w:rStyle w:val="Tun9b"/>
        </w:rPr>
        <w:t>železnic</w:t>
      </w:r>
      <w:r w:rsidRPr="0035531B">
        <w:rPr>
          <w:rStyle w:val="Tun9b"/>
        </w:rPr>
        <w:t>, státní organizace</w:t>
      </w:r>
    </w:p>
    <w:p w14:paraId="42B71018" w14:textId="77777777" w:rsidR="0035531B" w:rsidRDefault="0035531B" w:rsidP="0035531B">
      <w:pPr>
        <w:pStyle w:val="Textbezslovn"/>
        <w:spacing w:after="0"/>
      </w:pPr>
      <w:r>
        <w:t>sídlo: Dlážděná 1003/7, Praha 1, Nové Město, PSČ 110 00</w:t>
      </w:r>
    </w:p>
    <w:p w14:paraId="03F1433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6605A2">
        <w:t>A</w:t>
      </w:r>
      <w:r>
        <w:t>48384</w:t>
      </w:r>
    </w:p>
    <w:p w14:paraId="59AD1875" w14:textId="77777777" w:rsidR="0035531B" w:rsidRDefault="0035531B" w:rsidP="0035531B">
      <w:pPr>
        <w:pStyle w:val="Textbezslovn"/>
        <w:spacing w:after="0"/>
      </w:pPr>
      <w:r>
        <w:t>IČO: 70994234</w:t>
      </w:r>
    </w:p>
    <w:p w14:paraId="60901B2A" w14:textId="77777777" w:rsidR="0035531B" w:rsidRDefault="0035531B" w:rsidP="0035531B">
      <w:pPr>
        <w:pStyle w:val="Textbezslovn"/>
        <w:spacing w:after="0"/>
      </w:pPr>
      <w:r>
        <w:t>DIČ: CZ70994234</w:t>
      </w:r>
    </w:p>
    <w:p w14:paraId="136F1239" w14:textId="77777777" w:rsidR="0035531B" w:rsidRDefault="0035531B" w:rsidP="0035531B">
      <w:pPr>
        <w:pStyle w:val="Textbezslovn"/>
        <w:spacing w:after="0"/>
      </w:pPr>
      <w:r>
        <w:t xml:space="preserve">Identifikátor datové schránky: </w:t>
      </w:r>
      <w:proofErr w:type="spellStart"/>
      <w:r>
        <w:t>uccchjm</w:t>
      </w:r>
      <w:proofErr w:type="spellEnd"/>
    </w:p>
    <w:p w14:paraId="271AC0C4" w14:textId="77777777" w:rsidR="00FB7106" w:rsidRDefault="00FB7106" w:rsidP="00FB7106">
      <w:pPr>
        <w:pStyle w:val="Textbezslovn"/>
      </w:pPr>
    </w:p>
    <w:p w14:paraId="4861F18D" w14:textId="77777777" w:rsidR="00FB7106" w:rsidRPr="00FB7106" w:rsidRDefault="00FB7106" w:rsidP="00FB7106">
      <w:pPr>
        <w:pStyle w:val="Textbezslovn"/>
      </w:pPr>
      <w:r w:rsidRPr="00FB7106">
        <w:lastRenderedPageBreak/>
        <w:t>Zakázku zadává organizační jednotka zadavatele:</w:t>
      </w:r>
    </w:p>
    <w:p w14:paraId="707C7999" w14:textId="1731A6CA" w:rsidR="00FB7106" w:rsidRPr="00FB7106" w:rsidRDefault="00FB7106" w:rsidP="00FB7106">
      <w:pPr>
        <w:pStyle w:val="Textbezslovn"/>
      </w:pPr>
      <w:r w:rsidRPr="00FB7106">
        <w:t>Název:</w:t>
      </w:r>
      <w:r w:rsidRPr="00FB7106">
        <w:tab/>
      </w:r>
      <w:r w:rsidRPr="00FB7106">
        <w:tab/>
      </w:r>
      <w:r w:rsidR="0069087C" w:rsidRPr="0069087C">
        <w:t>Oblastní ředitelství Praha</w:t>
      </w:r>
    </w:p>
    <w:p w14:paraId="7251D871" w14:textId="21F4DE9B" w:rsidR="00FB7106" w:rsidRPr="00FB7106" w:rsidRDefault="00FB7106" w:rsidP="00FB7106">
      <w:pPr>
        <w:pStyle w:val="Textbezslovn"/>
      </w:pPr>
      <w:r w:rsidRPr="00FB7106">
        <w:t>Sídlo:</w:t>
      </w:r>
      <w:r w:rsidRPr="00FB7106">
        <w:tab/>
      </w:r>
      <w:r w:rsidRPr="00FB7106">
        <w:tab/>
      </w:r>
      <w:r w:rsidR="0069087C" w:rsidRPr="0069087C">
        <w:rPr>
          <w:rStyle w:val="Zdraznn"/>
        </w:rPr>
        <w:t>Partyzánská 24, 170 00 Praha 7</w:t>
      </w:r>
    </w:p>
    <w:p w14:paraId="52E8328E" w14:textId="1FD78A65" w:rsidR="0069087C" w:rsidRPr="00E52008" w:rsidRDefault="00FB7106" w:rsidP="0069087C">
      <w:pPr>
        <w:pStyle w:val="Textbezslovn"/>
        <w:rPr>
          <w:rStyle w:val="Zdraznn"/>
        </w:rPr>
      </w:pPr>
      <w:r w:rsidRPr="00FB7106">
        <w:t>Zastoupená:</w:t>
      </w:r>
      <w:r w:rsidRPr="00FB7106">
        <w:tab/>
      </w:r>
      <w:r w:rsidR="0069087C" w:rsidRPr="0069087C">
        <w:rPr>
          <w:rStyle w:val="Zdraznn"/>
        </w:rPr>
        <w:t xml:space="preserve">Ing. Vladimír Filip, ředitel Oblastního ředitelství Praha, na základě </w:t>
      </w:r>
      <w:r w:rsidR="0069087C" w:rsidRPr="00E52008">
        <w:rPr>
          <w:rStyle w:val="Zdraznn"/>
        </w:rPr>
        <w:t xml:space="preserve">pověření č. </w:t>
      </w:r>
      <w:r w:rsidR="00E52008" w:rsidRPr="00E52008">
        <w:rPr>
          <w:rStyle w:val="Zdraznn"/>
        </w:rPr>
        <w:t>3140 ze dne 22. 11. 2021</w:t>
      </w:r>
      <w:r w:rsidR="0069087C" w:rsidRPr="00E52008">
        <w:rPr>
          <w:rStyle w:val="Zdraznn"/>
        </w:rPr>
        <w:t xml:space="preserve">  </w:t>
      </w:r>
    </w:p>
    <w:p w14:paraId="09C4BF4F" w14:textId="6EB9DFDA" w:rsidR="0035531B" w:rsidRPr="00E52008" w:rsidRDefault="0035531B" w:rsidP="00FB7106">
      <w:pPr>
        <w:pStyle w:val="Nadpis1-1"/>
      </w:pPr>
      <w:bookmarkStart w:id="6" w:name="_Toc89762528"/>
      <w:r w:rsidRPr="00E52008">
        <w:t>KOMUNIKACE MEZI ZADAVATELEM</w:t>
      </w:r>
      <w:r w:rsidR="00845C50" w:rsidRPr="00E52008">
        <w:t xml:space="preserve"> a </w:t>
      </w:r>
      <w:r w:rsidRPr="00E52008">
        <w:t>DODAVATELEM</w:t>
      </w:r>
      <w:bookmarkEnd w:id="6"/>
      <w:r w:rsidRPr="00E52008">
        <w:t xml:space="preserve"> </w:t>
      </w:r>
    </w:p>
    <w:p w14:paraId="5BEBF4F7" w14:textId="74295656" w:rsidR="0035531B" w:rsidRDefault="0035531B" w:rsidP="00816CAC">
      <w:pPr>
        <w:pStyle w:val="Text1-1"/>
      </w:pPr>
      <w:r w:rsidRPr="00E52008">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FD0BEC" w:rsidRPr="00FD0BEC">
        <w:t xml:space="preserve"> </w:t>
      </w:r>
      <w:hyperlink r:id="rId11" w:history="1">
        <w:r w:rsidR="00FD0BEC" w:rsidRPr="00A6336E">
          <w:rPr>
            <w:rStyle w:val="Hypertextovodkaz"/>
            <w:noProof w:val="0"/>
          </w:rPr>
          <w:t>https://zakazky.spravazeleznic.cz/</w:t>
        </w:r>
      </w:hyperlink>
      <w:r w:rsidR="00816CA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6219B93" w14:textId="68F82E3A" w:rsidR="0035531B" w:rsidRDefault="0035531B" w:rsidP="0069087C">
      <w:pPr>
        <w:pStyle w:val="Text1-1"/>
      </w:pPr>
      <w:r>
        <w:t xml:space="preserve">Kontaktní osobou zadavatele pro zadávací řízení je: </w:t>
      </w:r>
      <w:r w:rsidR="0069087C" w:rsidRPr="0069087C">
        <w:t>Ing. Barbora Marešková,</w:t>
      </w:r>
    </w:p>
    <w:p w14:paraId="525A02D6" w14:textId="23344AC1" w:rsidR="0035531B" w:rsidRDefault="0035531B" w:rsidP="0035531B">
      <w:pPr>
        <w:pStyle w:val="Textbezslovn"/>
        <w:spacing w:after="0"/>
      </w:pPr>
      <w:r>
        <w:t xml:space="preserve">telefon: </w:t>
      </w:r>
      <w:r>
        <w:tab/>
      </w:r>
      <w:r w:rsidR="0069087C" w:rsidRPr="0069087C">
        <w:t>972 224 811</w:t>
      </w:r>
    </w:p>
    <w:p w14:paraId="622B9A91" w14:textId="2C758D61" w:rsidR="0035531B" w:rsidRDefault="0035531B" w:rsidP="0035531B">
      <w:pPr>
        <w:pStyle w:val="Textbezslovn"/>
        <w:spacing w:after="0"/>
      </w:pPr>
      <w:r>
        <w:t xml:space="preserve">e-mail: </w:t>
      </w:r>
      <w:r>
        <w:tab/>
      </w:r>
      <w:hyperlink r:id="rId12" w:history="1">
        <w:r w:rsidR="0069087C" w:rsidRPr="0069087C">
          <w:rPr>
            <w:rStyle w:val="Hypertextovodkaz"/>
            <w:noProof w:val="0"/>
          </w:rPr>
          <w:t>ORPHAVZ@spravazeleznic.cz</w:t>
        </w:r>
      </w:hyperlink>
    </w:p>
    <w:p w14:paraId="3DD589D0" w14:textId="01A95536" w:rsidR="0035531B" w:rsidRDefault="0035531B" w:rsidP="0035531B">
      <w:pPr>
        <w:pStyle w:val="Textbezslovn"/>
      </w:pPr>
      <w:r>
        <w:t xml:space="preserve">adresa: </w:t>
      </w:r>
      <w:r>
        <w:tab/>
      </w:r>
      <w:r w:rsidR="0069087C" w:rsidRPr="0069087C">
        <w:t>Oblastní ředitelství Praha, Partyzánská 24, 170 00 Praha 7</w:t>
      </w:r>
    </w:p>
    <w:p w14:paraId="4345C2DA" w14:textId="77777777" w:rsidR="002A6C4B" w:rsidRDefault="002A6C4B" w:rsidP="002A6C4B">
      <w:pPr>
        <w:pStyle w:val="Textbezslovn"/>
        <w:keepLines/>
        <w:widowControl w:val="0"/>
      </w:pPr>
      <w:r>
        <w:t>Kontaktní osobou zadavatele ve věcech technických je: Ing. Pavel Stejskal</w:t>
      </w:r>
    </w:p>
    <w:p w14:paraId="665109AC" w14:textId="77777777" w:rsidR="002A6C4B" w:rsidRDefault="002A6C4B" w:rsidP="002A6C4B">
      <w:pPr>
        <w:pStyle w:val="Textbezslovn"/>
        <w:keepLines/>
        <w:widowControl w:val="0"/>
        <w:spacing w:after="0"/>
      </w:pPr>
      <w:r>
        <w:t xml:space="preserve">telefon: </w:t>
      </w:r>
      <w:r>
        <w:tab/>
        <w:t>972 224 810</w:t>
      </w:r>
    </w:p>
    <w:p w14:paraId="4DECFB94" w14:textId="77777777" w:rsidR="002A6C4B" w:rsidRDefault="002A6C4B" w:rsidP="002A6C4B">
      <w:pPr>
        <w:pStyle w:val="Textbezslovn"/>
        <w:keepLines/>
        <w:widowControl w:val="0"/>
        <w:spacing w:after="0"/>
      </w:pPr>
      <w:r>
        <w:t xml:space="preserve">e-mail: </w:t>
      </w:r>
      <w:r>
        <w:tab/>
      </w:r>
      <w:hyperlink r:id="rId13" w:history="1">
        <w:r w:rsidRPr="007A41D5">
          <w:rPr>
            <w:rStyle w:val="Hypertextovodkaz"/>
            <w:noProof w:val="0"/>
          </w:rPr>
          <w:t>StejskalPa@spravazeleznic.cz</w:t>
        </w:r>
      </w:hyperlink>
    </w:p>
    <w:p w14:paraId="177C2C6B" w14:textId="77777777" w:rsidR="002A6C4B" w:rsidRDefault="002A6C4B" w:rsidP="002A6C4B">
      <w:pPr>
        <w:pStyle w:val="Textbezslovn"/>
        <w:spacing w:after="0"/>
        <w:rPr>
          <w:rFonts w:cs="Calibri"/>
          <w:szCs w:val="20"/>
        </w:rPr>
      </w:pPr>
      <w:r>
        <w:t>adresa:</w:t>
      </w:r>
      <w:r>
        <w:tab/>
        <w:t>Oblastní ředitelství Praha, Partyzánská 24, 170 00 Praha 7</w:t>
      </w:r>
    </w:p>
    <w:p w14:paraId="4414C1EF" w14:textId="77777777" w:rsidR="0035531B" w:rsidRDefault="0035531B" w:rsidP="0035531B">
      <w:pPr>
        <w:pStyle w:val="Nadpis1-1"/>
      </w:pPr>
      <w:bookmarkStart w:id="7" w:name="_Toc89762529"/>
      <w:r>
        <w:t>ÚČEL</w:t>
      </w:r>
      <w:r w:rsidR="00845C50">
        <w:t xml:space="preserve"> a </w:t>
      </w:r>
      <w:r>
        <w:t>PŘEDMĚT PLNĚNÍ VEŘEJNÉ ZAKÁZKY</w:t>
      </w:r>
      <w:bookmarkEnd w:id="7"/>
    </w:p>
    <w:p w14:paraId="6B60D1B4" w14:textId="77777777" w:rsidR="0035531B" w:rsidRDefault="0035531B" w:rsidP="0035531B">
      <w:pPr>
        <w:pStyle w:val="Text1-1"/>
      </w:pPr>
      <w:r>
        <w:t>Účel veřejné zakázky</w:t>
      </w:r>
    </w:p>
    <w:p w14:paraId="7C59C519" w14:textId="39AD8FEE" w:rsidR="0035531B" w:rsidRDefault="00381471" w:rsidP="0035531B">
      <w:pPr>
        <w:pStyle w:val="Textbezslovn"/>
      </w:pPr>
      <w:r w:rsidRPr="00381471">
        <w:t>Účelem této veřejné zakázky je oprava železničního svršku k zajištění plynulosti a bezpečnosti železniční dopravy a zvýšení kvality stavu dopravní cesty. Provedením opravy a výměny součástí železničního svršku dojde k odstranění jednotlivých závad.</w:t>
      </w:r>
    </w:p>
    <w:p w14:paraId="1AEB40B4" w14:textId="77777777" w:rsidR="0035531B" w:rsidRDefault="0035531B" w:rsidP="0035531B">
      <w:pPr>
        <w:pStyle w:val="Text1-1"/>
      </w:pPr>
      <w:r>
        <w:t>Předmět plnění veřejné zakázky</w:t>
      </w:r>
    </w:p>
    <w:p w14:paraId="252A8171" w14:textId="29B3A3B7" w:rsidR="00381471" w:rsidRDefault="00381471" w:rsidP="00381471">
      <w:pPr>
        <w:pStyle w:val="Textbezslovn"/>
      </w:pPr>
      <w:r>
        <w:t xml:space="preserve">Předmětem plnění této veřejné zakázky jsou opravné práce na železničním svršku v členění na jednotlivé stavební objekty. Výměna kolejnic, pražců a </w:t>
      </w:r>
      <w:r w:rsidRPr="00381471">
        <w:t xml:space="preserve">upevňovadel, oprava výhybek a nástupišť, výměna a čištění kolejového lože, doplnění kolejového lože, svařování, úprava GPK, </w:t>
      </w:r>
      <w:proofErr w:type="spellStart"/>
      <w:r w:rsidRPr="00381471">
        <w:t>repro</w:t>
      </w:r>
      <w:r>
        <w:t>filace</w:t>
      </w:r>
      <w:proofErr w:type="spellEnd"/>
      <w:r>
        <w:t xml:space="preserve"> příkopů a oprava přejezdů.</w:t>
      </w:r>
    </w:p>
    <w:p w14:paraId="6AB49780" w14:textId="77777777" w:rsidR="00381471" w:rsidRDefault="00381471" w:rsidP="00381471">
      <w:pPr>
        <w:pStyle w:val="Textbezslovn"/>
      </w:pPr>
      <w:r>
        <w:t>V členění na tyto stavební objekty:</w:t>
      </w:r>
      <w:r>
        <w:tab/>
      </w:r>
    </w:p>
    <w:p w14:paraId="40B9F58F" w14:textId="77777777" w:rsidR="00DE41A2" w:rsidRDefault="00DE41A2" w:rsidP="00DE41A2">
      <w:pPr>
        <w:pStyle w:val="Textbezslovn"/>
      </w:pPr>
      <w:r>
        <w:t xml:space="preserve">SO 01 Oprava trati Sázava - </w:t>
      </w:r>
      <w:proofErr w:type="spellStart"/>
      <w:r>
        <w:t>Samechov</w:t>
      </w:r>
      <w:proofErr w:type="spellEnd"/>
    </w:p>
    <w:p w14:paraId="390E4172" w14:textId="77777777" w:rsidR="00DE41A2" w:rsidRDefault="00DE41A2" w:rsidP="00DE41A2">
      <w:pPr>
        <w:pStyle w:val="Textbezslovn"/>
      </w:pPr>
      <w:r>
        <w:t xml:space="preserve">SO 02 Oprava </w:t>
      </w:r>
      <w:proofErr w:type="spellStart"/>
      <w:r>
        <w:t>žst</w:t>
      </w:r>
      <w:proofErr w:type="spellEnd"/>
      <w:r>
        <w:t xml:space="preserve">. </w:t>
      </w:r>
      <w:proofErr w:type="spellStart"/>
      <w:r>
        <w:t>Samechov</w:t>
      </w:r>
      <w:proofErr w:type="spellEnd"/>
    </w:p>
    <w:p w14:paraId="72F18BBA" w14:textId="77777777" w:rsidR="00DE41A2" w:rsidRDefault="00DE41A2" w:rsidP="00DE41A2">
      <w:pPr>
        <w:pStyle w:val="Textbezslovn"/>
      </w:pPr>
      <w:r>
        <w:t xml:space="preserve">SO 03 Oprava trati </w:t>
      </w:r>
      <w:proofErr w:type="spellStart"/>
      <w:r>
        <w:t>Samechov</w:t>
      </w:r>
      <w:proofErr w:type="spellEnd"/>
      <w:r>
        <w:t xml:space="preserve"> - Hvězdonice</w:t>
      </w:r>
    </w:p>
    <w:p w14:paraId="378A4C31" w14:textId="3F870E8D" w:rsidR="00DE41A2" w:rsidRDefault="002A6C4B" w:rsidP="00DE41A2">
      <w:pPr>
        <w:pStyle w:val="Textbezslovn"/>
      </w:pPr>
      <w:r>
        <w:t xml:space="preserve">SO 04 Oprava </w:t>
      </w:r>
      <w:proofErr w:type="spellStart"/>
      <w:r>
        <w:t>ž</w:t>
      </w:r>
      <w:r w:rsidR="00DE41A2">
        <w:t>st</w:t>
      </w:r>
      <w:proofErr w:type="spellEnd"/>
      <w:r w:rsidR="00DE41A2">
        <w:t>. Hvězdonice</w:t>
      </w:r>
    </w:p>
    <w:p w14:paraId="4F99C3C0" w14:textId="77777777" w:rsidR="00DE41A2" w:rsidRDefault="00DE41A2" w:rsidP="00DE41A2">
      <w:pPr>
        <w:pStyle w:val="Textbezslovn"/>
      </w:pPr>
      <w:r>
        <w:t>SO 05 Oprava trati Hvězdonice - Čerčany</w:t>
      </w:r>
    </w:p>
    <w:p w14:paraId="58F76F52" w14:textId="77777777" w:rsidR="00DE41A2" w:rsidRDefault="00DE41A2" w:rsidP="00DE41A2">
      <w:pPr>
        <w:pStyle w:val="Textbezslovn"/>
      </w:pPr>
      <w:r>
        <w:t>SO 06 Přeprava mechanizace</w:t>
      </w:r>
    </w:p>
    <w:p w14:paraId="27767D13" w14:textId="77777777" w:rsidR="00DE41A2" w:rsidRDefault="00DE41A2" w:rsidP="00DE41A2">
      <w:pPr>
        <w:pStyle w:val="Textbezslovn"/>
      </w:pPr>
      <w:r>
        <w:t>SO 07 VON</w:t>
      </w:r>
    </w:p>
    <w:p w14:paraId="013645EF" w14:textId="77777777" w:rsidR="00DE41A2" w:rsidRDefault="00DE41A2" w:rsidP="00DE41A2">
      <w:pPr>
        <w:pStyle w:val="Textbezslovn"/>
      </w:pPr>
      <w:r>
        <w:t>SO 08 DSPS</w:t>
      </w:r>
    </w:p>
    <w:p w14:paraId="6D2051CD" w14:textId="516A972C" w:rsidR="0035531B" w:rsidRDefault="0035531B" w:rsidP="00DE41A2">
      <w:pPr>
        <w:pStyle w:val="Textbezslovn"/>
      </w:pPr>
      <w:r>
        <w:lastRenderedPageBreak/>
        <w:t>Bližší specifikace předmětu plnění veřejné zakázky je upravena</w:t>
      </w:r>
      <w:r w:rsidR="00092CC9">
        <w:t xml:space="preserve"> v </w:t>
      </w:r>
      <w:r>
        <w:t>dalších částech zadávací dokumentace.</w:t>
      </w:r>
    </w:p>
    <w:p w14:paraId="0BEF14BF" w14:textId="77777777" w:rsidR="0035531B" w:rsidRDefault="0035531B" w:rsidP="0035531B">
      <w:pPr>
        <w:pStyle w:val="Text1-1"/>
      </w:pPr>
      <w:r>
        <w:t>Klasifikace předmětu veřejné zakázky</w:t>
      </w:r>
    </w:p>
    <w:p w14:paraId="6C4A5055" w14:textId="36F54F3B" w:rsidR="009C1E01" w:rsidRPr="00F02067" w:rsidRDefault="009C1E01" w:rsidP="00A05CE8">
      <w:pPr>
        <w:pStyle w:val="Textbezslovn"/>
        <w:rPr>
          <w:rStyle w:val="FontStyle38"/>
          <w:rFonts w:asciiTheme="minorHAnsi" w:hAnsiTheme="minorHAnsi" w:cstheme="minorBidi"/>
          <w:color w:val="auto"/>
          <w:sz w:val="18"/>
          <w:szCs w:val="18"/>
        </w:rPr>
      </w:pPr>
      <w:r w:rsidRPr="00F02067">
        <w:tab/>
      </w:r>
      <w:r w:rsidR="00437EFB" w:rsidRPr="00F02067">
        <w:rPr>
          <w:rStyle w:val="FontStyle38"/>
          <w:rFonts w:asciiTheme="minorHAnsi" w:hAnsiTheme="minorHAnsi" w:cstheme="minorBidi"/>
          <w:color w:val="auto"/>
          <w:sz w:val="18"/>
          <w:szCs w:val="18"/>
        </w:rPr>
        <w:t xml:space="preserve">50225000-8 </w:t>
      </w:r>
      <w:r w:rsidRPr="00F02067">
        <w:rPr>
          <w:rStyle w:val="FontStyle38"/>
          <w:rFonts w:asciiTheme="minorHAnsi" w:hAnsiTheme="minorHAnsi" w:cstheme="minorBidi"/>
          <w:color w:val="auto"/>
          <w:sz w:val="18"/>
          <w:szCs w:val="18"/>
        </w:rPr>
        <w:t>Údržba železničních tratí</w:t>
      </w:r>
    </w:p>
    <w:p w14:paraId="7BED538F" w14:textId="631ADA7C" w:rsidR="00F02067" w:rsidRPr="00F02067" w:rsidRDefault="00F02067" w:rsidP="00F02067">
      <w:pPr>
        <w:pStyle w:val="Textbezslovn"/>
        <w:jc w:val="left"/>
        <w:rPr>
          <w:rStyle w:val="FontStyle38"/>
          <w:rFonts w:asciiTheme="minorHAnsi" w:hAnsiTheme="minorHAnsi" w:cstheme="minorBidi"/>
          <w:color w:val="auto"/>
          <w:sz w:val="18"/>
          <w:szCs w:val="18"/>
        </w:rPr>
      </w:pPr>
      <w:r w:rsidRPr="00F02067">
        <w:rPr>
          <w:rStyle w:val="FontStyle38"/>
          <w:rFonts w:asciiTheme="minorHAnsi" w:hAnsiTheme="minorHAnsi" w:cstheme="minorBidi"/>
          <w:caps/>
          <w:color w:val="auto"/>
          <w:sz w:val="18"/>
          <w:szCs w:val="18"/>
        </w:rPr>
        <w:tab/>
        <w:t xml:space="preserve">45234000-6 </w:t>
      </w:r>
      <w:r w:rsidRPr="00F02067">
        <w:rPr>
          <w:rStyle w:val="FontStyle38"/>
          <w:rFonts w:asciiTheme="minorHAnsi" w:hAnsiTheme="minorHAnsi" w:cstheme="minorBidi"/>
          <w:color w:val="auto"/>
          <w:sz w:val="18"/>
          <w:szCs w:val="18"/>
        </w:rPr>
        <w:t>Stavební úpravy pro železniční a lanové dopravní systémy</w:t>
      </w:r>
    </w:p>
    <w:p w14:paraId="6E7F97D8" w14:textId="5FCC755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FD0BEC">
        <w:t>, resp. je přílohou č. 6 Smlouvy o dílo</w:t>
      </w:r>
      <w:r>
        <w:t>.</w:t>
      </w:r>
    </w:p>
    <w:p w14:paraId="2FF13C4B" w14:textId="77777777" w:rsidR="0035531B" w:rsidRDefault="0035531B" w:rsidP="006F6B09">
      <w:pPr>
        <w:pStyle w:val="Nadpis1-1"/>
      </w:pPr>
      <w:bookmarkStart w:id="8" w:name="_Toc89762530"/>
      <w:r>
        <w:t>ZDROJE FINANCOVÁNÍ</w:t>
      </w:r>
      <w:r w:rsidR="00845C50">
        <w:t xml:space="preserve"> a </w:t>
      </w:r>
      <w:r>
        <w:t>PŘEDPOKLÁDANÁ HODNOTA VEŘEJNÉ ZAKÁZKY</w:t>
      </w:r>
      <w:bookmarkEnd w:id="8"/>
    </w:p>
    <w:p w14:paraId="54A2E8C7"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08C90AD7" w14:textId="77777777" w:rsidR="0035531B" w:rsidRDefault="0035531B" w:rsidP="0035531B">
      <w:pPr>
        <w:pStyle w:val="Text1-1"/>
      </w:pPr>
      <w:r>
        <w:t>Konečným příjemcem prostředků ze zdrojů uvedených</w:t>
      </w:r>
      <w:r w:rsidR="00092CC9">
        <w:t xml:space="preserve"> v </w:t>
      </w:r>
      <w:r>
        <w:t xml:space="preserve">článku 5.1 těchto Pokynů je Správa </w:t>
      </w:r>
      <w:r w:rsidR="00D27353">
        <w:t>železnic</w:t>
      </w:r>
      <w:r>
        <w:t>, státní organizace, se sídlem Praha 1, Nové Město, Dlážděná 1003/7, PSČ 110 00 (zadavatel).</w:t>
      </w:r>
    </w:p>
    <w:p w14:paraId="5BF05BDF" w14:textId="382A02BE" w:rsidR="002A5B03" w:rsidRDefault="002A5B03" w:rsidP="002A5B03">
      <w:pPr>
        <w:pStyle w:val="Text1-1"/>
      </w:pPr>
      <w:r>
        <w:t>Předpokládaná hodn</w:t>
      </w:r>
      <w:r w:rsidR="002A6C4B">
        <w:t>ota veřejné zakázky činí 189 995</w:t>
      </w:r>
      <w:r>
        <w:t xml:space="preserve"> 671,10 Kč (bez DPH).</w:t>
      </w:r>
    </w:p>
    <w:p w14:paraId="48A649CE" w14:textId="6026AE8A" w:rsidR="002A5B03" w:rsidRPr="002A5B03" w:rsidRDefault="002A5B03" w:rsidP="002A5B03">
      <w:pPr>
        <w:pStyle w:val="Textbezslovn"/>
      </w:pPr>
      <w:r>
        <w:t xml:space="preserve">Uvedená částka zahrnuje i hodnotu stavebního materiálu ve výši 55 226 </w:t>
      </w:r>
      <w:r w:rsidRPr="002A5B03">
        <w:t xml:space="preserve">732,88 </w:t>
      </w:r>
      <w:r>
        <w:t xml:space="preserve">Kč (bez DPH), který bude zadavatel dle zadávacích podmínek poskytovat dodavateli </w:t>
      </w:r>
      <w:r w:rsidRPr="002A5B03">
        <w:t xml:space="preserve">a který je nezbytný pro poskytnutí zadávaných stavebních prací. </w:t>
      </w:r>
    </w:p>
    <w:p w14:paraId="2E6A447F" w14:textId="358017E3" w:rsidR="002A5B03" w:rsidRDefault="002A5B03" w:rsidP="002A5B03">
      <w:pPr>
        <w:pStyle w:val="Textbezslovn"/>
        <w:rPr>
          <w:rStyle w:val="Tun9b"/>
        </w:rPr>
      </w:pPr>
      <w:r w:rsidRPr="002A5B03">
        <w:rPr>
          <w:rStyle w:val="Tun9b"/>
        </w:rPr>
        <w:t>Předpokládaná hodnota veřejné zak</w:t>
      </w:r>
      <w:r w:rsidR="002A6C4B">
        <w:rPr>
          <w:rStyle w:val="Tun9b"/>
        </w:rPr>
        <w:t>ázky po odečtení hodnoty</w:t>
      </w:r>
      <w:r w:rsidRPr="002A5B03">
        <w:rPr>
          <w:rStyle w:val="Tun9b"/>
        </w:rPr>
        <w:t xml:space="preserve"> zadavatelem poskytovaného materiálu činí</w:t>
      </w:r>
      <w:r w:rsidRPr="00845C50">
        <w:rPr>
          <w:rStyle w:val="Tun9b"/>
        </w:rPr>
        <w:t xml:space="preserve"> </w:t>
      </w:r>
      <w:r>
        <w:rPr>
          <w:rStyle w:val="Tun9b"/>
        </w:rPr>
        <w:t xml:space="preserve">134 768 938,22 </w:t>
      </w:r>
      <w:r w:rsidRPr="00845C50">
        <w:rPr>
          <w:rStyle w:val="Tun9b"/>
        </w:rPr>
        <w:t>Kč (bez DPH).</w:t>
      </w:r>
    </w:p>
    <w:p w14:paraId="59D9ABAB" w14:textId="77777777" w:rsidR="0035531B" w:rsidRDefault="0035531B" w:rsidP="006F6B09">
      <w:pPr>
        <w:pStyle w:val="Nadpis1-1"/>
      </w:pPr>
      <w:bookmarkStart w:id="9" w:name="_Toc89762531"/>
      <w:r>
        <w:t>OBSAH ZADÁVACÍ DOKUMENTACE</w:t>
      </w:r>
      <w:bookmarkEnd w:id="9"/>
      <w:r>
        <w:t xml:space="preserve"> </w:t>
      </w:r>
    </w:p>
    <w:p w14:paraId="0E9B983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22B285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CB7211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87E4662" w14:textId="77777777" w:rsidR="0035531B" w:rsidRDefault="0035531B" w:rsidP="00845C50">
      <w:pPr>
        <w:pStyle w:val="Textbezslovn"/>
        <w:tabs>
          <w:tab w:val="left" w:pos="1701"/>
        </w:tabs>
        <w:ind w:left="1701" w:hanging="964"/>
      </w:pPr>
      <w:r>
        <w:t>Část 2</w:t>
      </w:r>
      <w:r>
        <w:tab/>
        <w:t>Pokyny pro dodavatele</w:t>
      </w:r>
    </w:p>
    <w:p w14:paraId="0F5ED6D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46513F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4BC5328" w14:textId="77777777" w:rsidR="0035531B" w:rsidRDefault="0035531B" w:rsidP="00845C50">
      <w:pPr>
        <w:pStyle w:val="Textbezslovn"/>
        <w:tabs>
          <w:tab w:val="left" w:pos="1701"/>
        </w:tabs>
        <w:spacing w:after="0"/>
        <w:ind w:left="1701" w:hanging="964"/>
      </w:pPr>
      <w:r>
        <w:t>Část 2</w:t>
      </w:r>
      <w:r>
        <w:tab/>
        <w:t xml:space="preserve">Dopis nabídky </w:t>
      </w:r>
    </w:p>
    <w:p w14:paraId="77CF109A"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DBCD383"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00B3443"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Zvláštní podmínky pro stavby Správy </w:t>
      </w:r>
      <w:r w:rsidR="00D27353">
        <w:t>železnic</w:t>
      </w:r>
      <w:r>
        <w:t>, státní organizace („Zvláštní podmínky“)</w:t>
      </w:r>
    </w:p>
    <w:p w14:paraId="38E0C8D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2863D3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2E76803"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528DE653" w14:textId="77777777" w:rsidR="0035531B" w:rsidRDefault="0035531B" w:rsidP="00845C50">
      <w:pPr>
        <w:pStyle w:val="Textbezslovn"/>
        <w:tabs>
          <w:tab w:val="left" w:pos="1701"/>
        </w:tabs>
        <w:spacing w:after="0"/>
        <w:ind w:left="1701" w:hanging="964"/>
      </w:pPr>
      <w:r>
        <w:t>Část 8</w:t>
      </w:r>
      <w:r>
        <w:tab/>
        <w:t>Zvláštní technické podmínky</w:t>
      </w:r>
    </w:p>
    <w:p w14:paraId="3FCBF031" w14:textId="05E0032F" w:rsidR="00FD0BEC" w:rsidRDefault="00FD0BEC" w:rsidP="00FD0BEC">
      <w:pPr>
        <w:pStyle w:val="Textbezslovn"/>
        <w:tabs>
          <w:tab w:val="left" w:pos="1701"/>
        </w:tabs>
        <w:spacing w:after="0"/>
        <w:ind w:left="1701" w:hanging="964"/>
      </w:pPr>
      <w:r w:rsidRPr="00384DFB">
        <w:t xml:space="preserve">Část </w:t>
      </w:r>
      <w:r w:rsidRPr="00E74BCB">
        <w:t>9</w:t>
      </w:r>
      <w:r>
        <w:tab/>
        <w:t>Ostatní dokumenty tvořící součást Smlouvy (dostupné na</w:t>
      </w:r>
      <w:r w:rsidRPr="0065142B">
        <w:t xml:space="preserve"> </w:t>
      </w:r>
      <w:hyperlink r:id="rId14" w:history="1">
        <w:r w:rsidRPr="006B7BF5">
          <w:rPr>
            <w:rStyle w:val="Hypertextovodkaz"/>
            <w:noProof w:val="0"/>
          </w:rPr>
          <w:t>https://www.sfdi.cz/pravidla-metodiky-a-ceniky/metodiky/</w:t>
        </w:r>
      </w:hyperlink>
      <w:r>
        <w:t>)</w:t>
      </w:r>
    </w:p>
    <w:p w14:paraId="0DCA670A" w14:textId="77777777" w:rsidR="00FD0BEC" w:rsidRDefault="00FD0BEC" w:rsidP="00FD0BEC">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8DF98F1" w14:textId="402C2C93" w:rsidR="00FD0BEC" w:rsidRDefault="00FD0BEC" w:rsidP="00FD0BEC">
      <w:pPr>
        <w:pStyle w:val="Textbezslovn"/>
        <w:tabs>
          <w:tab w:val="left" w:pos="1701"/>
        </w:tabs>
        <w:spacing w:after="0"/>
        <w:ind w:left="1701" w:hanging="964"/>
      </w:pPr>
      <w:r>
        <w:tab/>
        <w:t>Metodika pro časové řízení u stavebních zakázek</w:t>
      </w:r>
      <w:r w:rsidR="002A6C4B">
        <w:t xml:space="preserve"> podle Smluvních podmínek </w:t>
      </w:r>
      <w:proofErr w:type="gramStart"/>
      <w:r w:rsidR="002A6C4B">
        <w:t xml:space="preserve">FIDIC </w:t>
      </w:r>
      <w:r>
        <w:t>(1.vydání</w:t>
      </w:r>
      <w:proofErr w:type="gramEnd"/>
      <w:r>
        <w:t xml:space="preserve"> leden 2018) schváleno Ministerstvem dopravy dne 20.2.2018</w:t>
      </w:r>
    </w:p>
    <w:p w14:paraId="50ED6F19" w14:textId="24FB12C5" w:rsidR="00FD0BEC" w:rsidRDefault="00FD0BEC" w:rsidP="00FD0BEC">
      <w:pPr>
        <w:pStyle w:val="Textbezslovn"/>
        <w:tabs>
          <w:tab w:val="left" w:pos="1701"/>
        </w:tabs>
        <w:ind w:left="1701" w:hanging="964"/>
        <w:rPr>
          <w:highlight w:val="green"/>
        </w:rPr>
      </w:pPr>
      <w:r>
        <w:lastRenderedPageBreak/>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615369BF" w14:textId="1298113F"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D62F44">
        <w:rPr>
          <w:rStyle w:val="Tun9b"/>
        </w:rPr>
        <w:t>TECHNICKÁ SPECIFIKACE STAVBY</w:t>
      </w:r>
    </w:p>
    <w:p w14:paraId="56C88A86" w14:textId="4F343FDC" w:rsidR="00596DE4" w:rsidRDefault="00596DE4" w:rsidP="00596DE4">
      <w:pPr>
        <w:pStyle w:val="Odrka1-1"/>
        <w:numPr>
          <w:ilvl w:val="0"/>
          <w:numId w:val="0"/>
        </w:numPr>
        <w:tabs>
          <w:tab w:val="num" w:pos="1077"/>
        </w:tabs>
        <w:ind w:left="1077" w:hanging="340"/>
      </w:pPr>
      <w:r w:rsidRPr="003A6A82">
        <w:t>Technickou specifikaci stavby tvoří:</w:t>
      </w:r>
    </w:p>
    <w:p w14:paraId="55EB9576" w14:textId="73DE5CAB" w:rsidR="007C078B" w:rsidRPr="007C078B" w:rsidRDefault="007C078B" w:rsidP="007C078B">
      <w:pPr>
        <w:tabs>
          <w:tab w:val="num" w:pos="1077"/>
        </w:tabs>
        <w:spacing w:after="120"/>
        <w:ind w:left="777"/>
        <w:jc w:val="both"/>
        <w:rPr>
          <w:u w:val="single"/>
        </w:rPr>
      </w:pPr>
      <w:r w:rsidRPr="007C078B">
        <w:t>Část 1</w:t>
      </w:r>
      <w:r w:rsidRPr="007C078B">
        <w:tab/>
        <w:t>Technická zpráva</w:t>
      </w:r>
    </w:p>
    <w:p w14:paraId="7D7E1B99" w14:textId="05F71AD2" w:rsidR="00D62F44" w:rsidRPr="00D62F44" w:rsidRDefault="00D62F44" w:rsidP="007C1A51">
      <w:pPr>
        <w:pStyle w:val="Odstavecseseznamem"/>
        <w:numPr>
          <w:ilvl w:val="0"/>
          <w:numId w:val="16"/>
        </w:numPr>
        <w:tabs>
          <w:tab w:val="num" w:pos="1077"/>
        </w:tabs>
        <w:spacing w:after="120"/>
        <w:ind w:left="1134" w:hanging="357"/>
        <w:contextualSpacing w:val="0"/>
        <w:jc w:val="both"/>
      </w:pPr>
      <w:r w:rsidRPr="00D62F44">
        <w:t>Zvláštní technické podmínky</w:t>
      </w:r>
      <w:r w:rsidR="00596DE4">
        <w:t xml:space="preserve"> </w:t>
      </w:r>
      <w:r w:rsidR="00596DE4" w:rsidRPr="00596DE4">
        <w:t>(ZTP)</w:t>
      </w:r>
      <w:r w:rsidRPr="00D62F44">
        <w:t xml:space="preserve"> uvedené v</w:t>
      </w:r>
      <w:r w:rsidR="00596DE4">
        <w:t> Dílu 2 Části 8 Zadávací dokumentace</w:t>
      </w:r>
    </w:p>
    <w:p w14:paraId="6EDA4D64" w14:textId="52EE21D3" w:rsidR="00D62F44" w:rsidRPr="00596DE4" w:rsidRDefault="00D62F44" w:rsidP="007C1A51">
      <w:pPr>
        <w:pStyle w:val="Odstavecseseznamem"/>
        <w:numPr>
          <w:ilvl w:val="0"/>
          <w:numId w:val="16"/>
        </w:numPr>
        <w:tabs>
          <w:tab w:val="num" w:pos="1077"/>
        </w:tabs>
        <w:spacing w:after="120"/>
        <w:ind w:left="1134" w:hanging="357"/>
        <w:contextualSpacing w:val="0"/>
        <w:jc w:val="both"/>
        <w:rPr>
          <w:rStyle w:val="Tun9b"/>
          <w:b w:val="0"/>
        </w:rPr>
      </w:pPr>
      <w:r w:rsidRPr="00D62F44">
        <w:t>Soupis prací s výkazem výměr</w:t>
      </w:r>
      <w:r w:rsidR="00596DE4">
        <w:t xml:space="preserve"> uvedený v Dílu 4 Zadávací dokumentace</w:t>
      </w:r>
    </w:p>
    <w:p w14:paraId="580CB62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7AB3DF7C"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61918D88" w14:textId="3F200359" w:rsidR="007A245C" w:rsidRDefault="007A245C" w:rsidP="007A245C">
      <w:pPr>
        <w:pStyle w:val="Textbezslovn"/>
        <w:tabs>
          <w:tab w:val="left" w:pos="1701"/>
        </w:tabs>
        <w:spacing w:after="0"/>
        <w:ind w:left="1701" w:hanging="964"/>
      </w:pPr>
      <w:r>
        <w:t>Část 2</w:t>
      </w:r>
      <w:r>
        <w:tab/>
        <w:t>Rekapitulace ceny dle S</w:t>
      </w:r>
      <w:r w:rsidR="002250DB">
        <w:t>O</w:t>
      </w:r>
    </w:p>
    <w:p w14:paraId="27EF936B" w14:textId="6EA04B8A" w:rsidR="0035531B" w:rsidRDefault="007A245C" w:rsidP="00845C50">
      <w:pPr>
        <w:pStyle w:val="Textbezslovn"/>
        <w:tabs>
          <w:tab w:val="left" w:pos="1701"/>
        </w:tabs>
        <w:ind w:left="1701" w:hanging="964"/>
      </w:pPr>
      <w:r>
        <w:t>Čás</w:t>
      </w:r>
      <w:r w:rsidR="002250DB">
        <w:t>t 3</w:t>
      </w:r>
      <w:r w:rsidR="002250DB">
        <w:tab/>
        <w:t>Soupis prací členěný dle SO</w:t>
      </w:r>
    </w:p>
    <w:p w14:paraId="2CF730C3" w14:textId="77777777" w:rsidR="001445D6" w:rsidRPr="001445D6" w:rsidRDefault="001445D6" w:rsidP="001445D6">
      <w:pPr>
        <w:pStyle w:val="Textbezslovn"/>
        <w:rPr>
          <w:b/>
          <w:bCs/>
        </w:rPr>
      </w:pPr>
      <w:r w:rsidRPr="00A05CE8">
        <w:rPr>
          <w:b/>
          <w:bCs/>
        </w:rPr>
        <w:t>DÍL 5</w:t>
      </w:r>
      <w:r w:rsidRPr="00A05CE8">
        <w:rPr>
          <w:b/>
          <w:bCs/>
        </w:rPr>
        <w:tab/>
        <w:t>DALŠÍ DOKUMENTY POSKYTNUTÉ ZADAVATELEM</w:t>
      </w:r>
    </w:p>
    <w:p w14:paraId="1ACBFFFA" w14:textId="3423EB7D" w:rsidR="00555CFE" w:rsidRPr="003A6A82" w:rsidRDefault="00555CFE" w:rsidP="00555CFE">
      <w:pPr>
        <w:pStyle w:val="Odrka1-1"/>
      </w:pPr>
      <w:r>
        <w:t xml:space="preserve">Část 1 </w:t>
      </w:r>
      <w:r w:rsidRPr="003A6A82">
        <w:t>Analýza nebezpečí a hodnocení rizik</w:t>
      </w:r>
    </w:p>
    <w:p w14:paraId="1F27DF82" w14:textId="43C6E872" w:rsidR="00555CFE" w:rsidRPr="003A6A82" w:rsidRDefault="00555CFE" w:rsidP="00555CFE">
      <w:pPr>
        <w:pStyle w:val="Odrka1-1"/>
      </w:pPr>
      <w:r>
        <w:t xml:space="preserve">Část 2 </w:t>
      </w:r>
      <w:r w:rsidRPr="003A6A82">
        <w:t>Technické podmínky pro zeměměřické činnosti dodavatele</w:t>
      </w:r>
    </w:p>
    <w:p w14:paraId="57B62EDB" w14:textId="0485E32A" w:rsidR="00555CFE" w:rsidRPr="003A6A82" w:rsidRDefault="00555CFE" w:rsidP="007C078B">
      <w:pPr>
        <w:pStyle w:val="Odrka1-1"/>
      </w:pPr>
      <w:r w:rsidRPr="003A6A82">
        <w:t xml:space="preserve">Část 3 </w:t>
      </w:r>
      <w:r w:rsidR="007C078B" w:rsidRPr="007C078B">
        <w:t>Opatření pro postup v případě anonymního oznámení o NVS</w:t>
      </w:r>
    </w:p>
    <w:p w14:paraId="675588A2" w14:textId="7660C910" w:rsidR="001445D6" w:rsidRDefault="00555CFE" w:rsidP="00555CFE">
      <w:pPr>
        <w:pStyle w:val="Odrka1-1"/>
      </w:pPr>
      <w:r w:rsidRPr="003A6A82">
        <w:t>Část 4 OTP pro využití dat získaných měřením PPK</w:t>
      </w:r>
    </w:p>
    <w:p w14:paraId="7A0E6278" w14:textId="66912635" w:rsidR="007C078B" w:rsidRDefault="007C078B" w:rsidP="007C078B">
      <w:pPr>
        <w:pStyle w:val="Odrka1-1"/>
      </w:pPr>
      <w:r>
        <w:t xml:space="preserve">Část 5 </w:t>
      </w:r>
      <w:r w:rsidRPr="007C078B">
        <w:t>Osvědčení o řádném plnění veřejné zakázky na stavební práce</w:t>
      </w:r>
    </w:p>
    <w:p w14:paraId="3B1BD2A7" w14:textId="42DB9EBF" w:rsidR="00464792" w:rsidRDefault="0035531B" w:rsidP="00E319F4">
      <w:pPr>
        <w:pStyle w:val="Text1-1"/>
      </w:pPr>
      <w:r>
        <w:t>Zadávací dokumentace je přístupná na profilu zadavatele</w:t>
      </w:r>
      <w:r w:rsidR="00A17725">
        <w:t xml:space="preserve"> </w:t>
      </w:r>
      <w:hyperlink r:id="rId15" w:history="1">
        <w:r w:rsidR="003D468F" w:rsidRPr="00DC6DF6">
          <w:rPr>
            <w:rStyle w:val="Hypertextovodkaz"/>
            <w:noProof w:val="0"/>
          </w:rPr>
          <w:t>https://zakazky.spravazeleznic.cz/</w:t>
        </w:r>
      </w:hyperlink>
      <w:r w:rsidR="003D468F">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6" w:history="1">
        <w:r w:rsidR="00464792" w:rsidRPr="00381E5B">
          <w:rPr>
            <w:rStyle w:val="Hypertextovodkaz"/>
            <w:noProof w:val="0"/>
          </w:rPr>
          <w:t>https://vestnikverejnychzakazek.cz/</w:t>
        </w:r>
      </w:hyperlink>
      <w:r w:rsidR="00E319F4">
        <w:rPr>
          <w:rStyle w:val="Hypertextovodkaz"/>
          <w:noProof w:val="0"/>
        </w:rPr>
        <w:t>.</w:t>
      </w:r>
    </w:p>
    <w:p w14:paraId="694D8170" w14:textId="77777777" w:rsidR="0035531B" w:rsidRPr="0013496A" w:rsidRDefault="0035531B" w:rsidP="003D468F">
      <w:pPr>
        <w:pStyle w:val="Text1-1"/>
      </w:pPr>
      <w:r>
        <w:t xml:space="preserve">Zadavatel umožňuje dodavateli přístup ke všem svým interním předpisům následujícím způsobem: </w:t>
      </w:r>
      <w:hyperlink r:id="rId17" w:history="1">
        <w:r w:rsidR="003D468F" w:rsidRPr="00DC6DF6">
          <w:rPr>
            <w:rStyle w:val="Hypertextovodkaz"/>
            <w:noProof w:val="0"/>
          </w:rPr>
          <w:t>https://typdok.tudc.cz/</w:t>
        </w:r>
      </w:hyperlink>
      <w:r w:rsidR="003D468F">
        <w:t xml:space="preserve"> </w:t>
      </w:r>
      <w:r w:rsidRPr="0013496A">
        <w:t>nebo</w:t>
      </w:r>
      <w:r w:rsidR="007A245C">
        <w:t xml:space="preserve"> </w:t>
      </w:r>
      <w:hyperlink r:id="rId18" w:history="1">
        <w:r w:rsidR="003D468F" w:rsidRPr="00DC6DF6">
          <w:rPr>
            <w:rStyle w:val="Hypertextovodkaz"/>
            <w:noProof w:val="0"/>
          </w:rPr>
          <w:t>https://www.spravazeleznic.cz/</w:t>
        </w:r>
      </w:hyperlink>
      <w:r w:rsidR="003D468F">
        <w:t xml:space="preserve"> </w:t>
      </w:r>
      <w:r w:rsidR="007A245C" w:rsidRPr="007A245C">
        <w:t xml:space="preserve">(v sekci „O </w:t>
      </w:r>
      <w:proofErr w:type="gramStart"/>
      <w:r w:rsidR="007A245C" w:rsidRPr="007A245C">
        <w:t>nás“ –&gt; „Vnitřní</w:t>
      </w:r>
      <w:proofErr w:type="gramEnd"/>
      <w:r w:rsidR="007A245C" w:rsidRPr="007A245C">
        <w:t xml:space="preserve"> předpisy</w:t>
      </w:r>
      <w:r w:rsidR="003D468F">
        <w:t xml:space="preserve"> Správy železnic</w:t>
      </w:r>
      <w:r w:rsidR="007A245C" w:rsidRPr="007A245C">
        <w:t xml:space="preserve">“ </w:t>
      </w:r>
      <w:r w:rsidR="003D468F" w:rsidRPr="007A245C">
        <w:t>–&gt;</w:t>
      </w:r>
      <w:r w:rsidR="003D468F" w:rsidRPr="007A245C" w:rsidDel="003D468F">
        <w:t xml:space="preserve"> </w:t>
      </w:r>
      <w:r w:rsidR="007A245C" w:rsidRPr="007A245C">
        <w:t>„Dokumenty a předpisy“).</w:t>
      </w:r>
    </w:p>
    <w:p w14:paraId="5D6B9601" w14:textId="673ADE21" w:rsidR="0035531B" w:rsidRDefault="0035531B" w:rsidP="0035531B">
      <w:pPr>
        <w:pStyle w:val="Text1-1"/>
      </w:pPr>
      <w:r>
        <w:t>Dodavatelé jsou zcela odpovědni za dostatečně pečlivé prostudování zadávací d</w:t>
      </w:r>
      <w:r w:rsidR="00FE7CE5">
        <w:t xml:space="preserve">okumentace této veřejné zakázky, </w:t>
      </w:r>
      <w:r>
        <w:t>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11BD21A" w14:textId="77777777" w:rsidR="002250DB" w:rsidRDefault="002250DB" w:rsidP="002250DB">
      <w:pPr>
        <w:pStyle w:val="Text1-1"/>
      </w:pPr>
      <w:r>
        <w:t xml:space="preserve">Zadavatel sděluje, že následující části zadávací dokumentace vypracovala osoba odlišná od zadavatele, a to: </w:t>
      </w:r>
    </w:p>
    <w:p w14:paraId="58687E0A" w14:textId="41E39E1D" w:rsidR="002250DB" w:rsidRDefault="002250DB" w:rsidP="002250DB">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6431F9C" w14:textId="77777777" w:rsidR="0035531B" w:rsidRDefault="0035531B" w:rsidP="0035531B">
      <w:pPr>
        <w:pStyle w:val="Text1-1"/>
      </w:pPr>
      <w:r>
        <w:t>Pro vyloučení pochybností zadavatel uvádí, že ohledně této veřejné zakázky nevedl předběžné tržní konzultace.</w:t>
      </w:r>
    </w:p>
    <w:p w14:paraId="77415B4C" w14:textId="77777777" w:rsidR="0035531B" w:rsidRDefault="0035531B" w:rsidP="00CC4380">
      <w:pPr>
        <w:pStyle w:val="Nadpis1-1"/>
      </w:pPr>
      <w:bookmarkStart w:id="10" w:name="_Toc89762532"/>
      <w:r>
        <w:t>VYSVĚTLENÍ, ZMĚNY</w:t>
      </w:r>
      <w:r w:rsidR="00845C50">
        <w:t xml:space="preserve"> a </w:t>
      </w:r>
      <w:r>
        <w:t>DOPLNĚNÍ ZADÁVACÍ DOKUMENTACE</w:t>
      </w:r>
      <w:bookmarkEnd w:id="10"/>
      <w:r>
        <w:t xml:space="preserve"> </w:t>
      </w:r>
    </w:p>
    <w:p w14:paraId="21587BE1"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D468F" w:rsidRPr="00DC6DF6">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3D468F" w:rsidRPr="00DC6DF6">
          <w:rPr>
            <w:rStyle w:val="Hypertextovodkaz"/>
            <w:noProof w:val="0"/>
          </w:rPr>
          <w:t>https://zakazky.spravazeleznic.cz/</w:t>
        </w:r>
      </w:hyperlink>
      <w:r>
        <w:t>. Pokud dodavatel</w:t>
      </w:r>
      <w:r w:rsidR="00092CC9">
        <w:t xml:space="preserve"> o </w:t>
      </w:r>
      <w:r>
        <w:t xml:space="preserve">vysvětlení požádá nejpozději 8 pracovních dnů před uplynutím lhůty pro </w:t>
      </w:r>
      <w:r>
        <w:lastRenderedPageBreak/>
        <w:t>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A953796" w14:textId="4CB1BF5C"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824EF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71BE234" w14:textId="77777777" w:rsidR="0035531B" w:rsidRDefault="0035531B" w:rsidP="00CC4380">
      <w:pPr>
        <w:pStyle w:val="Nadpis1-1"/>
      </w:pPr>
      <w:bookmarkStart w:id="11" w:name="_Toc89762533"/>
      <w:r>
        <w:t>POŽADAVKY ZADAVATELE NA KVALIFIKACI</w:t>
      </w:r>
      <w:bookmarkEnd w:id="11"/>
    </w:p>
    <w:p w14:paraId="53C1862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2449F3F" w14:textId="77777777" w:rsidR="0035531B" w:rsidRPr="00CC4380" w:rsidRDefault="0035531B" w:rsidP="0035531B">
      <w:pPr>
        <w:pStyle w:val="Text1-1"/>
        <w:rPr>
          <w:rStyle w:val="Tun9b"/>
        </w:rPr>
      </w:pPr>
      <w:r w:rsidRPr="00CC4380">
        <w:rPr>
          <w:rStyle w:val="Tun9b"/>
        </w:rPr>
        <w:t>Prokázání splnění základní způsobilosti</w:t>
      </w:r>
    </w:p>
    <w:p w14:paraId="5D9E113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408842B"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25C316C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84D89C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1AAE3E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3F58AC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DDAC6A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D04730D" w14:textId="77777777" w:rsidR="0035531B" w:rsidRDefault="0035531B" w:rsidP="00092CC9">
      <w:pPr>
        <w:pStyle w:val="Odrka1-1"/>
      </w:pPr>
      <w:r>
        <w:t xml:space="preserve">Způsob prokázání základní způsobilosti: </w:t>
      </w:r>
    </w:p>
    <w:p w14:paraId="6EBE86E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4A02D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85BD17E" w14:textId="77777777" w:rsidR="0035531B" w:rsidRDefault="0035531B" w:rsidP="00CC4380">
      <w:pPr>
        <w:pStyle w:val="Odrka1-2-"/>
      </w:pPr>
      <w:r>
        <w:t>potvrzení příslušného finančního úřadu ve vztahu</w:t>
      </w:r>
      <w:r w:rsidR="00BC6D2B">
        <w:t xml:space="preserve"> k </w:t>
      </w:r>
      <w:r>
        <w:t>§ 74 odst. 1 písm. b) ZZVZ;</w:t>
      </w:r>
    </w:p>
    <w:p w14:paraId="15808B0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F61F3CA" w14:textId="77777777" w:rsidR="0035531B" w:rsidRDefault="0035531B" w:rsidP="00CC4380">
      <w:pPr>
        <w:pStyle w:val="Odrka1-2-"/>
      </w:pPr>
      <w:r>
        <w:lastRenderedPageBreak/>
        <w:t>písemného čestného prohlášení ve vztahu</w:t>
      </w:r>
      <w:r w:rsidR="00BC6D2B">
        <w:t xml:space="preserve"> k </w:t>
      </w:r>
      <w:r>
        <w:t xml:space="preserve">§ 74 odst. 1 písm. c) ZZVZ; </w:t>
      </w:r>
    </w:p>
    <w:p w14:paraId="6BD2765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4126EB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22E92F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FC7D1F5" w14:textId="2AF6A91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FD0BE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FCE9CDE" w14:textId="77777777" w:rsidR="0035531B" w:rsidRPr="00CC4380" w:rsidRDefault="0035531B" w:rsidP="0035531B">
      <w:pPr>
        <w:pStyle w:val="Text1-1"/>
        <w:rPr>
          <w:rStyle w:val="Tun9b"/>
        </w:rPr>
      </w:pPr>
      <w:r w:rsidRPr="00CC4380">
        <w:rPr>
          <w:rStyle w:val="Tun9b"/>
        </w:rPr>
        <w:t>Prokázání splnění profesní způsobilosti</w:t>
      </w:r>
    </w:p>
    <w:p w14:paraId="0464A39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E5123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BA73ECE" w14:textId="5FFA765D" w:rsidR="0035531B" w:rsidRDefault="0035531B" w:rsidP="00FE7CE5">
      <w:pPr>
        <w:pStyle w:val="Textbezslovn"/>
        <w:ind w:left="1077"/>
      </w:pPr>
      <w:r>
        <w:t>Dodavatel doloží, že má</w:t>
      </w:r>
      <w:r w:rsidR="00BC6D2B">
        <w:t xml:space="preserve"> k </w:t>
      </w:r>
      <w:r>
        <w:t xml:space="preserve">dispozici </w:t>
      </w:r>
      <w:r w:rsidR="00FD0BEC">
        <w:t xml:space="preserve">živnostenské </w:t>
      </w:r>
      <w:r>
        <w:t>oprávnění</w:t>
      </w:r>
      <w:r w:rsidR="00BC6D2B">
        <w:t xml:space="preserve"> k </w:t>
      </w:r>
      <w:r>
        <w:t>podni</w:t>
      </w:r>
      <w:r w:rsidR="00FE7CE5">
        <w:t xml:space="preserve">kání pro následující činnosti: </w:t>
      </w:r>
    </w:p>
    <w:p w14:paraId="1A21493E" w14:textId="77777777" w:rsidR="0035531B" w:rsidRPr="00E319F4" w:rsidRDefault="0035531B" w:rsidP="00CC4380">
      <w:pPr>
        <w:pStyle w:val="Odrka1-2-"/>
      </w:pPr>
      <w:r w:rsidRPr="00E319F4">
        <w:t>Provádění staveb, jejich změn</w:t>
      </w:r>
      <w:r w:rsidR="00845C50" w:rsidRPr="00E319F4">
        <w:t xml:space="preserve"> a </w:t>
      </w:r>
      <w:r w:rsidRPr="00E319F4">
        <w:t>odstraňování,</w:t>
      </w:r>
    </w:p>
    <w:p w14:paraId="6769C991" w14:textId="3180E758" w:rsidR="0035531B" w:rsidRPr="00E319F4" w:rsidRDefault="002250DB" w:rsidP="002250DB">
      <w:pPr>
        <w:pStyle w:val="Odrka1-2-"/>
      </w:pPr>
      <w:r>
        <w:t>Výkon zeměměřických činností,</w:t>
      </w:r>
    </w:p>
    <w:p w14:paraId="760A2112" w14:textId="1ED5FF67" w:rsidR="00E319F4" w:rsidRPr="00E319F4" w:rsidRDefault="00E319F4" w:rsidP="007C1A51">
      <w:pPr>
        <w:pStyle w:val="Odrka1-2-"/>
        <w:spacing w:after="120"/>
      </w:pPr>
      <w:r w:rsidRPr="00E319F4">
        <w:t>Projektovou</w:t>
      </w:r>
      <w:r w:rsidRPr="00C6152E">
        <w:t xml:space="preserve"> činnost ve výstavbě</w:t>
      </w:r>
      <w:r>
        <w:t>.</w:t>
      </w:r>
    </w:p>
    <w:p w14:paraId="724D8CEA" w14:textId="77777777" w:rsidR="0035531B" w:rsidRDefault="0035531B" w:rsidP="00092CC9">
      <w:pPr>
        <w:pStyle w:val="Odrka1-1"/>
      </w:pPr>
      <w:r>
        <w:t>Odborná způsobilost:</w:t>
      </w:r>
    </w:p>
    <w:p w14:paraId="2423F2C2" w14:textId="77777777" w:rsidR="000C4CEE" w:rsidRDefault="0035531B" w:rsidP="00384DFB">
      <w:pPr>
        <w:pStyle w:val="Odrka1-2-"/>
      </w:pPr>
      <w:r>
        <w:t>Zadavatel požaduje předložení dokladu</w:t>
      </w:r>
      <w:r w:rsidR="00092CC9">
        <w:t xml:space="preserve"> o </w:t>
      </w:r>
      <w:r>
        <w:t>autorizaci</w:t>
      </w:r>
      <w:r w:rsidR="00092CC9">
        <w:t xml:space="preserve"> v </w:t>
      </w:r>
      <w:r>
        <w:t xml:space="preserve">rozsahu dle § 5 odst. 3 písm. </w:t>
      </w:r>
    </w:p>
    <w:p w14:paraId="1224B8CC" w14:textId="77777777" w:rsidR="000C4CEE" w:rsidRPr="002250DB" w:rsidRDefault="000C4CEE" w:rsidP="000C4CEE">
      <w:pPr>
        <w:pStyle w:val="Odrka1-2-"/>
        <w:numPr>
          <w:ilvl w:val="0"/>
          <w:numId w:val="0"/>
        </w:numPr>
        <w:ind w:left="1531"/>
        <w:rPr>
          <w:b/>
        </w:rPr>
      </w:pPr>
      <w:r w:rsidRPr="002250DB">
        <w:rPr>
          <w:b/>
        </w:rPr>
        <w:t>b) dopravní stavby</w:t>
      </w:r>
    </w:p>
    <w:p w14:paraId="55A4434B" w14:textId="186C5CA9" w:rsidR="0035531B" w:rsidRDefault="0035531B" w:rsidP="00A05CE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80B76">
        <w:t xml:space="preserve"> </w:t>
      </w:r>
      <w:r w:rsidR="00C80B76" w:rsidRPr="00C80B76">
        <w:t>(dále jen „autorizační zákon“)</w:t>
      </w:r>
      <w:r>
        <w:t>.</w:t>
      </w:r>
    </w:p>
    <w:p w14:paraId="19B66672" w14:textId="73B8EC02"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319F4">
        <w:t xml:space="preserve">. </w:t>
      </w:r>
      <w:r w:rsidRPr="00E319F4">
        <w:rPr>
          <w:rStyle w:val="Tun9b"/>
        </w:rPr>
        <w:t>c)</w:t>
      </w:r>
      <w:r w:rsidR="00E319F4" w:rsidRPr="00E319F4">
        <w:t xml:space="preserve"> </w:t>
      </w:r>
      <w:r w:rsidRPr="00E319F4">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4D2C811" w14:textId="77777777" w:rsidR="00E319F4" w:rsidRPr="003A6A82" w:rsidRDefault="00E319F4" w:rsidP="00E319F4">
      <w:pPr>
        <w:pStyle w:val="Odrka1-2-"/>
        <w:spacing w:after="120"/>
      </w:pPr>
      <w:r w:rsidRPr="003A6A82">
        <w:t>Osvědčení dopravce – část A i část B, ve kterém je uveden druh dopravy a rozsah služeb, na něž se vztahuje, vydané Drážním úřadem v souladu se směrnicí 2004/49ES a použitelnými vnitrostátními předpisy.</w:t>
      </w:r>
    </w:p>
    <w:p w14:paraId="55B3094C" w14:textId="54768E77" w:rsidR="0035531B" w:rsidRPr="00E319F4" w:rsidRDefault="00E319F4" w:rsidP="00E319F4">
      <w:pPr>
        <w:pStyle w:val="Odrka1-2-"/>
        <w:spacing w:after="120"/>
      </w:pPr>
      <w:r w:rsidRPr="003A6A82">
        <w:t>Licence k provozování drážní dopravy dle § 24 a násl. zák. č. 266/1994Sb., o drahách, ve znění pozdějších předpisů.</w:t>
      </w:r>
    </w:p>
    <w:p w14:paraId="50789D59" w14:textId="77777777" w:rsidR="0035531B" w:rsidRDefault="0035531B" w:rsidP="00D91916">
      <w:pPr>
        <w:pStyle w:val="Textbezslovn"/>
        <w:spacing w:before="240"/>
        <w:ind w:left="1077"/>
      </w:pPr>
      <w:r>
        <w:lastRenderedPageBreak/>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E393906"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44D5EEA" w14:textId="77777777" w:rsidR="0035531B" w:rsidRPr="00CC4380" w:rsidRDefault="0035531B" w:rsidP="0035531B">
      <w:pPr>
        <w:pStyle w:val="Text1-1"/>
        <w:rPr>
          <w:rStyle w:val="Tun9b"/>
        </w:rPr>
      </w:pPr>
      <w:r w:rsidRPr="00CC4380">
        <w:rPr>
          <w:rStyle w:val="Tun9b"/>
        </w:rPr>
        <w:t>Ekonomická kvalifikace</w:t>
      </w:r>
    </w:p>
    <w:p w14:paraId="173F18A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AA1190D" w14:textId="5690656C" w:rsidR="0035531B" w:rsidRDefault="0035531B" w:rsidP="00C80B76">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A6C4B">
        <w:rPr>
          <w:b/>
        </w:rPr>
        <w:t>134</w:t>
      </w:r>
      <w:r w:rsidR="005362B7" w:rsidRPr="005362B7">
        <w:rPr>
          <w:b/>
        </w:rPr>
        <w:t xml:space="preserve"> mil. </w:t>
      </w:r>
      <w:r w:rsidRPr="005362B7">
        <w:rPr>
          <w:b/>
        </w:rPr>
        <w:t>Kč</w:t>
      </w:r>
      <w:r>
        <w:t xml:space="preserve"> bez DPH;</w:t>
      </w:r>
    </w:p>
    <w:p w14:paraId="414B00E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756DACEC"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6D7295">
        <w:t>oří Přílohu č. 10 těchto Pokynů</w:t>
      </w:r>
      <w:r>
        <w:t>;</w:t>
      </w:r>
    </w:p>
    <w:p w14:paraId="0B8FDD3D"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2927183F" w14:textId="0DD56A10" w:rsidR="0035531B" w:rsidRPr="00CC4380" w:rsidRDefault="0035531B" w:rsidP="0035531B">
      <w:pPr>
        <w:pStyle w:val="Text1-1"/>
        <w:rPr>
          <w:rStyle w:val="Tun9b"/>
        </w:rPr>
      </w:pPr>
      <w:r w:rsidRPr="00CC4380">
        <w:rPr>
          <w:rStyle w:val="Tun9b"/>
        </w:rPr>
        <w:t>Technická kvalifikace – seznam stavebních prací</w:t>
      </w:r>
    </w:p>
    <w:p w14:paraId="5BD9ED5F" w14:textId="10A7AFE1" w:rsidR="0035531B" w:rsidRDefault="0035531B" w:rsidP="00CC4380">
      <w:pPr>
        <w:pStyle w:val="Textbezslovn"/>
      </w:pPr>
      <w:r>
        <w:t xml:space="preserve">Zadavatel </w:t>
      </w:r>
      <w:r w:rsidRPr="005362B7">
        <w:t xml:space="preserve">požaduje předložení seznamu stavebních prací </w:t>
      </w:r>
      <w:r w:rsidR="00DD3D8D" w:rsidRPr="005362B7">
        <w:t>spočívajících v prov</w:t>
      </w:r>
      <w:r w:rsidR="002762DA">
        <w:t xml:space="preserve">edení novostavby, rekonstrukce nebo </w:t>
      </w:r>
      <w:r w:rsidR="00DD3D8D" w:rsidRPr="005362B7">
        <w:t>opravy</w:t>
      </w:r>
      <w:r w:rsidR="002762DA">
        <w:t xml:space="preserve"> </w:t>
      </w:r>
      <w:r w:rsidRPr="005362B7">
        <w:t>na stavbách železničních</w:t>
      </w:r>
      <w:r w:rsidR="005362B7">
        <w:t xml:space="preserve"> drah, </w:t>
      </w:r>
      <w:r>
        <w:t>jak jsou vymezeny</w:t>
      </w:r>
      <w:r w:rsidR="00092CC9">
        <w:t xml:space="preserve"> v </w:t>
      </w:r>
      <w:r>
        <w:t>§ 5 odst. 1</w:t>
      </w:r>
      <w:r w:rsidR="002250DB">
        <w:t xml:space="preserve"> </w:t>
      </w:r>
      <w:r w:rsidR="002250DB" w:rsidRPr="002250DB">
        <w:t xml:space="preserve">a v § 3 odst. 1 </w:t>
      </w:r>
      <w:r w:rsidR="00845C50">
        <w:t xml:space="preserve"> </w:t>
      </w:r>
      <w:r>
        <w:t>zákona č. 266/1994 Sb.,</w:t>
      </w:r>
      <w:r w:rsidR="00092CC9">
        <w:t xml:space="preserve"> o </w:t>
      </w:r>
      <w:r>
        <w:t>dráhách, ve znění pozdějších předpisů,</w:t>
      </w:r>
      <w:r w:rsidR="00845C50">
        <w:t xml:space="preserve"> </w:t>
      </w:r>
      <w:r w:rsidR="00DD3D8D" w:rsidRPr="00DD3D8D">
        <w:t xml:space="preserve">poskytnutých dodavatelem </w:t>
      </w:r>
      <w:r>
        <w:t xml:space="preserve">za </w:t>
      </w:r>
      <w:r w:rsidRPr="00503B96">
        <w:t>posledních 5 let</w:t>
      </w:r>
      <w:r w:rsidR="00503B96">
        <w:t xml:space="preserve"> </w:t>
      </w:r>
      <w:r>
        <w:t>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503B96">
        <w:t>posledních 5 let</w:t>
      </w:r>
      <w:r>
        <w:t xml:space="preserve"> </w:t>
      </w:r>
      <w:r w:rsidR="00DD3D8D" w:rsidRPr="00DD3D8D">
        <w:t xml:space="preserve">před zahájením zadávacího řízení </w:t>
      </w:r>
      <w:r>
        <w:t>činí</w:t>
      </w:r>
      <w:r w:rsidR="00092CC9">
        <w:t xml:space="preserve"> v </w:t>
      </w:r>
      <w:r>
        <w:t xml:space="preserve">součtu, včetně případných poddodávek, </w:t>
      </w:r>
      <w:r w:rsidR="00503B96" w:rsidRPr="00503B96">
        <w:t xml:space="preserve">nejméně </w:t>
      </w:r>
      <w:r w:rsidR="002250DB">
        <w:rPr>
          <w:b/>
        </w:rPr>
        <w:t>134</w:t>
      </w:r>
      <w:r w:rsidR="00503B96" w:rsidRPr="00503B96">
        <w:rPr>
          <w:b/>
        </w:rPr>
        <w:t xml:space="preserve"> mil.</w:t>
      </w:r>
      <w:r w:rsidRPr="00503B96">
        <w:rPr>
          <w:b/>
        </w:rPr>
        <w:t xml:space="preserve"> Kč</w:t>
      </w:r>
      <w:r w:rsidRPr="00503B96">
        <w:t xml:space="preserve"> bez DPH.</w:t>
      </w:r>
      <w:r>
        <w:t xml:space="preserve"> </w:t>
      </w:r>
      <w:r w:rsidR="00DD3D8D" w:rsidRPr="00DD3D8D">
        <w:t xml:space="preserve">Hodnotou stavebních prací se pro účely posouzení splnění kritérií technické kvalifikace rozumí cena, za kterou </w:t>
      </w:r>
      <w:r w:rsidR="00DD3D8D" w:rsidRPr="00DD3D8D">
        <w:lastRenderedPageBreak/>
        <w:t>dodavatel provedl předmětné stavební práce; tato cena nebude upravována o míru inflace tak, aby odpovídala současným hodnotám stavebních prací.</w:t>
      </w:r>
    </w:p>
    <w:p w14:paraId="4E662013" w14:textId="2B4FC12E" w:rsidR="0035531B" w:rsidRDefault="0035531B" w:rsidP="00503B96">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03B96">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127CAE">
        <w:t xml:space="preserve">dosahovat </w:t>
      </w:r>
      <w:r w:rsidR="00127CAE" w:rsidRPr="00127CAE">
        <w:t xml:space="preserve">alespoň </w:t>
      </w:r>
      <w:r w:rsidR="00803AD2">
        <w:rPr>
          <w:b/>
        </w:rPr>
        <w:t>40</w:t>
      </w:r>
      <w:r w:rsidR="00127CAE" w:rsidRPr="00127CAE">
        <w:rPr>
          <w:b/>
        </w:rPr>
        <w:t xml:space="preserve"> mil.</w:t>
      </w:r>
      <w:r w:rsidRPr="00127CAE">
        <w:rPr>
          <w:b/>
        </w:rPr>
        <w:t xml:space="preserve"> Kč</w:t>
      </w:r>
      <w:r w:rsidRPr="00127CAE">
        <w:t xml:space="preserve"> bez DPH (</w:t>
      </w:r>
      <w:r>
        <w:t>dále jen jako „</w:t>
      </w:r>
      <w:r w:rsidRPr="00092CC9">
        <w:rPr>
          <w:rStyle w:val="Tun9b"/>
        </w:rPr>
        <w:t>nejvýznamnější stavební práce</w:t>
      </w:r>
      <w:r w:rsidR="00503B96">
        <w:t xml:space="preserve">“). </w:t>
      </w:r>
    </w:p>
    <w:p w14:paraId="3EE94F72" w14:textId="77777777" w:rsidR="0035531B" w:rsidRPr="00183BC2"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 xml:space="preserve">rámci nichž musí </w:t>
      </w:r>
      <w:r w:rsidRPr="00183BC2">
        <w:t>dodavatel doložit rovněž následující požadavky:</w:t>
      </w:r>
    </w:p>
    <w:p w14:paraId="7AC496DC" w14:textId="6F2DF4D9" w:rsidR="0035531B" w:rsidRPr="00183BC2" w:rsidRDefault="0035531B" w:rsidP="00DD3D8D">
      <w:pPr>
        <w:pStyle w:val="Odrka1-1"/>
      </w:pPr>
      <w:r w:rsidRPr="00183BC2">
        <w:t xml:space="preserve">nejméně </w:t>
      </w:r>
      <w:r w:rsidR="002250DB" w:rsidRPr="00183BC2">
        <w:t>dvě</w:t>
      </w:r>
      <w:r w:rsidRPr="00183BC2">
        <w:t xml:space="preserve"> nejvýznamnější stavební práce musí zahrnovat </w:t>
      </w:r>
      <w:r w:rsidR="001537EF">
        <w:t xml:space="preserve">novostavbu, rekonstrukci nebo </w:t>
      </w:r>
      <w:r w:rsidR="00DD3D8D" w:rsidRPr="00183BC2">
        <w:t>oprav</w:t>
      </w:r>
      <w:r w:rsidR="001537EF">
        <w:t xml:space="preserve">u </w:t>
      </w:r>
      <w:r w:rsidRPr="00183BC2">
        <w:rPr>
          <w:rStyle w:val="Tun9b"/>
        </w:rPr>
        <w:t>železničního svršku</w:t>
      </w:r>
      <w:r w:rsidRPr="00183BC2">
        <w:t xml:space="preserve"> na trati</w:t>
      </w:r>
      <w:r w:rsidR="00845C50" w:rsidRPr="00183BC2">
        <w:t xml:space="preserve"> s</w:t>
      </w:r>
      <w:r w:rsidR="001537EF">
        <w:t xml:space="preserve"> rozvinutou délkou traťových </w:t>
      </w:r>
      <w:r w:rsidR="00804DFF">
        <w:t>nebo</w:t>
      </w:r>
      <w:r w:rsidR="001537EF">
        <w:t xml:space="preserve"> staničních kolejí v délce n</w:t>
      </w:r>
      <w:r w:rsidR="00183BC2" w:rsidRPr="00183BC2">
        <w:t xml:space="preserve">ejméně </w:t>
      </w:r>
      <w:r w:rsidR="00183BC2" w:rsidRPr="00490670">
        <w:rPr>
          <w:b/>
        </w:rPr>
        <w:t>10 km</w:t>
      </w:r>
      <w:r w:rsidRPr="00183BC2">
        <w:t>,</w:t>
      </w:r>
      <w:r w:rsidR="00845C50" w:rsidRPr="00183BC2">
        <w:t xml:space="preserve"> a </w:t>
      </w:r>
      <w:r w:rsidRPr="00183BC2">
        <w:t>to</w:t>
      </w:r>
      <w:r w:rsidR="00092CC9" w:rsidRPr="00183BC2">
        <w:t xml:space="preserve"> v </w:t>
      </w:r>
      <w:r w:rsidR="00183BC2" w:rsidRPr="00183BC2">
        <w:t xml:space="preserve">hodnotě nejméně </w:t>
      </w:r>
      <w:r w:rsidR="002A6C4B">
        <w:br/>
      </w:r>
      <w:r w:rsidR="002A6C4B">
        <w:rPr>
          <w:b/>
        </w:rPr>
        <w:t>33</w:t>
      </w:r>
      <w:r w:rsidR="00183BC2" w:rsidRPr="00183BC2">
        <w:rPr>
          <w:b/>
        </w:rPr>
        <w:t xml:space="preserve"> mil.</w:t>
      </w:r>
      <w:r w:rsidRPr="00183BC2">
        <w:rPr>
          <w:b/>
        </w:rPr>
        <w:t xml:space="preserve"> Kč</w:t>
      </w:r>
      <w:r w:rsidR="00183BC2">
        <w:t xml:space="preserve"> bez DPH</w:t>
      </w:r>
      <w:r w:rsidR="002A6C4B">
        <w:t xml:space="preserve"> </w:t>
      </w:r>
      <w:r w:rsidR="002A6C4B" w:rsidRPr="002A6C4B">
        <w:t>(uvedená částka se vztahuje k hodnotě novostavby, rekonstrukce</w:t>
      </w:r>
      <w:r w:rsidR="001537EF">
        <w:t xml:space="preserve"> nebo </w:t>
      </w:r>
      <w:r w:rsidR="002A6C4B">
        <w:t>opravy</w:t>
      </w:r>
      <w:r w:rsidR="001537EF">
        <w:t xml:space="preserve"> </w:t>
      </w:r>
      <w:r w:rsidR="002A6C4B">
        <w:t>železničního svršku</w:t>
      </w:r>
      <w:r w:rsidR="002A6C4B" w:rsidRPr="002A6C4B">
        <w:t>, nikoli k hodnotě nejvýznamnější stavební práce, tj. zakázky jako celku)</w:t>
      </w:r>
      <w:r w:rsidR="00183BC2" w:rsidRPr="002A6C4B">
        <w:t>.</w:t>
      </w:r>
    </w:p>
    <w:p w14:paraId="6A7AB89A" w14:textId="77777777" w:rsidR="00DD3D8D" w:rsidRDefault="00DD3D8D" w:rsidP="00DD3D8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108E6E8" w14:textId="77777777" w:rsidR="00DD3D8D" w:rsidRDefault="00DD3D8D" w:rsidP="00DD3D8D">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4D8F0887" w14:textId="77777777" w:rsidR="00DD3D8D" w:rsidRDefault="00DD3D8D" w:rsidP="00DD3D8D">
      <w:pPr>
        <w:pStyle w:val="Textbezslovn"/>
      </w:pPr>
      <w:r>
        <w:t xml:space="preserve">Za rekonstrukci ani opravu se nepovažují údržbové práce, jež mají pro účely posouzení splnění kritérií technické kvalifikace v těchto zadávacích podmínkách následující význam: </w:t>
      </w:r>
    </w:p>
    <w:p w14:paraId="0347105E" w14:textId="7A9452C9" w:rsidR="00DD3D8D" w:rsidRDefault="00DD3D8D" w:rsidP="00A05CE8">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584BA59D" w14:textId="4A381562" w:rsidR="0035531B" w:rsidRDefault="0035531B" w:rsidP="00DD3D8D">
      <w:pPr>
        <w:pStyle w:val="Textbezslovn"/>
      </w:pPr>
      <w:r>
        <w:t xml:space="preserve">Stavební, resp. </w:t>
      </w:r>
      <w:r w:rsidRPr="00127CAE">
        <w:t>nejvýznamnější stavební práce je třeba doložit</w:t>
      </w:r>
      <w:r w:rsidR="00092CC9" w:rsidRPr="00127CAE">
        <w:t xml:space="preserve"> v </w:t>
      </w:r>
      <w:r w:rsidRPr="00127CAE">
        <w:t>takovém počtu, aby byla dosažena požadovaná hodnota stavebních, resp. nejvýznamnějších stavebních prací</w:t>
      </w:r>
      <w:r w:rsidR="00092CC9" w:rsidRPr="00127CAE">
        <w:t xml:space="preserve"> </w:t>
      </w:r>
      <w:r w:rsidR="00092CC9" w:rsidRPr="00127CAE">
        <w:lastRenderedPageBreak/>
        <w:t>v </w:t>
      </w:r>
      <w:r w:rsidRPr="00127CAE">
        <w:t>součtu za posledních 5 let. Pro odstranění pochybností zadavatel uvádí, že požadavek kritéria technické kvalifikace na doložení stavebních, resp. nejvýznamnějších stavebních prací lze splnit předložením seznamu</w:t>
      </w:r>
      <w:r w:rsidR="00845C50" w:rsidRPr="00127CAE">
        <w:t xml:space="preserve"> a </w:t>
      </w:r>
      <w:r w:rsidRPr="00127CAE">
        <w:t>osvědčení</w:t>
      </w:r>
      <w:r w:rsidR="00092CC9" w:rsidRPr="00127CAE">
        <w:t xml:space="preserve"> o </w:t>
      </w:r>
      <w:r w:rsidRPr="00127CAE">
        <w:t>řádném poskytnutí</w:t>
      </w:r>
      <w:r w:rsidR="00845C50" w:rsidRPr="00127CAE">
        <w:t xml:space="preserve"> a </w:t>
      </w:r>
      <w:r w:rsidRPr="00127CAE">
        <w:t xml:space="preserve">dokončení </w:t>
      </w:r>
      <w:r w:rsidR="00803AD2">
        <w:t xml:space="preserve">stavební práce, </w:t>
      </w:r>
      <w:r w:rsidR="00803AD2" w:rsidRPr="00803AD2">
        <w:t>jejíž hodnota představuje alespoň požadovanou hodnotu stavebních prací v součtu za posledních 5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691D4C1B" w14:textId="77777777" w:rsidR="00515FBA" w:rsidRDefault="00515FBA" w:rsidP="002C04EE">
      <w:pPr>
        <w:pStyle w:val="Textbezslovn"/>
      </w:pPr>
      <w:r w:rsidRPr="00515FBA">
        <w:t>Pokud dodavatel realizoval některé či všechny stavební práce uvedené v seznamu stavebních prací pro jednoho objednatele na základě uzavřené rámcové dohody a dílčích smluv (objednávek), dokládají se v takovém případě konkrétní stavební práce realizované na základě dílčích smluv (1 dílčí s</w:t>
      </w:r>
      <w:r>
        <w:t>mlouva odpovídá 1 stavební práci</w:t>
      </w:r>
      <w:r w:rsidRPr="00515FBA">
        <w:t xml:space="preserve"> v seznamu stavebních prací). Jako stavební práci nelze doložit samotné uzavření rámcové dohody s objednatelem bez podrobné specifikace stavebních prací dle předchozí věty.</w:t>
      </w:r>
    </w:p>
    <w:p w14:paraId="23FD9103" w14:textId="5FBF0870"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397186">
        <w:t>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7D32661" w14:textId="18BD7C07" w:rsidR="0035531B" w:rsidRDefault="0035531B" w:rsidP="000D4A65">
      <w:pPr>
        <w:pStyle w:val="Textbezslovn"/>
        <w:ind w:left="0"/>
      </w:pPr>
      <w:r>
        <w:t>Seznam stavebních prací bude předložen ve formě dle vzorového formuláře obsaženého</w:t>
      </w:r>
      <w:r w:rsidR="00092CC9">
        <w:t xml:space="preserve"> v </w:t>
      </w:r>
      <w:r>
        <w:t>Příloze č. 4 těchto Pokynů.</w:t>
      </w:r>
      <w:r w:rsidR="00092CC9">
        <w:t xml:space="preserve"> </w:t>
      </w:r>
      <w:r w:rsidR="00E74BCB">
        <w:t>V</w:t>
      </w:r>
      <w:r w:rsidR="00092CC9">
        <w:t> </w:t>
      </w:r>
      <w:r>
        <w:t>seznamu stavebních prací budou uvedeny rovněž nejvýznamnější stavební práce.</w:t>
      </w:r>
      <w:r w:rsidR="00092CC9">
        <w:t xml:space="preserve"> </w:t>
      </w:r>
      <w:r w:rsidR="00E74BCB">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00D27353">
        <w:t>železnic</w:t>
      </w:r>
      <w:r>
        <w:t xml:space="preserve">, státní organizace. </w:t>
      </w:r>
    </w:p>
    <w:p w14:paraId="4A7400F9" w14:textId="640995D7" w:rsidR="00DD3D8D" w:rsidRDefault="00DD3D8D" w:rsidP="00930B79">
      <w:pPr>
        <w:pStyle w:val="Textbezslovn"/>
      </w:pPr>
      <w:r>
        <w:t>Dob</w:t>
      </w:r>
      <w:r w:rsidRPr="000D4A65">
        <w:t xml:space="preserve">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w:t>
      </w:r>
      <w:r w:rsidR="00E74BCB" w:rsidRPr="000D4A65">
        <w:t xml:space="preserve">či jiné minimální hodnoty </w:t>
      </w:r>
      <w:r w:rsidRPr="000D4A65">
        <w:t>stavebních/nejvýznamnějších stavebních prací dosažen</w:t>
      </w:r>
      <w:r w:rsidR="00E74BCB" w:rsidRPr="000D4A65">
        <w:t>y</w:t>
      </w:r>
      <w:r w:rsidRPr="000D4A65">
        <w:t xml:space="preserve"> za celou dobu realizace stavebních/nejvýznamnějších stavebních prací, nikoliv pouze v průběhu posledních 5 let </w:t>
      </w:r>
      <w:r w:rsidRPr="000D4A65">
        <w:lastRenderedPageBreak/>
        <w:t>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5 let</w:t>
      </w:r>
      <w:r>
        <w:t xml:space="preserve"> bude považovat též dílo, které v tomto období bylo dokončeno jako celek, tj. včetně plnění navazujících na zkušební provoz, např. zpracování dokumentace skutečného provedení stavby.</w:t>
      </w:r>
    </w:p>
    <w:p w14:paraId="5F5630F7"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8A14BC6"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EE4AED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6135122" w14:textId="77777777" w:rsidR="0035531B" w:rsidRDefault="0035531B" w:rsidP="007C1A51">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E1C4A9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C82D5A" w14:textId="77777777" w:rsidR="00E74BCB" w:rsidRDefault="00E74BCB" w:rsidP="00930B79">
      <w:pPr>
        <w:pStyle w:val="Textbezslovn"/>
      </w:pPr>
      <w:r>
        <w:t>Oba výše uvedené body se týkají jak celkové hodnoty referenčních zakázek, tak i jejich dílčích hodnot (v cenových i případně necenových jednotkách, jsou-li takové požadovány).</w:t>
      </w:r>
    </w:p>
    <w:p w14:paraId="1E66300A" w14:textId="6880B035"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14DB77D"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 xml:space="preserve">rámci stejného obchodního případu realizovali rozdílné části plnění </w:t>
      </w:r>
      <w:r>
        <w:lastRenderedPageBreak/>
        <w:t>obchodního případu samostatně naplňující definici stavební, resp. nejvýznamnější stavební práce.</w:t>
      </w:r>
    </w:p>
    <w:p w14:paraId="2D8517AB" w14:textId="77777777" w:rsidR="00DD3D8D" w:rsidRDefault="00DD3D8D" w:rsidP="00DD3D8D">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5E9CC1E" w14:textId="77777777" w:rsidR="0035531B" w:rsidRPr="00930B79" w:rsidRDefault="0035531B" w:rsidP="0035531B">
      <w:pPr>
        <w:pStyle w:val="Text1-1"/>
        <w:rPr>
          <w:rStyle w:val="Tun9b"/>
        </w:rPr>
      </w:pPr>
      <w:r w:rsidRPr="00930B79">
        <w:rPr>
          <w:rStyle w:val="Tun9b"/>
        </w:rPr>
        <w:t>Technická kvalifikace – seznam odborného personálu</w:t>
      </w:r>
    </w:p>
    <w:p w14:paraId="5548824C" w14:textId="7CF36215"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4B0301">
        <w:t xml:space="preserve">zkušenosti </w:t>
      </w:r>
      <w:r>
        <w:t>jednou osobou</w:t>
      </w:r>
      <w:r w:rsidR="00845C50">
        <w:t xml:space="preserve"> a </w:t>
      </w:r>
      <w:r>
        <w:t xml:space="preserve">pomocí jiné osoby odborná způsobilost. </w:t>
      </w:r>
      <w:r w:rsidR="00D018E0" w:rsidRPr="00D018E0">
        <w:t>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rsidR="00D018E0">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w:t>
      </w:r>
      <w:r w:rsidR="00181631">
        <w:rPr>
          <w:rStyle w:val="Tun9b"/>
        </w:rPr>
        <w:t xml:space="preserve">cího a zástupce stavbyvedoucího </w:t>
      </w:r>
      <w:r w:rsidRPr="00930B79">
        <w:rPr>
          <w:rStyle w:val="Tun9b"/>
        </w:rPr>
        <w:t>však nelze takto sloučit, tyto funkce musí zastávat vždy odlišné fyzické osoby.</w:t>
      </w:r>
    </w:p>
    <w:p w14:paraId="59BB90EC" w14:textId="77777777" w:rsidR="0035531B" w:rsidRDefault="0035531B" w:rsidP="00930B79">
      <w:pPr>
        <w:pStyle w:val="Textbezslovn"/>
      </w:pPr>
      <w:r>
        <w:t xml:space="preserve">Přílohou seznamu budou profesní životopisy každého člena odborného personálu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486DFFF" w14:textId="77777777" w:rsidR="0035531B" w:rsidRPr="00181631" w:rsidRDefault="0035531B" w:rsidP="007C1A51">
      <w:pPr>
        <w:pStyle w:val="Odstavec1-1a"/>
        <w:numPr>
          <w:ilvl w:val="0"/>
          <w:numId w:val="12"/>
        </w:numPr>
        <w:rPr>
          <w:rStyle w:val="Tun9b"/>
        </w:rPr>
      </w:pPr>
      <w:r w:rsidRPr="00181631">
        <w:rPr>
          <w:rStyle w:val="Tun9b"/>
        </w:rPr>
        <w:t>stavbyvedoucí</w:t>
      </w:r>
    </w:p>
    <w:p w14:paraId="454BEDC9" w14:textId="77777777" w:rsidR="0035531B" w:rsidRPr="00181631" w:rsidRDefault="0035531B" w:rsidP="00930B79">
      <w:pPr>
        <w:pStyle w:val="Odrka1-2-"/>
      </w:pPr>
      <w:r w:rsidRPr="00181631">
        <w:t>nejméně 5 let praxe</w:t>
      </w:r>
      <w:r w:rsidR="00092CC9" w:rsidRPr="00181631">
        <w:t xml:space="preserve"> v </w:t>
      </w:r>
      <w:r w:rsidRPr="00181631">
        <w:t xml:space="preserve">řízení provádění staveb železničních drah; </w:t>
      </w:r>
    </w:p>
    <w:p w14:paraId="0CEE220C" w14:textId="6448AE10" w:rsidR="0035531B" w:rsidRPr="00181631" w:rsidRDefault="0035531B" w:rsidP="00A872B8">
      <w:pPr>
        <w:pStyle w:val="Odrka1-2-"/>
      </w:pPr>
      <w:r w:rsidRPr="00181631">
        <w:t>zkušenost</w:t>
      </w:r>
      <w:r w:rsidR="00845C50" w:rsidRPr="00181631">
        <w:t xml:space="preserve"> s </w:t>
      </w:r>
      <w:r w:rsidRPr="00181631">
        <w:t>řízením realizace alespoň jedné zakázky - stavby železničních drah</w:t>
      </w:r>
      <w:r w:rsidR="00092CC9" w:rsidRPr="00181631">
        <w:t xml:space="preserve"> v </w:t>
      </w:r>
      <w:r w:rsidR="00181631" w:rsidRPr="00181631">
        <w:t xml:space="preserve">hodnotě nejméně </w:t>
      </w:r>
      <w:r w:rsidR="007B59E6">
        <w:rPr>
          <w:b/>
        </w:rPr>
        <w:t>33</w:t>
      </w:r>
      <w:r w:rsidR="00181631" w:rsidRPr="00181631">
        <w:rPr>
          <w:b/>
        </w:rPr>
        <w:t xml:space="preserve"> mil.</w:t>
      </w:r>
      <w:r w:rsidRPr="00181631">
        <w:rPr>
          <w:b/>
        </w:rPr>
        <w:t xml:space="preserve"> Kč</w:t>
      </w:r>
      <w:r w:rsidR="00181631" w:rsidRPr="00181631">
        <w:t xml:space="preserve"> bez DPH, </w:t>
      </w:r>
      <w:r w:rsidR="00A872B8" w:rsidRPr="00181631">
        <w:t>jež zahrnoval</w:t>
      </w:r>
      <w:r w:rsidR="001537EF">
        <w:t xml:space="preserve">a novostavbu, rekonstrukci nebo </w:t>
      </w:r>
      <w:r w:rsidR="00A872B8" w:rsidRPr="00181631">
        <w:t>opravu</w:t>
      </w:r>
      <w:r w:rsidR="00AC52EE">
        <w:t xml:space="preserve"> stavby železničního svršku,</w:t>
      </w:r>
      <w:r w:rsidR="00181631" w:rsidRPr="00181631">
        <w:t xml:space="preserve"> </w:t>
      </w:r>
      <w:r w:rsidR="00845C50" w:rsidRPr="00181631">
        <w:t>a </w:t>
      </w:r>
      <w:r w:rsidRPr="00181631">
        <w:t>to</w:t>
      </w:r>
      <w:r w:rsidR="00092CC9" w:rsidRPr="00181631">
        <w:t xml:space="preserve"> v </w:t>
      </w:r>
      <w:r w:rsidRPr="00181631">
        <w:t>posledních 10 letech před zahájením zadávacího řízení;</w:t>
      </w:r>
    </w:p>
    <w:p w14:paraId="269CDAA9" w14:textId="2A521280" w:rsidR="0035531B" w:rsidRPr="00181631" w:rsidRDefault="0035531B" w:rsidP="00AD1771">
      <w:pPr>
        <w:pStyle w:val="Odrka1-2-"/>
      </w:pPr>
      <w:r w:rsidRPr="00181631">
        <w:t>musí předložit doklad</w:t>
      </w:r>
      <w:r w:rsidR="00092CC9" w:rsidRPr="00181631">
        <w:t xml:space="preserve"> o </w:t>
      </w:r>
      <w:r w:rsidRPr="00181631">
        <w:t>autorizaci</w:t>
      </w:r>
      <w:r w:rsidR="00092CC9" w:rsidRPr="00181631">
        <w:t xml:space="preserve"> v </w:t>
      </w:r>
      <w:r w:rsidRPr="00181631">
        <w:t xml:space="preserve">rozsahu dle § 5 odst. 3 písm. b) </w:t>
      </w:r>
      <w:r w:rsidR="00A872B8" w:rsidRPr="00181631">
        <w:t>autorizačního zákona</w:t>
      </w:r>
      <w:r w:rsidRPr="00181631">
        <w:t>, tedy</w:t>
      </w:r>
      <w:r w:rsidR="00092CC9" w:rsidRPr="00181631">
        <w:t xml:space="preserve"> v </w:t>
      </w:r>
      <w:r w:rsidR="00181631" w:rsidRPr="00181631">
        <w:t>oboru dopravní stavby;</w:t>
      </w:r>
    </w:p>
    <w:p w14:paraId="6A7D56FD" w14:textId="77777777" w:rsidR="0035531B" w:rsidRPr="00181631" w:rsidRDefault="0035531B" w:rsidP="00930B79">
      <w:pPr>
        <w:pStyle w:val="Odstavec1-1a"/>
        <w:rPr>
          <w:rStyle w:val="Tun9b"/>
        </w:rPr>
      </w:pPr>
      <w:r w:rsidRPr="00181631">
        <w:rPr>
          <w:rStyle w:val="Tun9b"/>
        </w:rPr>
        <w:t>zástupce stavbyvedoucího</w:t>
      </w:r>
    </w:p>
    <w:p w14:paraId="20905293" w14:textId="77777777" w:rsidR="00181631" w:rsidRPr="00181631" w:rsidRDefault="00181631" w:rsidP="00181631">
      <w:pPr>
        <w:pStyle w:val="Odrka1-2-"/>
      </w:pPr>
      <w:r w:rsidRPr="00181631">
        <w:t xml:space="preserve">nejméně 5 let praxe v řízení provádění staveb železničních drah; </w:t>
      </w:r>
    </w:p>
    <w:p w14:paraId="5BBC87A6" w14:textId="0A6953BE" w:rsidR="00181631" w:rsidRPr="00181631" w:rsidRDefault="00181631" w:rsidP="00181631">
      <w:pPr>
        <w:pStyle w:val="Odrka1-2-"/>
      </w:pPr>
      <w:r w:rsidRPr="00181631">
        <w:t xml:space="preserve">zkušenost s řízením realizace alespoň jedné zakázky - stavby železničních drah v hodnotě nejméně </w:t>
      </w:r>
      <w:r w:rsidR="007B59E6">
        <w:rPr>
          <w:b/>
        </w:rPr>
        <w:t>33</w:t>
      </w:r>
      <w:r w:rsidRPr="00181631">
        <w:rPr>
          <w:b/>
        </w:rPr>
        <w:t xml:space="preserve"> mil. Kč</w:t>
      </w:r>
      <w:r w:rsidRPr="00181631">
        <w:t xml:space="preserve"> bez DPH, jež zahrn</w:t>
      </w:r>
      <w:r w:rsidR="001537EF">
        <w:t xml:space="preserve">ovala novostavbu, rekonstrukci nebo </w:t>
      </w:r>
      <w:r w:rsidRPr="00181631">
        <w:t>opravu</w:t>
      </w:r>
      <w:r w:rsidR="001537EF">
        <w:t xml:space="preserve"> </w:t>
      </w:r>
      <w:r w:rsidRPr="00181631">
        <w:t>st</w:t>
      </w:r>
      <w:r w:rsidR="00AC52EE">
        <w:t>avby železničního svršku</w:t>
      </w:r>
      <w:r w:rsidRPr="00181631">
        <w:t>, a to v posledních 10 letech před zahájením zadávacího řízení;</w:t>
      </w:r>
    </w:p>
    <w:p w14:paraId="6AACD89F" w14:textId="35DA7433" w:rsidR="00181631" w:rsidRDefault="00181631" w:rsidP="00181631">
      <w:pPr>
        <w:pStyle w:val="Odrka1-2-"/>
      </w:pPr>
      <w:r w:rsidRPr="00181631">
        <w:t>musí předložit doklad o autorizaci v rozsahu dle § 5 odst. 3 písm. b) autorizačního zákona, tedy v oboru dopravní stavby</w:t>
      </w:r>
      <w:r>
        <w:t>;</w:t>
      </w:r>
    </w:p>
    <w:p w14:paraId="18A88A9E" w14:textId="77777777" w:rsidR="008E6EF3" w:rsidRPr="00181631" w:rsidRDefault="008E6EF3" w:rsidP="008E6EF3">
      <w:pPr>
        <w:pStyle w:val="Odrka1-2-"/>
        <w:numPr>
          <w:ilvl w:val="0"/>
          <w:numId w:val="0"/>
        </w:numPr>
        <w:ind w:left="1531"/>
      </w:pPr>
    </w:p>
    <w:p w14:paraId="23050FC6" w14:textId="1E140EA2" w:rsidR="0035531B" w:rsidRPr="00181631" w:rsidRDefault="0035531B" w:rsidP="00930B79">
      <w:pPr>
        <w:pStyle w:val="Odstavec1-1a"/>
        <w:rPr>
          <w:rStyle w:val="Tun9b"/>
        </w:rPr>
      </w:pPr>
      <w:r w:rsidRPr="00181631">
        <w:rPr>
          <w:rStyle w:val="Tun9b"/>
        </w:rPr>
        <w:t xml:space="preserve">specialista (vedoucí prací) na železniční svršek </w:t>
      </w:r>
      <w:r w:rsidR="00181631">
        <w:rPr>
          <w:rStyle w:val="Tun9b"/>
        </w:rPr>
        <w:t>1</w:t>
      </w:r>
    </w:p>
    <w:p w14:paraId="143ADA20" w14:textId="77777777" w:rsidR="0035531B" w:rsidRPr="00181631" w:rsidRDefault="0035531B" w:rsidP="007A245C">
      <w:pPr>
        <w:pStyle w:val="Odrka1-2-"/>
      </w:pPr>
      <w:r w:rsidRPr="00181631">
        <w:t>nejméně 5 let praxe</w:t>
      </w:r>
      <w:r w:rsidR="00092CC9" w:rsidRPr="00181631">
        <w:t xml:space="preserve"> v </w:t>
      </w:r>
      <w:r w:rsidRPr="00181631">
        <w:t xml:space="preserve">oboru své specializace </w:t>
      </w:r>
      <w:r w:rsidR="007A245C" w:rsidRPr="00181631">
        <w:t xml:space="preserve">(železniční svršek) </w:t>
      </w:r>
      <w:r w:rsidRPr="00181631">
        <w:t>při provádění staveb;</w:t>
      </w:r>
    </w:p>
    <w:p w14:paraId="660942E1" w14:textId="37A1ACEC" w:rsidR="004E51F9" w:rsidRPr="00181631" w:rsidRDefault="004E51F9" w:rsidP="004E51F9">
      <w:pPr>
        <w:pStyle w:val="Odstavec1-1a"/>
        <w:rPr>
          <w:rStyle w:val="Tun9b"/>
        </w:rPr>
      </w:pPr>
      <w:r w:rsidRPr="00181631">
        <w:rPr>
          <w:rStyle w:val="Tun9b"/>
        </w:rPr>
        <w:t xml:space="preserve">specialista (vedoucí prací) na železniční svršek </w:t>
      </w:r>
      <w:r>
        <w:rPr>
          <w:rStyle w:val="Tun9b"/>
        </w:rPr>
        <w:t>2</w:t>
      </w:r>
    </w:p>
    <w:p w14:paraId="0C5792A0" w14:textId="1EF29F9D" w:rsidR="004E51F9" w:rsidRDefault="004E51F9" w:rsidP="004E51F9">
      <w:pPr>
        <w:pStyle w:val="Odrka1-2-"/>
      </w:pPr>
      <w:r w:rsidRPr="00181631">
        <w:t>nejméně 5 let praxe v oboru své specializace (železniční svršek) při provádění staveb;</w:t>
      </w:r>
    </w:p>
    <w:p w14:paraId="6B95ABE1" w14:textId="5B3D015F" w:rsidR="004E51F9" w:rsidRPr="004E51F9" w:rsidRDefault="004E51F9" w:rsidP="007C1A51">
      <w:pPr>
        <w:pStyle w:val="Odrka1-2-"/>
        <w:numPr>
          <w:ilvl w:val="0"/>
          <w:numId w:val="7"/>
        </w:numPr>
        <w:rPr>
          <w:b/>
        </w:rPr>
      </w:pPr>
      <w:r w:rsidRPr="004E51F9">
        <w:rPr>
          <w:b/>
        </w:rPr>
        <w:lastRenderedPageBreak/>
        <w:t xml:space="preserve">specialista (vedoucí prací) na železniční svršek </w:t>
      </w:r>
      <w:r>
        <w:rPr>
          <w:b/>
        </w:rPr>
        <w:t>3</w:t>
      </w:r>
    </w:p>
    <w:p w14:paraId="5CE21988" w14:textId="27C5F437" w:rsidR="004E51F9" w:rsidRPr="00181631" w:rsidRDefault="004E51F9" w:rsidP="007C1A51">
      <w:pPr>
        <w:pStyle w:val="Odrka1-2-"/>
      </w:pPr>
      <w:r w:rsidRPr="004E51F9">
        <w:t>nejméně 5 let praxe v oboru své specializace (železniční svršek) při provádění staveb;</w:t>
      </w:r>
    </w:p>
    <w:p w14:paraId="3423647A" w14:textId="77777777" w:rsidR="0035531B" w:rsidRPr="004E51F9" w:rsidRDefault="0035531B" w:rsidP="008B2021">
      <w:pPr>
        <w:pStyle w:val="Odstavec1-1a"/>
        <w:rPr>
          <w:rStyle w:val="Tun9b"/>
        </w:rPr>
      </w:pPr>
      <w:r w:rsidRPr="004E51F9">
        <w:rPr>
          <w:rStyle w:val="Tun9b"/>
        </w:rPr>
        <w:t>specialista (vedoucí prací) na zabezpečovací zařízení</w:t>
      </w:r>
    </w:p>
    <w:p w14:paraId="4CD2758F" w14:textId="24AD6765" w:rsidR="0035531B" w:rsidRDefault="0035531B" w:rsidP="008B2021">
      <w:pPr>
        <w:pStyle w:val="Odrka1-2-"/>
      </w:pPr>
      <w:r w:rsidRPr="004E51F9">
        <w:t>nejméně 5 let praxe</w:t>
      </w:r>
      <w:r w:rsidR="00092CC9" w:rsidRPr="004E51F9">
        <w:t xml:space="preserve"> v </w:t>
      </w:r>
      <w:r w:rsidRPr="004E51F9">
        <w:t xml:space="preserve">oboru své specializace </w:t>
      </w:r>
      <w:r w:rsidR="007A245C" w:rsidRPr="004E51F9">
        <w:t xml:space="preserve">(zabezpečovací zařízení) </w:t>
      </w:r>
      <w:r w:rsidRPr="004E51F9">
        <w:t>při provádění staveb;</w:t>
      </w:r>
    </w:p>
    <w:p w14:paraId="7CE42514" w14:textId="77777777" w:rsidR="004E51F9" w:rsidRPr="004E51F9" w:rsidRDefault="004E51F9" w:rsidP="007C1A51">
      <w:pPr>
        <w:pStyle w:val="Odrka1-1"/>
        <w:numPr>
          <w:ilvl w:val="0"/>
          <w:numId w:val="7"/>
        </w:numPr>
        <w:rPr>
          <w:b/>
        </w:rPr>
      </w:pPr>
      <w:r w:rsidRPr="004E51F9">
        <w:rPr>
          <w:b/>
        </w:rPr>
        <w:t>osoba odpovědná za bezpečnost a ochranu zdraví při práci</w:t>
      </w:r>
    </w:p>
    <w:p w14:paraId="576F7AA8" w14:textId="77777777" w:rsidR="004E51F9" w:rsidRPr="004E51F9" w:rsidRDefault="004E51F9" w:rsidP="007C1A51">
      <w:pPr>
        <w:pStyle w:val="Odrka1-1"/>
        <w:numPr>
          <w:ilvl w:val="1"/>
          <w:numId w:val="8"/>
        </w:numPr>
      </w:pPr>
      <w:r w:rsidRPr="004E51F9">
        <w:t>nejméně 5 let praxe v oboru bezpečnosti a ochrany zdraví při práci;</w:t>
      </w:r>
    </w:p>
    <w:p w14:paraId="6AC16BC0" w14:textId="77777777" w:rsidR="004E51F9" w:rsidRPr="004E51F9" w:rsidRDefault="004E51F9" w:rsidP="007C1A51">
      <w:pPr>
        <w:pStyle w:val="Odrka1-1"/>
        <w:numPr>
          <w:ilvl w:val="0"/>
          <w:numId w:val="7"/>
        </w:numPr>
        <w:rPr>
          <w:b/>
        </w:rPr>
      </w:pPr>
      <w:r w:rsidRPr="004E51F9">
        <w:rPr>
          <w:b/>
        </w:rPr>
        <w:t>osoba odpovědná za ochranu životního prostředí</w:t>
      </w:r>
    </w:p>
    <w:p w14:paraId="194F9419" w14:textId="77777777" w:rsidR="004E51F9" w:rsidRPr="004E51F9" w:rsidRDefault="004E51F9" w:rsidP="007C1A51">
      <w:pPr>
        <w:pStyle w:val="Odrka1-1"/>
        <w:numPr>
          <w:ilvl w:val="1"/>
          <w:numId w:val="8"/>
        </w:numPr>
      </w:pPr>
      <w:r w:rsidRPr="004E51F9">
        <w:t>nejméně 5 let praxe v oboru ochrany životního prostředí;</w:t>
      </w:r>
    </w:p>
    <w:p w14:paraId="1CF1336A" w14:textId="77777777" w:rsidR="004E51F9" w:rsidRPr="004E51F9" w:rsidRDefault="004E51F9" w:rsidP="007C1A51">
      <w:pPr>
        <w:pStyle w:val="Odrka1-1"/>
        <w:numPr>
          <w:ilvl w:val="0"/>
          <w:numId w:val="7"/>
        </w:numPr>
        <w:rPr>
          <w:b/>
        </w:rPr>
      </w:pPr>
      <w:r w:rsidRPr="004E51F9">
        <w:rPr>
          <w:b/>
        </w:rPr>
        <w:t>osoba odpovědná za odpadové hospodářství</w:t>
      </w:r>
    </w:p>
    <w:p w14:paraId="2B645DDE" w14:textId="1CACB0D4" w:rsidR="004E51F9" w:rsidRPr="004E51F9" w:rsidRDefault="004E51F9" w:rsidP="007C1A51">
      <w:pPr>
        <w:pStyle w:val="Odrka1-1"/>
        <w:numPr>
          <w:ilvl w:val="1"/>
          <w:numId w:val="8"/>
        </w:numPr>
      </w:pPr>
      <w:r w:rsidRPr="004E51F9">
        <w:t>nejméně 5 let praxe v oboru odpadového hospodářství;</w:t>
      </w:r>
    </w:p>
    <w:p w14:paraId="209A3049" w14:textId="77777777" w:rsidR="0035531B" w:rsidRPr="004E51F9" w:rsidRDefault="0035531B" w:rsidP="008B2021">
      <w:pPr>
        <w:pStyle w:val="Odstavec1-1a"/>
        <w:rPr>
          <w:rStyle w:val="Tun9b"/>
        </w:rPr>
      </w:pPr>
      <w:r w:rsidRPr="004E51F9">
        <w:rPr>
          <w:rStyle w:val="Tun9b"/>
        </w:rPr>
        <w:t>úředně oprávněný zeměměřický inženýr</w:t>
      </w:r>
    </w:p>
    <w:p w14:paraId="563B1857" w14:textId="58042348" w:rsidR="0035531B" w:rsidRPr="004E51F9" w:rsidRDefault="0035531B" w:rsidP="008B2021">
      <w:pPr>
        <w:pStyle w:val="Odrka1-2-"/>
      </w:pPr>
      <w:r w:rsidRPr="004E51F9">
        <w:t>oprávnění pro ověřování výsledků zeměměřických činností</w:t>
      </w:r>
      <w:r w:rsidR="00092CC9" w:rsidRPr="004E51F9">
        <w:t xml:space="preserve"> v </w:t>
      </w:r>
      <w:r w:rsidRPr="004E51F9">
        <w:t>rozsahu dle § 13 odst. 1 písm. c) zákona č. 200/1994 Sb.,</w:t>
      </w:r>
      <w:r w:rsidR="00092CC9" w:rsidRPr="004E51F9">
        <w:t xml:space="preserve"> o </w:t>
      </w:r>
      <w:r w:rsidRPr="004E51F9">
        <w:t>zeměměřictví</w:t>
      </w:r>
      <w:r w:rsidR="00845C50" w:rsidRPr="004E51F9">
        <w:t xml:space="preserve"> a</w:t>
      </w:r>
      <w:r w:rsidR="00092CC9" w:rsidRPr="004E51F9">
        <w:t xml:space="preserve"> o </w:t>
      </w:r>
      <w:r w:rsidRPr="004E51F9">
        <w:t>změně</w:t>
      </w:r>
      <w:r w:rsidR="00845C50" w:rsidRPr="004E51F9">
        <w:t xml:space="preserve"> a </w:t>
      </w:r>
      <w:r w:rsidRPr="004E51F9">
        <w:t>doplnění některých zákonů souvisejících</w:t>
      </w:r>
      <w:r w:rsidR="00845C50" w:rsidRPr="004E51F9">
        <w:t xml:space="preserve"> s </w:t>
      </w:r>
      <w:r w:rsidRPr="004E51F9">
        <w:t>jeho zavedením, ve znění pozdějších předpisů;</w:t>
      </w:r>
    </w:p>
    <w:p w14:paraId="34D568AF"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A1DCFF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4BF76F7" w14:textId="6525B800" w:rsidR="007A245C" w:rsidRDefault="00C232FD" w:rsidP="007A245C">
      <w:pPr>
        <w:pStyle w:val="Textbezslovn"/>
      </w:pPr>
      <w:r>
        <w:t>Zadavatel výše u jednotlivých členů odborného personálu zhotovitele stanovil maximální lhůtu, za kterou budou uznány zkušenosti příslušných členů odborného personálu s  řízením realizace nebo realizací stavby</w:t>
      </w:r>
      <w:r w:rsidR="00AC52EE">
        <w:t>.</w:t>
      </w:r>
      <w:r>
        <w:t xml:space="preserve">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w:t>
      </w:r>
    </w:p>
    <w:p w14:paraId="2043CBE8" w14:textId="77777777" w:rsidR="0035531B" w:rsidRDefault="007A245C" w:rsidP="008B2021">
      <w:pPr>
        <w:pStyle w:val="Textbezslovn"/>
      </w:pPr>
      <w:r w:rsidRPr="008B2021">
        <w:rPr>
          <w:rStyle w:val="Tun9b"/>
        </w:rPr>
        <w:t xml:space="preserve">Zadavatel uzná pouze takovou zkušenost člena odborného personálu, která </w:t>
      </w:r>
      <w:r w:rsidR="00C232FD">
        <w:rPr>
          <w:rStyle w:val="Tun9b"/>
        </w:rPr>
        <w:t xml:space="preserve">v požadovaném období </w:t>
      </w:r>
      <w:r w:rsidRPr="008B2021">
        <w:rPr>
          <w:rStyle w:val="Tun9b"/>
        </w:rPr>
        <w:t xml:space="preserve">trvala </w:t>
      </w:r>
      <w:r w:rsidRPr="00C232FD">
        <w:rPr>
          <w:rStyle w:val="Tun9b"/>
        </w:rPr>
        <w:t xml:space="preserve">nejméně </w:t>
      </w:r>
      <w:r w:rsidRPr="00A05CE8">
        <w:rPr>
          <w:rStyle w:val="Tun9b"/>
        </w:rPr>
        <w:t>12</w:t>
      </w:r>
      <w:r w:rsidRPr="00C232FD">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 xml:space="preserve">rovněž tak </w:t>
      </w:r>
      <w:r>
        <w:rPr>
          <w:rFonts w:ascii="Verdana" w:hAnsi="Verdana"/>
        </w:rPr>
        <w:lastRenderedPageBreak/>
        <w:t>není možno pro účely splnění kvalifikace započítat ani tu část délky trvání zkušenosti spadající do období více jak 10 let před zahájením zadávacího řízení</w:t>
      </w:r>
      <w:r>
        <w:t xml:space="preserve">). </w:t>
      </w:r>
      <w:r w:rsidR="0035531B">
        <w:t xml:space="preserve">  </w:t>
      </w:r>
    </w:p>
    <w:p w14:paraId="2F9797F6" w14:textId="06EE8C20" w:rsidR="002456B3" w:rsidRPr="002456B3" w:rsidRDefault="002456B3" w:rsidP="002456B3">
      <w:pPr>
        <w:spacing w:after="120"/>
        <w:ind w:left="737"/>
        <w:jc w:val="both"/>
      </w:pPr>
      <w:r w:rsidRPr="002456B3">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realizací stavby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5AD846B" w14:textId="77777777" w:rsidR="002456B3" w:rsidRPr="002456B3" w:rsidRDefault="002456B3" w:rsidP="002456B3">
      <w:pPr>
        <w:spacing w:after="120"/>
        <w:ind w:left="737"/>
        <w:jc w:val="both"/>
      </w:pPr>
      <w:r w:rsidRPr="002456B3">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1D8AB09" w14:textId="77777777" w:rsidR="002456B3" w:rsidRDefault="002456B3" w:rsidP="002456B3">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020CCC6"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755C9B2C" w14:textId="77777777" w:rsidR="0035531B" w:rsidRPr="00C24F90"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4B0301">
        <w:t>ou</w:t>
      </w:r>
      <w:r>
        <w:t xml:space="preserve"> </w:t>
      </w:r>
      <w:r w:rsidRPr="00C24F90">
        <w:t>praxi, zkušenosti, odbornou způsobilost</w:t>
      </w:r>
      <w:r w:rsidR="00845C50" w:rsidRPr="00C24F90">
        <w:t xml:space="preserve"> a </w:t>
      </w:r>
      <w:r w:rsidRPr="00C24F90">
        <w:t xml:space="preserve">požadavky na prevenci střetu zájmů.    </w:t>
      </w:r>
    </w:p>
    <w:p w14:paraId="7CB9DF9E" w14:textId="77777777" w:rsidR="0035531B" w:rsidRPr="00C24F90" w:rsidRDefault="00C232FD" w:rsidP="00C232FD">
      <w:pPr>
        <w:pStyle w:val="Text1-1"/>
        <w:rPr>
          <w:rStyle w:val="Tun9b"/>
        </w:rPr>
      </w:pPr>
      <w:r w:rsidRPr="00C24F90">
        <w:rPr>
          <w:rStyle w:val="Tun9b"/>
        </w:rPr>
        <w:t xml:space="preserve">Technická kvalifikace - přehled </w:t>
      </w:r>
      <w:r w:rsidR="0035531B" w:rsidRPr="00C24F90">
        <w:rPr>
          <w:rStyle w:val="Tun9b"/>
        </w:rPr>
        <w:t>technických zařízení</w:t>
      </w:r>
    </w:p>
    <w:p w14:paraId="01C49B53" w14:textId="77777777" w:rsidR="0035531B" w:rsidRPr="00C24F90" w:rsidRDefault="0035531B" w:rsidP="008E6EF3">
      <w:pPr>
        <w:pStyle w:val="Textbezslovn"/>
        <w:spacing w:after="240"/>
      </w:pPr>
      <w:r w:rsidRPr="00C24F90">
        <w:t>Zadavatel požaduje předložení přehledu technických zařízení, které bude mít dodavatel při plnění veřejné zakázky</w:t>
      </w:r>
      <w:r w:rsidR="00BC6D2B" w:rsidRPr="00C24F90">
        <w:t xml:space="preserve"> k </w:t>
      </w:r>
      <w:r w:rsidRPr="00C24F90">
        <w:t>dispozici. Z předloženého přehledu musí plynout, že dodavatel bude mít při plnění</w:t>
      </w:r>
      <w:r w:rsidR="00BC6D2B" w:rsidRPr="00C24F90">
        <w:t xml:space="preserve"> k </w:t>
      </w:r>
      <w:r w:rsidRPr="00C24F90">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3541"/>
        <w:gridCol w:w="566"/>
        <w:gridCol w:w="2206"/>
        <w:gridCol w:w="1224"/>
      </w:tblGrid>
      <w:tr w:rsidR="001B7DCF" w:rsidRPr="004110DD" w14:paraId="009143DD" w14:textId="77777777" w:rsidTr="001B7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tcBorders>
              <w:bottom w:val="single" w:sz="2" w:space="0" w:color="auto"/>
            </w:tcBorders>
            <w:vAlign w:val="center"/>
          </w:tcPr>
          <w:p w14:paraId="5FF7DA72" w14:textId="77777777" w:rsidR="001B7DCF" w:rsidRPr="0007787A" w:rsidRDefault="001B7DCF" w:rsidP="001B7DCF">
            <w:r w:rsidRPr="0007787A">
              <w:t>Zařízení:</w:t>
            </w:r>
          </w:p>
        </w:tc>
        <w:tc>
          <w:tcPr>
            <w:tcW w:w="566" w:type="dxa"/>
            <w:tcBorders>
              <w:bottom w:val="single" w:sz="2" w:space="0" w:color="auto"/>
            </w:tcBorders>
            <w:vAlign w:val="center"/>
          </w:tcPr>
          <w:p w14:paraId="428436AF" w14:textId="77777777" w:rsidR="001B7DCF" w:rsidRPr="0007787A"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07787A">
              <w:t>Počet kusů:</w:t>
            </w:r>
          </w:p>
        </w:tc>
        <w:tc>
          <w:tcPr>
            <w:tcW w:w="2206" w:type="dxa"/>
            <w:tcBorders>
              <w:bottom w:val="single" w:sz="2" w:space="0" w:color="auto"/>
            </w:tcBorders>
            <w:vAlign w:val="center"/>
          </w:tcPr>
          <w:p w14:paraId="6532A74C" w14:textId="77777777" w:rsidR="001B7DCF" w:rsidRPr="0007787A"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07787A">
              <w:t>Požadované technické parametry (např. minimální výkon)</w:t>
            </w:r>
          </w:p>
        </w:tc>
        <w:tc>
          <w:tcPr>
            <w:tcW w:w="1224" w:type="dxa"/>
            <w:tcBorders>
              <w:bottom w:val="single" w:sz="2" w:space="0" w:color="auto"/>
            </w:tcBorders>
            <w:vAlign w:val="center"/>
          </w:tcPr>
          <w:p w14:paraId="6348F2A3" w14:textId="77777777" w:rsidR="001B7DCF" w:rsidRPr="0007787A"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07787A">
              <w:t>Řídí se Pokynem GŘ č. 10/2013</w:t>
            </w:r>
          </w:p>
        </w:tc>
      </w:tr>
      <w:tr w:rsidR="0007787A" w:rsidRPr="004110DD" w14:paraId="4DA989C1" w14:textId="77777777" w:rsidTr="001B7DCF">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5FE5374C" w14:textId="6BB46020" w:rsidR="0007787A" w:rsidRPr="004110DD" w:rsidRDefault="0007787A" w:rsidP="0007787A">
            <w:pPr>
              <w:rPr>
                <w:highlight w:val="green"/>
              </w:rPr>
            </w:pPr>
            <w:r w:rsidRPr="007773C5">
              <w:rPr>
                <w:b/>
              </w:rPr>
              <w:t>Strojní podbíječka traťová</w:t>
            </w:r>
          </w:p>
        </w:tc>
        <w:tc>
          <w:tcPr>
            <w:tcW w:w="566" w:type="dxa"/>
            <w:shd w:val="clear" w:color="auto" w:fill="auto"/>
            <w:vAlign w:val="center"/>
          </w:tcPr>
          <w:p w14:paraId="7787396C" w14:textId="6F44E158"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1 ks</w:t>
            </w:r>
          </w:p>
        </w:tc>
        <w:tc>
          <w:tcPr>
            <w:tcW w:w="2206" w:type="dxa"/>
            <w:vAlign w:val="center"/>
          </w:tcPr>
          <w:p w14:paraId="19B2CF3C" w14:textId="6A2F3016"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Rychlost podbíjení alespoň 400</w:t>
            </w:r>
            <w:r w:rsidR="00803AD2">
              <w:rPr>
                <w:b/>
              </w:rPr>
              <w:t xml:space="preserve"> </w:t>
            </w:r>
            <w:r w:rsidRPr="007773C5">
              <w:rPr>
                <w:b/>
              </w:rPr>
              <w:t>m/h</w:t>
            </w:r>
          </w:p>
        </w:tc>
        <w:tc>
          <w:tcPr>
            <w:tcW w:w="1224" w:type="dxa"/>
            <w:vAlign w:val="center"/>
          </w:tcPr>
          <w:p w14:paraId="7BC4F2F5" w14:textId="5DA68AA8"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ano</w:t>
            </w:r>
          </w:p>
        </w:tc>
      </w:tr>
      <w:tr w:rsidR="0007787A" w:rsidRPr="004110DD" w14:paraId="6859B7E3" w14:textId="77777777" w:rsidTr="001B7DCF">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273CA3E" w14:textId="775208EC" w:rsidR="0007787A" w:rsidRPr="007773C5" w:rsidRDefault="0007787A" w:rsidP="0007787A">
            <w:pPr>
              <w:rPr>
                <w:b/>
              </w:rPr>
            </w:pPr>
            <w:r w:rsidRPr="007773C5">
              <w:rPr>
                <w:b/>
              </w:rPr>
              <w:t xml:space="preserve">Strojní podbíječka </w:t>
            </w:r>
            <w:r>
              <w:rPr>
                <w:b/>
              </w:rPr>
              <w:t>výhybková</w:t>
            </w:r>
          </w:p>
        </w:tc>
        <w:tc>
          <w:tcPr>
            <w:tcW w:w="566" w:type="dxa"/>
            <w:shd w:val="clear" w:color="auto" w:fill="auto"/>
            <w:vAlign w:val="center"/>
          </w:tcPr>
          <w:p w14:paraId="5F229619" w14:textId="29522085" w:rsidR="0007787A" w:rsidRPr="007773C5" w:rsidRDefault="0007787A" w:rsidP="0007787A">
            <w:pPr>
              <w:jc w:val="center"/>
              <w:cnfStyle w:val="000000000000" w:firstRow="0" w:lastRow="0" w:firstColumn="0" w:lastColumn="0" w:oddVBand="0" w:evenVBand="0" w:oddHBand="0" w:evenHBand="0" w:firstRowFirstColumn="0" w:firstRowLastColumn="0" w:lastRowFirstColumn="0" w:lastRowLastColumn="0"/>
              <w:rPr>
                <w:b/>
              </w:rPr>
            </w:pPr>
            <w:r w:rsidRPr="007773C5">
              <w:rPr>
                <w:b/>
              </w:rPr>
              <w:t>1 ks</w:t>
            </w:r>
          </w:p>
        </w:tc>
        <w:tc>
          <w:tcPr>
            <w:tcW w:w="2206" w:type="dxa"/>
            <w:vAlign w:val="center"/>
          </w:tcPr>
          <w:p w14:paraId="4CE5145F" w14:textId="6878EC2C" w:rsidR="0007787A" w:rsidRPr="007773C5" w:rsidRDefault="00803AD2" w:rsidP="0007787A">
            <w:pPr>
              <w:jc w:val="center"/>
              <w:cnfStyle w:val="000000000000" w:firstRow="0" w:lastRow="0" w:firstColumn="0" w:lastColumn="0" w:oddVBand="0" w:evenVBand="0" w:oddHBand="0" w:evenHBand="0" w:firstRowFirstColumn="0" w:firstRowLastColumn="0" w:lastRowFirstColumn="0" w:lastRowLastColumn="0"/>
              <w:rPr>
                <w:b/>
              </w:rPr>
            </w:pPr>
            <w:r>
              <w:rPr>
                <w:b/>
              </w:rPr>
              <w:t>Výkon min. 200 m/h</w:t>
            </w:r>
          </w:p>
        </w:tc>
        <w:tc>
          <w:tcPr>
            <w:tcW w:w="1224" w:type="dxa"/>
            <w:vAlign w:val="center"/>
          </w:tcPr>
          <w:p w14:paraId="0B4B71CF" w14:textId="43096345" w:rsidR="0007787A" w:rsidRPr="007773C5" w:rsidRDefault="0007787A" w:rsidP="0007787A">
            <w:pPr>
              <w:jc w:val="center"/>
              <w:cnfStyle w:val="000000000000" w:firstRow="0" w:lastRow="0" w:firstColumn="0" w:lastColumn="0" w:oddVBand="0" w:evenVBand="0" w:oddHBand="0" w:evenHBand="0" w:firstRowFirstColumn="0" w:firstRowLastColumn="0" w:lastRowFirstColumn="0" w:lastRowLastColumn="0"/>
              <w:rPr>
                <w:b/>
              </w:rPr>
            </w:pPr>
            <w:r w:rsidRPr="007773C5">
              <w:rPr>
                <w:b/>
              </w:rPr>
              <w:t>ano</w:t>
            </w:r>
          </w:p>
        </w:tc>
      </w:tr>
      <w:tr w:rsidR="0007787A" w:rsidRPr="004110DD" w14:paraId="4195D3E0"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C16888D" w14:textId="50DAB188" w:rsidR="0007787A" w:rsidRPr="004110DD" w:rsidRDefault="00803AD2" w:rsidP="0007787A">
            <w:pPr>
              <w:rPr>
                <w:b/>
                <w:highlight w:val="green"/>
              </w:rPr>
            </w:pPr>
            <w:r>
              <w:rPr>
                <w:b/>
              </w:rPr>
              <w:t>Pluh</w:t>
            </w:r>
            <w:r w:rsidR="0007787A" w:rsidRPr="007773C5">
              <w:rPr>
                <w:b/>
              </w:rPr>
              <w:t xml:space="preserve"> na úpravu kolejového lože</w:t>
            </w:r>
          </w:p>
        </w:tc>
        <w:tc>
          <w:tcPr>
            <w:tcW w:w="566" w:type="dxa"/>
            <w:shd w:val="clear" w:color="auto" w:fill="auto"/>
            <w:vAlign w:val="center"/>
          </w:tcPr>
          <w:p w14:paraId="07818874" w14:textId="7E53000B"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1 ks</w:t>
            </w:r>
          </w:p>
        </w:tc>
        <w:tc>
          <w:tcPr>
            <w:tcW w:w="2206" w:type="dxa"/>
            <w:shd w:val="clear" w:color="auto" w:fill="auto"/>
            <w:vAlign w:val="center"/>
          </w:tcPr>
          <w:p w14:paraId="5135B482" w14:textId="71FD0109" w:rsidR="0007787A" w:rsidRPr="007773C5" w:rsidRDefault="00803AD2" w:rsidP="007C1A51">
            <w:pPr>
              <w:pStyle w:val="Odstavecseseznamem"/>
              <w:numPr>
                <w:ilvl w:val="0"/>
                <w:numId w:val="17"/>
              </w:numPr>
              <w:ind w:left="348"/>
              <w:cnfStyle w:val="000000000000" w:firstRow="0" w:lastRow="0" w:firstColumn="0" w:lastColumn="0" w:oddVBand="0" w:evenVBand="0" w:oddHBand="0" w:evenHBand="0" w:firstRowFirstColumn="0" w:firstRowLastColumn="0" w:lastRowFirstColumn="0" w:lastRowLastColumn="0"/>
              <w:rPr>
                <w:b/>
              </w:rPr>
            </w:pPr>
            <w:r>
              <w:rPr>
                <w:b/>
              </w:rPr>
              <w:t xml:space="preserve">Minimální pracovní rychlost 1000 </w:t>
            </w:r>
            <w:r w:rsidR="0007787A" w:rsidRPr="007773C5">
              <w:rPr>
                <w:b/>
              </w:rPr>
              <w:t>m/h</w:t>
            </w:r>
          </w:p>
          <w:p w14:paraId="0F5C8E1B" w14:textId="145ACBA7"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Zásobník na kamenivo</w:t>
            </w:r>
          </w:p>
        </w:tc>
        <w:tc>
          <w:tcPr>
            <w:tcW w:w="1224" w:type="dxa"/>
            <w:shd w:val="clear" w:color="auto" w:fill="auto"/>
            <w:vAlign w:val="center"/>
          </w:tcPr>
          <w:p w14:paraId="6CC44B9E" w14:textId="0896FD1C" w:rsidR="0007787A" w:rsidRPr="004110DD"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ano</w:t>
            </w:r>
          </w:p>
        </w:tc>
      </w:tr>
      <w:tr w:rsidR="0007787A" w:rsidRPr="004110DD" w14:paraId="7DCC33D4"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11AB572D" w14:textId="2378D34C" w:rsidR="0007787A" w:rsidRPr="0007787A" w:rsidRDefault="0007787A" w:rsidP="0007787A">
            <w:pPr>
              <w:rPr>
                <w:b/>
                <w:highlight w:val="green"/>
              </w:rPr>
            </w:pPr>
            <w:r w:rsidRPr="0007787A">
              <w:rPr>
                <w:b/>
              </w:rPr>
              <w:t>Strojní čistička kolejového lože</w:t>
            </w:r>
          </w:p>
        </w:tc>
        <w:tc>
          <w:tcPr>
            <w:tcW w:w="566" w:type="dxa"/>
            <w:shd w:val="clear" w:color="auto" w:fill="auto"/>
            <w:vAlign w:val="center"/>
          </w:tcPr>
          <w:p w14:paraId="753C0122" w14:textId="6D4EBFF5" w:rsidR="0007787A" w:rsidRPr="0007787A"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r w:rsidRPr="0007787A">
              <w:rPr>
                <w:b/>
              </w:rPr>
              <w:t>1 ks</w:t>
            </w:r>
          </w:p>
        </w:tc>
        <w:tc>
          <w:tcPr>
            <w:tcW w:w="2206" w:type="dxa"/>
            <w:shd w:val="clear" w:color="auto" w:fill="auto"/>
            <w:vAlign w:val="center"/>
          </w:tcPr>
          <w:p w14:paraId="1A046080" w14:textId="0127006F" w:rsidR="0007787A" w:rsidRPr="0007787A"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proofErr w:type="spellStart"/>
            <w:r w:rsidRPr="0007787A">
              <w:rPr>
                <w:b/>
              </w:rPr>
              <w:t>Plnoprofilová</w:t>
            </w:r>
            <w:proofErr w:type="spellEnd"/>
          </w:p>
        </w:tc>
        <w:tc>
          <w:tcPr>
            <w:tcW w:w="1224" w:type="dxa"/>
            <w:shd w:val="clear" w:color="auto" w:fill="auto"/>
            <w:vAlign w:val="center"/>
          </w:tcPr>
          <w:p w14:paraId="34F6DEC0" w14:textId="5048617D" w:rsidR="0007787A" w:rsidRPr="0007787A" w:rsidRDefault="0007787A" w:rsidP="0007787A">
            <w:pPr>
              <w:jc w:val="center"/>
              <w:cnfStyle w:val="000000000000" w:firstRow="0" w:lastRow="0" w:firstColumn="0" w:lastColumn="0" w:oddVBand="0" w:evenVBand="0" w:oddHBand="0" w:evenHBand="0" w:firstRowFirstColumn="0" w:firstRowLastColumn="0" w:lastRowFirstColumn="0" w:lastRowLastColumn="0"/>
              <w:rPr>
                <w:b/>
                <w:highlight w:val="green"/>
              </w:rPr>
            </w:pPr>
            <w:r w:rsidRPr="0007787A">
              <w:rPr>
                <w:b/>
              </w:rPr>
              <w:t>ano</w:t>
            </w:r>
          </w:p>
        </w:tc>
      </w:tr>
      <w:tr w:rsidR="0007787A" w:rsidRPr="004110DD" w14:paraId="725D5E30" w14:textId="77777777" w:rsidTr="00384D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4803A5CF" w14:textId="6FD32A90" w:rsidR="0007787A" w:rsidRPr="004110DD" w:rsidRDefault="0007787A" w:rsidP="0007787A">
            <w:pPr>
              <w:rPr>
                <w:highlight w:val="green"/>
              </w:rPr>
            </w:pPr>
          </w:p>
        </w:tc>
        <w:tc>
          <w:tcPr>
            <w:tcW w:w="566" w:type="dxa"/>
            <w:shd w:val="clear" w:color="auto" w:fill="auto"/>
            <w:vAlign w:val="center"/>
          </w:tcPr>
          <w:p w14:paraId="4EFCC519" w14:textId="7115E3DB" w:rsidR="0007787A" w:rsidRPr="004110DD" w:rsidRDefault="0007787A" w:rsidP="0007787A">
            <w:pPr>
              <w:jc w:val="center"/>
              <w:cnfStyle w:val="010000000000" w:firstRow="0" w:lastRow="1" w:firstColumn="0" w:lastColumn="0" w:oddVBand="0" w:evenVBand="0" w:oddHBand="0" w:evenHBand="0" w:firstRowFirstColumn="0" w:firstRowLastColumn="0" w:lastRowFirstColumn="0" w:lastRowLastColumn="0"/>
              <w:rPr>
                <w:b w:val="0"/>
                <w:highlight w:val="green"/>
              </w:rPr>
            </w:pPr>
          </w:p>
        </w:tc>
        <w:tc>
          <w:tcPr>
            <w:tcW w:w="2206" w:type="dxa"/>
            <w:shd w:val="clear" w:color="auto" w:fill="auto"/>
            <w:vAlign w:val="center"/>
          </w:tcPr>
          <w:p w14:paraId="5222342F" w14:textId="2F873556" w:rsidR="0007787A" w:rsidRPr="004110DD" w:rsidRDefault="0007787A" w:rsidP="0007787A">
            <w:pPr>
              <w:jc w:val="center"/>
              <w:cnfStyle w:val="010000000000" w:firstRow="0" w:lastRow="1" w:firstColumn="0" w:lastColumn="0" w:oddVBand="0" w:evenVBand="0" w:oddHBand="0" w:evenHBand="0" w:firstRowFirstColumn="0" w:firstRowLastColumn="0" w:lastRowFirstColumn="0" w:lastRowLastColumn="0"/>
              <w:rPr>
                <w:b w:val="0"/>
                <w:highlight w:val="green"/>
              </w:rPr>
            </w:pPr>
          </w:p>
        </w:tc>
        <w:tc>
          <w:tcPr>
            <w:tcW w:w="1224" w:type="dxa"/>
            <w:shd w:val="clear" w:color="auto" w:fill="auto"/>
            <w:vAlign w:val="center"/>
          </w:tcPr>
          <w:p w14:paraId="0538E2B1" w14:textId="37396291" w:rsidR="0007787A" w:rsidRPr="004110DD" w:rsidRDefault="0007787A" w:rsidP="0007787A">
            <w:pPr>
              <w:jc w:val="center"/>
              <w:cnfStyle w:val="010000000000" w:firstRow="0" w:lastRow="1" w:firstColumn="0" w:lastColumn="0" w:oddVBand="0" w:evenVBand="0" w:oddHBand="0" w:evenHBand="0" w:firstRowFirstColumn="0" w:firstRowLastColumn="0" w:lastRowFirstColumn="0" w:lastRowLastColumn="0"/>
              <w:rPr>
                <w:highlight w:val="green"/>
              </w:rPr>
            </w:pPr>
          </w:p>
        </w:tc>
      </w:tr>
    </w:tbl>
    <w:p w14:paraId="2D5FEA4E" w14:textId="77777777" w:rsidR="001B7DCF" w:rsidRPr="00384DFB" w:rsidRDefault="001B7DCF" w:rsidP="0007787A">
      <w:pPr>
        <w:pStyle w:val="Textbezslovn"/>
        <w:ind w:left="0"/>
        <w:rPr>
          <w:i/>
          <w:color w:val="FF0000"/>
          <w:sz w:val="16"/>
          <w:szCs w:val="16"/>
          <w:highlight w:val="green"/>
        </w:rPr>
      </w:pPr>
    </w:p>
    <w:p w14:paraId="0F469281" w14:textId="77777777" w:rsidR="0035531B" w:rsidRPr="0007787A" w:rsidRDefault="0035531B" w:rsidP="0006499F">
      <w:pPr>
        <w:pStyle w:val="Odrka1-1"/>
      </w:pPr>
      <w:r w:rsidRPr="0007787A">
        <w:t>dodavatel prokáže splnění tohoto kvalifikačního kritéria předložením čestného prohlášení. Vzor čestného prohlášení – přehledu technických zařízení tv</w:t>
      </w:r>
      <w:r w:rsidR="006D7295" w:rsidRPr="0007787A">
        <w:t>oří Přílohu č. 11 těchto Pokynů</w:t>
      </w:r>
      <w:r w:rsidRPr="0007787A">
        <w:t>;</w:t>
      </w:r>
    </w:p>
    <w:p w14:paraId="216F2A9E" w14:textId="77777777" w:rsidR="0035531B" w:rsidRPr="0007787A" w:rsidRDefault="0035531B" w:rsidP="0006499F">
      <w:pPr>
        <w:pStyle w:val="Odrka1-1"/>
      </w:pPr>
      <w:r w:rsidRPr="0007787A">
        <w:t>přílohou čestného prohlášení musí být dokumenty nepochybně prokazující, že dodavatel je vlastníkem (výpis</w:t>
      </w:r>
      <w:r w:rsidR="0060115D" w:rsidRPr="0007787A">
        <w:t xml:space="preserve"> z </w:t>
      </w:r>
      <w:r w:rsidRPr="0007787A">
        <w:t xml:space="preserve">majetkové evidence) nebo má smluvně zajištěno </w:t>
      </w:r>
      <w:r w:rsidRPr="0007787A">
        <w:lastRenderedPageBreak/>
        <w:t>(alespoň smlouvou</w:t>
      </w:r>
      <w:r w:rsidR="00092CC9" w:rsidRPr="0007787A">
        <w:t xml:space="preserve"> o </w:t>
      </w:r>
      <w:r w:rsidRPr="0007787A">
        <w:t>smlouvě budoucí) užívání zadavatelem požadovaných technických zařízení</w:t>
      </w:r>
      <w:r w:rsidR="00845C50" w:rsidRPr="0007787A">
        <w:t xml:space="preserve"> s </w:t>
      </w:r>
      <w:r w:rsidRPr="0007787A">
        <w:t>možností využití pro provádění prací, které jsou předmětem této zakázky, dle požadovaného časového harmonogramu postupu prací;</w:t>
      </w:r>
    </w:p>
    <w:p w14:paraId="1A4AD8C5" w14:textId="0BE03632" w:rsidR="0007787A" w:rsidRPr="0007787A" w:rsidRDefault="001B7DCF" w:rsidP="007C1A51">
      <w:pPr>
        <w:pStyle w:val="Odrka1-1"/>
      </w:pPr>
      <w:r w:rsidRPr="0007787A">
        <w:t>technická zařízení, která se řídí Pokynem GŘ č. 10/2013, uvedená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w:t>
      </w:r>
      <w:r w:rsidR="007B59E6">
        <w:t xml:space="preserve"> kterým má právo hospodařit SŽ</w:t>
      </w:r>
      <w:r w:rsidRPr="0007787A">
        <w:t xml:space="preserve">, jež je vnitřním předpisem zadavatele. Splnění této podmínky ověří zadavatel v rámci své interní databáze na základě údajů uvedených dodavatelem v technickém přehledu zařízení. V případě nejasností či chybějících údajů může zadavatel postupovat dle § 46 </w:t>
      </w:r>
      <w:r w:rsidR="0035531B" w:rsidRPr="0007787A">
        <w:t xml:space="preserve"> </w:t>
      </w:r>
      <w:r w:rsidRPr="0007787A">
        <w:t>ZZVZ.</w:t>
      </w:r>
      <w:r w:rsidR="0035531B" w:rsidRPr="0007787A">
        <w:t xml:space="preserve">  </w:t>
      </w:r>
    </w:p>
    <w:p w14:paraId="21F710FF" w14:textId="77777777" w:rsidR="0035531B" w:rsidRPr="0006499F" w:rsidRDefault="0035531B" w:rsidP="0035531B">
      <w:pPr>
        <w:pStyle w:val="Text1-1"/>
        <w:rPr>
          <w:rStyle w:val="Tun9b"/>
        </w:rPr>
      </w:pPr>
      <w:r w:rsidRPr="0006499F">
        <w:rPr>
          <w:rStyle w:val="Tun9b"/>
        </w:rPr>
        <w:t>Další technická kvalifikace</w:t>
      </w:r>
    </w:p>
    <w:p w14:paraId="535FADD3" w14:textId="77777777" w:rsidR="00527425" w:rsidRPr="00737395" w:rsidRDefault="00527425" w:rsidP="007C1A51">
      <w:pPr>
        <w:pStyle w:val="Odstavecseseznamem"/>
        <w:numPr>
          <w:ilvl w:val="1"/>
          <w:numId w:val="18"/>
        </w:numPr>
        <w:spacing w:after="0"/>
        <w:jc w:val="both"/>
      </w:pPr>
      <w:r w:rsidRPr="002456B3">
        <w:t>Certifikát dle ČSN EN ISO 9001 pokrývající činnosti dodavatele z hlediska řízení jakosti</w:t>
      </w:r>
      <w:r w:rsidRPr="00737395">
        <w:t>.</w:t>
      </w:r>
    </w:p>
    <w:p w14:paraId="189C4FB2" w14:textId="77777777" w:rsidR="00527425" w:rsidRPr="00737395" w:rsidRDefault="00527425" w:rsidP="007C1A51">
      <w:pPr>
        <w:numPr>
          <w:ilvl w:val="1"/>
          <w:numId w:val="18"/>
        </w:numPr>
        <w:spacing w:after="0"/>
        <w:jc w:val="both"/>
      </w:pPr>
      <w:r w:rsidRPr="00737395">
        <w:t>Certifikát dle ČSN EN ISO 14001 pokrývající činnosti dodavatele z hlediska životního prostředí.</w:t>
      </w:r>
    </w:p>
    <w:p w14:paraId="3FAA238D" w14:textId="77777777" w:rsidR="00527425" w:rsidRPr="00737395" w:rsidRDefault="00527425" w:rsidP="007C1A51">
      <w:pPr>
        <w:numPr>
          <w:ilvl w:val="1"/>
          <w:numId w:val="18"/>
        </w:numPr>
        <w:spacing w:after="0"/>
        <w:jc w:val="both"/>
      </w:pPr>
      <w:r w:rsidRPr="00737395">
        <w:t>Certifikát dle ČSN OHSAS 18001 pokrývající činnosti dodavatele z hlediska ochrany zdraví a bezpečnosti nebo certifikaci ISO 45001.</w:t>
      </w:r>
    </w:p>
    <w:p w14:paraId="2091455A" w14:textId="3890BDCD" w:rsidR="00527425" w:rsidRPr="00527425" w:rsidRDefault="00527425" w:rsidP="007C1A51">
      <w:pPr>
        <w:numPr>
          <w:ilvl w:val="1"/>
          <w:numId w:val="18"/>
        </w:numPr>
        <w:spacing w:after="0"/>
        <w:jc w:val="both"/>
        <w:rPr>
          <w:rStyle w:val="Tun9b"/>
          <w:b w:val="0"/>
        </w:rPr>
      </w:pPr>
      <w:r w:rsidRPr="00737395">
        <w:t>Čestné prohlášení o tom, že vlastní souhlas k nakládání s nebezpečnými odpady původce (např. stavební a demoliční odpad skupiny 17) vydaný věcně příslušným orgánem veřejné správy v oblasti odpadového hospodářství. V případě, že zhotovitel takový souhlas k nakládání s nebezpečnými odpady nevlastní, předloží čestné prohlášení, že nebezpečné odpady budou zhotovitelem pouze shromažďovány a po naplnění shromažďovacího prostředku nebo shromáždění předpokládaného množství budou tyto nebezpečné odpady předány oprávněné osobě.</w:t>
      </w:r>
    </w:p>
    <w:p w14:paraId="4069BB44" w14:textId="2A6FDD80" w:rsidR="0035531B" w:rsidRPr="0006499F" w:rsidRDefault="0035531B" w:rsidP="00527425">
      <w:pPr>
        <w:pStyle w:val="Text1-1"/>
        <w:rPr>
          <w:rStyle w:val="Tun9b"/>
        </w:rPr>
      </w:pPr>
      <w:r w:rsidRPr="0006499F">
        <w:rPr>
          <w:rStyle w:val="Tun9b"/>
        </w:rPr>
        <w:t>Požadavek na prokázání kvalifikace poddodavatele</w:t>
      </w:r>
    </w:p>
    <w:p w14:paraId="3341EB75" w14:textId="0904F36C" w:rsidR="0035531B" w:rsidRDefault="0035531B" w:rsidP="0006499F">
      <w:pPr>
        <w:pStyle w:val="Textbezslovn"/>
      </w:pPr>
      <w:r w:rsidRPr="007B59E6">
        <w:t>Zadavatel požaduje, aby dodavatel</w:t>
      </w:r>
      <w:r w:rsidR="00BB4AF2" w:rsidRPr="007B59E6">
        <w:t xml:space="preserve"> u </w:t>
      </w:r>
      <w:r w:rsidR="007B59E6" w:rsidRPr="007B59E6">
        <w:t>všech</w:t>
      </w:r>
      <w:r w:rsidRPr="007B59E6">
        <w:t xml:space="preserve"> poddodavatelů, kteří jsou dodavateli při podání nabídky známi</w:t>
      </w:r>
      <w:r w:rsidR="00845C50" w:rsidRPr="007B59E6">
        <w:t xml:space="preserve"> </w:t>
      </w:r>
      <w:r w:rsidRPr="007B59E6">
        <w:t>(vypl</w:t>
      </w:r>
      <w:r w:rsidR="007B59E6" w:rsidRPr="007B59E6">
        <w:t>nil příslušné</w:t>
      </w:r>
      <w:r w:rsidRPr="007B59E6">
        <w:t xml:space="preserve"> údaje</w:t>
      </w:r>
      <w:r w:rsidR="00092CC9" w:rsidRPr="007B59E6">
        <w:t xml:space="preserve"> v </w:t>
      </w:r>
      <w:r w:rsidRPr="007B59E6">
        <w:t>Příloze č. 2 těchto Pokynů</w:t>
      </w:r>
      <w:r w:rsidR="007B59E6" w:rsidRPr="007B59E6">
        <w:t>)</w:t>
      </w:r>
      <w:r w:rsidRPr="007B59E6">
        <w:t>, předložil doklady prokazující:</w:t>
      </w:r>
    </w:p>
    <w:p w14:paraId="02F2B37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DC569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6F1CD3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559E3D0"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4856494"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C70363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7DCBB84"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w:t>
      </w:r>
      <w:r>
        <w:lastRenderedPageBreak/>
        <w:t>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A12812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32F0C87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A46A83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AF0D0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D94C733"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FAAC5B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56F132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13EC90A"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0B34080" w14:textId="77777777" w:rsidR="0035531B" w:rsidRDefault="0035531B" w:rsidP="00C232FD">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C232FD" w:rsidRPr="00C232FD">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F6704EA" w14:textId="69077175" w:rsidR="008E6EF3" w:rsidRDefault="0035531B" w:rsidP="00803AD2">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CEE0FC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E00F0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5AD344C"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0BBF64A" w14:textId="77777777" w:rsidR="0035531B" w:rsidRDefault="0035531B" w:rsidP="0006499F">
      <w:pPr>
        <w:pStyle w:val="Textbezslovn"/>
      </w:pPr>
      <w:r>
        <w:t>Dodavatel je</w:t>
      </w:r>
      <w:r w:rsidR="00092CC9">
        <w:t xml:space="preserve"> v </w:t>
      </w:r>
      <w:r>
        <w:t>takovém případě povinen zadavateli předložit:</w:t>
      </w:r>
    </w:p>
    <w:p w14:paraId="35E454F1" w14:textId="77777777" w:rsidR="0035531B" w:rsidRDefault="0035531B" w:rsidP="0006499F">
      <w:pPr>
        <w:pStyle w:val="Odrka1-1"/>
      </w:pPr>
      <w:r>
        <w:t>doklady</w:t>
      </w:r>
      <w:r w:rsidR="00092CC9">
        <w:t xml:space="preserve"> o </w:t>
      </w:r>
      <w:r>
        <w:t>splnění základní způsobilosti podle § 74 ZZVZ jinou sobou,</w:t>
      </w:r>
    </w:p>
    <w:p w14:paraId="139B7626" w14:textId="77777777" w:rsidR="0035531B" w:rsidRDefault="0035531B" w:rsidP="0006499F">
      <w:pPr>
        <w:pStyle w:val="Odrka1-1"/>
      </w:pPr>
      <w:r>
        <w:t xml:space="preserve">doklady prokazující splnění profesní způsobilosti podle § 77 odst. 1 ZZVZ jinou osobou, </w:t>
      </w:r>
    </w:p>
    <w:p w14:paraId="4E10460D" w14:textId="77777777" w:rsidR="0035531B" w:rsidRDefault="0035531B" w:rsidP="0006499F">
      <w:pPr>
        <w:pStyle w:val="Odrka1-1"/>
      </w:pPr>
      <w:r>
        <w:t>doklady prokazující splnění chybějící části kvalifikace prostřednictvím jiné osoby a</w:t>
      </w:r>
    </w:p>
    <w:p w14:paraId="615C4E0B"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D2AD65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F6E638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8EC552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0D8ACA34"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07BDFF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B4CE877" w14:textId="7787E246" w:rsidR="0035531B" w:rsidRDefault="0035531B" w:rsidP="0052742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3009DED" w14:textId="77777777" w:rsidR="008E6EF3" w:rsidRDefault="008E6EF3" w:rsidP="00527425">
      <w:pPr>
        <w:pStyle w:val="Textbezslovn"/>
      </w:pPr>
    </w:p>
    <w:p w14:paraId="6C2C4EC2" w14:textId="77777777" w:rsidR="00A40207" w:rsidRPr="00DC3174" w:rsidRDefault="00A40207" w:rsidP="00A40207">
      <w:pPr>
        <w:pStyle w:val="Text1-1"/>
        <w:rPr>
          <w:b/>
        </w:rPr>
      </w:pPr>
      <w:r w:rsidRPr="00DC3174">
        <w:rPr>
          <w:rStyle w:val="Tun9b"/>
        </w:rPr>
        <w:t>Změny</w:t>
      </w:r>
      <w:r w:rsidRPr="00DC3174">
        <w:rPr>
          <w:b/>
        </w:rPr>
        <w:t xml:space="preserve"> v kvalifikaci dodavatele</w:t>
      </w:r>
    </w:p>
    <w:p w14:paraId="7AD6654E" w14:textId="77777777" w:rsidR="00A40207" w:rsidRDefault="00A40207" w:rsidP="00A40207">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F952DB" w14:textId="77777777" w:rsidR="00A40207" w:rsidRDefault="00A40207" w:rsidP="00A40207">
      <w:pPr>
        <w:pStyle w:val="Textbezslovn"/>
        <w:spacing w:after="0"/>
      </w:pPr>
      <w:r>
        <w:t>a) podmínky kvalifikace jsou nadále splněny a</w:t>
      </w:r>
    </w:p>
    <w:p w14:paraId="30EC563B" w14:textId="77777777" w:rsidR="00A40207" w:rsidRDefault="00A40207" w:rsidP="00A40207">
      <w:pPr>
        <w:pStyle w:val="Textbezslovn"/>
        <w:spacing w:after="0"/>
      </w:pPr>
      <w:r>
        <w:t>b) nedošlo k ovlivnění kritérií hodnocení nabídek.</w:t>
      </w:r>
    </w:p>
    <w:p w14:paraId="75B4D186" w14:textId="77777777" w:rsidR="00A40207" w:rsidRDefault="00A40207" w:rsidP="00A40207">
      <w:pPr>
        <w:pStyle w:val="Textbezslovn"/>
        <w:spacing w:before="240"/>
      </w:pPr>
      <w:r>
        <w:t>Dozví-li se zadavatel, že dodavatel nesplnil povinnost uvedenou v tomto článku, zadavatel jej bezodkladně ze zadávacího řízení vyloučí.</w:t>
      </w:r>
    </w:p>
    <w:p w14:paraId="04DE7C6D" w14:textId="77777777" w:rsidR="0035531B" w:rsidRDefault="0035531B" w:rsidP="00193D8F">
      <w:pPr>
        <w:pStyle w:val="Nadpis1-1"/>
      </w:pPr>
      <w:bookmarkStart w:id="12" w:name="_Toc89762534"/>
      <w:r>
        <w:lastRenderedPageBreak/>
        <w:t>DALŠÍ INFORMACE/DOKUMENTY PŘEDKLÁDANÉ DODAVATELEM</w:t>
      </w:r>
      <w:r w:rsidR="00092CC9">
        <w:t xml:space="preserve"> v </w:t>
      </w:r>
      <w:r>
        <w:t>NABÍDCE</w:t>
      </w:r>
      <w:bookmarkEnd w:id="12"/>
    </w:p>
    <w:p w14:paraId="6658189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CB4657F"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0FA690A8" w14:textId="626291A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7B59E6">
        <w:t xml:space="preserve"> 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r w:rsidR="00C47A7E">
        <w:t xml:space="preserve"> </w:t>
      </w:r>
      <w:r w:rsidR="00C47A7E" w:rsidRPr="00711921">
        <w:t>Účastník současně v nabídce doloží soupis část</w:t>
      </w:r>
      <w:r w:rsidR="00C47A7E">
        <w:t>í</w:t>
      </w:r>
      <w:r w:rsidR="00C47A7E" w:rsidRPr="00711921">
        <w:t xml:space="preserve"> plnění předmětu </w:t>
      </w:r>
      <w:r w:rsidR="00C47A7E">
        <w:t>v</w:t>
      </w:r>
      <w:r w:rsidR="00C47A7E" w:rsidRPr="00711921">
        <w:t>eřejn</w:t>
      </w:r>
      <w:r w:rsidR="00C47A7E">
        <w:t>é</w:t>
      </w:r>
      <w:r w:rsidR="00C47A7E" w:rsidRPr="00711921">
        <w:t xml:space="preserve"> zakázk</w:t>
      </w:r>
      <w:r w:rsidR="00C47A7E">
        <w:t>y</w:t>
      </w:r>
      <w:r w:rsidR="00C47A7E" w:rsidRPr="00711921">
        <w:t xml:space="preserve"> plněných poddodavatelem dle soupisu všech položek rozpočtu, je-li možné takový soupis vyhotovit.</w:t>
      </w:r>
    </w:p>
    <w:p w14:paraId="3D11B433" w14:textId="77777777" w:rsidR="0035531B" w:rsidRPr="009A1281"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rsidRPr="009A1281">
        <w:t xml:space="preserve">každý měsíc plnění. </w:t>
      </w:r>
    </w:p>
    <w:p w14:paraId="4A0B845A" w14:textId="2E372443" w:rsidR="0035531B" w:rsidRDefault="0035531B" w:rsidP="00193D8F">
      <w:pPr>
        <w:pStyle w:val="Textbezslovn"/>
        <w:ind w:left="1077"/>
      </w:pPr>
      <w:r w:rsidRPr="009A1281">
        <w:t>Zadavatel pro plnění této veřejné zakázky poskytne dodavateli část materiálu, který dodavatel zabuduje do díla.</w:t>
      </w:r>
      <w:r w:rsidR="00490670">
        <w:t xml:space="preserve"> V</w:t>
      </w:r>
      <w:r w:rsidR="00092CC9" w:rsidRPr="009A1281">
        <w:t> </w:t>
      </w:r>
      <w:r w:rsidRPr="009A1281">
        <w:t>zadávací dokumentaci je určen typ</w:t>
      </w:r>
      <w:r w:rsidR="00845C50" w:rsidRPr="009A1281">
        <w:t xml:space="preserve"> a </w:t>
      </w:r>
      <w:r w:rsidRPr="009A1281">
        <w:t>množství tohoto poskytovaného materiálu. Dodavatel zapracuje do Harmonogramu postupu prací rovněž přehled termínů dodávek</w:t>
      </w:r>
      <w:r w:rsidR="00845C50" w:rsidRPr="009A1281">
        <w:t xml:space="preserve"> a </w:t>
      </w:r>
      <w:r w:rsidRPr="009A1281">
        <w:t>požadovaného množství materiálu potřebného dle zadávací dokumentace.</w:t>
      </w:r>
      <w:r>
        <w:t xml:space="preserve"> </w:t>
      </w:r>
    </w:p>
    <w:p w14:paraId="36E13DF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w:t>
      </w:r>
      <w:r w:rsidR="001445D6">
        <w:t xml:space="preserve"> v </w:t>
      </w:r>
      <w:r w:rsidR="001445D6" w:rsidRPr="001445D6">
        <w:t>Technologickém postupu výlukových prací</w:t>
      </w:r>
      <w:r>
        <w:t>.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A12512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2BC0B9CF" w14:textId="77777777" w:rsidR="0035531B" w:rsidRDefault="0035531B" w:rsidP="0035531B">
      <w:pPr>
        <w:pStyle w:val="Text1-1"/>
      </w:pPr>
      <w:r>
        <w:t>Podání nabídky společně několika dodavateli:</w:t>
      </w:r>
    </w:p>
    <w:p w14:paraId="1BA5164A" w14:textId="651115F2" w:rsidR="0035531B" w:rsidRDefault="0035531B" w:rsidP="00EB33F4">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Pokynů pro dodavatele je takové seskupení dodavatelů obecně označováno zejména </w:t>
      </w:r>
      <w:r>
        <w:lastRenderedPageBreak/>
        <w:t>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EB33F4">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EB33F4">
        <w:t>7</w:t>
      </w:r>
      <w:r>
        <w:t>)</w:t>
      </w:r>
      <w:r w:rsidR="009A1281">
        <w:t xml:space="preserve"> </w:t>
      </w:r>
      <w:r w:rsidR="00845C50">
        <w:t>a </w:t>
      </w:r>
      <w:r>
        <w:t xml:space="preserve">jakákoliv změna bude možná jen po písemném souhlasu zadavatele.  </w:t>
      </w:r>
    </w:p>
    <w:p w14:paraId="2754D16D" w14:textId="77777777" w:rsidR="0035531B" w:rsidRDefault="0035531B" w:rsidP="00EB33F4">
      <w:pPr>
        <w:pStyle w:val="Odrka1-1"/>
      </w:pPr>
      <w:r>
        <w:t>Zadavatel požaduje, aby ty významné činnosti, na které se vztahuje poddodavatelské omezení dle čl. 9.3 těchto Pokynů (viz níže</w:t>
      </w:r>
      <w:r w:rsidR="00EB33F4" w:rsidRPr="00EB33F4">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BF31371" w14:textId="50B323A8" w:rsidR="0035531B" w:rsidRDefault="0035531B" w:rsidP="0060115D">
      <w:pPr>
        <w:pStyle w:val="Odrka1-1"/>
      </w:pPr>
      <w:r>
        <w:t xml:space="preserve">Uvedené části plnění veřejné zakázky jsou </w:t>
      </w:r>
      <w:r w:rsidRPr="002456B3">
        <w:t xml:space="preserve">tvořeny </w:t>
      </w:r>
      <w:r w:rsidR="007A245C" w:rsidRPr="002456B3">
        <w:t>S</w:t>
      </w:r>
      <w:r w:rsidR="002456B3" w:rsidRPr="002456B3">
        <w:t>O</w:t>
      </w:r>
      <w:r w:rsidRPr="002456B3">
        <w:t>, jejichž provádění má důležitý význam pro</w:t>
      </w:r>
      <w:r w:rsidR="009A1281" w:rsidRPr="002456B3">
        <w:t xml:space="preserve"> </w:t>
      </w:r>
      <w:r w:rsidR="004B4A60">
        <w:t xml:space="preserve">zajištění bezpečnosti železniční dopravy a </w:t>
      </w:r>
      <w:r w:rsidRPr="002456B3">
        <w:t>včasné ukončení výlukových prací</w:t>
      </w:r>
      <w:r w:rsidR="00AD1771" w:rsidRPr="002456B3">
        <w:t>.</w:t>
      </w:r>
      <w:r w:rsidR="00845C50" w:rsidRPr="002456B3">
        <w:t xml:space="preserve"> </w:t>
      </w:r>
      <w:r w:rsidR="00AD1771" w:rsidRPr="002456B3">
        <w:t>S</w:t>
      </w:r>
      <w:r w:rsidR="00845C50" w:rsidRPr="002456B3">
        <w:t> </w:t>
      </w:r>
      <w:r w:rsidRPr="002456B3">
        <w:t>ohledem</w:t>
      </w:r>
      <w:r>
        <w:t xml:space="preserve">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373DD5E1"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A42EE15"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4B47132"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296775A4"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118CC54" w14:textId="77777777" w:rsidR="00DD7215" w:rsidRDefault="00DD7215" w:rsidP="00DD7215">
      <w:pPr>
        <w:pStyle w:val="Odrka1-1"/>
      </w:pPr>
      <w:r w:rsidRPr="00DD7215">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12 </w:t>
      </w:r>
      <w:r w:rsidR="00D81B28">
        <w:t>těchto Pokynů</w:t>
      </w:r>
      <w:r w:rsidRPr="00DD7215">
        <w:t>.</w:t>
      </w:r>
    </w:p>
    <w:p w14:paraId="2F636B63" w14:textId="77777777" w:rsidR="0035531B" w:rsidRPr="0060115D" w:rsidRDefault="0035531B" w:rsidP="0035531B">
      <w:pPr>
        <w:pStyle w:val="Text1-1"/>
        <w:rPr>
          <w:rStyle w:val="Tun9b"/>
        </w:rPr>
      </w:pPr>
      <w:r w:rsidRPr="0060115D">
        <w:rPr>
          <w:rStyle w:val="Tun9b"/>
        </w:rPr>
        <w:t>Poddodavatelské omezení</w:t>
      </w:r>
    </w:p>
    <w:p w14:paraId="0FAEE635" w14:textId="6823FF07" w:rsidR="00DA707A" w:rsidRDefault="0035531B" w:rsidP="00DA707A">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6E31F102" w14:textId="66D9B5AE" w:rsidR="00DA707A" w:rsidRDefault="00DA707A" w:rsidP="00DA707A">
      <w:pPr>
        <w:pStyle w:val="Odrka1-2-"/>
        <w:rPr>
          <w:b/>
        </w:rPr>
      </w:pPr>
      <w:r w:rsidRPr="00DA707A">
        <w:rPr>
          <w:b/>
        </w:rPr>
        <w:t>Souvislé čištění KL strojně koleje pražce betonové rozdělení "c"</w:t>
      </w:r>
    </w:p>
    <w:p w14:paraId="1706A41C" w14:textId="5C5B7F21" w:rsidR="00DA707A" w:rsidRDefault="00DA707A" w:rsidP="00DA707A">
      <w:pPr>
        <w:pStyle w:val="Odrka1-2-"/>
        <w:numPr>
          <w:ilvl w:val="0"/>
          <w:numId w:val="0"/>
        </w:numPr>
        <w:ind w:left="1531"/>
        <w:rPr>
          <w:b/>
        </w:rPr>
      </w:pPr>
      <w:r>
        <w:t xml:space="preserve">SO 01, SO 02, SO 03 a </w:t>
      </w:r>
      <w:r w:rsidRPr="00DA707A">
        <w:t xml:space="preserve">SO 05 </w:t>
      </w:r>
      <w:r>
        <w:t>(</w:t>
      </w:r>
      <w:r w:rsidRPr="00DA707A">
        <w:t>5905085040</w:t>
      </w:r>
      <w:r>
        <w:t>)</w:t>
      </w:r>
    </w:p>
    <w:p w14:paraId="74D28F73" w14:textId="4478B45A" w:rsidR="00DA707A" w:rsidRPr="003D1E12" w:rsidRDefault="00DA707A" w:rsidP="00DA707A">
      <w:pPr>
        <w:pStyle w:val="Odrka1-2-"/>
        <w:rPr>
          <w:b/>
        </w:rPr>
      </w:pPr>
      <w:r w:rsidRPr="00DA707A">
        <w:rPr>
          <w:b/>
        </w:rPr>
        <w:t>Přesná úprava GPK koleje směrové a výškové uspořádání pražce betonové</w:t>
      </w:r>
    </w:p>
    <w:p w14:paraId="078FD0C2" w14:textId="1C076BF9" w:rsidR="00DA707A" w:rsidRDefault="00DA707A" w:rsidP="00DA707A">
      <w:pPr>
        <w:pStyle w:val="Odrka1-2-"/>
        <w:numPr>
          <w:ilvl w:val="0"/>
          <w:numId w:val="0"/>
        </w:numPr>
        <w:ind w:left="1531"/>
      </w:pPr>
      <w:r>
        <w:t>SO 01, SO 02, SO 03, SO 04 a</w:t>
      </w:r>
      <w:r w:rsidRPr="00DA707A">
        <w:t xml:space="preserve"> SO 05 </w:t>
      </w:r>
      <w:r>
        <w:t>(5909032020)</w:t>
      </w:r>
    </w:p>
    <w:p w14:paraId="141BB582" w14:textId="703C4F78" w:rsidR="00DA707A" w:rsidRPr="00DA707A" w:rsidRDefault="00DA707A" w:rsidP="00DA707A">
      <w:pPr>
        <w:pStyle w:val="Odrka1-2-"/>
        <w:rPr>
          <w:b/>
        </w:rPr>
      </w:pPr>
      <w:r w:rsidRPr="00DA707A">
        <w:rPr>
          <w:b/>
        </w:rPr>
        <w:t>Přesná úprava GPK výhybky směrové a výškové uspořádání pražce dřevěné nebo ocelové</w:t>
      </w:r>
    </w:p>
    <w:p w14:paraId="63C6021A" w14:textId="234F31CB" w:rsidR="00DA707A" w:rsidRDefault="00DA707A" w:rsidP="00DA707A">
      <w:pPr>
        <w:pStyle w:val="Odrka1-2-"/>
        <w:numPr>
          <w:ilvl w:val="0"/>
          <w:numId w:val="0"/>
        </w:numPr>
        <w:ind w:left="1531"/>
      </w:pPr>
      <w:r>
        <w:t xml:space="preserve">SO 02 a </w:t>
      </w:r>
      <w:r w:rsidRPr="00DA707A">
        <w:t xml:space="preserve">SO 04 </w:t>
      </w:r>
      <w:r>
        <w:t>(</w:t>
      </w:r>
      <w:r w:rsidRPr="00DA707A">
        <w:t>5909042010</w:t>
      </w:r>
      <w:r>
        <w:t>)</w:t>
      </w:r>
    </w:p>
    <w:p w14:paraId="57A02ADA" w14:textId="2A1650A0" w:rsidR="00DA707A" w:rsidRPr="00DA707A" w:rsidRDefault="00DA707A" w:rsidP="00DA707A">
      <w:pPr>
        <w:pStyle w:val="Odrka1-2-"/>
        <w:rPr>
          <w:b/>
        </w:rPr>
      </w:pPr>
      <w:r w:rsidRPr="00DA707A">
        <w:rPr>
          <w:b/>
        </w:rPr>
        <w:t>Stabilizace kolejového lože koleje nově zřízeného nebo čistého</w:t>
      </w:r>
    </w:p>
    <w:p w14:paraId="0A0D875F" w14:textId="4F91E3AB" w:rsidR="00DA707A" w:rsidRDefault="00DA707A" w:rsidP="00DA707A">
      <w:pPr>
        <w:pStyle w:val="Odrka1-2-"/>
        <w:numPr>
          <w:ilvl w:val="0"/>
          <w:numId w:val="0"/>
        </w:numPr>
        <w:ind w:left="1531"/>
      </w:pPr>
      <w:r w:rsidRPr="00DA707A">
        <w:t>SO 01, SO 02, SO 03, SO 04</w:t>
      </w:r>
      <w:r>
        <w:t xml:space="preserve"> a</w:t>
      </w:r>
      <w:r w:rsidRPr="00DA707A">
        <w:t xml:space="preserve"> SO 05 </w:t>
      </w:r>
      <w:r>
        <w:t>(</w:t>
      </w:r>
      <w:r w:rsidRPr="00DA707A">
        <w:t>5909050010</w:t>
      </w:r>
      <w:r>
        <w:t>)</w:t>
      </w:r>
    </w:p>
    <w:p w14:paraId="2404BCCE" w14:textId="4FD4D45A" w:rsidR="00DA707A" w:rsidRPr="00DA707A" w:rsidRDefault="00DA707A" w:rsidP="00DA707A">
      <w:pPr>
        <w:pStyle w:val="Odrka1-2-"/>
        <w:rPr>
          <w:b/>
        </w:rPr>
      </w:pPr>
      <w:r w:rsidRPr="00DA707A">
        <w:rPr>
          <w:b/>
        </w:rPr>
        <w:t>Stabilizace kolejového lože výhybky nově zřízeného nebo čistého</w:t>
      </w:r>
    </w:p>
    <w:p w14:paraId="0CAB8429" w14:textId="3CF5CF7A" w:rsidR="00DA707A" w:rsidRDefault="00DA707A" w:rsidP="00DA707A">
      <w:pPr>
        <w:pStyle w:val="Odrka1-2-"/>
        <w:numPr>
          <w:ilvl w:val="0"/>
          <w:numId w:val="0"/>
        </w:numPr>
        <w:ind w:left="1531"/>
      </w:pPr>
      <w:r>
        <w:t>SO 02 a</w:t>
      </w:r>
      <w:r w:rsidRPr="00DA707A">
        <w:t xml:space="preserve"> SO 04 </w:t>
      </w:r>
      <w:r>
        <w:t>(</w:t>
      </w:r>
      <w:r w:rsidRPr="00DA707A">
        <w:t>5909050030</w:t>
      </w:r>
      <w:r>
        <w:t>)</w:t>
      </w:r>
    </w:p>
    <w:p w14:paraId="5E334306" w14:textId="2F0D8E5E" w:rsidR="00DA707A" w:rsidRPr="00DA707A" w:rsidRDefault="00DA707A" w:rsidP="00DA707A">
      <w:pPr>
        <w:pStyle w:val="Odrka1-2-"/>
        <w:rPr>
          <w:b/>
        </w:rPr>
      </w:pPr>
      <w:r w:rsidRPr="00DA707A">
        <w:rPr>
          <w:b/>
        </w:rPr>
        <w:t>Snížení KL pod patou kolejnice v koleji</w:t>
      </w:r>
    </w:p>
    <w:p w14:paraId="2AD09928" w14:textId="013871E5" w:rsidR="00DA707A" w:rsidRDefault="00DA707A" w:rsidP="00DA707A">
      <w:pPr>
        <w:pStyle w:val="Odrka1-2-"/>
        <w:numPr>
          <w:ilvl w:val="0"/>
          <w:numId w:val="0"/>
        </w:numPr>
        <w:ind w:left="1531"/>
      </w:pPr>
      <w:r>
        <w:t>SO 01, SO 02, SO 03, SO 04 a</w:t>
      </w:r>
      <w:r w:rsidRPr="00DA707A">
        <w:t xml:space="preserve"> SO 05</w:t>
      </w:r>
      <w:r>
        <w:t xml:space="preserve"> (</w:t>
      </w:r>
      <w:r w:rsidRPr="00DA707A">
        <w:t>5905110010</w:t>
      </w:r>
      <w:r>
        <w:t>)</w:t>
      </w:r>
    </w:p>
    <w:p w14:paraId="6D00E0BD" w14:textId="7AD9C1C8" w:rsidR="00DA707A" w:rsidRPr="00DA707A" w:rsidRDefault="00DA707A" w:rsidP="00DA707A">
      <w:pPr>
        <w:pStyle w:val="Odrka1-2-"/>
        <w:rPr>
          <w:b/>
        </w:rPr>
      </w:pPr>
      <w:r w:rsidRPr="00DA707A">
        <w:rPr>
          <w:b/>
        </w:rPr>
        <w:t>Snížení KL pod patou kolejnice ve výhybce</w:t>
      </w:r>
    </w:p>
    <w:p w14:paraId="34A65E74" w14:textId="0EECAE2D" w:rsidR="00DA707A" w:rsidRDefault="00DA707A" w:rsidP="00DA707A">
      <w:pPr>
        <w:pStyle w:val="Odrka1-2-"/>
        <w:numPr>
          <w:ilvl w:val="0"/>
          <w:numId w:val="0"/>
        </w:numPr>
        <w:ind w:left="1531"/>
      </w:pPr>
      <w:r>
        <w:t>SO 02 a</w:t>
      </w:r>
      <w:r w:rsidRPr="00DA707A">
        <w:t xml:space="preserve"> SO 04 </w:t>
      </w:r>
      <w:r>
        <w:t>(</w:t>
      </w:r>
      <w:r w:rsidRPr="00DA707A">
        <w:t>5905110020</w:t>
      </w:r>
      <w:r>
        <w:t>)</w:t>
      </w:r>
    </w:p>
    <w:p w14:paraId="59B8D5E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22F2417B" w14:textId="191623F2" w:rsidR="0035531B" w:rsidRDefault="0035531B" w:rsidP="0060115D">
      <w:pPr>
        <w:pStyle w:val="Odrka1-1"/>
      </w:pPr>
      <w:r>
        <w:t xml:space="preserve">Výše uvedené vyhrazené části plnění veřejné zakázky jsou </w:t>
      </w:r>
      <w:r w:rsidRPr="00AC1695">
        <w:t xml:space="preserve">tvořeny </w:t>
      </w:r>
      <w:r w:rsidR="00DA707A" w:rsidRPr="00AC1695">
        <w:t>SO</w:t>
      </w:r>
      <w:r w:rsidRPr="00AC1695">
        <w:t>,</w:t>
      </w:r>
      <w:r>
        <w:t xml:space="preserve"> jejichž provádění má důležitý význam </w:t>
      </w:r>
      <w:r w:rsidRPr="00AC1695">
        <w:t xml:space="preserve">pro </w:t>
      </w:r>
      <w:r w:rsidR="004B4A60">
        <w:t xml:space="preserve">zajištění bezpečnosti železniční dopravy a </w:t>
      </w:r>
      <w:r w:rsidRPr="00AC1695">
        <w:t xml:space="preserve">včasné ukončení výlukových </w:t>
      </w:r>
      <w:r w:rsidR="00AC1695" w:rsidRPr="00AC1695">
        <w:t>prací</w:t>
      </w:r>
      <w:r w:rsidRPr="00AC1695">
        <w:t>.</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2C6C142" w14:textId="5DBAEB74" w:rsidR="0035531B" w:rsidRDefault="0035531B" w:rsidP="0060115D">
      <w:pPr>
        <w:pStyle w:val="Odrka1-1"/>
      </w:pPr>
      <w:r>
        <w:t xml:space="preserve">Výše uvedené vyhrazené stavební objekty představují svou finanční hodnotou celkem </w:t>
      </w:r>
      <w:r w:rsidRPr="00816A68">
        <w:rPr>
          <w:b/>
        </w:rPr>
        <w:t xml:space="preserve">cca </w:t>
      </w:r>
      <w:r w:rsidR="00816A68" w:rsidRPr="00816A68">
        <w:rPr>
          <w:b/>
        </w:rPr>
        <w:t>26,70 %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lastRenderedPageBreak/>
        <w:t>Splnění těchto požadavků na prokázání kvalifikace tedy nesmí být postupem dle § 83 ZZVZ prokazováno prostřednictvím poddodavatele:</w:t>
      </w:r>
    </w:p>
    <w:p w14:paraId="5DF0D5F2" w14:textId="0F9B5C5D"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816A68">
        <w:t>provádění staveb, jejich změn</w:t>
      </w:r>
      <w:r w:rsidR="00845C50" w:rsidRPr="00816A68">
        <w:t xml:space="preserve"> a </w:t>
      </w:r>
      <w:r w:rsidR="00816A68" w:rsidRPr="00816A68">
        <w:t xml:space="preserve">odstraňování; </w:t>
      </w:r>
    </w:p>
    <w:p w14:paraId="7B4C7E00" w14:textId="4E050622" w:rsidR="0035531B" w:rsidRDefault="0035531B" w:rsidP="00816A68">
      <w:pPr>
        <w:pStyle w:val="Odrka1-2-"/>
      </w:pPr>
      <w:r>
        <w:t>profesní způsobilost týkající se předložení dokladu</w:t>
      </w:r>
      <w:r w:rsidR="00092CC9">
        <w:t xml:space="preserve"> o </w:t>
      </w:r>
      <w:r>
        <w:t>autorizaci</w:t>
      </w:r>
      <w:r w:rsidR="00092CC9">
        <w:t xml:space="preserve"> v </w:t>
      </w:r>
      <w:r w:rsidR="00BB4AF2">
        <w:t xml:space="preserve">rozsahu </w:t>
      </w:r>
      <w:r w:rsidR="00816A68">
        <w:t xml:space="preserve">dle § 5 odst. 3 písm. b) </w:t>
      </w:r>
      <w:r w:rsidR="00816A68" w:rsidRPr="00816A68">
        <w:t>autorizačního zákona;</w:t>
      </w:r>
    </w:p>
    <w:p w14:paraId="281CA774" w14:textId="15E98F1B" w:rsidR="004B4A60" w:rsidRDefault="0035531B" w:rsidP="005637B9">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 xml:space="preserve">nějším stavebním pracím dle </w:t>
      </w:r>
      <w:r w:rsidR="00BB4AF2" w:rsidRPr="004B4A60">
        <w:t>čl. </w:t>
      </w:r>
      <w:r w:rsidRPr="004B4A60">
        <w:t xml:space="preserve">8.5 Pokynů: </w:t>
      </w:r>
    </w:p>
    <w:p w14:paraId="44A8E6BD" w14:textId="2E07E57A" w:rsidR="005637B9" w:rsidRPr="004B4A60" w:rsidRDefault="005637B9" w:rsidP="004B4A60">
      <w:pPr>
        <w:pStyle w:val="Odrka1-1"/>
        <w:tabs>
          <w:tab w:val="clear" w:pos="1077"/>
        </w:tabs>
        <w:ind w:left="1843"/>
      </w:pPr>
      <w:r w:rsidRPr="00183BC2">
        <w:t xml:space="preserve">nejméně dvě nejvýznamnější stavební práce musí zahrnovat </w:t>
      </w:r>
      <w:r>
        <w:t xml:space="preserve">novostavbu, rekonstrukci nebo </w:t>
      </w:r>
      <w:r w:rsidRPr="00183BC2">
        <w:t>oprav</w:t>
      </w:r>
      <w:r>
        <w:t xml:space="preserve">u </w:t>
      </w:r>
      <w:r w:rsidRPr="00183BC2">
        <w:rPr>
          <w:rStyle w:val="Tun9b"/>
        </w:rPr>
        <w:t>železničního svršku</w:t>
      </w:r>
      <w:r w:rsidRPr="00183BC2">
        <w:t xml:space="preserve"> na trati s</w:t>
      </w:r>
      <w:r>
        <w:t xml:space="preserve"> rozvinutou délkou traťových </w:t>
      </w:r>
      <w:r w:rsidR="00804DFF">
        <w:t>nebo</w:t>
      </w:r>
      <w:r>
        <w:t xml:space="preserve"> staničních kolejí v délce n</w:t>
      </w:r>
      <w:r w:rsidRPr="00183BC2">
        <w:t xml:space="preserve">ejméně </w:t>
      </w:r>
      <w:r w:rsidRPr="00490670">
        <w:rPr>
          <w:b/>
        </w:rPr>
        <w:t>10 km</w:t>
      </w:r>
      <w:r w:rsidRPr="00183BC2">
        <w:t xml:space="preserve">, a to v hodnotě nejméně </w:t>
      </w:r>
      <w:r>
        <w:rPr>
          <w:b/>
        </w:rPr>
        <w:t>33</w:t>
      </w:r>
      <w:r w:rsidRPr="00183BC2">
        <w:rPr>
          <w:b/>
        </w:rPr>
        <w:t xml:space="preserve"> mil. Kč</w:t>
      </w:r>
      <w:r>
        <w:t xml:space="preserve"> bez DPH.</w:t>
      </w:r>
    </w:p>
    <w:p w14:paraId="6D983B7E" w14:textId="2B2F8F98" w:rsidR="003E3CE3" w:rsidRPr="004B4A60" w:rsidRDefault="00D27353" w:rsidP="004B4A60">
      <w:pPr>
        <w:pStyle w:val="Textbezslovn"/>
        <w:ind w:left="1418"/>
      </w:pPr>
      <w:r>
        <w:t>Z předloženého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EB33F4">
        <w:t xml:space="preserve"> </w:t>
      </w:r>
      <w:r w:rsidR="00EB33F4" w:rsidRPr="00EB33F4">
        <w:t>(s výjimkou speciálních činností a zařízení,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4B4A60">
        <w:t>seznamu nebo osvědčení).</w:t>
      </w:r>
    </w:p>
    <w:p w14:paraId="4A98FE18" w14:textId="77777777" w:rsidR="00BC6D2B" w:rsidRDefault="00BC6D2B" w:rsidP="00BC6D2B">
      <w:pPr>
        <w:pStyle w:val="Text1-1"/>
      </w:pPr>
      <w:r>
        <w:t>Dopis nabídky a návrh smlouvy na plnění této veřejné zakázky:</w:t>
      </w:r>
    </w:p>
    <w:p w14:paraId="6A58C4B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6A7EC2AB" w14:textId="77777777" w:rsidR="0035531B" w:rsidRPr="00A50B86"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 xml:space="preserve">důsledku skutečnosti, že se více osob seskupilo za účelem podání společné nabídky. Dodavatel je oprávněn takto </w:t>
      </w:r>
      <w:r w:rsidRPr="00A50B86">
        <w:t>upravit zejména podpisovou doložku,</w:t>
      </w:r>
      <w:r w:rsidR="00092CC9" w:rsidRPr="00A50B86">
        <w:t xml:space="preserve"> v </w:t>
      </w:r>
      <w:r w:rsidRPr="00A50B86">
        <w:t>žádném případě není oprávněn měnit rozsah práv</w:t>
      </w:r>
      <w:r w:rsidR="00845C50" w:rsidRPr="00A50B86">
        <w:t xml:space="preserve"> a </w:t>
      </w:r>
      <w:r w:rsidRPr="00A50B86">
        <w:t>povinností vyplývajících</w:t>
      </w:r>
      <w:r w:rsidR="0060115D" w:rsidRPr="00A50B86">
        <w:t xml:space="preserve"> z </w:t>
      </w:r>
      <w:r w:rsidRPr="00A50B86">
        <w:t>Dopisu nabídky či jiných součástí Smlouvy.</w:t>
      </w:r>
    </w:p>
    <w:p w14:paraId="1BFF0A71" w14:textId="77777777" w:rsidR="0035531B" w:rsidRPr="00A50B86" w:rsidRDefault="0035531B" w:rsidP="00BC6D2B">
      <w:pPr>
        <w:pStyle w:val="Nadpis1-1"/>
      </w:pPr>
      <w:bookmarkStart w:id="13" w:name="_Toc89762535"/>
      <w:r w:rsidRPr="00A50B86">
        <w:t>PROHLÍDKA MÍSTA PLNĚNÍ (STAVENIŠTĚ)</w:t>
      </w:r>
      <w:bookmarkEnd w:id="13"/>
    </w:p>
    <w:p w14:paraId="182CCE39" w14:textId="330C9B37" w:rsidR="005606E2" w:rsidRPr="00A50B86" w:rsidRDefault="005606E2" w:rsidP="008D0BB4">
      <w:pPr>
        <w:pStyle w:val="Text1-1"/>
      </w:pPr>
      <w:r w:rsidRPr="00A50B86">
        <w:t xml:space="preserve">Prohlídka místa plnění se koná dne </w:t>
      </w:r>
      <w:r w:rsidR="00A50B86" w:rsidRPr="00A50B86">
        <w:t>29. 12. 2021</w:t>
      </w:r>
      <w:r w:rsidRPr="00A50B86">
        <w:t xml:space="preserve"> v</w:t>
      </w:r>
      <w:r w:rsidR="00A50B86" w:rsidRPr="00A50B86">
        <w:t> 08:00</w:t>
      </w:r>
      <w:r w:rsidRPr="00A50B86">
        <w:t xml:space="preserve"> hodin na adrese </w:t>
      </w:r>
      <w:r w:rsidR="008D0BB4" w:rsidRPr="00A50B86">
        <w:t>Správy tratí Praha východ, Palackého 1768, 288 02 Nymburk</w:t>
      </w:r>
      <w:r w:rsidRPr="00A50B86">
        <w:t>. Dodavatelé se mohou přihlásit na prohlídku místa plnění e-mailem na adrese kontaktní osoby zadavatele nejpozději 24 hodin před konáním prohlídky:</w:t>
      </w:r>
    </w:p>
    <w:p w14:paraId="09F02C3D" w14:textId="77777777" w:rsidR="005606E2" w:rsidRDefault="005606E2" w:rsidP="005606E2">
      <w:pPr>
        <w:pStyle w:val="Textbezslovn"/>
      </w:pPr>
      <w:r w:rsidRPr="00A50B86">
        <w:t>Kontaktní</w:t>
      </w:r>
      <w:r>
        <w:t xml:space="preserve"> osobou pro prohlídku místa plnění je:</w:t>
      </w:r>
    </w:p>
    <w:p w14:paraId="728C8C20" w14:textId="1E0CE1D0" w:rsidR="008D0BB4" w:rsidRDefault="008D0BB4" w:rsidP="008D0BB4">
      <w:pPr>
        <w:pStyle w:val="Textbezslovn"/>
      </w:pPr>
      <w:r>
        <w:t>Jméno a příjmení: Pavel Šubr</w:t>
      </w:r>
    </w:p>
    <w:p w14:paraId="14E897DF" w14:textId="77777777" w:rsidR="008D0BB4" w:rsidRDefault="008D0BB4" w:rsidP="008D0BB4">
      <w:pPr>
        <w:pStyle w:val="Textbezslovn"/>
      </w:pPr>
      <w:r>
        <w:t>telefon: 725 083 814</w:t>
      </w:r>
    </w:p>
    <w:p w14:paraId="53FEC2E1" w14:textId="1C356F63" w:rsidR="008D0BB4" w:rsidRPr="008D0BB4" w:rsidRDefault="008D0BB4" w:rsidP="008D0BB4">
      <w:pPr>
        <w:pStyle w:val="Textbezslovn"/>
        <w:rPr>
          <w:lang w:val="en-US"/>
        </w:rPr>
      </w:pPr>
      <w:r>
        <w:t xml:space="preserve">e-mail: </w:t>
      </w:r>
      <w:hyperlink r:id="rId21" w:history="1">
        <w:r w:rsidRPr="008D0BB4">
          <w:rPr>
            <w:rStyle w:val="Hypertextovodkaz"/>
            <w:noProof w:val="0"/>
          </w:rPr>
          <w:t>Subr@spravazeleznic.cz</w:t>
        </w:r>
      </w:hyperlink>
    </w:p>
    <w:p w14:paraId="2A81BF85" w14:textId="0D8C370A" w:rsidR="0035531B" w:rsidRDefault="0035531B" w:rsidP="00BC6D2B">
      <w:pPr>
        <w:pStyle w:val="Nadpis1-1"/>
      </w:pPr>
      <w:bookmarkStart w:id="14" w:name="_Toc89762536"/>
      <w:r>
        <w:t>JAZYK NABÍDEK</w:t>
      </w:r>
      <w:r w:rsidR="003A0D33">
        <w:t xml:space="preserve"> A KOMUNIKAČNÍ JAZYK</w:t>
      </w:r>
      <w:bookmarkEnd w:id="14"/>
    </w:p>
    <w:p w14:paraId="4E9D0D7C"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w:t>
      </w:r>
      <w:r w:rsidR="00092CC9">
        <w:lastRenderedPageBreak/>
        <w:t>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1B226A"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7E042A93" w14:textId="77777777" w:rsidR="0035531B" w:rsidRDefault="0035531B" w:rsidP="00BC6D2B">
      <w:pPr>
        <w:pStyle w:val="Nadpis1-1"/>
      </w:pPr>
      <w:bookmarkStart w:id="15" w:name="_Toc89762537"/>
      <w:r>
        <w:t>OBSAH</w:t>
      </w:r>
      <w:r w:rsidR="00845C50">
        <w:t xml:space="preserve"> a </w:t>
      </w:r>
      <w:r>
        <w:t>PODÁVÁNÍ NABÍDEK</w:t>
      </w:r>
      <w:bookmarkEnd w:id="15"/>
    </w:p>
    <w:p w14:paraId="00E2432A" w14:textId="77777777" w:rsidR="0035531B" w:rsidRPr="00BB79DA"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2" w:history="1">
        <w:r w:rsidR="003D468F" w:rsidRPr="00DC6DF6">
          <w:rPr>
            <w:rStyle w:val="Hypertextovodkaz"/>
            <w:noProof w:val="0"/>
          </w:rPr>
          <w:t>https://zakazky.spravazeleznic.cz/</w:t>
        </w:r>
      </w:hyperlink>
      <w:r>
        <w:t xml:space="preserve">. Zadavatel upozorňuje, že nabídka se považuje za doručenou okamžikem dokončení přenosu dat do elektronického nástroje E-ZAK. Je </w:t>
      </w:r>
      <w:r w:rsidRPr="00BB79DA">
        <w:t>třeba, aby dodavatel zahájil proces podání nabídky</w:t>
      </w:r>
      <w:r w:rsidR="00845C50" w:rsidRPr="00BB79DA">
        <w:t xml:space="preserve"> s </w:t>
      </w:r>
      <w:r w:rsidRPr="00BB79DA">
        <w:t>dostatečnou časovou rezervou pro případné výkyvy systému, za které zadavatel nenese odpovědnost.</w:t>
      </w:r>
    </w:p>
    <w:p w14:paraId="03375C2E" w14:textId="1A1F9285" w:rsidR="0035531B" w:rsidRPr="00BB79DA" w:rsidRDefault="003A0D33" w:rsidP="00A05CE8">
      <w:pPr>
        <w:pStyle w:val="Text1-1"/>
      </w:pPr>
      <w:r w:rsidRPr="00BB79DA">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Pr="00BB79DA">
          <w:rPr>
            <w:rStyle w:val="Hypertextovodkaz"/>
            <w:noProof w:val="0"/>
          </w:rPr>
          <w:t>https://zakazky.spravazeleznic.cz/manual.html</w:t>
        </w:r>
      </w:hyperlink>
      <w:r w:rsidRPr="00BB79DA">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BB79DA">
        <w:t>vyhl</w:t>
      </w:r>
      <w:proofErr w:type="spellEnd"/>
      <w:r w:rsidRPr="00BB79DA">
        <w:t xml:space="preserve">. č. 168/2016 Sb., ve znění pozdějších předpisů) nebo více souborů zkomprimovaných ve formátu zip, </w:t>
      </w:r>
      <w:proofErr w:type="spellStart"/>
      <w:r w:rsidRPr="00BB79DA">
        <w:t>rar</w:t>
      </w:r>
      <w:proofErr w:type="spellEnd"/>
      <w:r w:rsidRPr="00BB79DA">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w:t>
      </w:r>
      <w:r w:rsidR="004B4A60">
        <w:t xml:space="preserve"> XLSX.</w:t>
      </w:r>
    </w:p>
    <w:p w14:paraId="7DD813D8" w14:textId="77777777" w:rsidR="0035531B" w:rsidRDefault="0035531B" w:rsidP="0035531B">
      <w:pPr>
        <w:pStyle w:val="Text1-1"/>
      </w:pPr>
      <w:r>
        <w:t>Nabídka bude předložena</w:t>
      </w:r>
      <w:r w:rsidR="00092CC9">
        <w:t xml:space="preserve"> v </w:t>
      </w:r>
      <w:r>
        <w:t>následující struktuře:</w:t>
      </w:r>
    </w:p>
    <w:p w14:paraId="657E479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88CDEE5"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0F4FC0C6" w14:textId="77777777" w:rsidR="0035531B" w:rsidRDefault="0035531B" w:rsidP="00BC6D2B">
      <w:pPr>
        <w:pStyle w:val="Odrka1-1"/>
      </w:pPr>
      <w:r>
        <w:t>Plná moc, dohoda</w:t>
      </w:r>
      <w:r w:rsidR="00092CC9">
        <w:t xml:space="preserve"> o </w:t>
      </w:r>
      <w:r>
        <w:t>plné moci nebo pověření, je-li tohoto dokumentu třeba.</w:t>
      </w:r>
    </w:p>
    <w:p w14:paraId="01A32DA5"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C1AD1E1"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5BF294C2" w14:textId="77777777" w:rsidR="0035531B" w:rsidRDefault="0035531B" w:rsidP="00BC6D2B">
      <w:pPr>
        <w:pStyle w:val="Odrka1-1"/>
      </w:pPr>
      <w:r>
        <w:t>Doklady prokazující splnění profesní způsobilosti.</w:t>
      </w:r>
    </w:p>
    <w:p w14:paraId="0441AAC6"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6412EAA" w14:textId="2296456E"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BB79DA">
        <w:t>.</w:t>
      </w:r>
    </w:p>
    <w:p w14:paraId="6DA82D8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7E8C62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80796AB"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62C14A9"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25AF4111" w14:textId="77777777" w:rsidR="0035531B" w:rsidRDefault="0035531B" w:rsidP="00BC6D2B">
      <w:pPr>
        <w:pStyle w:val="Odrka1-1"/>
      </w:pPr>
      <w:r>
        <w:t xml:space="preserve">Oceněný Soupis prací </w:t>
      </w:r>
      <w:r w:rsidR="003A0D33">
        <w:t>obsažený</w:t>
      </w:r>
      <w:r w:rsidR="00092CC9">
        <w:t xml:space="preserve"> v </w:t>
      </w:r>
      <w:r>
        <w:t>Dílu 4 zadávací dokumentace.</w:t>
      </w:r>
    </w:p>
    <w:p w14:paraId="4F5FEEEF"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2E5E24C9"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CB6045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B5FF7">
        <w:t> </w:t>
      </w:r>
      <w:r>
        <w:t>kopii</w:t>
      </w:r>
      <w:r w:rsidR="00AB5FF7">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DD07457"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B5FF7">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AB5FF7">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B5FF7">
        <w:rPr>
          <w:rStyle w:val="Tun9b"/>
          <w:b w:val="0"/>
        </w:rPr>
        <w:t xml:space="preserve">V souladu s </w:t>
      </w:r>
      <w:r w:rsidR="00AB5FF7" w:rsidRPr="00EE7882">
        <w:rPr>
          <w:rStyle w:val="Tun9b"/>
          <w:b w:val="0"/>
        </w:rPr>
        <w:t>obecn</w:t>
      </w:r>
      <w:r w:rsidR="00AB5FF7">
        <w:rPr>
          <w:rStyle w:val="Tun9b"/>
          <w:b w:val="0"/>
        </w:rPr>
        <w:t>ou</w:t>
      </w:r>
      <w:r w:rsidR="00AB5FF7" w:rsidRPr="00EE7882">
        <w:rPr>
          <w:rStyle w:val="Tun9b"/>
          <w:b w:val="0"/>
        </w:rPr>
        <w:t xml:space="preserve"> úprav</w:t>
      </w:r>
      <w:r w:rsidR="00AB5FF7">
        <w:rPr>
          <w:rStyle w:val="Tun9b"/>
          <w:b w:val="0"/>
        </w:rPr>
        <w:t>ou</w:t>
      </w:r>
      <w:r w:rsidR="00AB5FF7" w:rsidRPr="00EE7882">
        <w:rPr>
          <w:rStyle w:val="Tun9b"/>
          <w:b w:val="0"/>
        </w:rPr>
        <w:t xml:space="preserve"> v § 562 odst. 1 občanského zákoníku </w:t>
      </w:r>
      <w:r w:rsidR="00AB5FF7">
        <w:rPr>
          <w:rStyle w:val="Tun9b"/>
          <w:b w:val="0"/>
        </w:rPr>
        <w:t xml:space="preserve">však </w:t>
      </w:r>
      <w:r w:rsidR="00AB5FF7" w:rsidRPr="00EE7882">
        <w:rPr>
          <w:rStyle w:val="Tun9b"/>
          <w:b w:val="0"/>
        </w:rPr>
        <w:t xml:space="preserve">platí, </w:t>
      </w:r>
      <w:r w:rsidR="00AB5FF7" w:rsidRPr="00EE7882">
        <w:rPr>
          <w:rStyle w:val="Tun9b"/>
          <w:b w:val="0"/>
        </w:rPr>
        <w:lastRenderedPageBreak/>
        <w:t>že písemná forma je zachována i při právním jednání učiněném elektronickými prostředky umožňujícími zachycení jeho obsahu a určení jednající osoby</w:t>
      </w:r>
      <w:r w:rsidR="00AB5FF7">
        <w:rPr>
          <w:rStyle w:val="Tun9b"/>
          <w:b w:val="0"/>
        </w:rPr>
        <w:t xml:space="preserve">. </w:t>
      </w:r>
      <w:r w:rsidRPr="008E1138">
        <w:rPr>
          <w:rStyle w:val="Tun9b"/>
          <w:b w:val="0"/>
        </w:rPr>
        <w:t xml:space="preserve">Podává-li nabídku více dodavatelů společně (zejména jako společnost dodavatelů), </w:t>
      </w:r>
      <w:r w:rsidR="00AB5FF7">
        <w:rPr>
          <w:rStyle w:val="Tun9b"/>
          <w:b w:val="0"/>
        </w:rPr>
        <w:t xml:space="preserve">zadavatel doporučuje </w:t>
      </w:r>
      <w:r w:rsidRPr="008E1138">
        <w:rPr>
          <w:rStyle w:val="Tun9b"/>
          <w:b w:val="0"/>
        </w:rPr>
        <w:t xml:space="preserve">dokumenty </w:t>
      </w:r>
      <w:r w:rsidR="00AB5FF7">
        <w:rPr>
          <w:rStyle w:val="Tun9b"/>
          <w:b w:val="0"/>
        </w:rPr>
        <w:t>podepsat</w:t>
      </w:r>
      <w:r w:rsidR="00AB5FF7"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10BEA12" w14:textId="77777777" w:rsidR="0035531B" w:rsidRDefault="0035531B" w:rsidP="007038DC">
      <w:pPr>
        <w:pStyle w:val="Nadpis1-1"/>
      </w:pPr>
      <w:bookmarkStart w:id="16" w:name="_Toc89762538"/>
      <w:r>
        <w:t>POŽADAVKY NA ZPRACOVÁNÍ NABÍDKOVÉ CENY</w:t>
      </w:r>
      <w:bookmarkEnd w:id="16"/>
      <w:r>
        <w:t xml:space="preserve"> </w:t>
      </w:r>
    </w:p>
    <w:p w14:paraId="211FA4C9"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56016A3E" w14:textId="43C7CCD2" w:rsidR="0035531B" w:rsidRDefault="0035531B" w:rsidP="003A0D33">
      <w:pPr>
        <w:pStyle w:val="Text1-1"/>
      </w:pPr>
      <w:r>
        <w:t xml:space="preserve">Dodavatelé ocení všechny položky Soupisu prací </w:t>
      </w:r>
      <w:r w:rsidR="003A0D33" w:rsidRPr="003A0D33">
        <w:t xml:space="preserve">(není-li v Soupisu prací, Zvláštních technických podmínkách nebo v Komentáři k soupisu prací </w:t>
      </w:r>
      <w:r w:rsidR="00493C4C">
        <w:t xml:space="preserve">či jinde v zadávacích podmínkách </w:t>
      </w:r>
      <w:r w:rsidR="003A0D33" w:rsidRPr="003A0D33">
        <w:t>stanoveno jinak)</w:t>
      </w:r>
      <w:r w:rsidR="003A0D33">
        <w:t xml:space="preserve">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2408E6">
        <w:rPr>
          <w:rStyle w:val="Tun9b"/>
        </w:rPr>
        <w:t>S</w:t>
      </w:r>
      <w:r w:rsidRPr="007038DC">
        <w:rPr>
          <w:rStyle w:val="Tun9b"/>
        </w:rPr>
        <w:t>oupisu prací</w:t>
      </w:r>
      <w:r w:rsidR="002408E6">
        <w:rPr>
          <w:rStyle w:val="Tun9b"/>
        </w:rPr>
        <w:t xml:space="preserve">, jež mají být oceněny, </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F55A158"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w:t>
      </w:r>
      <w:r w:rsidR="003A0D33">
        <w:t xml:space="preserve"> oceněném Soupisu prací </w:t>
      </w:r>
      <w:r>
        <w:t>bude mít přednost nabídková cena uvedená</w:t>
      </w:r>
      <w:r w:rsidR="00092CC9">
        <w:t xml:space="preserve"> v </w:t>
      </w:r>
      <w:r>
        <w:t>Dopise nabídky.</w:t>
      </w:r>
    </w:p>
    <w:p w14:paraId="2A8025D5" w14:textId="322CC814" w:rsidR="0035531B" w:rsidRDefault="0035531B" w:rsidP="007038DC">
      <w:pPr>
        <w:pStyle w:val="Nadpis1-1"/>
      </w:pPr>
      <w:bookmarkStart w:id="17" w:name="_Toc89762539"/>
      <w:r>
        <w:t>VARIANTY NABÍDKY, VÝHRADA ZMĚNY DODAVATELE</w:t>
      </w:r>
      <w:bookmarkEnd w:id="17"/>
      <w:r w:rsidR="00845C50">
        <w:t xml:space="preserve"> </w:t>
      </w:r>
    </w:p>
    <w:p w14:paraId="11382DE7" w14:textId="77777777" w:rsidR="0035531B" w:rsidRDefault="0035531B" w:rsidP="0035531B">
      <w:pPr>
        <w:pStyle w:val="Text1-1"/>
      </w:pPr>
      <w:r>
        <w:t xml:space="preserve">Zadavatel nepřipouští předložení varianty nabídky. </w:t>
      </w:r>
    </w:p>
    <w:p w14:paraId="3345C25F"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63E8CFB" w14:textId="63617314" w:rsidR="0035531B" w:rsidRDefault="0035531B" w:rsidP="0035531B">
      <w:pPr>
        <w:pStyle w:val="Text1-1"/>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93C4C">
        <w:t xml:space="preserve">či pojistné </w:t>
      </w:r>
      <w:r>
        <w:t>záruky</w:t>
      </w:r>
      <w:r w:rsidR="00BC6D2B">
        <w:t xml:space="preserve"> k </w:t>
      </w:r>
      <w:r>
        <w:t>zajištění plnění Smlouvy (</w:t>
      </w:r>
      <w:r w:rsidR="00493C4C" w:rsidRPr="000C52C1">
        <w:t>Bankovní záruka za provedení Díla a Pojistná záruka za provedení Díla</w:t>
      </w:r>
      <w:r>
        <w:t xml:space="preserve">). </w:t>
      </w:r>
    </w:p>
    <w:p w14:paraId="78B3442F" w14:textId="4179A165" w:rsidR="0035531B" w:rsidRDefault="0035531B" w:rsidP="0035531B">
      <w:pPr>
        <w:pStyle w:val="Text1-1"/>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w:t>
      </w:r>
      <w:r w:rsidR="00845C50" w:rsidRPr="00BB79DA">
        <w:t>a </w:t>
      </w:r>
      <w:r w:rsidRPr="00BB79DA">
        <w:t>časová náročnost jednotlivých činností, jakož i přehled termínů dodávek</w:t>
      </w:r>
      <w:r w:rsidR="00845C50" w:rsidRPr="00BB79DA">
        <w:t xml:space="preserve"> a </w:t>
      </w:r>
      <w:r w:rsidRPr="00BB79DA">
        <w:t>požadovaného množství materiálu,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73768291" w14:textId="3DE26060" w:rsidR="0035531B" w:rsidRDefault="0035531B" w:rsidP="007038DC">
      <w:pPr>
        <w:pStyle w:val="Nadpis1-1"/>
      </w:pPr>
      <w:bookmarkStart w:id="18" w:name="_Toc89762540"/>
      <w:r>
        <w:t>OTEVÍRÁNÍ NABÍDEK</w:t>
      </w:r>
      <w:bookmarkEnd w:id="18"/>
      <w:r>
        <w:t xml:space="preserve"> </w:t>
      </w:r>
    </w:p>
    <w:p w14:paraId="247BED8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1547A29" w14:textId="77777777" w:rsidR="0035531B" w:rsidRDefault="0035531B" w:rsidP="007038DC">
      <w:pPr>
        <w:pStyle w:val="Nadpis1-1"/>
      </w:pPr>
      <w:bookmarkStart w:id="19" w:name="_Toc89762541"/>
      <w:r>
        <w:t>POSOUZENÍ SPLNĚNÍ PODMÍNEK ÚČASTI</w:t>
      </w:r>
      <w:bookmarkEnd w:id="19"/>
    </w:p>
    <w:p w14:paraId="60DF451E" w14:textId="77777777" w:rsidR="0035531B" w:rsidRPr="006066FE" w:rsidRDefault="0035531B" w:rsidP="0035531B">
      <w:pPr>
        <w:pStyle w:val="Text1-1"/>
      </w:pPr>
      <w:r>
        <w:t>Posouzení splnění podmínek účasti</w:t>
      </w:r>
      <w:r w:rsidR="00092CC9">
        <w:t xml:space="preserve"> v </w:t>
      </w:r>
      <w:r>
        <w:t xml:space="preserve">zadávacím řízení může být provedeno až po </w:t>
      </w:r>
      <w:r w:rsidRPr="006066FE">
        <w:t xml:space="preserve">hodnocení nabídek. </w:t>
      </w:r>
    </w:p>
    <w:p w14:paraId="67679F6E" w14:textId="234E01B6" w:rsidR="0035531B" w:rsidRPr="00493C4C" w:rsidRDefault="0035531B" w:rsidP="0068549A">
      <w:pPr>
        <w:pStyle w:val="Text1-1"/>
        <w:rPr>
          <w:i/>
          <w:color w:val="FF0000"/>
          <w:sz w:val="16"/>
          <w:szCs w:val="16"/>
        </w:rPr>
      </w:pPr>
      <w:r w:rsidRPr="006066FE">
        <w:t>Zadavatel upozorňuje, že</w:t>
      </w:r>
      <w:r w:rsidR="00092CC9" w:rsidRPr="006066FE">
        <w:t xml:space="preserve"> v </w:t>
      </w:r>
      <w:r w:rsidRPr="006066FE">
        <w:t>souladu</w:t>
      </w:r>
      <w:r w:rsidR="00845C50" w:rsidRPr="006066FE">
        <w:t xml:space="preserve"> s </w:t>
      </w:r>
      <w:r w:rsidRPr="006066FE">
        <w:t>§ 48 odst. 5 písm. d) ve spojení</w:t>
      </w:r>
      <w:r w:rsidR="00845C50" w:rsidRPr="006066FE">
        <w:t xml:space="preserve"> s </w:t>
      </w:r>
      <w:r w:rsidRPr="006066FE">
        <w:t xml:space="preserve">§ 167 odst. 1 ZZVZ </w:t>
      </w:r>
      <w:r>
        <w:t>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r w:rsidR="00493C4C">
        <w:t xml:space="preserve"> </w:t>
      </w:r>
    </w:p>
    <w:p w14:paraId="0D5C1FFF"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24435B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DCE1456" w14:textId="77777777" w:rsidR="0035531B" w:rsidRDefault="0035531B" w:rsidP="007038DC">
      <w:pPr>
        <w:pStyle w:val="Nadpis1-1"/>
      </w:pPr>
      <w:bookmarkStart w:id="20" w:name="_Toc89762542"/>
      <w:r>
        <w:lastRenderedPageBreak/>
        <w:t>HODNOCENÍ NABÍDEK</w:t>
      </w:r>
      <w:bookmarkEnd w:id="20"/>
    </w:p>
    <w:p w14:paraId="55EEF312" w14:textId="77777777" w:rsidR="0035531B" w:rsidRDefault="0035531B" w:rsidP="0035531B">
      <w:pPr>
        <w:pStyle w:val="Text1-1"/>
      </w:pPr>
      <w:r>
        <w:t>Nabídky budou hodnoceny podle jejich ekonomické výhodnosti. Ekonomickou výhodnost bude zadavatel hodnotit podle nejnižší nabídkové ceny.</w:t>
      </w:r>
    </w:p>
    <w:p w14:paraId="4AEFCC7C" w14:textId="77777777" w:rsidR="0035531B" w:rsidRDefault="0035531B" w:rsidP="003A0D33">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3A0D33">
        <w:t xml:space="preserve"> </w:t>
      </w:r>
      <w:r w:rsidR="003A0D33" w:rsidRPr="003A0D33">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C848DCE" w14:textId="77777777" w:rsidR="0035531B" w:rsidRDefault="0035531B" w:rsidP="007038DC">
      <w:pPr>
        <w:pStyle w:val="Nadpis1-1"/>
      </w:pPr>
      <w:bookmarkStart w:id="21" w:name="_Toc89762543"/>
      <w:r>
        <w:t>ZRUŠENÍ ZADÁVACÍHO ŘÍZENÍ</w:t>
      </w:r>
      <w:bookmarkEnd w:id="21"/>
    </w:p>
    <w:p w14:paraId="34411318" w14:textId="77777777" w:rsidR="0035531B" w:rsidRDefault="0035531B" w:rsidP="0035531B">
      <w:pPr>
        <w:pStyle w:val="Text1-1"/>
      </w:pPr>
      <w:r>
        <w:t>Důvody pro zrušení zadávacího řízení této veřejné zakázky upravuje § 127 ZZVZ.</w:t>
      </w:r>
    </w:p>
    <w:p w14:paraId="3F8651E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E39BEB6" w14:textId="1C4FC9E4" w:rsidR="00B076EC" w:rsidRPr="003E6B24" w:rsidRDefault="00B076EC" w:rsidP="008E6EF3">
      <w:pPr>
        <w:pStyle w:val="Text1-1"/>
      </w:pPr>
      <w:r w:rsidRPr="003E6B24">
        <w:t>Zadavatel</w:t>
      </w:r>
      <w:r w:rsidR="008E6EF3" w:rsidRPr="008E6EF3">
        <w:t xml:space="preserve"> si mimo jiné vyhrazuje právo zrušit zadávací řízení v případě, že k hodnocení připadnou pouze nabídky s nabídkovou cenou převyšující předpokládanou hodnotu plnění vybraného dodavatele uvedenou v čl. 5.3 těchto Pokynů (tj. předpokládanou hodnotu zakázky, od které je odečtena hodnota vyhrazených změn závazků ze smlouvy</w:t>
      </w:r>
      <w:r w:rsidR="008E6EF3">
        <w:t>.</w:t>
      </w:r>
    </w:p>
    <w:p w14:paraId="79BC6774" w14:textId="00EE4E82" w:rsidR="0035531B" w:rsidRDefault="0035531B" w:rsidP="007038DC">
      <w:pPr>
        <w:pStyle w:val="Nadpis1-1"/>
      </w:pPr>
      <w:bookmarkStart w:id="22" w:name="_Toc89762544"/>
      <w:r>
        <w:t>UZAVŘENÍ SMLOUVY</w:t>
      </w:r>
      <w:bookmarkEnd w:id="22"/>
    </w:p>
    <w:p w14:paraId="4BD9C0FB" w14:textId="60850243"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BCD3020" w14:textId="77777777" w:rsidR="0035531B" w:rsidRDefault="0035531B" w:rsidP="00B603A6">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w:t>
      </w:r>
      <w:r w:rsidR="00B076EC">
        <w:t>v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B603A6" w:rsidRPr="00B603A6">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14:paraId="15C020CC" w14:textId="459910CC" w:rsidR="0035531B" w:rsidRDefault="0035531B" w:rsidP="00B076EC">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B076EC" w:rsidRPr="00D16EE5">
          <w:rPr>
            <w:rStyle w:val="Hypertextovodkaz"/>
            <w:noProof w:val="0"/>
          </w:rPr>
          <w:t>https://zakazky.spravazeleznic.cz/</w:t>
        </w:r>
      </w:hyperlink>
      <w:r w:rsidR="00B076EC">
        <w:t xml:space="preserve"> </w:t>
      </w:r>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B076EC" w:rsidRPr="00B076EC">
        <w:t>(s výjimkou bankovní záruky)</w:t>
      </w:r>
      <w:r w:rsidR="00B076EC">
        <w:t xml:space="preserve">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 xml:space="preserve">účastníkem </w:t>
      </w:r>
      <w:r>
        <w:lastRenderedPageBreak/>
        <w:t>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93C4C">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 xml:space="preserve">bankovní </w:t>
      </w:r>
      <w:r w:rsidR="00493C4C">
        <w:rPr>
          <w:rStyle w:val="Tun9b"/>
        </w:rPr>
        <w:t xml:space="preserve">či pojistné </w:t>
      </w:r>
      <w:r w:rsidRPr="007038DC">
        <w:rPr>
          <w:rStyle w:val="Tun9b"/>
        </w:rPr>
        <w:t>záruky).</w:t>
      </w:r>
    </w:p>
    <w:p w14:paraId="06B6EBCF"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281126E" w14:textId="77777777" w:rsidR="0035531B" w:rsidRDefault="0035531B" w:rsidP="007038DC">
      <w:pPr>
        <w:pStyle w:val="Odrka1-1"/>
      </w:pPr>
      <w:r>
        <w:t>originálů nebo ověřených kopií dokladů</w:t>
      </w:r>
      <w:r w:rsidR="00092CC9">
        <w:t xml:space="preserve"> o </w:t>
      </w:r>
      <w:r>
        <w:t>kvalifikaci ve smyslu čl. 8 těchto Pokynů;</w:t>
      </w:r>
    </w:p>
    <w:p w14:paraId="1CACE293" w14:textId="416E924D" w:rsidR="0035531B" w:rsidRDefault="0035531B" w:rsidP="007038DC">
      <w:pPr>
        <w:pStyle w:val="Odrka1-1"/>
      </w:pPr>
      <w:r>
        <w:t xml:space="preserve">originálu bankovní </w:t>
      </w:r>
      <w:r w:rsidR="00493C4C">
        <w:t xml:space="preserve">nebo pojistné </w:t>
      </w:r>
      <w:r>
        <w:t>záruky</w:t>
      </w:r>
      <w:r w:rsidR="00BC6D2B">
        <w:t xml:space="preserve"> k </w:t>
      </w:r>
      <w:r>
        <w:t>zajištění plnění Smlouvy (</w:t>
      </w:r>
      <w:r w:rsidR="00493C4C"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w:t>
      </w:r>
      <w:r w:rsidR="00493C4C">
        <w:t xml:space="preserve"> nebo pojistnou </w:t>
      </w:r>
      <w:r>
        <w:t>záruk</w:t>
      </w:r>
      <w:r w:rsidR="00BF66FE">
        <w:t>u</w:t>
      </w:r>
      <w:r>
        <w:t xml:space="preserve"> </w:t>
      </w:r>
      <w:r w:rsidR="00BF66FE" w:rsidRPr="00F25E3D">
        <w:t xml:space="preserve">vybraný dodavatel předloží </w:t>
      </w:r>
      <w:r>
        <w:t xml:space="preserve">až po uplynutí lhůty ve smyslu § 246 ZZVZ, ve které zadavatel nesmí uzavřít smlouvu; </w:t>
      </w:r>
    </w:p>
    <w:p w14:paraId="2F7CE85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65EAEBC9"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0645A1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4E1A0B7" w14:textId="4D1F83A4"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9590BE7" w14:textId="6E5AEC01" w:rsidR="00BE1CEC" w:rsidRDefault="00BE1CEC" w:rsidP="00BE1CEC">
      <w:pPr>
        <w:pStyle w:val="Odrka1-1"/>
      </w:pPr>
      <w:r>
        <w:t>smlouvu</w:t>
      </w:r>
      <w:r w:rsidRPr="00BE1CEC">
        <w:t xml:space="preserve"> o provozování drážní dopravy se zadavatelem dle § 24 odst. 6 písm. b) a násl. zák. č. 266/1994 Sb., o drahách, ve znění pozdějších předpisů.</w:t>
      </w:r>
    </w:p>
    <w:p w14:paraId="6C80433C" w14:textId="77777777" w:rsidR="007B59E6" w:rsidRPr="00737395" w:rsidRDefault="007B59E6" w:rsidP="007B59E6">
      <w:pPr>
        <w:pStyle w:val="Odrka1-1"/>
      </w:pPr>
      <w:r w:rsidRPr="00737395">
        <w:t>Licence strojvedoucího – 2x a doplňkové osvědčení strojvedoucího – 2x k řízení drážního vozidla dle zákona č. 266/1994 Sb., o drahách, ve znění pozdějších předpisů a vyhlášky č. 16/2012, pro pracovníky, kteří se budou podílet na předmětné veřejné zakázce po celou dobu její realizace;</w:t>
      </w:r>
    </w:p>
    <w:p w14:paraId="3D1B9489" w14:textId="321F5BB1" w:rsidR="00BE1CEC" w:rsidRDefault="00BE1CEC" w:rsidP="00BE1CEC">
      <w:pPr>
        <w:pStyle w:val="Odrka1-1"/>
      </w:pPr>
      <w:r>
        <w:lastRenderedPageBreak/>
        <w:t xml:space="preserve">osvědčení o způsobilosti ke svařování – </w:t>
      </w:r>
      <w:proofErr w:type="spellStart"/>
      <w:r>
        <w:t>aluminotermické</w:t>
      </w:r>
      <w:proofErr w:type="spellEnd"/>
      <w:r>
        <w:t xml:space="preserve"> svařování dle TNŽ 050715.</w:t>
      </w:r>
    </w:p>
    <w:p w14:paraId="661E12A6" w14:textId="12531E99" w:rsidR="00BE1CEC" w:rsidRDefault="00BE1CEC" w:rsidP="00BE1CEC">
      <w:pPr>
        <w:pStyle w:val="Odrka1-1"/>
      </w:pPr>
      <w:r>
        <w:t>osvědčení o způsobilosti ke svařování – navařování srdcovek dle TNŽ 050715.</w:t>
      </w:r>
    </w:p>
    <w:p w14:paraId="2ABE6411" w14:textId="5F06F69D" w:rsidR="00BE1CEC" w:rsidRDefault="00BE1CEC" w:rsidP="00BE1CEC">
      <w:pPr>
        <w:pStyle w:val="Odrka1-1"/>
      </w:pPr>
      <w:r>
        <w:t>osvědčení o způsobilosti ke svařování – stykové svařování dle TNŽ 050715</w:t>
      </w:r>
    </w:p>
    <w:p w14:paraId="61A6374E" w14:textId="60274911" w:rsidR="00BE1CEC" w:rsidRDefault="00BE1CEC" w:rsidP="00BE1CEC">
      <w:pPr>
        <w:pStyle w:val="Odrka1-1"/>
      </w:pPr>
      <w:r w:rsidRPr="00BE1CEC">
        <w:t>osvědčení o odborné způsobilosti</w:t>
      </w:r>
      <w:r>
        <w:t xml:space="preserve"> </w:t>
      </w:r>
      <w:r w:rsidRPr="00BE1CEC">
        <w:t>v souladu s předpisem SŽ Zam1</w:t>
      </w:r>
      <w:r>
        <w:t>:</w:t>
      </w:r>
    </w:p>
    <w:p w14:paraId="365F81C4" w14:textId="77777777" w:rsidR="00BE1CEC" w:rsidRPr="005D6AB6" w:rsidRDefault="00BE1CEC" w:rsidP="00BE1CEC">
      <w:pPr>
        <w:numPr>
          <w:ilvl w:val="0"/>
          <w:numId w:val="20"/>
        </w:numPr>
        <w:spacing w:after="120"/>
        <w:jc w:val="both"/>
      </w:pPr>
      <w:r w:rsidRPr="005D6AB6">
        <w:rPr>
          <w:b/>
        </w:rPr>
        <w:t>K-05/2 nebo K-06</w:t>
      </w:r>
      <w:r w:rsidRPr="005D6AB6">
        <w:t xml:space="preserve"> (stavbyvedoucí) – </w:t>
      </w:r>
      <w:r w:rsidRPr="005D6AB6">
        <w:rPr>
          <w:b/>
        </w:rPr>
        <w:t>1x</w:t>
      </w:r>
    </w:p>
    <w:p w14:paraId="09020616" w14:textId="77777777" w:rsidR="00BE1CEC" w:rsidRPr="005D6AB6" w:rsidRDefault="00BE1CEC" w:rsidP="00BE1CEC">
      <w:pPr>
        <w:numPr>
          <w:ilvl w:val="0"/>
          <w:numId w:val="20"/>
        </w:numPr>
        <w:spacing w:after="120"/>
      </w:pPr>
      <w:r w:rsidRPr="005D6AB6">
        <w:rPr>
          <w:b/>
        </w:rPr>
        <w:t xml:space="preserve">K-05/2 nebo K-06 </w:t>
      </w:r>
      <w:r w:rsidRPr="005D6AB6">
        <w:t xml:space="preserve">(zástupce stavbyvedoucího) – </w:t>
      </w:r>
      <w:r w:rsidRPr="005D6AB6">
        <w:rPr>
          <w:b/>
        </w:rPr>
        <w:t>1x</w:t>
      </w:r>
    </w:p>
    <w:p w14:paraId="2DB03137" w14:textId="77777777" w:rsidR="00BE1CEC" w:rsidRPr="005D6AB6" w:rsidRDefault="00BE1CEC" w:rsidP="00BE1CEC">
      <w:pPr>
        <w:numPr>
          <w:ilvl w:val="0"/>
          <w:numId w:val="20"/>
        </w:numPr>
        <w:spacing w:after="120"/>
        <w:jc w:val="both"/>
        <w:rPr>
          <w:b/>
        </w:rPr>
      </w:pPr>
      <w:r w:rsidRPr="005D6AB6">
        <w:rPr>
          <w:b/>
        </w:rPr>
        <w:t xml:space="preserve">K-03 </w:t>
      </w:r>
      <w:r w:rsidRPr="005D6AB6">
        <w:t>(specialista na železniční svršek a spodek 1) (lze nahradit K-05/2 nebo K-06) -</w:t>
      </w:r>
      <w:r w:rsidRPr="005D6AB6">
        <w:rPr>
          <w:b/>
        </w:rPr>
        <w:t xml:space="preserve"> 1x</w:t>
      </w:r>
    </w:p>
    <w:p w14:paraId="5B5CDFCC" w14:textId="77777777" w:rsidR="00BE1CEC" w:rsidRPr="005D6AB6" w:rsidRDefault="00BE1CEC" w:rsidP="00BE1CEC">
      <w:pPr>
        <w:numPr>
          <w:ilvl w:val="0"/>
          <w:numId w:val="20"/>
        </w:numPr>
        <w:spacing w:after="120"/>
        <w:jc w:val="both"/>
        <w:rPr>
          <w:b/>
        </w:rPr>
      </w:pPr>
      <w:r w:rsidRPr="005D6AB6">
        <w:rPr>
          <w:b/>
        </w:rPr>
        <w:t xml:space="preserve">K-05/2 </w:t>
      </w:r>
      <w:r w:rsidRPr="005D6AB6">
        <w:t xml:space="preserve">(specialista na železniční svršek a spodek 2) (lze  nahradit K-06) </w:t>
      </w:r>
      <w:r w:rsidRPr="005D6AB6">
        <w:rPr>
          <w:b/>
        </w:rPr>
        <w:t xml:space="preserve"> - 1x</w:t>
      </w:r>
    </w:p>
    <w:p w14:paraId="150286A1" w14:textId="77777777" w:rsidR="00BE1CEC" w:rsidRPr="005D6AB6" w:rsidRDefault="00BE1CEC" w:rsidP="00BE1CEC">
      <w:pPr>
        <w:numPr>
          <w:ilvl w:val="0"/>
          <w:numId w:val="20"/>
        </w:numPr>
        <w:spacing w:after="120"/>
        <w:jc w:val="both"/>
        <w:rPr>
          <w:b/>
        </w:rPr>
      </w:pPr>
      <w:r w:rsidRPr="005D6AB6">
        <w:rPr>
          <w:b/>
        </w:rPr>
        <w:t>K-05/2</w:t>
      </w:r>
      <w:r w:rsidRPr="00E02F32">
        <w:rPr>
          <w:b/>
        </w:rPr>
        <w:t xml:space="preserve"> </w:t>
      </w:r>
      <w:r w:rsidRPr="00E02F32">
        <w:t>(specialista</w:t>
      </w:r>
      <w:r>
        <w:t xml:space="preserve"> na železniční svršek a spodek 3</w:t>
      </w:r>
      <w:r w:rsidRPr="00E02F32">
        <w:t xml:space="preserve">) (lze  nahradit K-06) </w:t>
      </w:r>
      <w:r w:rsidRPr="00E02F32">
        <w:rPr>
          <w:b/>
        </w:rPr>
        <w:t xml:space="preserve"> - 1x</w:t>
      </w:r>
    </w:p>
    <w:p w14:paraId="1CF38916" w14:textId="77777777" w:rsidR="00BE1CEC" w:rsidRPr="005D6AB6" w:rsidRDefault="00BE1CEC" w:rsidP="00BE1CEC">
      <w:pPr>
        <w:pStyle w:val="Odrka1-1"/>
        <w:numPr>
          <w:ilvl w:val="0"/>
          <w:numId w:val="20"/>
        </w:numPr>
        <w:rPr>
          <w:b/>
        </w:rPr>
      </w:pPr>
      <w:r w:rsidRPr="005D6AB6">
        <w:rPr>
          <w:b/>
        </w:rPr>
        <w:t xml:space="preserve">Z-06c </w:t>
      </w:r>
      <w:r w:rsidRPr="005D6AB6">
        <w:t xml:space="preserve">(specialista na montáž zabezpečovacího zařízení) </w:t>
      </w:r>
      <w:r w:rsidRPr="005D6AB6">
        <w:rPr>
          <w:b/>
        </w:rPr>
        <w:t>– 1x</w:t>
      </w:r>
    </w:p>
    <w:p w14:paraId="4D0A10C8" w14:textId="2FFEF18E" w:rsidR="00BE1CEC" w:rsidRPr="00BE1CEC" w:rsidRDefault="00BE1CEC" w:rsidP="00BE1CEC">
      <w:pPr>
        <w:numPr>
          <w:ilvl w:val="0"/>
          <w:numId w:val="20"/>
        </w:numPr>
        <w:spacing w:after="120"/>
        <w:jc w:val="both"/>
        <w:rPr>
          <w:b/>
        </w:rPr>
      </w:pPr>
      <w:r w:rsidRPr="005D6AB6">
        <w:rPr>
          <w:b/>
        </w:rPr>
        <w:t>G-02</w:t>
      </w:r>
      <w:r w:rsidRPr="005D6AB6">
        <w:t xml:space="preserve"> (úředně oprávněný zeměměřický inženýr) (lze nahradit kombinací G01 + G03) - </w:t>
      </w:r>
      <w:r w:rsidRPr="005D6AB6">
        <w:rPr>
          <w:b/>
        </w:rPr>
        <w:t>1x</w:t>
      </w:r>
    </w:p>
    <w:p w14:paraId="2EDA74D4"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2C6B709" w14:textId="77777777" w:rsidR="00E026D2" w:rsidRDefault="00E026D2" w:rsidP="00E026D2">
      <w:pPr>
        <w:pStyle w:val="Text1-1"/>
      </w:pPr>
      <w: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C68B408" w14:textId="77777777" w:rsidR="00E026D2" w:rsidRDefault="00E026D2" w:rsidP="00384DFB">
      <w:pPr>
        <w:pStyle w:val="Text1-1"/>
        <w:numPr>
          <w:ilvl w:val="0"/>
          <w:numId w:val="0"/>
        </w:numPr>
        <w:ind w:left="737"/>
      </w:pPr>
      <w:r>
        <w:t xml:space="preserve">a) ke sdělení identifikačních údajů všech osob, které jsou jeho skutečným majitelem, a </w:t>
      </w:r>
    </w:p>
    <w:p w14:paraId="27CF4FA1" w14:textId="77777777" w:rsidR="00E026D2" w:rsidRDefault="00E026D2" w:rsidP="00384DFB">
      <w:pPr>
        <w:pStyle w:val="Text1-1"/>
        <w:numPr>
          <w:ilvl w:val="0"/>
          <w:numId w:val="0"/>
        </w:numPr>
        <w:ind w:left="737"/>
      </w:pPr>
      <w:r>
        <w:t xml:space="preserve">b) k předložení dokladů, z nichž vyplývá vztah všech osob podle předchozího písmene a) k dodavateli; těmito doklady jsou zejména: </w:t>
      </w:r>
    </w:p>
    <w:p w14:paraId="572E9A38" w14:textId="77777777" w:rsidR="00E026D2" w:rsidRDefault="00E026D2" w:rsidP="00384DFB">
      <w:pPr>
        <w:pStyle w:val="Text1-1"/>
        <w:numPr>
          <w:ilvl w:val="0"/>
          <w:numId w:val="0"/>
        </w:numPr>
        <w:ind w:left="737"/>
      </w:pPr>
      <w:r>
        <w:t>-</w:t>
      </w:r>
      <w:r>
        <w:tab/>
        <w:t xml:space="preserve">výpis ze zahraniční evidence obdobné veřejnému rejstříku, </w:t>
      </w:r>
    </w:p>
    <w:p w14:paraId="31DF422B" w14:textId="77777777" w:rsidR="00E026D2" w:rsidRDefault="00E026D2" w:rsidP="00384DFB">
      <w:pPr>
        <w:pStyle w:val="Text1-1"/>
        <w:numPr>
          <w:ilvl w:val="0"/>
          <w:numId w:val="0"/>
        </w:numPr>
        <w:ind w:left="737"/>
      </w:pPr>
      <w:r>
        <w:t>-</w:t>
      </w:r>
      <w:r>
        <w:tab/>
        <w:t xml:space="preserve">seznam akcionářů, </w:t>
      </w:r>
    </w:p>
    <w:p w14:paraId="5CFA2DB5" w14:textId="77777777" w:rsidR="00E026D2" w:rsidRDefault="00E026D2" w:rsidP="00384DFB">
      <w:pPr>
        <w:pStyle w:val="Text1-1"/>
        <w:numPr>
          <w:ilvl w:val="0"/>
          <w:numId w:val="0"/>
        </w:numPr>
        <w:ind w:left="737"/>
      </w:pPr>
      <w:r>
        <w:t>-</w:t>
      </w:r>
      <w:r>
        <w:tab/>
        <w:t xml:space="preserve">rozhodnutí statutárního orgánu o vyplacení podílu na zisku, </w:t>
      </w:r>
    </w:p>
    <w:p w14:paraId="04B85A8A" w14:textId="77777777" w:rsidR="00E026D2" w:rsidRDefault="00E026D2" w:rsidP="00384DFB">
      <w:pPr>
        <w:pStyle w:val="Text1-1"/>
        <w:numPr>
          <w:ilvl w:val="0"/>
          <w:numId w:val="0"/>
        </w:numPr>
        <w:ind w:left="737"/>
      </w:pPr>
      <w:r>
        <w:t>-</w:t>
      </w:r>
      <w:r>
        <w:tab/>
        <w:t>společenská smlouva, zakladatelská listina nebo stanovy.</w:t>
      </w:r>
    </w:p>
    <w:p w14:paraId="42CD0AC3" w14:textId="77777777" w:rsidR="00A06413" w:rsidRDefault="00E026D2" w:rsidP="00384DFB">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06413">
        <w:t xml:space="preserve"> </w:t>
      </w:r>
    </w:p>
    <w:p w14:paraId="6830608E"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2F52458"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 xml:space="preserve">dílo. Aktualizace harmonogramu </w:t>
      </w:r>
      <w:r>
        <w:lastRenderedPageBreak/>
        <w:t>postupu prací, který odpovídá požadavkům zadavatele stanoveným</w:t>
      </w:r>
      <w:r w:rsidR="00092CC9">
        <w:t xml:space="preserve"> v </w:t>
      </w:r>
      <w:r>
        <w:t xml:space="preserve">zadávací dokumentaci, není považována za změnu nabídky. </w:t>
      </w:r>
    </w:p>
    <w:p w14:paraId="31800801"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7BFE582" w14:textId="77777777" w:rsidR="0035531B" w:rsidRDefault="0035531B" w:rsidP="00B77C6D">
      <w:pPr>
        <w:pStyle w:val="Nadpis1-1"/>
      </w:pPr>
      <w:bookmarkStart w:id="23" w:name="_Toc89762545"/>
      <w:r>
        <w:t>OCHRANA INFORMACÍ</w:t>
      </w:r>
      <w:bookmarkEnd w:id="23"/>
    </w:p>
    <w:p w14:paraId="37D46938"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AD55DA3"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6761D5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C4F83DE" w14:textId="73F9E107" w:rsidR="0035531B" w:rsidRPr="003E6B24" w:rsidRDefault="0035531B" w:rsidP="00564DDD">
      <w:pPr>
        <w:pStyle w:val="Nadpis1-1"/>
      </w:pPr>
      <w:bookmarkStart w:id="24" w:name="_Toc89762546"/>
      <w:r w:rsidRPr="003E6B24">
        <w:t>ZADÁVACÍ LHŮTA</w:t>
      </w:r>
      <w:bookmarkEnd w:id="24"/>
    </w:p>
    <w:p w14:paraId="2182B484" w14:textId="17197B46" w:rsidR="0035531B" w:rsidRPr="003E6B24" w:rsidRDefault="0035531B" w:rsidP="0035531B">
      <w:pPr>
        <w:pStyle w:val="Text1-1"/>
      </w:pPr>
      <w:r w:rsidRPr="003E6B24">
        <w:t xml:space="preserve">Lhůta, po kterou účastníci zadávacího řízení nesmí ze zadávacího řízení odstoupit, činí </w:t>
      </w:r>
      <w:r w:rsidR="005D2A4A">
        <w:rPr>
          <w:b/>
        </w:rPr>
        <w:t>4 měsíce</w:t>
      </w:r>
      <w:r w:rsidRPr="003E6B24">
        <w:t xml:space="preserve"> od skončení lhůty pro podání nabídek. </w:t>
      </w:r>
    </w:p>
    <w:p w14:paraId="4D21DD07" w14:textId="77777777" w:rsidR="001639D4" w:rsidRDefault="001639D4" w:rsidP="001639D4">
      <w:pPr>
        <w:pStyle w:val="Nadpis1-1"/>
      </w:pPr>
      <w:bookmarkStart w:id="25" w:name="_Toc59538672"/>
      <w:bookmarkStart w:id="26" w:name="_Toc89762547"/>
      <w:r>
        <w:t>SOCIÁLNĚ A ENVIROMENTÁLNĚ ODPOVĚDNÉ ZADÁVÁNÍ, INOVACE</w:t>
      </w:r>
      <w:bookmarkEnd w:id="25"/>
      <w:bookmarkEnd w:id="26"/>
    </w:p>
    <w:p w14:paraId="2729244B" w14:textId="77777777" w:rsidR="001639D4" w:rsidRDefault="001639D4" w:rsidP="001639D4">
      <w:pPr>
        <w:pStyle w:val="Text1-1"/>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70622769" w14:textId="3EA30184" w:rsidR="001639D4" w:rsidRDefault="001639D4" w:rsidP="001639D4">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k povaze a smyslu zakázky možné</w:t>
      </w:r>
      <w:r>
        <w:t xml:space="preserve"> z těchto důvodů:</w:t>
      </w:r>
    </w:p>
    <w:p w14:paraId="3EDB1677" w14:textId="77777777" w:rsidR="00490670" w:rsidRPr="000A7391" w:rsidRDefault="00490670" w:rsidP="00490670">
      <w:pPr>
        <w:pStyle w:val="Text1-1"/>
        <w:numPr>
          <w:ilvl w:val="0"/>
          <w:numId w:val="15"/>
        </w:numPr>
      </w:pPr>
      <w:proofErr w:type="spellStart"/>
      <w:r>
        <w:rPr>
          <w:rFonts w:eastAsia="Times New Roman" w:cs="Calibri"/>
          <w:lang w:val="en-US" w:eastAsia="cs-CZ"/>
        </w:rPr>
        <w:t>Jedná</w:t>
      </w:r>
      <w:proofErr w:type="spellEnd"/>
      <w:r>
        <w:rPr>
          <w:rFonts w:eastAsia="Times New Roman" w:cs="Calibri"/>
          <w:lang w:val="en-US" w:eastAsia="cs-CZ"/>
        </w:rPr>
        <w:t xml:space="preserve"> se o VZ s </w:t>
      </w:r>
      <w:proofErr w:type="spellStart"/>
      <w:r>
        <w:rPr>
          <w:rFonts w:eastAsia="Times New Roman" w:cs="Calibri"/>
          <w:lang w:val="en-US" w:eastAsia="cs-CZ"/>
        </w:rPr>
        <w:t>krátkou</w:t>
      </w:r>
      <w:proofErr w:type="spellEnd"/>
      <w:r>
        <w:rPr>
          <w:rFonts w:eastAsia="Times New Roman" w:cs="Calibri"/>
          <w:lang w:val="en-US" w:eastAsia="cs-CZ"/>
        </w:rPr>
        <w:t xml:space="preserve"> </w:t>
      </w:r>
      <w:proofErr w:type="spellStart"/>
      <w:r>
        <w:rPr>
          <w:rFonts w:eastAsia="Times New Roman" w:cs="Calibri"/>
          <w:lang w:val="en-US" w:eastAsia="cs-CZ"/>
        </w:rPr>
        <w:t>dobou</w:t>
      </w:r>
      <w:proofErr w:type="spellEnd"/>
      <w:r>
        <w:rPr>
          <w:rFonts w:eastAsia="Times New Roman" w:cs="Calibri"/>
          <w:lang w:val="en-US" w:eastAsia="cs-CZ"/>
        </w:rPr>
        <w:t xml:space="preserve"> </w:t>
      </w:r>
      <w:proofErr w:type="spellStart"/>
      <w:r>
        <w:rPr>
          <w:rFonts w:eastAsia="Times New Roman" w:cs="Calibri"/>
          <w:lang w:val="en-US" w:eastAsia="cs-CZ"/>
        </w:rPr>
        <w:t>plnění</w:t>
      </w:r>
      <w:proofErr w:type="spellEnd"/>
      <w:r>
        <w:rPr>
          <w:rFonts w:eastAsia="Times New Roman" w:cs="Calibri"/>
          <w:lang w:val="en-US" w:eastAsia="cs-CZ"/>
        </w:rPr>
        <w:t>.</w:t>
      </w:r>
    </w:p>
    <w:p w14:paraId="75F997A3" w14:textId="77777777" w:rsidR="00490670" w:rsidRPr="000A7391" w:rsidRDefault="00490670" w:rsidP="00490670">
      <w:pPr>
        <w:pStyle w:val="Text1-1"/>
        <w:numPr>
          <w:ilvl w:val="0"/>
          <w:numId w:val="15"/>
        </w:numPr>
      </w:pPr>
      <w:r w:rsidRPr="00746F70">
        <w:lastRenderedPageBreak/>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033B4234" w14:textId="77777777" w:rsidR="00490670" w:rsidRPr="00301C91" w:rsidRDefault="00490670" w:rsidP="00490670">
      <w:pPr>
        <w:pStyle w:val="Text1-1"/>
        <w:numPr>
          <w:ilvl w:val="0"/>
          <w:numId w:val="15"/>
        </w:numPr>
      </w:pPr>
      <w:r>
        <w:t>Předmětem plnění jsou převážně specializované stavební práce vyžadující speciální odbornou způsobilost.</w:t>
      </w:r>
    </w:p>
    <w:p w14:paraId="1589A54A" w14:textId="77777777" w:rsidR="00493C4C" w:rsidRDefault="00493C4C" w:rsidP="00493C4C">
      <w:pPr>
        <w:pStyle w:val="Text1-1"/>
      </w:pPr>
      <w:r w:rsidRPr="00067AB3">
        <w:t>Podpora důstojných pracovních podmínek a bezpečnosti práce</w:t>
      </w:r>
    </w:p>
    <w:p w14:paraId="5C96D3B5" w14:textId="77777777" w:rsidR="00493C4C" w:rsidRDefault="00493C4C" w:rsidP="00493C4C">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2144C011" w14:textId="5944BF8D" w:rsidR="00493C4C" w:rsidRDefault="00493C4C" w:rsidP="00493C4C">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65890292" w14:textId="7D3C084F" w:rsidR="00493C4C" w:rsidRDefault="00493C4C" w:rsidP="007C1A51">
      <w:pPr>
        <w:pStyle w:val="Text2-1"/>
        <w:numPr>
          <w:ilvl w:val="0"/>
          <w:numId w:val="15"/>
        </w:numPr>
      </w:pPr>
      <w:r>
        <w:t>článek 19. smlouvy o dílo</w:t>
      </w:r>
    </w:p>
    <w:p w14:paraId="04A75A95" w14:textId="1F3EE104" w:rsidR="001639D4" w:rsidRDefault="001639D4" w:rsidP="001639D4">
      <w:pPr>
        <w:pStyle w:val="Text1-1"/>
      </w:pPr>
      <w:r>
        <w:t>Rovnocenné platební podmínky v rámci dodavatelského řetězce</w:t>
      </w:r>
    </w:p>
    <w:p w14:paraId="234AC8F8" w14:textId="77777777" w:rsidR="001639D4" w:rsidRDefault="001639D4" w:rsidP="001639D4">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070C91F8" w14:textId="49EF760E" w:rsidR="001639D4" w:rsidRDefault="001639D4" w:rsidP="001639D4">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0848904E" w14:textId="0290C803" w:rsidR="001639D4" w:rsidRDefault="00CF7DBA" w:rsidP="007C1A51">
      <w:pPr>
        <w:pStyle w:val="Text2-1"/>
        <w:numPr>
          <w:ilvl w:val="0"/>
          <w:numId w:val="15"/>
        </w:numPr>
      </w:pPr>
      <w:r>
        <w:t xml:space="preserve">článek </w:t>
      </w:r>
      <w:r w:rsidR="00493C4C">
        <w:t>20</w:t>
      </w:r>
      <w:r>
        <w:t>.</w:t>
      </w:r>
      <w:r w:rsidR="001639D4">
        <w:t xml:space="preserve"> smlouvy</w:t>
      </w:r>
      <w:r>
        <w:t xml:space="preserve"> o dílo</w:t>
      </w:r>
    </w:p>
    <w:p w14:paraId="6FDBBF9F" w14:textId="77777777" w:rsidR="0035531B" w:rsidRDefault="0035531B" w:rsidP="00564DDD">
      <w:pPr>
        <w:pStyle w:val="Nadpis1-1"/>
      </w:pPr>
      <w:bookmarkStart w:id="27" w:name="_Toc89762548"/>
      <w:r>
        <w:t>PŘÍLOHY TĚCHTO POKYNŮ</w:t>
      </w:r>
      <w:bookmarkEnd w:id="27"/>
    </w:p>
    <w:p w14:paraId="5C533C2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036CA7C" w14:textId="77777777" w:rsidR="0035531B" w:rsidRDefault="0035531B" w:rsidP="00564DDD">
      <w:pPr>
        <w:pStyle w:val="Textbezslovn"/>
        <w:tabs>
          <w:tab w:val="left" w:pos="2127"/>
        </w:tabs>
        <w:spacing w:after="0"/>
        <w:ind w:left="2127" w:hanging="1390"/>
      </w:pPr>
      <w:r>
        <w:t>Příloha č. 2</w:t>
      </w:r>
      <w:r>
        <w:tab/>
        <w:t>Seznam poddodavatelů</w:t>
      </w:r>
    </w:p>
    <w:p w14:paraId="51029A4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BE4E46A" w14:textId="77777777" w:rsidR="0035531B" w:rsidRDefault="0035531B" w:rsidP="00564DDD">
      <w:pPr>
        <w:pStyle w:val="Textbezslovn"/>
        <w:tabs>
          <w:tab w:val="left" w:pos="2127"/>
        </w:tabs>
        <w:spacing w:after="0"/>
        <w:ind w:left="2127" w:hanging="1390"/>
      </w:pPr>
      <w:r>
        <w:t>Příloha č. 4</w:t>
      </w:r>
      <w:r>
        <w:tab/>
        <w:t>Seznam stavebních prací</w:t>
      </w:r>
    </w:p>
    <w:p w14:paraId="471BAA3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5D2B64" w14:textId="64FE7354" w:rsidR="0035531B" w:rsidRDefault="0035531B" w:rsidP="00564DDD">
      <w:pPr>
        <w:pStyle w:val="Textbezslovn"/>
        <w:tabs>
          <w:tab w:val="left" w:pos="2127"/>
        </w:tabs>
        <w:spacing w:after="0"/>
        <w:ind w:left="2127" w:hanging="1390"/>
      </w:pPr>
      <w:r>
        <w:t>Příloha č. 6</w:t>
      </w:r>
      <w:r>
        <w:tab/>
      </w:r>
      <w:r w:rsidR="002456B3" w:rsidRPr="002456B3">
        <w:t>Vzor profesního životopisu</w:t>
      </w:r>
    </w:p>
    <w:p w14:paraId="10564C0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9AFAB4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34B34A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7301E1F"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C006639" w14:textId="77777777" w:rsidR="0035531B" w:rsidRDefault="0035531B" w:rsidP="00E34B8A">
      <w:pPr>
        <w:pStyle w:val="Textbezslovn"/>
        <w:tabs>
          <w:tab w:val="left" w:pos="2127"/>
        </w:tabs>
        <w:spacing w:after="0"/>
        <w:ind w:left="2126" w:hanging="1389"/>
      </w:pPr>
      <w:r>
        <w:t>Příloha č. 11</w:t>
      </w:r>
      <w:r>
        <w:tab/>
        <w:t>Vzor čestného prohlášení - přehled technických zařízení</w:t>
      </w:r>
    </w:p>
    <w:p w14:paraId="5F123826" w14:textId="485B7810" w:rsidR="0035531B" w:rsidRDefault="00D81B28" w:rsidP="00F1697F">
      <w:pPr>
        <w:pStyle w:val="Textbezslovn"/>
        <w:tabs>
          <w:tab w:val="left" w:pos="2127"/>
        </w:tabs>
        <w:spacing w:after="0"/>
        <w:ind w:left="2126" w:hanging="1389"/>
        <w:rPr>
          <w:lang w:eastAsia="cs-CZ"/>
        </w:rPr>
      </w:pPr>
      <w:r>
        <w:t>Příloha č. 12</w:t>
      </w:r>
      <w:r>
        <w:tab/>
      </w:r>
      <w:r>
        <w:rPr>
          <w:lang w:eastAsia="cs-CZ"/>
        </w:rPr>
        <w:t>Čestné prohlášení ve vztahu k zakázaným dohodám</w:t>
      </w:r>
    </w:p>
    <w:p w14:paraId="7819DE2B" w14:textId="19810890" w:rsidR="008E6EF3" w:rsidRDefault="008E6EF3" w:rsidP="00F1697F">
      <w:pPr>
        <w:pStyle w:val="Textbezslovn"/>
        <w:tabs>
          <w:tab w:val="left" w:pos="2127"/>
        </w:tabs>
        <w:spacing w:after="0"/>
        <w:ind w:left="2126" w:hanging="1389"/>
      </w:pPr>
      <w:r>
        <w:rPr>
          <w:lang w:eastAsia="cs-CZ"/>
        </w:rPr>
        <w:t>Příloha č. 13</w:t>
      </w:r>
      <w:r>
        <w:rPr>
          <w:lang w:eastAsia="cs-CZ"/>
        </w:rPr>
        <w:tab/>
        <w:t xml:space="preserve">Čestné prohlášení </w:t>
      </w:r>
      <w:r w:rsidRPr="00333D3E">
        <w:rPr>
          <w:rFonts w:cs="Times New Roman"/>
          <w:color w:val="000000"/>
          <w:lang w:eastAsia="cs-CZ"/>
        </w:rPr>
        <w:t>ve vztahu k zákonu o registru smluv</w:t>
      </w:r>
    </w:p>
    <w:p w14:paraId="5900ED75" w14:textId="77777777" w:rsidR="0035531B" w:rsidRDefault="0035531B" w:rsidP="00564DDD">
      <w:pPr>
        <w:pStyle w:val="Textbezslovn"/>
        <w:spacing w:after="0"/>
      </w:pPr>
    </w:p>
    <w:p w14:paraId="22699B66" w14:textId="77777777" w:rsidR="008E6EF3" w:rsidRDefault="008E6EF3" w:rsidP="00564DDD">
      <w:pPr>
        <w:pStyle w:val="Textbezslovn"/>
        <w:spacing w:after="0"/>
      </w:pPr>
    </w:p>
    <w:p w14:paraId="13A291AD" w14:textId="1A7E8C6F" w:rsidR="0035531B" w:rsidRDefault="008B371C" w:rsidP="00564DDD">
      <w:pPr>
        <w:pStyle w:val="Textbezslovn"/>
        <w:spacing w:after="0"/>
      </w:pPr>
      <w:r>
        <w:t>V Praze dne 7. 12. 2021</w:t>
      </w:r>
    </w:p>
    <w:p w14:paraId="5EBB4A1A" w14:textId="77777777" w:rsidR="0035531B" w:rsidRDefault="0035531B" w:rsidP="00564DDD">
      <w:pPr>
        <w:pStyle w:val="Textbezslovn"/>
        <w:spacing w:after="0"/>
      </w:pPr>
    </w:p>
    <w:p w14:paraId="5216A062" w14:textId="77777777" w:rsidR="0035531B" w:rsidRDefault="0035531B" w:rsidP="00564DDD">
      <w:pPr>
        <w:pStyle w:val="Textbezslovn"/>
        <w:spacing w:after="0"/>
      </w:pPr>
    </w:p>
    <w:p w14:paraId="4913C0BE" w14:textId="77777777" w:rsidR="0035531B" w:rsidRDefault="0035531B" w:rsidP="00F1697F">
      <w:pPr>
        <w:pStyle w:val="Textbezslovn"/>
        <w:spacing w:after="0"/>
        <w:ind w:left="0"/>
      </w:pPr>
    </w:p>
    <w:p w14:paraId="15D61D81" w14:textId="77777777" w:rsidR="0035531B" w:rsidRDefault="0035531B" w:rsidP="00564DDD">
      <w:pPr>
        <w:pStyle w:val="Textbezslovn"/>
        <w:spacing w:after="0"/>
      </w:pPr>
    </w:p>
    <w:p w14:paraId="2A8C0644" w14:textId="5646972E" w:rsidR="00F1697F" w:rsidRPr="008E6EF3" w:rsidRDefault="00F1697F" w:rsidP="00F1697F">
      <w:pPr>
        <w:pStyle w:val="Textbezslovn"/>
        <w:spacing w:after="0"/>
        <w:rPr>
          <w:b/>
        </w:rPr>
      </w:pPr>
      <w:r w:rsidRPr="008E6EF3">
        <w:rPr>
          <w:b/>
        </w:rPr>
        <w:t>Ing. Vladimír Filip</w:t>
      </w:r>
      <w:r w:rsidR="00DD5F3C">
        <w:rPr>
          <w:b/>
        </w:rPr>
        <w:t>, v. r.</w:t>
      </w:r>
    </w:p>
    <w:p w14:paraId="58D92E80" w14:textId="77777777" w:rsidR="00F1697F" w:rsidRDefault="00F1697F" w:rsidP="00F1697F">
      <w:pPr>
        <w:pStyle w:val="Textbezslovn"/>
        <w:spacing w:after="0"/>
      </w:pPr>
      <w:r>
        <w:t>ředitel Oblastního ředitelství Praha</w:t>
      </w:r>
    </w:p>
    <w:p w14:paraId="1ED9CF80" w14:textId="77777777" w:rsidR="00F1697F" w:rsidRDefault="00F1697F" w:rsidP="00F1697F">
      <w:pPr>
        <w:pStyle w:val="Textbezslovn"/>
        <w:spacing w:after="0"/>
      </w:pPr>
      <w:r>
        <w:t>Správa železnic, státní organizace</w:t>
      </w:r>
      <w:bookmarkStart w:id="28" w:name="_GoBack"/>
      <w:bookmarkEnd w:id="28"/>
    </w:p>
    <w:p w14:paraId="73A4BBEC" w14:textId="54CCB5A5" w:rsidR="00F1697F" w:rsidRDefault="00F1697F" w:rsidP="00F1697F">
      <w:pPr>
        <w:spacing w:after="0"/>
      </w:pPr>
      <w:r>
        <w:tab/>
      </w:r>
      <w:r w:rsidR="00DD5F3C">
        <w:t xml:space="preserve"> </w:t>
      </w:r>
      <w:r w:rsidR="00575CA2" w:rsidRPr="00575CA2">
        <w:t>na základě pověření</w:t>
      </w:r>
      <w:r w:rsidR="00575CA2">
        <w:tab/>
      </w:r>
      <w:r w:rsidR="00575CA2">
        <w:tab/>
      </w:r>
      <w:r w:rsidR="00575CA2">
        <w:tab/>
      </w:r>
      <w:r w:rsidR="00575CA2">
        <w:tab/>
      </w:r>
      <w:r w:rsidR="00575CA2">
        <w:tab/>
      </w:r>
      <w:r w:rsidR="00575CA2">
        <w:tab/>
      </w:r>
      <w:r>
        <w:t>Za správnost:</w:t>
      </w:r>
    </w:p>
    <w:p w14:paraId="2A83D79E" w14:textId="214420B4" w:rsidR="00564DDD" w:rsidRDefault="00DD5F3C" w:rsidP="005D2A4A">
      <w:pPr>
        <w:ind w:left="6381"/>
      </w:pPr>
      <w:r>
        <w:t>Lucie Mantlíková</w:t>
      </w:r>
      <w:r w:rsidR="00564DDD">
        <w:br w:type="page"/>
      </w:r>
    </w:p>
    <w:p w14:paraId="1EF390DB" w14:textId="77777777" w:rsidR="0035531B" w:rsidRDefault="0035531B" w:rsidP="00FE4333">
      <w:pPr>
        <w:pStyle w:val="Nadpisbezsl1-1"/>
      </w:pPr>
      <w:r w:rsidRPr="00FE4333">
        <w:lastRenderedPageBreak/>
        <w:t>Příloha</w:t>
      </w:r>
      <w:r>
        <w:t xml:space="preserve"> č. 1 </w:t>
      </w:r>
    </w:p>
    <w:p w14:paraId="0108EDD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E990122" w14:textId="77777777" w:rsidR="00564DDD" w:rsidRDefault="00564DDD" w:rsidP="00454716">
      <w:pPr>
        <w:pStyle w:val="Textbezslovn"/>
        <w:ind w:left="28"/>
      </w:pPr>
    </w:p>
    <w:p w14:paraId="5ECD5FC0" w14:textId="77777777" w:rsidR="0035531B" w:rsidRDefault="0035531B" w:rsidP="00454716">
      <w:pPr>
        <w:pStyle w:val="Textbezslovn"/>
        <w:ind w:left="28"/>
      </w:pPr>
      <w:r>
        <w:t>Obchodní firma [</w:t>
      </w:r>
      <w:r w:rsidRPr="00327119">
        <w:rPr>
          <w:b/>
          <w:highlight w:val="yellow"/>
        </w:rPr>
        <w:t>DOPLNÍ DODAVATEL</w:t>
      </w:r>
      <w:r>
        <w:t>]</w:t>
      </w:r>
    </w:p>
    <w:p w14:paraId="07DF2B5C" w14:textId="77777777" w:rsidR="0035531B" w:rsidRDefault="0035531B" w:rsidP="00454716">
      <w:pPr>
        <w:pStyle w:val="Textbezslovn"/>
        <w:ind w:left="28"/>
      </w:pPr>
      <w:r>
        <w:t>Sídlo [</w:t>
      </w:r>
      <w:r w:rsidRPr="00564DDD">
        <w:rPr>
          <w:highlight w:val="yellow"/>
        </w:rPr>
        <w:t>DOPLNÍ DODAVATEL</w:t>
      </w:r>
      <w:r>
        <w:t>]</w:t>
      </w:r>
    </w:p>
    <w:p w14:paraId="178F1D6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86795A3" w14:textId="77777777" w:rsidR="0035531B" w:rsidRDefault="0035531B" w:rsidP="00454716">
      <w:pPr>
        <w:pStyle w:val="Textbezslovn"/>
        <w:ind w:left="28"/>
      </w:pPr>
      <w:r>
        <w:t>Právní forma [</w:t>
      </w:r>
      <w:r w:rsidRPr="00564DDD">
        <w:rPr>
          <w:highlight w:val="yellow"/>
        </w:rPr>
        <w:t>DOPLNÍ DODAVATEL</w:t>
      </w:r>
      <w:r>
        <w:t>]</w:t>
      </w:r>
    </w:p>
    <w:p w14:paraId="68E4884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4CBB26" w14:textId="77777777" w:rsidR="0035531B" w:rsidRDefault="0035531B" w:rsidP="00454716">
      <w:pPr>
        <w:pStyle w:val="Textbezslovn"/>
        <w:ind w:left="28"/>
      </w:pPr>
      <w:r>
        <w:t>Podrobnosti registrace [</w:t>
      </w:r>
      <w:r w:rsidRPr="00564DDD">
        <w:rPr>
          <w:highlight w:val="yellow"/>
        </w:rPr>
        <w:t>DOPLNÍ DODAVATEL</w:t>
      </w:r>
      <w:r>
        <w:t>]</w:t>
      </w:r>
    </w:p>
    <w:p w14:paraId="74B472D9" w14:textId="77777777" w:rsidR="0035531B" w:rsidRDefault="0035531B" w:rsidP="00454716">
      <w:pPr>
        <w:pStyle w:val="Textbezslovn"/>
        <w:ind w:left="28"/>
      </w:pPr>
      <w:r>
        <w:t xml:space="preserve">Počet let působení jako dodavatel: </w:t>
      </w:r>
    </w:p>
    <w:p w14:paraId="49A6EB1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394A4F3" w14:textId="77777777" w:rsidR="0035531B" w:rsidRDefault="0035531B" w:rsidP="00564DDD">
      <w:pPr>
        <w:pStyle w:val="Odrka1-1"/>
      </w:pPr>
      <w:r>
        <w:t>v zahraničí [</w:t>
      </w:r>
      <w:r w:rsidRPr="00564DDD">
        <w:rPr>
          <w:highlight w:val="yellow"/>
        </w:rPr>
        <w:t>DOPLNÍ DODAVATEL</w:t>
      </w:r>
      <w:r>
        <w:t>]</w:t>
      </w:r>
    </w:p>
    <w:p w14:paraId="1888B37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5A27C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B61DE5" w14:textId="77777777" w:rsidR="0035531B" w:rsidRDefault="0035531B" w:rsidP="00564DDD">
      <w:pPr>
        <w:pStyle w:val="Textbezslovn"/>
      </w:pPr>
      <w:r>
        <w:t xml:space="preserve"> </w:t>
      </w:r>
    </w:p>
    <w:p w14:paraId="75A5B108" w14:textId="77777777" w:rsidR="00564DDD" w:rsidRDefault="00564DDD" w:rsidP="00564DDD">
      <w:pPr>
        <w:pStyle w:val="Textbezslovn"/>
      </w:pPr>
      <w:r>
        <w:br w:type="page"/>
      </w:r>
    </w:p>
    <w:p w14:paraId="70856DC0" w14:textId="77777777" w:rsidR="0035531B" w:rsidRDefault="0035531B" w:rsidP="00FE4333">
      <w:pPr>
        <w:pStyle w:val="Nadpisbezsl1-1"/>
      </w:pPr>
      <w:r>
        <w:lastRenderedPageBreak/>
        <w:t>Příloha č. 2</w:t>
      </w:r>
    </w:p>
    <w:p w14:paraId="49D043AE" w14:textId="77777777" w:rsidR="0035531B" w:rsidRPr="00FE4333" w:rsidRDefault="0035531B" w:rsidP="00FE4333">
      <w:pPr>
        <w:pStyle w:val="Nadpisbezsl1-2"/>
        <w:rPr>
          <w:rStyle w:val="Tun9b"/>
          <w:b/>
        </w:rPr>
      </w:pPr>
      <w:r w:rsidRPr="00FE4333">
        <w:rPr>
          <w:rStyle w:val="Tun9b"/>
          <w:b/>
        </w:rPr>
        <w:t>Seznam poddodavatelů</w:t>
      </w:r>
    </w:p>
    <w:p w14:paraId="55C13776" w14:textId="77777777" w:rsidR="00564DDD" w:rsidRDefault="00564DDD" w:rsidP="00564DDD">
      <w:pPr>
        <w:pStyle w:val="Textbezslovn"/>
      </w:pPr>
    </w:p>
    <w:p w14:paraId="70798E1E" w14:textId="77777777" w:rsidR="0035531B" w:rsidRDefault="0035531B" w:rsidP="00454716">
      <w:pPr>
        <w:pStyle w:val="Textbezslovn"/>
        <w:ind w:left="0"/>
      </w:pPr>
      <w:r>
        <w:t>Jestliže dodavatel uvažuje zadat poddodavateli plnění části veřejné zakázky, uvede následující údaje:</w:t>
      </w:r>
    </w:p>
    <w:p w14:paraId="024E167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ADE900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C015D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C13A231" w14:textId="4FCBDC8E" w:rsidR="00564DDD" w:rsidRPr="00454716" w:rsidRDefault="00564DDD" w:rsidP="005D2A4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w:t>
            </w:r>
            <w:r w:rsidR="005D2A4A">
              <w:rPr>
                <w:sz w:val="16"/>
                <w:szCs w:val="16"/>
              </w:rPr>
              <w:t xml:space="preserve"> čísel a názvů jednotlivých SO</w:t>
            </w:r>
            <w:r w:rsidRPr="00454716">
              <w:rPr>
                <w:sz w:val="16"/>
                <w:szCs w:val="16"/>
              </w:rPr>
              <w:t>, případně jiným vhodným způsob</w:t>
            </w:r>
            <w:r w:rsidR="00B46421">
              <w:rPr>
                <w:sz w:val="16"/>
                <w:szCs w:val="16"/>
              </w:rPr>
              <w:t>em, nelze-li označit dle SO</w:t>
            </w:r>
            <w:r w:rsidRPr="00454716">
              <w:rPr>
                <w:sz w:val="16"/>
                <w:szCs w:val="16"/>
              </w:rPr>
              <w:t>)</w:t>
            </w:r>
          </w:p>
        </w:tc>
        <w:tc>
          <w:tcPr>
            <w:tcW w:w="2242" w:type="dxa"/>
          </w:tcPr>
          <w:p w14:paraId="284219A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7AEF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493D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B639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B64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851F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9496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6924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D75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FE3A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1C6F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E521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3597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1C1E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923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B286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874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C44E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0F5F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DAD0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4400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7DE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487C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7DE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56BA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D039F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4CD5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9849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84D1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3A5C9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FEA5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1D5C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9E773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73EC9E" w14:textId="77777777" w:rsidR="00564DDD" w:rsidRPr="00454716" w:rsidRDefault="00454716" w:rsidP="00454716">
            <w:pPr>
              <w:rPr>
                <w:sz w:val="16"/>
                <w:szCs w:val="16"/>
              </w:rPr>
            </w:pPr>
            <w:r w:rsidRPr="00454716">
              <w:rPr>
                <w:sz w:val="16"/>
                <w:szCs w:val="16"/>
              </w:rPr>
              <w:t>Celkem %</w:t>
            </w:r>
          </w:p>
        </w:tc>
        <w:tc>
          <w:tcPr>
            <w:tcW w:w="3969" w:type="dxa"/>
          </w:tcPr>
          <w:p w14:paraId="374941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0604FF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F42AEED" w14:textId="77777777" w:rsidR="0035531B" w:rsidRDefault="0035531B" w:rsidP="00454716">
      <w:pPr>
        <w:pStyle w:val="Textbezslovn"/>
      </w:pPr>
    </w:p>
    <w:p w14:paraId="5C3D8DA4" w14:textId="77777777" w:rsidR="00454716" w:rsidRDefault="00454716" w:rsidP="00454716">
      <w:pPr>
        <w:pStyle w:val="Textbezslovn"/>
      </w:pPr>
      <w:r>
        <w:br w:type="page"/>
      </w:r>
    </w:p>
    <w:p w14:paraId="406FBAB9" w14:textId="77777777" w:rsidR="0035531B" w:rsidRDefault="0035531B" w:rsidP="00FE4333">
      <w:pPr>
        <w:pStyle w:val="Nadpisbezsl1-1"/>
      </w:pPr>
      <w:r>
        <w:lastRenderedPageBreak/>
        <w:t xml:space="preserve">Příloha č. 3 </w:t>
      </w:r>
    </w:p>
    <w:p w14:paraId="195B258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8BA4E41" w14:textId="77777777" w:rsidR="0035531B" w:rsidRDefault="0035531B" w:rsidP="00454716">
      <w:pPr>
        <w:pStyle w:val="Textbezslovn"/>
        <w:ind w:left="0"/>
      </w:pPr>
    </w:p>
    <w:p w14:paraId="7E58FAA3" w14:textId="77777777" w:rsidR="0035531B" w:rsidRDefault="0035531B" w:rsidP="00454716">
      <w:pPr>
        <w:pStyle w:val="Textbezslovn"/>
        <w:ind w:left="0"/>
      </w:pPr>
      <w:r>
        <w:t>Jméno nebo název společnosti/sdružení/seskupení: [</w:t>
      </w:r>
      <w:r w:rsidRPr="00327119">
        <w:rPr>
          <w:b/>
          <w:highlight w:val="yellow"/>
        </w:rPr>
        <w:t>DOPLNÍ DODAVATEL</w:t>
      </w:r>
      <w:r>
        <w:t>]</w:t>
      </w:r>
    </w:p>
    <w:p w14:paraId="3694360D" w14:textId="77777777" w:rsidR="0035531B" w:rsidRDefault="0035531B" w:rsidP="00454716">
      <w:pPr>
        <w:pStyle w:val="Textbezslovn"/>
        <w:ind w:left="0"/>
      </w:pPr>
    </w:p>
    <w:p w14:paraId="6EEA6DD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285624C" w14:textId="77777777" w:rsidR="0035531B" w:rsidRDefault="0035531B" w:rsidP="00454716">
      <w:pPr>
        <w:pStyle w:val="Textbezslovn"/>
        <w:ind w:left="0"/>
      </w:pPr>
      <w:r>
        <w:t>Obchodní firma [</w:t>
      </w:r>
      <w:r w:rsidRPr="00327119">
        <w:rPr>
          <w:b/>
          <w:highlight w:val="yellow"/>
        </w:rPr>
        <w:t>DOPLNÍ DODAVATEL</w:t>
      </w:r>
      <w:r>
        <w:t>]</w:t>
      </w:r>
    </w:p>
    <w:p w14:paraId="4218BB47" w14:textId="77777777" w:rsidR="0035531B" w:rsidRDefault="0035531B" w:rsidP="00454716">
      <w:pPr>
        <w:pStyle w:val="Textbezslovn"/>
        <w:ind w:left="0"/>
      </w:pPr>
      <w:r>
        <w:t>Sídlo [</w:t>
      </w:r>
      <w:r w:rsidRPr="00454716">
        <w:rPr>
          <w:highlight w:val="yellow"/>
        </w:rPr>
        <w:t>DOPLNÍ DODAVATEL</w:t>
      </w:r>
      <w:r>
        <w:t>]</w:t>
      </w:r>
    </w:p>
    <w:p w14:paraId="49D55913" w14:textId="77777777" w:rsidR="0035531B" w:rsidRDefault="0035531B" w:rsidP="00454716">
      <w:pPr>
        <w:pStyle w:val="Textbezslovn"/>
        <w:ind w:left="0"/>
      </w:pPr>
      <w:r>
        <w:t>Právní forma [</w:t>
      </w:r>
      <w:r w:rsidRPr="00454716">
        <w:rPr>
          <w:highlight w:val="yellow"/>
        </w:rPr>
        <w:t>DOPLNÍ DODAVATEL</w:t>
      </w:r>
      <w:r>
        <w:t>]</w:t>
      </w:r>
    </w:p>
    <w:p w14:paraId="18C71648" w14:textId="77777777" w:rsidR="0035531B" w:rsidRDefault="0035531B" w:rsidP="00454716">
      <w:pPr>
        <w:pStyle w:val="Textbezslovn"/>
        <w:ind w:left="0"/>
      </w:pPr>
      <w:r>
        <w:t>IČO [</w:t>
      </w:r>
      <w:r w:rsidRPr="00454716">
        <w:rPr>
          <w:highlight w:val="yellow"/>
        </w:rPr>
        <w:t>DOPLNÍ DODAVATEL</w:t>
      </w:r>
      <w:r>
        <w:t>]</w:t>
      </w:r>
    </w:p>
    <w:p w14:paraId="28AE7C9C" w14:textId="77777777" w:rsidR="0035531B" w:rsidRDefault="0035531B" w:rsidP="00454716">
      <w:pPr>
        <w:pStyle w:val="Textbezslovn"/>
        <w:ind w:left="0"/>
      </w:pPr>
    </w:p>
    <w:p w14:paraId="48EF25D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B99A7" w14:textId="77777777" w:rsidR="0035531B" w:rsidRDefault="0035531B" w:rsidP="00454716">
      <w:pPr>
        <w:pStyle w:val="Odstavec1-2i"/>
      </w:pPr>
      <w:r>
        <w:t>[</w:t>
      </w:r>
      <w:r w:rsidRPr="00454716">
        <w:rPr>
          <w:highlight w:val="yellow"/>
        </w:rPr>
        <w:t>DOPLNÍ DODAVATEL</w:t>
      </w:r>
      <w:r>
        <w:t>]</w:t>
      </w:r>
    </w:p>
    <w:p w14:paraId="1B924867" w14:textId="77777777" w:rsidR="0035531B" w:rsidRDefault="0035531B" w:rsidP="00454716">
      <w:pPr>
        <w:pStyle w:val="Odstavec1-2i"/>
      </w:pPr>
      <w:r>
        <w:t>[</w:t>
      </w:r>
      <w:r w:rsidRPr="00454716">
        <w:rPr>
          <w:highlight w:val="yellow"/>
        </w:rPr>
        <w:t>DOPLNÍ DODAVATEL</w:t>
      </w:r>
      <w:r>
        <w:t>]</w:t>
      </w:r>
    </w:p>
    <w:p w14:paraId="55F05BC0" w14:textId="77777777" w:rsidR="0035531B" w:rsidRDefault="0035531B" w:rsidP="00454716">
      <w:pPr>
        <w:pStyle w:val="Odstavec1-2i"/>
      </w:pPr>
      <w:r>
        <w:t>[</w:t>
      </w:r>
      <w:r w:rsidRPr="00454716">
        <w:rPr>
          <w:highlight w:val="yellow"/>
        </w:rPr>
        <w:t>DOPLNÍ DODAVATEL</w:t>
      </w:r>
      <w:r>
        <w:t>]</w:t>
      </w:r>
    </w:p>
    <w:p w14:paraId="00FCC7C5" w14:textId="77777777" w:rsidR="0035531B" w:rsidRDefault="0035531B" w:rsidP="00454716">
      <w:pPr>
        <w:pStyle w:val="Odstavec1-2i"/>
      </w:pPr>
      <w:r>
        <w:t>atd.</w:t>
      </w:r>
    </w:p>
    <w:p w14:paraId="7C887D12" w14:textId="77777777" w:rsidR="0035531B" w:rsidRDefault="0035531B" w:rsidP="00454716">
      <w:pPr>
        <w:pStyle w:val="Textbezslovn"/>
        <w:ind w:left="0"/>
      </w:pPr>
    </w:p>
    <w:p w14:paraId="1B3317B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53E885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20EC4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415D0E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3FC68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E9080A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00752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9B17F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2F4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00318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8A485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97AD8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B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61A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77A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80D5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8BE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A886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771B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A53AA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6BD6F1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DA626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F14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12152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5584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5F3CB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9FCEB3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D998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4C493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A9BE5B" w14:textId="77777777" w:rsidR="0035531B" w:rsidRDefault="0035531B" w:rsidP="00454716">
      <w:pPr>
        <w:pStyle w:val="Textbezslovn"/>
        <w:ind w:left="0"/>
      </w:pPr>
    </w:p>
    <w:p w14:paraId="3EF87C87" w14:textId="77777777" w:rsidR="0035531B" w:rsidRDefault="0035531B" w:rsidP="00454716">
      <w:pPr>
        <w:pStyle w:val="Textbezslovn"/>
        <w:ind w:left="0"/>
      </w:pPr>
    </w:p>
    <w:p w14:paraId="5DCE2E3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9CFF8C1" w14:textId="2F88CC13" w:rsidR="0035531B" w:rsidRDefault="0035531B" w:rsidP="00452F69">
      <w:pPr>
        <w:pStyle w:val="Doplujcdaje"/>
        <w:jc w:val="both"/>
      </w:pPr>
      <w:r>
        <w:t>(pozn.: zadavatel požaduje, aby odpovědnost nesli všichni dodavatelé podávající společnou nabídku společně</w:t>
      </w:r>
      <w:r w:rsidR="00845C50">
        <w:t xml:space="preserve"> a </w:t>
      </w:r>
      <w:r>
        <w:t xml:space="preserve">nerozdílně; zároveň zadavatel požaduje, aby vybrané významné činnosti odpovídající požadavkům zadavatele na nejvýznamnější stavební práce dle čl. 8.5 Pokynů pro dodavatele </w:t>
      </w:r>
      <w:r w:rsidR="00B076EC" w:rsidRPr="00B076EC">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4A86D8DB" w14:textId="77777777" w:rsidR="0035531B" w:rsidRDefault="0035531B" w:rsidP="00454716">
      <w:pPr>
        <w:pStyle w:val="Textbezslovn"/>
        <w:ind w:left="0"/>
      </w:pPr>
    </w:p>
    <w:p w14:paraId="323A341C" w14:textId="77777777" w:rsidR="0035531B" w:rsidRDefault="0035531B" w:rsidP="00454716">
      <w:pPr>
        <w:pStyle w:val="Textbezslovn"/>
        <w:ind w:left="0"/>
      </w:pPr>
    </w:p>
    <w:p w14:paraId="7DEDD4E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80CE394" w14:textId="77777777" w:rsidR="0035531B" w:rsidRDefault="0035531B" w:rsidP="00454716">
      <w:pPr>
        <w:pStyle w:val="Textbezslovn"/>
        <w:ind w:left="0"/>
      </w:pPr>
    </w:p>
    <w:p w14:paraId="118379D0" w14:textId="77777777" w:rsidR="0035531B" w:rsidRDefault="0035531B" w:rsidP="00454716">
      <w:pPr>
        <w:pStyle w:val="Textbezslovn"/>
        <w:ind w:left="0"/>
      </w:pPr>
    </w:p>
    <w:p w14:paraId="7BE4DA41" w14:textId="77777777" w:rsidR="00454716" w:rsidRDefault="00454716" w:rsidP="00454716">
      <w:pPr>
        <w:pStyle w:val="Textbezslovn"/>
        <w:ind w:left="0"/>
      </w:pPr>
      <w:r>
        <w:br w:type="page"/>
      </w:r>
    </w:p>
    <w:p w14:paraId="1595EA93" w14:textId="77777777" w:rsidR="0035531B" w:rsidRDefault="0035531B" w:rsidP="00FE4333">
      <w:pPr>
        <w:pStyle w:val="Nadpisbezsl1-1"/>
      </w:pPr>
      <w:r>
        <w:lastRenderedPageBreak/>
        <w:t>Příloha č. 4</w:t>
      </w:r>
    </w:p>
    <w:p w14:paraId="3354BFBA" w14:textId="77777777" w:rsidR="0035531B" w:rsidRPr="00AD792A" w:rsidRDefault="0035531B" w:rsidP="00FE4333">
      <w:pPr>
        <w:pStyle w:val="Nadpisbezsl1-2"/>
      </w:pPr>
      <w:r w:rsidRPr="00AD792A">
        <w:t>Seznam stavebních prací</w:t>
      </w:r>
    </w:p>
    <w:p w14:paraId="554C107F" w14:textId="77777777" w:rsidR="0035531B" w:rsidRDefault="0035531B"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27E58C5B" w14:textId="77777777" w:rsidTr="00DE2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21AE6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14:paraId="412B9BB3"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4101016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268" w:type="dxa"/>
          </w:tcPr>
          <w:p w14:paraId="5E9FFBC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14:paraId="3A89D01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5400C5F1" w14:textId="77777777" w:rsidR="00B076EC" w:rsidRDefault="00B076EC" w:rsidP="00B076EC">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proofErr w:type="spellStart"/>
            <w:r w:rsidRPr="00FF1BC8">
              <w:rPr>
                <w:b/>
              </w:rPr>
              <w:t>požadova</w:t>
            </w:r>
            <w:proofErr w:type="spellEnd"/>
            <w:r>
              <w:rPr>
                <w:b/>
              </w:rPr>
              <w:t>-</w:t>
            </w:r>
          </w:p>
          <w:p w14:paraId="3CB6823F" w14:textId="77777777" w:rsidR="00AD792A" w:rsidRPr="00AD792A" w:rsidRDefault="00B076EC" w:rsidP="00B076EC">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Pr="00AD792A">
              <w:rPr>
                <w:b/>
              </w:rPr>
              <w:t xml:space="preserve">, které dodavatel poskytl** za </w:t>
            </w:r>
            <w:r w:rsidRPr="00F1697F">
              <w:rPr>
                <w:b/>
              </w:rPr>
              <w:t>posledních 5</w:t>
            </w:r>
            <w:r w:rsidRPr="00AD792A">
              <w:rPr>
                <w:b/>
              </w:rPr>
              <w:t xml:space="preserve"> let v Kč***</w:t>
            </w:r>
            <w:r>
              <w:rPr>
                <w:b/>
              </w:rPr>
              <w:t xml:space="preserve"> </w:t>
            </w:r>
            <w:r w:rsidRPr="00AD792A">
              <w:rPr>
                <w:b/>
              </w:rPr>
              <w:t>bez DPH</w:t>
            </w:r>
          </w:p>
        </w:tc>
        <w:tc>
          <w:tcPr>
            <w:tcW w:w="1268" w:type="dxa"/>
          </w:tcPr>
          <w:p w14:paraId="40AF809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EB7017">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2134E815"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Pr>
          <w:p w14:paraId="2C4654EE" w14:textId="77777777" w:rsidR="00AD792A" w:rsidRPr="00AD792A" w:rsidRDefault="00AD792A" w:rsidP="00AD792A">
            <w:pPr>
              <w:rPr>
                <w:b/>
                <w:sz w:val="16"/>
                <w:szCs w:val="16"/>
              </w:rPr>
            </w:pPr>
            <w:r w:rsidRPr="00AD792A">
              <w:rPr>
                <w:b/>
                <w:sz w:val="16"/>
                <w:szCs w:val="16"/>
              </w:rPr>
              <w:t>A) v ČR</w:t>
            </w:r>
          </w:p>
        </w:tc>
      </w:tr>
      <w:tr w:rsidR="00AD792A" w:rsidRPr="00454716" w14:paraId="5920F7EF"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05B83B42"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07C60D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FAD5E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ED4FE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1ECE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E5A5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0529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AAC4D6E"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60D4659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4F4A1C8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3677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91B7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41DD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CCA8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6855B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CCDFC47"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233E8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2327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B73EB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EEDFC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0ADC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ABE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1E5C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0616F2"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14:paraId="2553E85E" w14:textId="77777777" w:rsidR="00AD792A" w:rsidRPr="00AD792A" w:rsidRDefault="00AD792A" w:rsidP="00AD792A">
            <w:pPr>
              <w:rPr>
                <w:b/>
                <w:sz w:val="16"/>
                <w:szCs w:val="16"/>
              </w:rPr>
            </w:pPr>
            <w:r w:rsidRPr="00AD792A">
              <w:rPr>
                <w:b/>
                <w:sz w:val="16"/>
                <w:szCs w:val="16"/>
              </w:rPr>
              <w:t>B) v zahraničí</w:t>
            </w:r>
          </w:p>
        </w:tc>
      </w:tr>
      <w:tr w:rsidR="00AD792A" w:rsidRPr="00454716" w14:paraId="521E95C5"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AB0F9D" w14:textId="77777777" w:rsidR="00AD792A" w:rsidRPr="00454716" w:rsidRDefault="00AD792A" w:rsidP="008F0DF0">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882E1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1AD22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FBCD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854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9E0B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38F5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7F02A10"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64856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5F7E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8FDD4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128DB2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6CA31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B9721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5B84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F3A2AD0" w14:textId="77777777" w:rsidTr="00DE23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38A6D59"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091B86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15B8BA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00854E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AAE5C0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0DCCF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27CF7C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895D22" w14:textId="77777777" w:rsidR="00AD792A" w:rsidRDefault="00AD792A" w:rsidP="00AD792A">
      <w:pPr>
        <w:pStyle w:val="Textbezslovn"/>
        <w:ind w:left="0"/>
      </w:pPr>
    </w:p>
    <w:p w14:paraId="01C6A69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F19C0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BFBF36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B61AC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42EF68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8B45A88" w14:textId="77777777" w:rsidR="0035531B" w:rsidRDefault="0035531B" w:rsidP="007C1A51">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A01E3C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AB54B1E" w14:textId="780FA11A" w:rsidR="00AD5088" w:rsidRDefault="00AD5088" w:rsidP="00AD792A">
      <w:pPr>
        <w:pStyle w:val="Textbezslovn"/>
        <w:ind w:left="0"/>
        <w:rPr>
          <w:b/>
        </w:rPr>
      </w:pPr>
      <w:r>
        <w:t>Oba výše uvedené body se týkají jak celkové hodnoty referenčních zakázek, tak i jejich dílčích hodnot (v cenových i případně necenových jednotkách, jsou-li takové požadovány).</w:t>
      </w:r>
    </w:p>
    <w:p w14:paraId="158D2BD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3D8381D" w14:textId="77777777" w:rsidR="0035531B" w:rsidRDefault="0035531B" w:rsidP="00EE3C5F">
      <w:pPr>
        <w:pStyle w:val="Textbezslovn"/>
      </w:pPr>
    </w:p>
    <w:p w14:paraId="78ED9C4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E9157A3" w14:textId="77777777" w:rsidR="0035531B" w:rsidRDefault="0035531B" w:rsidP="00EE3C5F">
      <w:pPr>
        <w:pStyle w:val="Textbezslovn"/>
      </w:pPr>
      <w:r>
        <w:t xml:space="preserve"> </w:t>
      </w:r>
    </w:p>
    <w:p w14:paraId="38DBEE31" w14:textId="77777777" w:rsidR="00EE3C5F" w:rsidRDefault="00EE3C5F">
      <w:r>
        <w:br w:type="page"/>
      </w:r>
    </w:p>
    <w:p w14:paraId="684DAFCE" w14:textId="77777777" w:rsidR="0035531B" w:rsidRDefault="0035531B" w:rsidP="00FE4333">
      <w:pPr>
        <w:pStyle w:val="Nadpisbezsl1-1"/>
      </w:pPr>
      <w:r>
        <w:lastRenderedPageBreak/>
        <w:t>Příloha č. 5</w:t>
      </w:r>
    </w:p>
    <w:p w14:paraId="075E6228" w14:textId="77777777" w:rsidR="0035531B" w:rsidRPr="00EE3C5F" w:rsidRDefault="0035531B" w:rsidP="00FE4333">
      <w:pPr>
        <w:pStyle w:val="Nadpisbezsl1-2"/>
      </w:pPr>
      <w:r w:rsidRPr="00EE3C5F">
        <w:t>Seznam odborného personálu dodavatele</w:t>
      </w:r>
    </w:p>
    <w:p w14:paraId="4AE856B9" w14:textId="77777777" w:rsidR="0035531B" w:rsidRDefault="0035531B" w:rsidP="00EE3C5F">
      <w:pPr>
        <w:pStyle w:val="Textbezslovn"/>
      </w:pPr>
    </w:p>
    <w:tbl>
      <w:tblPr>
        <w:tblStyle w:val="Mkatabulky"/>
        <w:tblW w:w="5000" w:type="pct"/>
        <w:tblLayout w:type="fixed"/>
        <w:tblLook w:val="04E0" w:firstRow="1" w:lastRow="1" w:firstColumn="1" w:lastColumn="0" w:noHBand="0" w:noVBand="1"/>
      </w:tblPr>
      <w:tblGrid>
        <w:gridCol w:w="2175"/>
        <w:gridCol w:w="2175"/>
        <w:gridCol w:w="2176"/>
        <w:gridCol w:w="2176"/>
      </w:tblGrid>
      <w:tr w:rsidR="004B0301" w:rsidRPr="00EE3C5F" w14:paraId="6ABA0A58" w14:textId="77777777" w:rsidTr="00A05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4E53C7E7" w14:textId="77777777" w:rsidR="004B0301" w:rsidRPr="00EE3C5F" w:rsidRDefault="004B0301" w:rsidP="00EE3C5F">
            <w:pPr>
              <w:rPr>
                <w:b/>
                <w:sz w:val="16"/>
                <w:szCs w:val="16"/>
              </w:rPr>
            </w:pPr>
            <w:r w:rsidRPr="00EE3C5F">
              <w:rPr>
                <w:b/>
                <w:sz w:val="16"/>
                <w:szCs w:val="16"/>
              </w:rPr>
              <w:t xml:space="preserve">Funkce/jméno </w:t>
            </w:r>
          </w:p>
        </w:tc>
        <w:tc>
          <w:tcPr>
            <w:tcW w:w="1250" w:type="pct"/>
          </w:tcPr>
          <w:p w14:paraId="7F28DACE"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50" w:type="pct"/>
          </w:tcPr>
          <w:p w14:paraId="5D5F14A2" w14:textId="77777777" w:rsidR="004B0301" w:rsidRPr="00EE3C5F" w:rsidRDefault="00B076E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76EC">
              <w:rPr>
                <w:b/>
                <w:sz w:val="16"/>
                <w:szCs w:val="16"/>
              </w:rPr>
              <w:t>Zkušenost s řízením realizace, realizací stavby nebo zpracováním dokumentace* (název stavby a cena bez DPH, další podrobnosti uvést v životopisu)</w:t>
            </w:r>
          </w:p>
        </w:tc>
        <w:tc>
          <w:tcPr>
            <w:tcW w:w="1250" w:type="pct"/>
          </w:tcPr>
          <w:p w14:paraId="23A7782D"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B0301" w:rsidRPr="00454716" w14:paraId="0606B590"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7E2BD46A"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7280EFC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577B762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36701C9E"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208CA93"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4A7018D3"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49752361"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2DDB1A1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498442F0"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7F57D0B"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56505DFD"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432A50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05F1C98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27CCD433"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20366FF3"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1FCB0B01"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4B71F08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D24D8E8"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39A23E22"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366A76BC"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63718FB2"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16A2986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76BC664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34AB9B1D"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1B84DDE9" w14:textId="77777777" w:rsidTr="00A05C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2" w:space="0" w:color="auto"/>
            </w:tcBorders>
            <w:shd w:val="clear" w:color="auto" w:fill="auto"/>
          </w:tcPr>
          <w:p w14:paraId="2D59E3EA" w14:textId="77777777" w:rsidR="004B0301" w:rsidRPr="00454716" w:rsidRDefault="004B0301" w:rsidP="00EE3C5F">
            <w:pPr>
              <w:rPr>
                <w:b w:val="0"/>
                <w:sz w:val="16"/>
                <w:szCs w:val="16"/>
                <w:highlight w:val="yellow"/>
              </w:rPr>
            </w:pPr>
            <w:r w:rsidRPr="00454716">
              <w:rPr>
                <w:b w:val="0"/>
                <w:sz w:val="16"/>
                <w:szCs w:val="16"/>
                <w:highlight w:val="yellow"/>
              </w:rPr>
              <w:t>[DOPLNÍ DODAVATEL]</w:t>
            </w:r>
          </w:p>
        </w:tc>
        <w:tc>
          <w:tcPr>
            <w:tcW w:w="1250" w:type="pct"/>
            <w:tcBorders>
              <w:top w:val="single" w:sz="2" w:space="0" w:color="auto"/>
            </w:tcBorders>
            <w:shd w:val="clear" w:color="auto" w:fill="auto"/>
          </w:tcPr>
          <w:p w14:paraId="6C8944C6"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692045AE"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161E17D4" w14:textId="77777777" w:rsidR="004B0301" w:rsidRPr="00454716"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41E878" w14:textId="77777777" w:rsidR="00EE3C5F" w:rsidRDefault="00EE3C5F" w:rsidP="00EE3C5F">
      <w:pPr>
        <w:pStyle w:val="Textbezslovn"/>
      </w:pPr>
    </w:p>
    <w:p w14:paraId="22801F9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B076EC">
        <w:t xml:space="preserve">stavby </w:t>
      </w:r>
      <w:r>
        <w:t xml:space="preserve">nebo </w:t>
      </w:r>
      <w:r w:rsidR="00B076E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849593F" w14:textId="77777777" w:rsidR="00EE3C5F" w:rsidRDefault="00EE3C5F" w:rsidP="00EE3C5F">
      <w:pPr>
        <w:pStyle w:val="Textbezslovn"/>
      </w:pPr>
    </w:p>
    <w:p w14:paraId="20F19ADC" w14:textId="77777777" w:rsidR="0035531B" w:rsidRPr="00EE3C5F" w:rsidRDefault="0035531B" w:rsidP="00E22C30">
      <w:pPr>
        <w:pStyle w:val="Textbezslovn"/>
        <w:ind w:left="0"/>
        <w:rPr>
          <w:b/>
        </w:rPr>
      </w:pPr>
      <w:r w:rsidRPr="00EE3C5F">
        <w:rPr>
          <w:b/>
        </w:rPr>
        <w:t xml:space="preserve">Přílohy: </w:t>
      </w:r>
      <w:r w:rsidRPr="00EE3C5F">
        <w:rPr>
          <w:b/>
        </w:rPr>
        <w:tab/>
      </w:r>
    </w:p>
    <w:p w14:paraId="6FCE9CA5" w14:textId="77777777" w:rsidR="0035531B" w:rsidRDefault="0035531B" w:rsidP="00B61530">
      <w:pPr>
        <w:pStyle w:val="Odrka1-1"/>
        <w:tabs>
          <w:tab w:val="clear" w:pos="1077"/>
        </w:tabs>
        <w:ind w:left="426"/>
      </w:pPr>
      <w:r>
        <w:t>profesní životopisy každého člena odborného personálu dodavatele (viz Příloha č. 6 Pokynů)</w:t>
      </w:r>
    </w:p>
    <w:p w14:paraId="645C650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79C4D0E" w14:textId="77777777" w:rsidR="0035531B" w:rsidRDefault="0035531B" w:rsidP="00EE3C5F">
      <w:pPr>
        <w:pStyle w:val="Textbezslovn"/>
      </w:pPr>
      <w:r>
        <w:t xml:space="preserve"> </w:t>
      </w:r>
    </w:p>
    <w:p w14:paraId="5244DC90" w14:textId="77777777" w:rsidR="00EE3C5F" w:rsidRDefault="00EE3C5F">
      <w:r>
        <w:br w:type="page"/>
      </w:r>
    </w:p>
    <w:p w14:paraId="36CE6F48" w14:textId="77777777" w:rsidR="0035531B" w:rsidRDefault="0035531B" w:rsidP="00FE4333">
      <w:pPr>
        <w:pStyle w:val="Nadpisbezsl1-1"/>
      </w:pPr>
      <w:r>
        <w:lastRenderedPageBreak/>
        <w:t>Příloha č. 6</w:t>
      </w:r>
    </w:p>
    <w:p w14:paraId="288FF75F" w14:textId="77777777" w:rsidR="0035531B" w:rsidRPr="00EE3C5F" w:rsidRDefault="0035531B" w:rsidP="00FE4333">
      <w:pPr>
        <w:pStyle w:val="Nadpisbezsl1-2"/>
      </w:pPr>
      <w:r w:rsidRPr="00EE3C5F">
        <w:t>Vzor profesního životopisu</w:t>
      </w:r>
    </w:p>
    <w:p w14:paraId="3611C5AA" w14:textId="77777777" w:rsidR="0035531B" w:rsidRDefault="0035531B" w:rsidP="00474F4D">
      <w:pPr>
        <w:pStyle w:val="Textbezslovn"/>
        <w:ind w:left="0"/>
      </w:pPr>
    </w:p>
    <w:p w14:paraId="62D8CF8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327119">
        <w:rPr>
          <w:b/>
          <w:highlight w:val="yellow"/>
        </w:rPr>
        <w:t>DOPLNÍ DODAVATEL</w:t>
      </w:r>
      <w:r>
        <w:t>]</w:t>
      </w:r>
    </w:p>
    <w:p w14:paraId="329ED798" w14:textId="77777777" w:rsidR="00474F4D" w:rsidRDefault="00474F4D" w:rsidP="00474F4D">
      <w:pPr>
        <w:pStyle w:val="Textbezslovn"/>
        <w:ind w:left="0"/>
      </w:pPr>
    </w:p>
    <w:p w14:paraId="12C1C2BB" w14:textId="77777777" w:rsidR="0035531B" w:rsidRDefault="0035531B" w:rsidP="007C1A51">
      <w:pPr>
        <w:pStyle w:val="Odstavec1-1a"/>
        <w:numPr>
          <w:ilvl w:val="0"/>
          <w:numId w:val="14"/>
        </w:numPr>
      </w:pPr>
      <w:r>
        <w:t>Příjmení: [</w:t>
      </w:r>
      <w:r w:rsidRPr="00327119">
        <w:rPr>
          <w:b/>
          <w:highlight w:val="yellow"/>
        </w:rPr>
        <w:t>DOPLNÍ DODAVATEL</w:t>
      </w:r>
      <w:r>
        <w:t>]</w:t>
      </w:r>
    </w:p>
    <w:p w14:paraId="2E58319D" w14:textId="77777777" w:rsidR="0035531B" w:rsidRDefault="0035531B" w:rsidP="007C1A51">
      <w:pPr>
        <w:pStyle w:val="Odstavec1-1a"/>
        <w:numPr>
          <w:ilvl w:val="0"/>
          <w:numId w:val="14"/>
        </w:numPr>
      </w:pPr>
      <w:r>
        <w:t>Jméno: [</w:t>
      </w:r>
      <w:r w:rsidRPr="00327119">
        <w:rPr>
          <w:b/>
          <w:highlight w:val="yellow"/>
        </w:rPr>
        <w:t>DOPLNÍ DODAVATEL</w:t>
      </w:r>
      <w:r>
        <w:t>]</w:t>
      </w:r>
    </w:p>
    <w:p w14:paraId="087417ED" w14:textId="77777777" w:rsidR="0035531B" w:rsidRDefault="0035531B" w:rsidP="007C1A51">
      <w:pPr>
        <w:pStyle w:val="Odstavec1-1a"/>
        <w:numPr>
          <w:ilvl w:val="0"/>
          <w:numId w:val="14"/>
        </w:numPr>
      </w:pPr>
      <w:r>
        <w:t>Datum narození: [</w:t>
      </w:r>
      <w:r w:rsidRPr="00833899">
        <w:rPr>
          <w:highlight w:val="yellow"/>
        </w:rPr>
        <w:t>DOPLNÍ DODAVATEL</w:t>
      </w:r>
      <w:r>
        <w:t>]</w:t>
      </w:r>
    </w:p>
    <w:p w14:paraId="68C681F0" w14:textId="77777777" w:rsidR="0035531B" w:rsidRDefault="0035531B" w:rsidP="007C1A51">
      <w:pPr>
        <w:pStyle w:val="Odstavec1-1a"/>
        <w:numPr>
          <w:ilvl w:val="0"/>
          <w:numId w:val="14"/>
        </w:numPr>
      </w:pPr>
      <w:r>
        <w:t>Kontaktní pracovní adresa (včetně pracovní tel/e-mail): [</w:t>
      </w:r>
      <w:r w:rsidRPr="00833899">
        <w:rPr>
          <w:highlight w:val="yellow"/>
        </w:rPr>
        <w:t>DOPLNÍ DODAVATEL</w:t>
      </w:r>
      <w:r>
        <w:t>]</w:t>
      </w:r>
    </w:p>
    <w:p w14:paraId="334821B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14361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107C42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1FDDC5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2FC032C" w14:textId="77777777" w:rsidR="0035531B" w:rsidRPr="00833899" w:rsidRDefault="0035531B" w:rsidP="00474F4D">
      <w:pPr>
        <w:pStyle w:val="Textbezslovn"/>
        <w:ind w:left="0"/>
      </w:pPr>
    </w:p>
    <w:p w14:paraId="7912A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B9B645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51A7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65099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62DB13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64AF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04647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A8F66B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30F7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A2629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7AD08A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0E5F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869E3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87142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A0D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76C1D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CF7D4C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AAC3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8D072E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FD5870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288300" w14:textId="77777777" w:rsidR="00452F69" w:rsidRPr="00833899" w:rsidRDefault="00452F69" w:rsidP="00474F4D">
      <w:pPr>
        <w:pStyle w:val="Textbezslovn"/>
        <w:ind w:left="0"/>
      </w:pPr>
    </w:p>
    <w:p w14:paraId="4C3653B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358C1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04BF9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A488EC" w14:textId="77777777" w:rsidR="0035531B" w:rsidRDefault="0035531B" w:rsidP="00452F69">
      <w:pPr>
        <w:pStyle w:val="Odstavec1-1a"/>
      </w:pPr>
      <w:r w:rsidRPr="00452F69">
        <w:rPr>
          <w:b/>
        </w:rPr>
        <w:t>Zkušenosti</w:t>
      </w:r>
      <w:r w:rsidR="00845C50">
        <w:t xml:space="preserve"> s </w:t>
      </w:r>
      <w:r>
        <w:t xml:space="preserve">řízením realizace, realizací </w:t>
      </w:r>
      <w:r w:rsidR="00F023B9">
        <w:t xml:space="preserve">stavby </w:t>
      </w:r>
      <w:r>
        <w:t xml:space="preserve">nebo </w:t>
      </w:r>
      <w:r w:rsidR="00F023B9">
        <w:t xml:space="preserve">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60380E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C25ACA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C5EA59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740F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74D8BD"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0AB94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13986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81EE7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FA557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28F5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CAFA1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4EA220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3DF7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B88D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59CCB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D346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48D83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C9AF5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3D5C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5213B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2CAB9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D5088" w:rsidRPr="00833899" w14:paraId="59BAC0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B82A25" w14:textId="3D5C56B5" w:rsidR="00AD5088" w:rsidRPr="00833899" w:rsidRDefault="00AD5088" w:rsidP="00307641">
            <w:pPr>
              <w:rPr>
                <w:sz w:val="16"/>
                <w:szCs w:val="16"/>
              </w:rPr>
            </w:pPr>
            <w:r>
              <w:rPr>
                <w:sz w:val="16"/>
                <w:szCs w:val="16"/>
              </w:rPr>
              <w:t>Označení zastávané pozice při plnění zakázky</w:t>
            </w:r>
          </w:p>
        </w:tc>
        <w:tc>
          <w:tcPr>
            <w:tcW w:w="2835" w:type="dxa"/>
            <w:tcBorders>
              <w:top w:val="single" w:sz="2" w:space="0" w:color="auto"/>
            </w:tcBorders>
          </w:tcPr>
          <w:p w14:paraId="6535BDAF" w14:textId="1A772769" w:rsidR="00AD5088" w:rsidRPr="00833899" w:rsidRDefault="00AD508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D5088" w:rsidRPr="00833899" w14:paraId="09FC838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B099B2F" w14:textId="77777777" w:rsidR="00AD5088" w:rsidRPr="00833899" w:rsidRDefault="00AD5088" w:rsidP="00452F69">
            <w:pPr>
              <w:rPr>
                <w:b w:val="0"/>
                <w:sz w:val="16"/>
                <w:szCs w:val="16"/>
              </w:rPr>
            </w:pPr>
            <w:r w:rsidRPr="00833899">
              <w:rPr>
                <w:b w:val="0"/>
                <w:sz w:val="16"/>
                <w:szCs w:val="16"/>
              </w:rPr>
              <w:t xml:space="preserve">Popis vykonávaných pracovních činností </w:t>
            </w:r>
            <w:r w:rsidRPr="00743D21">
              <w:rPr>
                <w:b w:val="0"/>
                <w:sz w:val="16"/>
                <w:szCs w:val="16"/>
              </w:rPr>
              <w:t>- v detailu potřebném pro ověření splnění požadavků</w:t>
            </w:r>
          </w:p>
        </w:tc>
        <w:tc>
          <w:tcPr>
            <w:tcW w:w="2835" w:type="dxa"/>
            <w:tcBorders>
              <w:top w:val="single" w:sz="2" w:space="0" w:color="auto"/>
            </w:tcBorders>
            <w:shd w:val="clear" w:color="auto" w:fill="auto"/>
          </w:tcPr>
          <w:p w14:paraId="4A9324ED" w14:textId="77777777" w:rsidR="00AD5088" w:rsidRPr="00833899" w:rsidRDefault="00AD508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4F5778" w14:textId="77777777" w:rsidR="0035531B" w:rsidRPr="00833899" w:rsidRDefault="0035531B" w:rsidP="00474F4D">
      <w:pPr>
        <w:pStyle w:val="Textbezslovn"/>
        <w:ind w:left="0"/>
      </w:pPr>
    </w:p>
    <w:p w14:paraId="79DB669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0FC94EF" w14:textId="77777777" w:rsidR="0035531B" w:rsidRDefault="0035531B" w:rsidP="00452F69">
      <w:pPr>
        <w:pStyle w:val="Textbezslovn"/>
        <w:ind w:left="1077"/>
      </w:pPr>
      <w:r>
        <w:t>(vlastní doklady budou tvořit přílohu Seznamu odborného personálu zhotovitele, tj. Přílohy č. 5 těchto Pokynů)</w:t>
      </w:r>
    </w:p>
    <w:p w14:paraId="24EA976D" w14:textId="77777777" w:rsidR="0035531B" w:rsidRDefault="0035531B" w:rsidP="00452F69">
      <w:pPr>
        <w:pStyle w:val="Odstavec1-1a"/>
      </w:pPr>
      <w:r>
        <w:t>Jiné informace (dle uvážení dodavatele): [</w:t>
      </w:r>
      <w:r w:rsidRPr="00833899">
        <w:rPr>
          <w:highlight w:val="yellow"/>
        </w:rPr>
        <w:t>DOPLNÍ DODAVATEL</w:t>
      </w:r>
      <w:r>
        <w:t>]</w:t>
      </w:r>
    </w:p>
    <w:p w14:paraId="56BFFB26" w14:textId="77777777" w:rsidR="0035531B" w:rsidRDefault="0035531B" w:rsidP="00474F4D">
      <w:pPr>
        <w:pStyle w:val="Textbezslovn"/>
        <w:ind w:left="0"/>
      </w:pPr>
    </w:p>
    <w:p w14:paraId="1E12D6BF" w14:textId="77777777" w:rsidR="0035531B" w:rsidRDefault="0035531B" w:rsidP="00474F4D">
      <w:pPr>
        <w:pStyle w:val="Textbezslovn"/>
        <w:ind w:left="0"/>
      </w:pPr>
      <w:r>
        <w:t xml:space="preserve"> </w:t>
      </w:r>
    </w:p>
    <w:p w14:paraId="53C50D1D" w14:textId="77777777" w:rsidR="00EE3C5F" w:rsidRDefault="00EE3C5F" w:rsidP="00474F4D">
      <w:r>
        <w:br w:type="page"/>
      </w:r>
    </w:p>
    <w:p w14:paraId="4995066C" w14:textId="77777777" w:rsidR="0035531B" w:rsidRDefault="0035531B" w:rsidP="00FE4333">
      <w:pPr>
        <w:pStyle w:val="Nadpisbezsl1-1"/>
      </w:pPr>
      <w:r>
        <w:lastRenderedPageBreak/>
        <w:t>Příloha č. 7</w:t>
      </w:r>
    </w:p>
    <w:p w14:paraId="7524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B728DC8" w14:textId="77777777" w:rsidR="0035531B" w:rsidRDefault="0035531B" w:rsidP="00452F69">
      <w:pPr>
        <w:pStyle w:val="Textbezslovn"/>
      </w:pPr>
    </w:p>
    <w:p w14:paraId="44B5EDD3" w14:textId="77777777" w:rsidR="0035531B" w:rsidRPr="00833899" w:rsidRDefault="0035531B" w:rsidP="00452F69">
      <w:pPr>
        <w:pStyle w:val="Textbezslovn"/>
        <w:ind w:left="0"/>
        <w:rPr>
          <w:rStyle w:val="Tun9b"/>
          <w:b w:val="0"/>
        </w:rPr>
      </w:pPr>
      <w:r w:rsidRPr="00452F69">
        <w:rPr>
          <w:rStyle w:val="Tun9b"/>
        </w:rPr>
        <w:t>Čestné prohlášení</w:t>
      </w:r>
    </w:p>
    <w:p w14:paraId="12718C0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327119">
        <w:rPr>
          <w:b/>
          <w:highlight w:val="yellow"/>
        </w:rPr>
        <w:t>DOPLNÍ DODAVATEL</w:t>
      </w:r>
      <w:r w:rsidRPr="00833899">
        <w:t>]</w:t>
      </w:r>
    </w:p>
    <w:p w14:paraId="291589E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579CC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26A44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B785EA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D31A7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4ABD247" w14:textId="77777777" w:rsidR="0035531B" w:rsidRDefault="0035531B" w:rsidP="00452F69">
      <w:pPr>
        <w:pStyle w:val="Textbezslovn"/>
        <w:ind w:left="0"/>
      </w:pPr>
      <w:r w:rsidRPr="00307641">
        <w:rPr>
          <w:b/>
        </w:rPr>
        <w:t>čestně prohlašuje</w:t>
      </w:r>
      <w:r>
        <w:t>, že:</w:t>
      </w:r>
    </w:p>
    <w:p w14:paraId="6EAEAF5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E8A0D6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131E0A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183EFD0" w14:textId="77777777" w:rsidR="00D139AC" w:rsidRPr="00D139AC" w:rsidRDefault="00D139AC" w:rsidP="00307641">
      <w:pPr>
        <w:pStyle w:val="Doplujcdaje"/>
        <w:jc w:val="both"/>
      </w:pPr>
    </w:p>
    <w:p w14:paraId="3D93B82F"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670DB0B3" w14:textId="77777777" w:rsidR="0035531B" w:rsidRDefault="0035531B" w:rsidP="00307641">
      <w:pPr>
        <w:pStyle w:val="Textbezslovn"/>
        <w:ind w:left="0"/>
      </w:pPr>
    </w:p>
    <w:p w14:paraId="1340AF3A" w14:textId="77777777" w:rsidR="00307641" w:rsidRDefault="00307641" w:rsidP="00307641">
      <w:pPr>
        <w:pStyle w:val="Textbezslovn"/>
        <w:ind w:left="0"/>
      </w:pPr>
    </w:p>
    <w:p w14:paraId="338F02A3" w14:textId="77777777" w:rsidR="0035531B" w:rsidRDefault="0035531B" w:rsidP="00307641">
      <w:pPr>
        <w:pStyle w:val="Textbezslovn"/>
        <w:ind w:left="0"/>
      </w:pPr>
      <w:r>
        <w:t>V [</w:t>
      </w:r>
      <w:r w:rsidRPr="00833899">
        <w:rPr>
          <w:highlight w:val="yellow"/>
        </w:rPr>
        <w:t>DOPLNÍ DODAVATEL</w:t>
      </w:r>
      <w:r>
        <w:t xml:space="preserve">] </w:t>
      </w:r>
      <w:r w:rsidR="00EB7017">
        <w:t>d</w:t>
      </w:r>
      <w:r>
        <w:t>ne [</w:t>
      </w:r>
      <w:r w:rsidRPr="00833899">
        <w:rPr>
          <w:highlight w:val="yellow"/>
        </w:rPr>
        <w:t>DOPLNÍ DODAVATEL</w:t>
      </w:r>
      <w:r w:rsidRPr="00307641">
        <w:rPr>
          <w:highlight w:val="yellow"/>
        </w:rPr>
        <w:t>]</w:t>
      </w:r>
    </w:p>
    <w:p w14:paraId="1064F465" w14:textId="77777777" w:rsidR="0035531B" w:rsidRDefault="0035531B" w:rsidP="00307641">
      <w:pPr>
        <w:pStyle w:val="Textbezslovn"/>
        <w:ind w:left="0"/>
      </w:pPr>
    </w:p>
    <w:p w14:paraId="0C007D9E" w14:textId="77777777" w:rsidR="0035531B" w:rsidRDefault="0035531B" w:rsidP="00307641">
      <w:pPr>
        <w:pStyle w:val="Textbezslovn"/>
        <w:ind w:left="0"/>
      </w:pPr>
      <w:r>
        <w:t>Podpis osoby oprávněné jednat za dodavatele:</w:t>
      </w:r>
    </w:p>
    <w:p w14:paraId="09DFCF59" w14:textId="77777777" w:rsidR="0035531B" w:rsidRDefault="0035531B" w:rsidP="00307641">
      <w:pPr>
        <w:pStyle w:val="Textbezslovn"/>
        <w:ind w:left="0"/>
      </w:pPr>
    </w:p>
    <w:p w14:paraId="6A223E9B" w14:textId="77777777" w:rsidR="00307641" w:rsidRDefault="00307641" w:rsidP="00307641">
      <w:pPr>
        <w:pStyle w:val="Textbezslovn"/>
        <w:ind w:left="0"/>
      </w:pPr>
    </w:p>
    <w:p w14:paraId="3EC89FC5" w14:textId="77777777" w:rsidR="00307641" w:rsidRDefault="0035531B" w:rsidP="00307641">
      <w:pPr>
        <w:pStyle w:val="Textbezslovn"/>
        <w:ind w:left="0"/>
      </w:pPr>
      <w:r>
        <w:t>Jméno</w:t>
      </w:r>
      <w:r w:rsidR="00307641">
        <w:t>: ______________________</w:t>
      </w:r>
    </w:p>
    <w:p w14:paraId="31A60BC7" w14:textId="77777777" w:rsidR="0035531B" w:rsidRDefault="0035531B" w:rsidP="00307641">
      <w:pPr>
        <w:pStyle w:val="Textbezslovn"/>
        <w:ind w:left="0"/>
      </w:pPr>
      <w:r>
        <w:tab/>
      </w:r>
    </w:p>
    <w:p w14:paraId="4A1EA882" w14:textId="77777777" w:rsidR="00307641" w:rsidRDefault="00307641" w:rsidP="00307641">
      <w:pPr>
        <w:pStyle w:val="Textbezslovn"/>
        <w:ind w:left="0"/>
      </w:pPr>
    </w:p>
    <w:p w14:paraId="15336D8E" w14:textId="77777777" w:rsidR="0035531B" w:rsidRDefault="0035531B" w:rsidP="00307641">
      <w:pPr>
        <w:pStyle w:val="Textbezslovn"/>
        <w:ind w:left="0"/>
      </w:pPr>
      <w:r>
        <w:t>Podp</w:t>
      </w:r>
      <w:r w:rsidR="00307641">
        <w:t>is: ______________________</w:t>
      </w:r>
    </w:p>
    <w:p w14:paraId="70FE8A65" w14:textId="77777777" w:rsidR="0035531B" w:rsidRDefault="0035531B" w:rsidP="00307641">
      <w:pPr>
        <w:pStyle w:val="Textbezslovn"/>
        <w:ind w:left="0"/>
      </w:pPr>
      <w:r>
        <w:t xml:space="preserve"> </w:t>
      </w:r>
    </w:p>
    <w:p w14:paraId="70102C2A" w14:textId="77777777" w:rsidR="00EE3C5F" w:rsidRDefault="00EE3C5F" w:rsidP="00452F69">
      <w:pPr>
        <w:pStyle w:val="Textbezslovn"/>
      </w:pPr>
      <w:r>
        <w:br w:type="page"/>
      </w:r>
    </w:p>
    <w:p w14:paraId="377B419E" w14:textId="77777777" w:rsidR="0035531B" w:rsidRDefault="0035531B" w:rsidP="00FE4333">
      <w:pPr>
        <w:pStyle w:val="Nadpisbezsl1-1"/>
      </w:pPr>
      <w:r>
        <w:lastRenderedPageBreak/>
        <w:t>Příloha č. 8</w:t>
      </w:r>
    </w:p>
    <w:p w14:paraId="0E9115B4"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FA62EB" w14:textId="77777777" w:rsidR="00307641" w:rsidRPr="00307641" w:rsidRDefault="00307641" w:rsidP="00307641">
      <w:pPr>
        <w:pStyle w:val="Textbezslovn"/>
      </w:pPr>
    </w:p>
    <w:p w14:paraId="16B1CAFC" w14:textId="77777777" w:rsidR="0035531B" w:rsidRPr="00307641" w:rsidRDefault="0035531B" w:rsidP="00307641">
      <w:pPr>
        <w:pStyle w:val="Textbezslovn"/>
        <w:ind w:left="0"/>
        <w:rPr>
          <w:b/>
        </w:rPr>
      </w:pPr>
      <w:r w:rsidRPr="00307641">
        <w:rPr>
          <w:b/>
        </w:rPr>
        <w:t>Čestné prohlášení</w:t>
      </w:r>
    </w:p>
    <w:p w14:paraId="3DC4D18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327119">
        <w:rPr>
          <w:b/>
          <w:highlight w:val="yellow"/>
        </w:rPr>
        <w:t>DOPLNÍ DODAVATEL</w:t>
      </w:r>
      <w:r w:rsidRPr="00833899">
        <w:t>]</w:t>
      </w:r>
    </w:p>
    <w:p w14:paraId="42A719C9"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95038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2B4D47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46C5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C1B24E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640A63" w14:textId="77777777" w:rsidR="0035531B" w:rsidRPr="00833899" w:rsidRDefault="00C655CC" w:rsidP="00307641">
      <w:pPr>
        <w:pStyle w:val="Textbezslovn"/>
        <w:ind w:left="0"/>
      </w:pPr>
      <w:r w:rsidRPr="00C655CC">
        <w:rPr>
          <w:b/>
        </w:rPr>
        <w:t xml:space="preserve">podáním nabídky </w:t>
      </w:r>
      <w:r w:rsidR="0035531B" w:rsidRPr="00C655CC">
        <w:rPr>
          <w:b/>
        </w:rPr>
        <w:t>čestně prohlašuje</w:t>
      </w:r>
      <w:r w:rsidR="0035531B" w:rsidRPr="00833899">
        <w:t>, že:</w:t>
      </w:r>
    </w:p>
    <w:p w14:paraId="50EF4896" w14:textId="77777777" w:rsidR="0035531B" w:rsidRPr="00833899" w:rsidRDefault="0035531B" w:rsidP="00307641">
      <w:pPr>
        <w:pStyle w:val="Odrka1-1"/>
      </w:pPr>
      <w:r w:rsidRPr="00833899">
        <w:t>na staveništi [</w:t>
      </w:r>
      <w:r w:rsidRPr="00833899">
        <w:rPr>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C08D6B" w14:textId="77777777" w:rsidR="0035531B" w:rsidRPr="00833899" w:rsidRDefault="0035531B" w:rsidP="00307641">
      <w:pPr>
        <w:pStyle w:val="Odrka1-1"/>
      </w:pPr>
      <w:r w:rsidRPr="00833899">
        <w:t>podle předpokládaného plánu realizace stavby [</w:t>
      </w:r>
      <w:r w:rsidRPr="00C655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655CC">
        <w:rPr>
          <w:b/>
          <w:highlight w:val="yellow"/>
        </w:rPr>
        <w:t>DOPLNÍ DODAVATEL – BUDE/NEBUDE</w:t>
      </w:r>
      <w:r w:rsidRPr="00833899">
        <w:t>] na nich pracovat současně více než 20 fyzických osob po dobu delší než 1 pracovní den;</w:t>
      </w:r>
    </w:p>
    <w:p w14:paraId="23FDFD1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655CC">
        <w:rPr>
          <w:b/>
          <w:highlight w:val="yellow"/>
        </w:rPr>
        <w:t>DOPLNÍ DODAVATEL</w:t>
      </w:r>
      <w:r w:rsidRPr="00833899">
        <w:t>] pracovních dnů, ve kterých budou vykonávány práce</w:t>
      </w:r>
      <w:r w:rsidR="00845C50" w:rsidRPr="00833899">
        <w:t xml:space="preserve"> a </w:t>
      </w:r>
      <w:r w:rsidRPr="00833899">
        <w:t>činnosti;</w:t>
      </w:r>
    </w:p>
    <w:p w14:paraId="61E23BA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655CC">
        <w:rPr>
          <w:b/>
          <w:highlight w:val="yellow"/>
        </w:rPr>
        <w:t>DOPLNÍ DODAVATEL</w:t>
      </w:r>
      <w:r w:rsidRPr="00833899">
        <w:t>] fyzických osob po dobu delší než 1 pracovní den;</w:t>
      </w:r>
    </w:p>
    <w:p w14:paraId="3F187F7E" w14:textId="77777777" w:rsidR="0035531B" w:rsidRPr="00833899" w:rsidRDefault="0035531B" w:rsidP="00307641">
      <w:pPr>
        <w:pStyle w:val="Odrka1-1"/>
      </w:pPr>
      <w:r w:rsidRPr="00833899">
        <w:t>podle předpokládaného plánu realizace stavby [</w:t>
      </w:r>
      <w:r w:rsidRPr="00C655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9DFD33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655CC">
        <w:rPr>
          <w:b/>
          <w:highlight w:val="yellow"/>
        </w:rPr>
        <w:t>DOPLNÍ DODAVATEL</w:t>
      </w:r>
      <w:r w:rsidRPr="00833899">
        <w:t>] pracovních dnů</w:t>
      </w:r>
      <w:r w:rsidR="00092CC9" w:rsidRPr="00833899">
        <w:t xml:space="preserve"> v </w:t>
      </w:r>
      <w:r w:rsidRPr="00833899">
        <w:t>přepočtu na jednu fyzickou osobu.</w:t>
      </w:r>
    </w:p>
    <w:p w14:paraId="0AB7125E" w14:textId="77777777" w:rsidR="0035531B" w:rsidRDefault="0035531B" w:rsidP="00307641">
      <w:pPr>
        <w:pStyle w:val="Textbezslovn"/>
        <w:ind w:left="0"/>
      </w:pPr>
    </w:p>
    <w:p w14:paraId="2C485FC4" w14:textId="77777777" w:rsidR="00C655CC" w:rsidRDefault="00C655CC">
      <w:pPr>
        <w:rPr>
          <w:rFonts w:asciiTheme="majorHAnsi" w:hAnsiTheme="majorHAnsi"/>
          <w:b/>
          <w:caps/>
          <w:sz w:val="22"/>
        </w:rPr>
      </w:pPr>
      <w:r>
        <w:br w:type="page"/>
      </w:r>
    </w:p>
    <w:p w14:paraId="6F8E9DD8" w14:textId="77777777" w:rsidR="0035531B" w:rsidRDefault="0035531B" w:rsidP="001E651D">
      <w:pPr>
        <w:pStyle w:val="Nadpisbezsl1-1"/>
      </w:pPr>
      <w:r>
        <w:lastRenderedPageBreak/>
        <w:t>Příloha č. 9</w:t>
      </w:r>
    </w:p>
    <w:p w14:paraId="4D4A57C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8169EA6" w14:textId="77777777" w:rsidR="0035531B" w:rsidRDefault="0035531B" w:rsidP="00307641">
      <w:pPr>
        <w:pStyle w:val="Textbezslovn"/>
      </w:pPr>
    </w:p>
    <w:p w14:paraId="56D11DF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F77A0D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E60A3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631C1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439AE7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0BF84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224E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3C77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B466A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4C95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0E25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6D35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D380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FC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E464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AAFF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2985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7D89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F920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5E66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3BB4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D84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8F80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B9876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9491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A400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1699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8C2E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E862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2AB4F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0F91F5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0354F2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6CE569" w14:textId="77777777" w:rsidR="0035531B" w:rsidRPr="00833899" w:rsidRDefault="0035531B" w:rsidP="00307641">
      <w:pPr>
        <w:pStyle w:val="Textbezslovn"/>
      </w:pPr>
    </w:p>
    <w:p w14:paraId="21A9BD27" w14:textId="77777777" w:rsidR="0035531B" w:rsidRDefault="0035531B" w:rsidP="00307641">
      <w:pPr>
        <w:pStyle w:val="Textbezslovn"/>
      </w:pPr>
    </w:p>
    <w:p w14:paraId="07CA3C37" w14:textId="77777777" w:rsidR="00307641" w:rsidRDefault="00307641">
      <w:r>
        <w:br w:type="page"/>
      </w:r>
    </w:p>
    <w:p w14:paraId="7474C28C" w14:textId="77777777" w:rsidR="0035531B" w:rsidRDefault="0035531B" w:rsidP="001E651D">
      <w:pPr>
        <w:pStyle w:val="Nadpisbezsl1-1"/>
      </w:pPr>
      <w:r>
        <w:lastRenderedPageBreak/>
        <w:t>Příloha č. 10</w:t>
      </w:r>
    </w:p>
    <w:p w14:paraId="3E587A6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35BCF73" w14:textId="77777777" w:rsidR="00DE2367" w:rsidRDefault="00DE2367" w:rsidP="00307641">
      <w:pPr>
        <w:pStyle w:val="Textbezslovn"/>
        <w:ind w:left="0"/>
        <w:rPr>
          <w:b/>
        </w:rPr>
      </w:pPr>
    </w:p>
    <w:p w14:paraId="5432646A" w14:textId="77777777" w:rsidR="0035531B" w:rsidRPr="00307641" w:rsidRDefault="0035531B" w:rsidP="00307641">
      <w:pPr>
        <w:pStyle w:val="Textbezslovn"/>
        <w:ind w:left="0"/>
        <w:rPr>
          <w:b/>
        </w:rPr>
      </w:pPr>
      <w:r w:rsidRPr="00307641">
        <w:rPr>
          <w:b/>
        </w:rPr>
        <w:t>Čestné prohlášení</w:t>
      </w:r>
    </w:p>
    <w:p w14:paraId="2C43171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327119">
        <w:rPr>
          <w:b/>
          <w:highlight w:val="yellow"/>
        </w:rPr>
        <w:t>DOPLNÍ DODAVATEL</w:t>
      </w:r>
      <w:r w:rsidRPr="00833899">
        <w:t>]</w:t>
      </w:r>
    </w:p>
    <w:p w14:paraId="24D9AC5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DB651E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71479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D42D9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0E4F8F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307ED7" w14:textId="77777777" w:rsidR="0035531B" w:rsidRDefault="00C655CC" w:rsidP="00307641">
      <w:pPr>
        <w:pStyle w:val="Textbezslovn"/>
        <w:ind w:left="0"/>
      </w:pPr>
      <w:r>
        <w:rPr>
          <w:b/>
        </w:rPr>
        <w:t xml:space="preserve">podáním nabídky </w:t>
      </w:r>
      <w:r w:rsidR="0035531B" w:rsidRPr="00AA3E17">
        <w:rPr>
          <w:b/>
        </w:rPr>
        <w:t>čestně prohlašuje</w:t>
      </w:r>
      <w:r w:rsidR="0035531B">
        <w:t>, že:</w:t>
      </w:r>
    </w:p>
    <w:p w14:paraId="7E7EC6C8"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AE0EA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9CEE33"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F6B0AFE"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891A4C3"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ABBA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62C2DA7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B75B2E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D5C25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1321F41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89D39E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82BE55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844AE2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DD9BF3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8AAC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4122BE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1210BA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709DD99"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308709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78DFC6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D195D6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A1754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BC94B0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450365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40950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A2BC1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0E430C" w14:textId="77777777" w:rsidR="0035531B" w:rsidRDefault="0035531B" w:rsidP="00307641">
      <w:pPr>
        <w:pStyle w:val="Textbezslovn"/>
        <w:ind w:left="0"/>
      </w:pPr>
    </w:p>
    <w:p w14:paraId="3A2EE359" w14:textId="77777777" w:rsidR="0035531B" w:rsidRDefault="0035531B" w:rsidP="00307641">
      <w:pPr>
        <w:pStyle w:val="Textbezslovn"/>
        <w:ind w:left="0"/>
      </w:pPr>
      <w:r>
        <w:t>Roční obrat odpovídá [</w:t>
      </w:r>
      <w:r w:rsidRPr="00833899">
        <w:rPr>
          <w:highlight w:val="yellow"/>
        </w:rPr>
        <w:t>DODAVATEL UPRAVÍ DLE POTŘEBY</w:t>
      </w:r>
      <w:r>
        <w:t>]</w:t>
      </w:r>
    </w:p>
    <w:p w14:paraId="33D4ABD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00D04CA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218EFA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1AE4C0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6A7B1F6" w14:textId="77777777" w:rsidR="0035531B" w:rsidRDefault="0035531B" w:rsidP="00307641">
      <w:pPr>
        <w:pStyle w:val="Textbezslovn"/>
        <w:ind w:left="0"/>
      </w:pPr>
    </w:p>
    <w:p w14:paraId="5A630926" w14:textId="77777777" w:rsidR="00964860" w:rsidRDefault="00964860" w:rsidP="00964860">
      <w:pPr>
        <w:pStyle w:val="Textbezslovn"/>
        <w:ind w:left="0"/>
      </w:pPr>
      <w:r>
        <w:br w:type="page"/>
      </w:r>
    </w:p>
    <w:p w14:paraId="2462EE64" w14:textId="77777777" w:rsidR="0035531B" w:rsidRDefault="0035531B" w:rsidP="001E651D">
      <w:pPr>
        <w:pStyle w:val="Nadpisbezsl1-1"/>
      </w:pPr>
      <w:r>
        <w:lastRenderedPageBreak/>
        <w:t>Příloha č. 11</w:t>
      </w:r>
    </w:p>
    <w:p w14:paraId="02604846" w14:textId="77777777" w:rsidR="0035531B" w:rsidRPr="00964860" w:rsidRDefault="0035531B" w:rsidP="001E651D">
      <w:pPr>
        <w:pStyle w:val="Nadpisbezsl1-2"/>
      </w:pPr>
      <w:r w:rsidRPr="00964860">
        <w:t>Vzor čestného prohlášení - přehled technických zařízení</w:t>
      </w:r>
    </w:p>
    <w:p w14:paraId="42C16605" w14:textId="77777777" w:rsidR="00DE2367" w:rsidRDefault="00DE2367" w:rsidP="00964860">
      <w:pPr>
        <w:pStyle w:val="Textbezslovn"/>
        <w:ind w:left="0"/>
        <w:rPr>
          <w:b/>
        </w:rPr>
      </w:pPr>
    </w:p>
    <w:p w14:paraId="10739754" w14:textId="77777777" w:rsidR="0035531B" w:rsidRPr="00964860" w:rsidRDefault="0035531B" w:rsidP="00964860">
      <w:pPr>
        <w:pStyle w:val="Textbezslovn"/>
        <w:ind w:left="0"/>
        <w:rPr>
          <w:b/>
        </w:rPr>
      </w:pPr>
      <w:r w:rsidRPr="00964860">
        <w:rPr>
          <w:b/>
        </w:rPr>
        <w:t>Čestné prohlášení</w:t>
      </w:r>
    </w:p>
    <w:p w14:paraId="3D811CE6"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327119">
        <w:rPr>
          <w:b/>
          <w:highlight w:val="yellow"/>
        </w:rPr>
        <w:t>DOPLNÍ DODAVATEL</w:t>
      </w:r>
      <w:r w:rsidRPr="00833899">
        <w:t>]</w:t>
      </w:r>
    </w:p>
    <w:p w14:paraId="1D3E83EA"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0257721E"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FC18EA9"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AD837"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C959943"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2256CBD" w14:textId="77777777" w:rsidR="0035531B" w:rsidRDefault="00C655CC" w:rsidP="00964860">
      <w:pPr>
        <w:pStyle w:val="Textbezslovn"/>
        <w:ind w:left="0"/>
      </w:pPr>
      <w:r>
        <w:rPr>
          <w:b/>
        </w:rPr>
        <w:t xml:space="preserve">podáním nabídky </w:t>
      </w:r>
      <w:r w:rsidR="0035531B" w:rsidRPr="00964860">
        <w:rPr>
          <w:b/>
        </w:rPr>
        <w:t>čestně prohlašuje</w:t>
      </w:r>
      <w:r w:rsidR="0035531B">
        <w:t>, že:</w:t>
      </w:r>
    </w:p>
    <w:p w14:paraId="00C980DB"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0" w:type="auto"/>
        <w:tblLayout w:type="fixed"/>
        <w:tblLook w:val="04E0" w:firstRow="1" w:lastRow="1" w:firstColumn="1" w:lastColumn="0" w:noHBand="0" w:noVBand="1"/>
      </w:tblPr>
      <w:tblGrid>
        <w:gridCol w:w="1749"/>
        <w:gridCol w:w="1492"/>
        <w:gridCol w:w="949"/>
        <w:gridCol w:w="992"/>
        <w:gridCol w:w="2127"/>
        <w:gridCol w:w="1551"/>
      </w:tblGrid>
      <w:tr w:rsidR="00026EF8" w:rsidRPr="00AA3E17" w14:paraId="05222378" w14:textId="77777777" w:rsidTr="00493C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vMerge w:val="restart"/>
            <w:vAlign w:val="center"/>
          </w:tcPr>
          <w:p w14:paraId="4D60FE24" w14:textId="5DC3B8E7" w:rsidR="00026EF8" w:rsidRPr="00AA3E17" w:rsidRDefault="00026EF8" w:rsidP="00384DFB">
            <w:pPr>
              <w:jc w:val="center"/>
              <w:rPr>
                <w:b/>
                <w:sz w:val="16"/>
                <w:szCs w:val="16"/>
              </w:rPr>
            </w:pPr>
            <w:r w:rsidRPr="00964860">
              <w:rPr>
                <w:b/>
                <w:sz w:val="16"/>
                <w:szCs w:val="16"/>
              </w:rPr>
              <w:t>POŽADOVANÉ ZAŘÍZENÍ</w:t>
            </w:r>
          </w:p>
        </w:tc>
        <w:tc>
          <w:tcPr>
            <w:tcW w:w="7111" w:type="dxa"/>
            <w:gridSpan w:val="5"/>
            <w:vAlign w:val="center"/>
          </w:tcPr>
          <w:p w14:paraId="1D0287D8" w14:textId="2CFBA620" w:rsidR="00026EF8" w:rsidRPr="00AA3E17" w:rsidRDefault="00026EF8">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1B7DCF" w:rsidRPr="00AA3E17" w14:paraId="646F35E7" w14:textId="77777777" w:rsidTr="00384DFB">
        <w:tc>
          <w:tcPr>
            <w:cnfStyle w:val="001000000000" w:firstRow="0" w:lastRow="0" w:firstColumn="1" w:lastColumn="0" w:oddVBand="0" w:evenVBand="0" w:oddHBand="0" w:evenHBand="0" w:firstRowFirstColumn="0" w:firstRowLastColumn="0" w:lastRowFirstColumn="0" w:lastRowLastColumn="0"/>
            <w:tcW w:w="1749" w:type="dxa"/>
            <w:vMerge/>
            <w:vAlign w:val="center"/>
          </w:tcPr>
          <w:p w14:paraId="09B75657" w14:textId="77777777" w:rsidR="001B7DCF" w:rsidRPr="00AA3E17" w:rsidRDefault="001B7DCF" w:rsidP="00384DFB">
            <w:pPr>
              <w:jc w:val="center"/>
              <w:rPr>
                <w:sz w:val="16"/>
                <w:szCs w:val="16"/>
                <w:highlight w:val="yellow"/>
              </w:rPr>
            </w:pPr>
          </w:p>
        </w:tc>
        <w:tc>
          <w:tcPr>
            <w:tcW w:w="1492" w:type="dxa"/>
            <w:tcBorders>
              <w:top w:val="single" w:sz="2" w:space="0" w:color="auto"/>
              <w:bottom w:val="single" w:sz="2" w:space="0" w:color="auto"/>
            </w:tcBorders>
            <w:shd w:val="clear" w:color="auto" w:fill="F2F2F2" w:themeFill="background1" w:themeFillShade="F2"/>
            <w:vAlign w:val="center"/>
          </w:tcPr>
          <w:p w14:paraId="5977ED5E" w14:textId="77777777"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949" w:type="dxa"/>
            <w:tcBorders>
              <w:top w:val="single" w:sz="2" w:space="0" w:color="auto"/>
              <w:bottom w:val="single" w:sz="2" w:space="0" w:color="auto"/>
            </w:tcBorders>
            <w:shd w:val="clear" w:color="auto" w:fill="F2F2F2" w:themeFill="background1" w:themeFillShade="F2"/>
            <w:vAlign w:val="center"/>
          </w:tcPr>
          <w:p w14:paraId="68DA1DF7" w14:textId="4BBE1F65"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Výrobní číslo</w:t>
            </w:r>
          </w:p>
        </w:tc>
        <w:tc>
          <w:tcPr>
            <w:tcW w:w="992" w:type="dxa"/>
            <w:tcBorders>
              <w:top w:val="single" w:sz="2" w:space="0" w:color="auto"/>
              <w:bottom w:val="single" w:sz="2" w:space="0" w:color="auto"/>
            </w:tcBorders>
            <w:shd w:val="clear" w:color="auto" w:fill="F2F2F2" w:themeFill="background1" w:themeFillShade="F2"/>
            <w:vAlign w:val="center"/>
          </w:tcPr>
          <w:p w14:paraId="59565067" w14:textId="08925AC1" w:rsidR="001B7DCF" w:rsidRPr="00964860"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Rok výroby</w:t>
            </w:r>
          </w:p>
        </w:tc>
        <w:tc>
          <w:tcPr>
            <w:tcW w:w="2127" w:type="dxa"/>
            <w:tcBorders>
              <w:top w:val="single" w:sz="2" w:space="0" w:color="auto"/>
              <w:bottom w:val="single" w:sz="2" w:space="0" w:color="auto"/>
            </w:tcBorders>
            <w:shd w:val="clear" w:color="auto" w:fill="F2F2F2" w:themeFill="background1" w:themeFillShade="F2"/>
            <w:vAlign w:val="center"/>
          </w:tcPr>
          <w:p w14:paraId="75A0CAB3" w14:textId="7FD63FB0" w:rsidR="001B7DCF"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1551" w:type="dxa"/>
            <w:tcBorders>
              <w:top w:val="single" w:sz="2" w:space="0" w:color="auto"/>
              <w:bottom w:val="single" w:sz="2" w:space="0" w:color="auto"/>
            </w:tcBorders>
            <w:shd w:val="clear" w:color="auto" w:fill="F2F2F2" w:themeFill="background1" w:themeFillShade="F2"/>
            <w:vAlign w:val="center"/>
          </w:tcPr>
          <w:p w14:paraId="12BC7F60" w14:textId="0CF38778"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1B7DCF" w:rsidRPr="00833899" w14:paraId="593E1FA1" w14:textId="77777777" w:rsidTr="00384DFB">
        <w:tc>
          <w:tcPr>
            <w:cnfStyle w:val="001000000000" w:firstRow="0" w:lastRow="0" w:firstColumn="1" w:lastColumn="0" w:oddVBand="0" w:evenVBand="0" w:oddHBand="0" w:evenHBand="0" w:firstRowFirstColumn="0" w:firstRowLastColumn="0" w:lastRowFirstColumn="0" w:lastRowLastColumn="0"/>
            <w:tcW w:w="1749" w:type="dxa"/>
            <w:vAlign w:val="center"/>
          </w:tcPr>
          <w:p w14:paraId="1973C952" w14:textId="77777777" w:rsidR="001B7DCF" w:rsidRPr="00833899" w:rsidRDefault="001B7DCF" w:rsidP="00384DFB">
            <w:pPr>
              <w:jc w:val="center"/>
            </w:pPr>
            <w:r w:rsidRPr="00833899">
              <w:rPr>
                <w:sz w:val="16"/>
                <w:szCs w:val="16"/>
                <w:highlight w:val="yellow"/>
              </w:rPr>
              <w:t>[DOPLNÍ DODAVATEL]</w:t>
            </w:r>
          </w:p>
        </w:tc>
        <w:tc>
          <w:tcPr>
            <w:tcW w:w="1492" w:type="dxa"/>
            <w:tcBorders>
              <w:top w:val="single" w:sz="2" w:space="0" w:color="auto"/>
            </w:tcBorders>
            <w:vAlign w:val="center"/>
          </w:tcPr>
          <w:p w14:paraId="09FEFF92"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top w:val="single" w:sz="2" w:space="0" w:color="auto"/>
            </w:tcBorders>
            <w:vAlign w:val="center"/>
          </w:tcPr>
          <w:p w14:paraId="169F4109" w14:textId="57C737D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top w:val="single" w:sz="2" w:space="0" w:color="auto"/>
            </w:tcBorders>
            <w:vAlign w:val="center"/>
          </w:tcPr>
          <w:p w14:paraId="34AC0ECA" w14:textId="36B023AF"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top w:val="single" w:sz="2" w:space="0" w:color="auto"/>
            </w:tcBorders>
            <w:vAlign w:val="center"/>
          </w:tcPr>
          <w:p w14:paraId="28E3C2BC" w14:textId="5F5756DC"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top w:val="single" w:sz="2" w:space="0" w:color="auto"/>
            </w:tcBorders>
            <w:vAlign w:val="center"/>
          </w:tcPr>
          <w:p w14:paraId="768EA433" w14:textId="348D398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833899" w14:paraId="79E84077" w14:textId="77777777" w:rsidTr="00384DFB">
        <w:tc>
          <w:tcPr>
            <w:cnfStyle w:val="001000000000" w:firstRow="0" w:lastRow="0" w:firstColumn="1" w:lastColumn="0" w:oddVBand="0" w:evenVBand="0" w:oddHBand="0" w:evenHBand="0" w:firstRowFirstColumn="0" w:firstRowLastColumn="0" w:lastRowFirstColumn="0" w:lastRowLastColumn="0"/>
            <w:tcW w:w="1749" w:type="dxa"/>
            <w:tcBorders>
              <w:bottom w:val="single" w:sz="2" w:space="0" w:color="auto"/>
            </w:tcBorders>
            <w:vAlign w:val="center"/>
          </w:tcPr>
          <w:p w14:paraId="3F503AEE" w14:textId="77777777" w:rsidR="001B7DCF" w:rsidRPr="00833899" w:rsidRDefault="001B7DCF" w:rsidP="00384DFB">
            <w:pPr>
              <w:jc w:val="center"/>
            </w:pPr>
            <w:r w:rsidRPr="00833899">
              <w:rPr>
                <w:sz w:val="16"/>
                <w:szCs w:val="16"/>
                <w:highlight w:val="yellow"/>
              </w:rPr>
              <w:t>[DOPLNÍ DODAVATEL]</w:t>
            </w:r>
          </w:p>
        </w:tc>
        <w:tc>
          <w:tcPr>
            <w:tcW w:w="1492" w:type="dxa"/>
            <w:tcBorders>
              <w:bottom w:val="single" w:sz="2" w:space="0" w:color="auto"/>
            </w:tcBorders>
            <w:vAlign w:val="center"/>
          </w:tcPr>
          <w:p w14:paraId="03F19554"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bottom w:val="single" w:sz="2" w:space="0" w:color="auto"/>
            </w:tcBorders>
            <w:vAlign w:val="center"/>
          </w:tcPr>
          <w:p w14:paraId="65FA7B53" w14:textId="10B5036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bottom w:val="single" w:sz="2" w:space="0" w:color="auto"/>
            </w:tcBorders>
            <w:vAlign w:val="center"/>
          </w:tcPr>
          <w:p w14:paraId="30798367" w14:textId="231EFE83"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bottom w:val="single" w:sz="2" w:space="0" w:color="auto"/>
            </w:tcBorders>
            <w:vAlign w:val="center"/>
          </w:tcPr>
          <w:p w14:paraId="0E243950" w14:textId="47C01F31"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bottom w:val="single" w:sz="2" w:space="0" w:color="auto"/>
            </w:tcBorders>
            <w:vAlign w:val="center"/>
          </w:tcPr>
          <w:p w14:paraId="555A07C0" w14:textId="44B27AF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1B7DCF" w14:paraId="1D76F7A1" w14:textId="77777777" w:rsidTr="00384D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tcBorders>
              <w:top w:val="single" w:sz="2" w:space="0" w:color="auto"/>
            </w:tcBorders>
            <w:shd w:val="clear" w:color="auto" w:fill="auto"/>
            <w:vAlign w:val="center"/>
          </w:tcPr>
          <w:p w14:paraId="5DFE0EC3" w14:textId="77777777" w:rsidR="001B7DCF" w:rsidRPr="001B7DCF" w:rsidRDefault="001B7DCF" w:rsidP="00384DFB">
            <w:pPr>
              <w:jc w:val="center"/>
              <w:rPr>
                <w:b w:val="0"/>
              </w:rPr>
            </w:pPr>
            <w:r w:rsidRPr="001B7DCF">
              <w:rPr>
                <w:sz w:val="16"/>
                <w:szCs w:val="16"/>
                <w:highlight w:val="yellow"/>
              </w:rPr>
              <w:t>[DOPLNÍ DODAVATEL]</w:t>
            </w:r>
          </w:p>
        </w:tc>
        <w:tc>
          <w:tcPr>
            <w:tcW w:w="1492" w:type="dxa"/>
            <w:tcBorders>
              <w:top w:val="single" w:sz="2" w:space="0" w:color="auto"/>
            </w:tcBorders>
            <w:shd w:val="clear" w:color="auto" w:fill="auto"/>
            <w:vAlign w:val="center"/>
          </w:tcPr>
          <w:p w14:paraId="768940A7" w14:textId="7777777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949" w:type="dxa"/>
            <w:tcBorders>
              <w:top w:val="single" w:sz="2" w:space="0" w:color="auto"/>
            </w:tcBorders>
            <w:shd w:val="clear" w:color="auto" w:fill="auto"/>
            <w:vAlign w:val="center"/>
          </w:tcPr>
          <w:p w14:paraId="0A824381" w14:textId="0B503BEC"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r w:rsidRPr="001B7DCF" w:rsidDel="001B7DCF">
              <w:rPr>
                <w:sz w:val="16"/>
                <w:szCs w:val="16"/>
                <w:highlight w:val="yellow"/>
              </w:rPr>
              <w:t xml:space="preserve"> </w:t>
            </w:r>
          </w:p>
        </w:tc>
        <w:tc>
          <w:tcPr>
            <w:tcW w:w="992" w:type="dxa"/>
            <w:tcBorders>
              <w:top w:val="single" w:sz="2" w:space="0" w:color="auto"/>
            </w:tcBorders>
            <w:vAlign w:val="center"/>
          </w:tcPr>
          <w:p w14:paraId="26D9B21A" w14:textId="44752971"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2127" w:type="dxa"/>
            <w:tcBorders>
              <w:top w:val="single" w:sz="2" w:space="0" w:color="auto"/>
            </w:tcBorders>
            <w:shd w:val="clear" w:color="auto" w:fill="auto"/>
            <w:vAlign w:val="center"/>
          </w:tcPr>
          <w:p w14:paraId="7F0C764A" w14:textId="40B2CFC6"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1551" w:type="dxa"/>
            <w:tcBorders>
              <w:top w:val="single" w:sz="2" w:space="0" w:color="auto"/>
            </w:tcBorders>
            <w:shd w:val="clear" w:color="auto" w:fill="auto"/>
            <w:vAlign w:val="center"/>
          </w:tcPr>
          <w:p w14:paraId="426450A7" w14:textId="1EB774E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r>
    </w:tbl>
    <w:p w14:paraId="7806909C" w14:textId="77777777" w:rsidR="0035531B" w:rsidRPr="001B7DCF" w:rsidRDefault="0035531B" w:rsidP="00964860">
      <w:pPr>
        <w:pStyle w:val="Textbezslovn"/>
        <w:ind w:left="0"/>
      </w:pPr>
    </w:p>
    <w:p w14:paraId="2EE6A88F"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61DD4166" w14:textId="77777777" w:rsidR="0035531B" w:rsidRDefault="0035531B" w:rsidP="00964860">
      <w:pPr>
        <w:pStyle w:val="Textbezslovn"/>
        <w:ind w:left="0"/>
      </w:pPr>
    </w:p>
    <w:p w14:paraId="0022E2E4"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5566E978" w14:textId="7E356C9D" w:rsidR="0035531B" w:rsidRDefault="0035531B" w:rsidP="00964860">
      <w:pPr>
        <w:pStyle w:val="Textbezslovn"/>
        <w:tabs>
          <w:tab w:val="left" w:pos="851"/>
        </w:tabs>
        <w:ind w:left="0"/>
      </w:pPr>
      <w:r>
        <w:tab/>
      </w:r>
    </w:p>
    <w:bookmarkEnd w:id="1"/>
    <w:bookmarkEnd w:id="2"/>
    <w:bookmarkEnd w:id="3"/>
    <w:bookmarkEnd w:id="4"/>
    <w:p w14:paraId="6817739D" w14:textId="77777777" w:rsidR="00D81B28" w:rsidRDefault="00D81B28" w:rsidP="00964860">
      <w:pPr>
        <w:pStyle w:val="Textbezslovn"/>
        <w:ind w:left="0"/>
      </w:pPr>
      <w:r>
        <w:br w:type="page"/>
      </w:r>
    </w:p>
    <w:p w14:paraId="66BB4026" w14:textId="77777777" w:rsidR="00D81B28" w:rsidRDefault="00D81B28" w:rsidP="00D81B28">
      <w:pPr>
        <w:pStyle w:val="Nadpisbezsl1-1"/>
      </w:pPr>
      <w:r>
        <w:lastRenderedPageBreak/>
        <w:t>Příloha č. 12</w:t>
      </w:r>
    </w:p>
    <w:p w14:paraId="3898E425" w14:textId="77777777" w:rsidR="00D81B28" w:rsidRPr="00964860" w:rsidRDefault="00D81B28" w:rsidP="00D81B28">
      <w:pPr>
        <w:pStyle w:val="Nadpisbezsl1-2"/>
      </w:pPr>
      <w:r>
        <w:rPr>
          <w:lang w:eastAsia="cs-CZ"/>
        </w:rPr>
        <w:t>Čestné prohlášení ve vztahu k zakázaným dohodám</w:t>
      </w:r>
    </w:p>
    <w:p w14:paraId="5C754053" w14:textId="77777777" w:rsidR="0035531B" w:rsidRDefault="0035531B" w:rsidP="00964860">
      <w:pPr>
        <w:pStyle w:val="Textbezslovn"/>
        <w:ind w:left="0"/>
      </w:pPr>
    </w:p>
    <w:p w14:paraId="193184AD" w14:textId="77777777" w:rsidR="00D81B28" w:rsidRPr="00964860" w:rsidRDefault="00D81B28" w:rsidP="00D81B28">
      <w:pPr>
        <w:pStyle w:val="Textbezslovn"/>
        <w:ind w:left="0"/>
        <w:rPr>
          <w:b/>
        </w:rPr>
      </w:pPr>
      <w:r w:rsidRPr="00964860">
        <w:rPr>
          <w:b/>
        </w:rPr>
        <w:t>Čestné prohlášení</w:t>
      </w:r>
    </w:p>
    <w:p w14:paraId="1BBB9021" w14:textId="77777777" w:rsidR="00D81B28" w:rsidRPr="00833899" w:rsidRDefault="00D81B28" w:rsidP="00D81B28">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05950D12" w14:textId="77777777" w:rsidR="00D81B28" w:rsidRPr="00833899" w:rsidRDefault="00D81B28" w:rsidP="00D81B28">
      <w:pPr>
        <w:pStyle w:val="Textbezslovn"/>
        <w:ind w:left="0"/>
      </w:pPr>
      <w:r w:rsidRPr="00833899">
        <w:t>se sídlem [</w:t>
      </w:r>
      <w:r w:rsidRPr="00833899">
        <w:rPr>
          <w:highlight w:val="yellow"/>
        </w:rPr>
        <w:t>DOPLNÍ DODAVATEL</w:t>
      </w:r>
      <w:r w:rsidRPr="00833899">
        <w:t>]</w:t>
      </w:r>
    </w:p>
    <w:p w14:paraId="42231F2A" w14:textId="77777777" w:rsidR="00D81B28" w:rsidRPr="00833899" w:rsidRDefault="00D81B28" w:rsidP="00D81B28">
      <w:pPr>
        <w:pStyle w:val="Textbezslovn"/>
        <w:ind w:left="0"/>
      </w:pPr>
      <w:r w:rsidRPr="00833899">
        <w:t>IČO: [</w:t>
      </w:r>
      <w:r w:rsidRPr="00833899">
        <w:rPr>
          <w:highlight w:val="yellow"/>
        </w:rPr>
        <w:t>DOPLNÍ DODAVATEL</w:t>
      </w:r>
      <w:r w:rsidRPr="00833899">
        <w:t>]</w:t>
      </w:r>
    </w:p>
    <w:p w14:paraId="586F6DDD" w14:textId="77777777" w:rsidR="00D81B28" w:rsidRPr="00833899" w:rsidRDefault="00D81B28" w:rsidP="00D81B28">
      <w:pPr>
        <w:pStyle w:val="Textbezslovn"/>
        <w:ind w:left="0"/>
      </w:pPr>
      <w:r w:rsidRPr="00833899">
        <w:t>společnost zapsaná v obchodním rejstříku vedeném [</w:t>
      </w:r>
      <w:r w:rsidRPr="00833899">
        <w:rPr>
          <w:highlight w:val="yellow"/>
        </w:rPr>
        <w:t>DOPLNÍ DODAVATEL</w:t>
      </w:r>
      <w:r w:rsidRPr="00833899">
        <w:t>],</w:t>
      </w:r>
    </w:p>
    <w:p w14:paraId="45D6AECC" w14:textId="77777777" w:rsidR="00D81B28" w:rsidRPr="00833899" w:rsidRDefault="00D81B28" w:rsidP="00D81B28">
      <w:pPr>
        <w:pStyle w:val="Textbezslovn"/>
        <w:ind w:left="0"/>
      </w:pPr>
      <w:r w:rsidRPr="00833899">
        <w:t>spisová značka [</w:t>
      </w:r>
      <w:r w:rsidRPr="00833899">
        <w:rPr>
          <w:highlight w:val="yellow"/>
        </w:rPr>
        <w:t>DOPLNÍ DODAVATEL</w:t>
      </w:r>
      <w:r w:rsidRPr="00833899">
        <w:t>]</w:t>
      </w:r>
    </w:p>
    <w:p w14:paraId="57FC9715" w14:textId="77777777" w:rsidR="00D81B28" w:rsidRPr="00833899" w:rsidRDefault="00D81B28" w:rsidP="00D81B28">
      <w:pPr>
        <w:pStyle w:val="Textbezslovn"/>
        <w:ind w:left="0"/>
      </w:pPr>
      <w:r w:rsidRPr="00833899">
        <w:t>zastoupená [</w:t>
      </w:r>
      <w:r w:rsidRPr="00833899">
        <w:rPr>
          <w:highlight w:val="yellow"/>
        </w:rPr>
        <w:t>DOPLNÍ DODAVATEL</w:t>
      </w:r>
      <w:r w:rsidRPr="00833899">
        <w:t>]</w:t>
      </w:r>
    </w:p>
    <w:p w14:paraId="103CEBB4" w14:textId="77777777" w:rsidR="00D81B28" w:rsidRDefault="00D81B28" w:rsidP="00D81B28">
      <w:pPr>
        <w:pStyle w:val="Textbezslovn"/>
        <w:ind w:left="0"/>
      </w:pPr>
      <w:r>
        <w:rPr>
          <w:b/>
        </w:rPr>
        <w:t xml:space="preserve">podáním nabídky </w:t>
      </w:r>
      <w:r w:rsidRPr="00964860">
        <w:rPr>
          <w:b/>
        </w:rPr>
        <w:t>čestně prohlašuje</w:t>
      </w:r>
      <w:r>
        <w:t>, že:</w:t>
      </w:r>
    </w:p>
    <w:p w14:paraId="0C2B2186" w14:textId="77777777" w:rsidR="00D81B28" w:rsidRPr="00800E4D" w:rsidRDefault="00D81B28" w:rsidP="00D81B28">
      <w:pPr>
        <w:jc w:val="both"/>
        <w:rPr>
          <w:rFonts w:ascii="Verdana" w:hAnsi="Verdana"/>
        </w:rPr>
      </w:pPr>
      <w:r w:rsidRPr="00800E4D">
        <w:rPr>
          <w:rFonts w:ascii="Verdana" w:hAnsi="Verdana"/>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6DB1CFF1" w14:textId="77777777" w:rsidR="00D81B28" w:rsidRPr="009618D3" w:rsidRDefault="00D81B28" w:rsidP="00D81B28">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59834E94" w14:textId="77777777" w:rsidR="00D81B28" w:rsidRDefault="00D81B28" w:rsidP="00D81B28">
      <w:pPr>
        <w:pStyle w:val="Textbezslovn"/>
        <w:ind w:left="0"/>
      </w:pPr>
    </w:p>
    <w:p w14:paraId="1D6A71B0" w14:textId="4807F63C" w:rsidR="005977ED" w:rsidRDefault="005977ED" w:rsidP="00964860">
      <w:pPr>
        <w:pStyle w:val="Textbezslovn"/>
        <w:ind w:left="0"/>
      </w:pPr>
    </w:p>
    <w:p w14:paraId="5AF9845C" w14:textId="77777777" w:rsidR="005977ED" w:rsidRPr="005977ED" w:rsidRDefault="005977ED" w:rsidP="005977ED"/>
    <w:p w14:paraId="09C58655" w14:textId="77777777" w:rsidR="005977ED" w:rsidRPr="005977ED" w:rsidRDefault="005977ED" w:rsidP="005977ED"/>
    <w:p w14:paraId="34BCF211" w14:textId="77777777" w:rsidR="005977ED" w:rsidRPr="005977ED" w:rsidRDefault="005977ED" w:rsidP="005977ED"/>
    <w:p w14:paraId="2C9CC8D6" w14:textId="77777777" w:rsidR="005977ED" w:rsidRPr="005977ED" w:rsidRDefault="005977ED" w:rsidP="005977ED"/>
    <w:p w14:paraId="207FB630" w14:textId="77777777" w:rsidR="005977ED" w:rsidRPr="005977ED" w:rsidRDefault="005977ED" w:rsidP="005977ED"/>
    <w:p w14:paraId="7EFC449F" w14:textId="77777777" w:rsidR="005977ED" w:rsidRPr="005977ED" w:rsidRDefault="005977ED" w:rsidP="005977ED"/>
    <w:p w14:paraId="1D355FF6" w14:textId="77777777" w:rsidR="005977ED" w:rsidRPr="005977ED" w:rsidRDefault="005977ED" w:rsidP="005977ED"/>
    <w:p w14:paraId="12DA8621" w14:textId="77777777" w:rsidR="005977ED" w:rsidRPr="005977ED" w:rsidRDefault="005977ED" w:rsidP="005977ED"/>
    <w:p w14:paraId="2D1C1BAB" w14:textId="77777777" w:rsidR="005977ED" w:rsidRPr="005977ED" w:rsidRDefault="005977ED" w:rsidP="005977ED"/>
    <w:p w14:paraId="7D390183" w14:textId="77777777" w:rsidR="005977ED" w:rsidRPr="005977ED" w:rsidRDefault="005977ED" w:rsidP="005977ED"/>
    <w:p w14:paraId="72A177FA" w14:textId="77777777" w:rsidR="005977ED" w:rsidRPr="005977ED" w:rsidRDefault="005977ED" w:rsidP="005977ED"/>
    <w:p w14:paraId="7912FD79" w14:textId="77777777" w:rsidR="005977ED" w:rsidRPr="005977ED" w:rsidRDefault="005977ED" w:rsidP="005977ED"/>
    <w:p w14:paraId="747E47D7" w14:textId="27C5339A" w:rsidR="005977ED" w:rsidRDefault="005977ED" w:rsidP="005977ED">
      <w:pPr>
        <w:jc w:val="center"/>
      </w:pPr>
      <w:r>
        <w:br w:type="page"/>
      </w:r>
    </w:p>
    <w:p w14:paraId="5FFF9AA1" w14:textId="47B0E8FF" w:rsidR="005977ED" w:rsidRDefault="005977ED" w:rsidP="005977ED">
      <w:pPr>
        <w:pStyle w:val="Nadpisbezsl1-1"/>
      </w:pPr>
      <w:r>
        <w:lastRenderedPageBreak/>
        <w:t>Příloha č. 13</w:t>
      </w:r>
    </w:p>
    <w:p w14:paraId="6BDC0AE5" w14:textId="5011CD3A" w:rsidR="005977ED" w:rsidRPr="00964860" w:rsidRDefault="005977ED" w:rsidP="005977ED">
      <w:pPr>
        <w:pStyle w:val="Nadpisbezsl1-2"/>
      </w:pPr>
      <w:r>
        <w:rPr>
          <w:lang w:eastAsia="cs-CZ"/>
        </w:rPr>
        <w:t>Čestné prohlášení ve vztahu k zákonu o Registru smluv</w:t>
      </w:r>
    </w:p>
    <w:p w14:paraId="569A7316" w14:textId="77777777" w:rsidR="005977ED" w:rsidRPr="00964860" w:rsidRDefault="005977ED" w:rsidP="005977ED">
      <w:pPr>
        <w:pStyle w:val="Textbezslovn"/>
        <w:ind w:left="0"/>
        <w:rPr>
          <w:b/>
        </w:rPr>
      </w:pPr>
      <w:r w:rsidRPr="00964860">
        <w:rPr>
          <w:b/>
        </w:rPr>
        <w:t>Čestné prohlášení</w:t>
      </w:r>
    </w:p>
    <w:p w14:paraId="7E3DFAB1" w14:textId="77777777" w:rsidR="005977ED" w:rsidRPr="00833899" w:rsidRDefault="005977ED" w:rsidP="005977E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2AC74121" w14:textId="77777777" w:rsidR="005977ED" w:rsidRPr="00833899" w:rsidRDefault="005977ED" w:rsidP="005977ED">
      <w:pPr>
        <w:pStyle w:val="Textbezslovn"/>
        <w:ind w:left="0"/>
      </w:pPr>
      <w:r w:rsidRPr="00833899">
        <w:t>se sídlem [</w:t>
      </w:r>
      <w:r w:rsidRPr="00833899">
        <w:rPr>
          <w:highlight w:val="yellow"/>
        </w:rPr>
        <w:t>DOPLNÍ DODAVATEL</w:t>
      </w:r>
      <w:r w:rsidRPr="00833899">
        <w:t>]</w:t>
      </w:r>
    </w:p>
    <w:p w14:paraId="391A46F6" w14:textId="77777777" w:rsidR="005977ED" w:rsidRPr="00833899" w:rsidRDefault="005977ED" w:rsidP="005977ED">
      <w:pPr>
        <w:pStyle w:val="Textbezslovn"/>
        <w:ind w:left="0"/>
      </w:pPr>
      <w:r w:rsidRPr="00833899">
        <w:t>IČO: [</w:t>
      </w:r>
      <w:r w:rsidRPr="00833899">
        <w:rPr>
          <w:highlight w:val="yellow"/>
        </w:rPr>
        <w:t>DOPLNÍ DODAVATEL</w:t>
      </w:r>
      <w:r w:rsidRPr="00833899">
        <w:t>]</w:t>
      </w:r>
    </w:p>
    <w:p w14:paraId="40211925" w14:textId="77777777" w:rsidR="005977ED" w:rsidRPr="00833899" w:rsidRDefault="005977ED" w:rsidP="005977ED">
      <w:pPr>
        <w:pStyle w:val="Textbezslovn"/>
        <w:ind w:left="0"/>
      </w:pPr>
      <w:r w:rsidRPr="00833899">
        <w:t>společnost zapsaná v obchodním rejstříku vedeném [</w:t>
      </w:r>
      <w:r w:rsidRPr="00833899">
        <w:rPr>
          <w:highlight w:val="yellow"/>
        </w:rPr>
        <w:t>DOPLNÍ DODAVATEL</w:t>
      </w:r>
      <w:r w:rsidRPr="00833899">
        <w:t>],</w:t>
      </w:r>
    </w:p>
    <w:p w14:paraId="50CE68BF" w14:textId="77777777" w:rsidR="005977ED" w:rsidRPr="00833899" w:rsidRDefault="005977ED" w:rsidP="005977ED">
      <w:pPr>
        <w:pStyle w:val="Textbezslovn"/>
        <w:ind w:left="0"/>
      </w:pPr>
      <w:r w:rsidRPr="00833899">
        <w:t>spisová značka [</w:t>
      </w:r>
      <w:r w:rsidRPr="00833899">
        <w:rPr>
          <w:highlight w:val="yellow"/>
        </w:rPr>
        <w:t>DOPLNÍ DODAVATEL</w:t>
      </w:r>
      <w:r w:rsidRPr="00833899">
        <w:t>]</w:t>
      </w:r>
    </w:p>
    <w:p w14:paraId="19954C18" w14:textId="77777777" w:rsidR="005977ED" w:rsidRPr="00833899" w:rsidRDefault="005977ED" w:rsidP="005977ED">
      <w:pPr>
        <w:pStyle w:val="Textbezslovn"/>
        <w:ind w:left="0"/>
      </w:pPr>
      <w:r w:rsidRPr="00833899">
        <w:t>zastoupená [</w:t>
      </w:r>
      <w:r w:rsidRPr="00833899">
        <w:rPr>
          <w:highlight w:val="yellow"/>
        </w:rPr>
        <w:t>DOPLNÍ DODAVATEL</w:t>
      </w:r>
      <w:r w:rsidRPr="00833899">
        <w:t>]</w:t>
      </w:r>
    </w:p>
    <w:p w14:paraId="0F94ECFE" w14:textId="77777777" w:rsidR="005977ED" w:rsidRDefault="005977ED" w:rsidP="005977ED">
      <w:pPr>
        <w:pStyle w:val="Textbezslovn"/>
        <w:ind w:left="0"/>
      </w:pPr>
      <w:r>
        <w:rPr>
          <w:b/>
        </w:rPr>
        <w:t xml:space="preserve">podáním nabídky </w:t>
      </w:r>
      <w:r w:rsidRPr="00964860">
        <w:rPr>
          <w:b/>
        </w:rPr>
        <w:t>čestně prohlašuje</w:t>
      </w:r>
      <w:r>
        <w:t>, že:</w:t>
      </w:r>
    </w:p>
    <w:p w14:paraId="3BBBF2A2" w14:textId="0A76F155" w:rsidR="005977ED" w:rsidRDefault="005977ED" w:rsidP="005977ED">
      <w:pPr>
        <w:jc w:val="both"/>
        <w:rPr>
          <w:rFonts w:ascii="Verdana" w:hAnsi="Verdana"/>
        </w:rPr>
      </w:pPr>
      <w:r w:rsidRPr="009618D3">
        <w:rPr>
          <w:rFonts w:ascii="Verdana" w:hAnsi="Verdana"/>
        </w:rPr>
        <w:t>že údaje a další skutečnosti uvedené či jinak řádné označené v nabídce, respektive ve smlouvě (dále jen „smlouva“), považuje za obchodní tajemství ve smyslu ustanovení § 504 zákona č. 89/2012 Sb., občanský zákoník, ve znění pozdějších předpisů (dále jen „obchodní tajemství“ a „občanský zákoník),</w:t>
      </w:r>
    </w:p>
    <w:p w14:paraId="4466D72A" w14:textId="463C831E" w:rsidR="005977ED" w:rsidRPr="009618D3" w:rsidRDefault="005977ED" w:rsidP="005977ED">
      <w:pPr>
        <w:jc w:val="both"/>
        <w:rPr>
          <w:rFonts w:ascii="Verdana" w:hAnsi="Verdana"/>
        </w:rPr>
      </w:pPr>
      <w:r>
        <w:rPr>
          <w:rFonts w:ascii="Verdana" w:hAnsi="Verdana"/>
        </w:rPr>
        <w:t xml:space="preserve">Účastník tímto čestně prohlašuje, že </w:t>
      </w:r>
      <w:r w:rsidRPr="009618D3">
        <w:rPr>
          <w:rFonts w:ascii="Verdana" w:hAnsi="Verdana"/>
        </w:rPr>
        <w:t xml:space="preserve">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38593934" w14:textId="77777777" w:rsidR="005977ED" w:rsidRPr="009618D3" w:rsidRDefault="005977ED" w:rsidP="005977ED">
      <w:pPr>
        <w:jc w:val="both"/>
        <w:rPr>
          <w:rFonts w:ascii="Verdana" w:hAnsi="Verdana"/>
        </w:rPr>
      </w:pPr>
      <w:r w:rsidRPr="009618D3">
        <w:rPr>
          <w:rFonts w:ascii="Verdana" w:hAnsi="Verdana"/>
        </w:rPr>
        <w:t>Účastník tímto čestně prohlašuje, že neprodleně písemně sdělí zadavateli skutečnost, že takto označené informace přestaly naplňovat znaky obchodního tajemství.</w:t>
      </w:r>
    </w:p>
    <w:p w14:paraId="51F45CA7" w14:textId="77777777" w:rsidR="005977ED" w:rsidRPr="009618D3" w:rsidRDefault="005977ED" w:rsidP="005977ED">
      <w:pPr>
        <w:jc w:val="both"/>
        <w:rPr>
          <w:rFonts w:ascii="Verdana" w:hAnsi="Verdana"/>
        </w:rPr>
      </w:pPr>
      <w:r w:rsidRPr="009618D3">
        <w:rPr>
          <w:rFonts w:ascii="Verdana" w:hAnsi="Verdana"/>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53595B9C" w14:textId="77777777" w:rsidR="00D81B28" w:rsidRPr="005977ED" w:rsidRDefault="00D81B28" w:rsidP="005977ED">
      <w:pPr>
        <w:jc w:val="center"/>
      </w:pPr>
    </w:p>
    <w:sectPr w:rsidR="00D81B28" w:rsidRPr="005977ED"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06FC1" w14:textId="77777777" w:rsidR="00767D4C" w:rsidRDefault="00767D4C" w:rsidP="00962258">
      <w:pPr>
        <w:spacing w:after="0" w:line="240" w:lineRule="auto"/>
      </w:pPr>
      <w:r>
        <w:separator/>
      </w:r>
    </w:p>
  </w:endnote>
  <w:endnote w:type="continuationSeparator" w:id="0">
    <w:p w14:paraId="06DC5670" w14:textId="77777777" w:rsidR="00767D4C" w:rsidRDefault="00767D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37EF" w14:paraId="43D4EC26" w14:textId="77777777" w:rsidTr="00EB46E5">
      <w:tc>
        <w:tcPr>
          <w:tcW w:w="1361" w:type="dxa"/>
          <w:tcMar>
            <w:left w:w="0" w:type="dxa"/>
            <w:right w:w="0" w:type="dxa"/>
          </w:tcMar>
          <w:vAlign w:val="bottom"/>
        </w:tcPr>
        <w:p w14:paraId="6C98211C" w14:textId="75567887" w:rsidR="001537EF" w:rsidRPr="00B8518B" w:rsidRDefault="001537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F3C">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5F3C">
            <w:rPr>
              <w:rStyle w:val="slostrnky"/>
              <w:noProof/>
            </w:rPr>
            <w:t>46</w:t>
          </w:r>
          <w:r w:rsidRPr="00B8518B">
            <w:rPr>
              <w:rStyle w:val="slostrnky"/>
            </w:rPr>
            <w:fldChar w:fldCharType="end"/>
          </w:r>
        </w:p>
      </w:tc>
      <w:tc>
        <w:tcPr>
          <w:tcW w:w="284" w:type="dxa"/>
          <w:shd w:val="clear" w:color="auto" w:fill="auto"/>
          <w:tcMar>
            <w:left w:w="0" w:type="dxa"/>
            <w:right w:w="0" w:type="dxa"/>
          </w:tcMar>
        </w:tcPr>
        <w:p w14:paraId="233B1620" w14:textId="77777777" w:rsidR="001537EF" w:rsidRDefault="001537EF" w:rsidP="00B8518B">
          <w:pPr>
            <w:pStyle w:val="Zpat"/>
          </w:pPr>
        </w:p>
      </w:tc>
      <w:tc>
        <w:tcPr>
          <w:tcW w:w="425" w:type="dxa"/>
          <w:shd w:val="clear" w:color="auto" w:fill="auto"/>
          <w:tcMar>
            <w:left w:w="0" w:type="dxa"/>
            <w:right w:w="0" w:type="dxa"/>
          </w:tcMar>
        </w:tcPr>
        <w:p w14:paraId="2CCC9348" w14:textId="77777777" w:rsidR="001537EF" w:rsidRDefault="001537EF" w:rsidP="00B8518B">
          <w:pPr>
            <w:pStyle w:val="Zpat"/>
          </w:pPr>
        </w:p>
      </w:tc>
      <w:tc>
        <w:tcPr>
          <w:tcW w:w="8505" w:type="dxa"/>
        </w:tcPr>
        <w:p w14:paraId="3F3AF9D6" w14:textId="15DFEC61" w:rsidR="001537EF" w:rsidRDefault="001537EF" w:rsidP="00EB46E5">
          <w:pPr>
            <w:pStyle w:val="Zpat0"/>
          </w:pPr>
          <w:r w:rsidRPr="0069087C">
            <w:t xml:space="preserve">„Oprava trati v úseku Čerčany - </w:t>
          </w:r>
          <w:proofErr w:type="spellStart"/>
          <w:r w:rsidRPr="0069087C">
            <w:t>Samechov</w:t>
          </w:r>
          <w:proofErr w:type="spellEnd"/>
          <w:r w:rsidRPr="0069087C">
            <w:t>“</w:t>
          </w:r>
        </w:p>
        <w:p w14:paraId="548F67EC" w14:textId="77777777" w:rsidR="001537EF" w:rsidRDefault="001537EF" w:rsidP="00EB46E5">
          <w:pPr>
            <w:pStyle w:val="Zpat0"/>
          </w:pPr>
          <w:r>
            <w:t xml:space="preserve">Díl 1 – </w:t>
          </w:r>
          <w:r w:rsidRPr="0035531B">
            <w:rPr>
              <w:caps/>
            </w:rPr>
            <w:t>Požadavky</w:t>
          </w:r>
          <w:r>
            <w:rPr>
              <w:caps/>
            </w:rPr>
            <w:t xml:space="preserve"> a </w:t>
          </w:r>
          <w:r w:rsidRPr="0035531B">
            <w:rPr>
              <w:caps/>
            </w:rPr>
            <w:t>podmínky pro zpracování nabídky</w:t>
          </w:r>
        </w:p>
        <w:p w14:paraId="1C92B921" w14:textId="77777777" w:rsidR="001537EF" w:rsidRDefault="001537EF" w:rsidP="0035531B">
          <w:pPr>
            <w:pStyle w:val="Zpat0"/>
          </w:pPr>
          <w:r>
            <w:t xml:space="preserve">Část 2 – </w:t>
          </w:r>
          <w:r w:rsidRPr="0035531B">
            <w:rPr>
              <w:caps/>
            </w:rPr>
            <w:t>Pokyny pro dodavatele</w:t>
          </w:r>
          <w:r>
            <w:t xml:space="preserve"> – Zhotovení stavby</w:t>
          </w:r>
        </w:p>
      </w:tc>
    </w:tr>
  </w:tbl>
  <w:p w14:paraId="5A743A61" w14:textId="77777777" w:rsidR="001537EF" w:rsidRPr="00B8518B" w:rsidRDefault="001537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F633" w14:textId="77777777" w:rsidR="001537EF" w:rsidRPr="00B8518B" w:rsidRDefault="001537EF" w:rsidP="00460660">
    <w:pPr>
      <w:pStyle w:val="Zpat"/>
      <w:rPr>
        <w:sz w:val="2"/>
        <w:szCs w:val="2"/>
      </w:rPr>
    </w:pPr>
  </w:p>
  <w:p w14:paraId="5FC5FAEF" w14:textId="7A1A9573" w:rsidR="001537EF" w:rsidRDefault="001537EF" w:rsidP="009C1E01">
    <w:pPr>
      <w:pStyle w:val="Zpat"/>
    </w:pPr>
    <w:proofErr w:type="gramStart"/>
    <w:r>
      <w:t>č.j.</w:t>
    </w:r>
    <w:proofErr w:type="gramEnd"/>
    <w:r>
      <w:t xml:space="preserve">: </w:t>
    </w:r>
    <w:r w:rsidRPr="00803AD2">
      <w:t>42187/2021-SŽ-OŘ PHA-OVZ</w:t>
    </w:r>
  </w:p>
  <w:p w14:paraId="49389F21" w14:textId="56A84E04" w:rsidR="001537EF" w:rsidRDefault="001537EF" w:rsidP="009C1E01">
    <w:pPr>
      <w:pStyle w:val="Zpat"/>
    </w:pPr>
    <w:r>
      <w:t xml:space="preserve">ze dne </w:t>
    </w:r>
    <w:r w:rsidRPr="00803AD2">
      <w:t>07. 12. 2021</w:t>
    </w:r>
  </w:p>
  <w:p w14:paraId="1C3D9BF1" w14:textId="77777777" w:rsidR="001537EF" w:rsidRDefault="001537EF" w:rsidP="00D91916">
    <w:pPr>
      <w:pStyle w:val="Zpat"/>
      <w:jc w:val="center"/>
      <w:rPr>
        <w:rFonts w:cs="Calibri"/>
        <w:sz w:val="16"/>
        <w:szCs w:val="16"/>
      </w:rPr>
    </w:pPr>
    <w:r w:rsidRPr="00D91916">
      <w:rPr>
        <w:rFonts w:cs="Calibri"/>
        <w:sz w:val="16"/>
        <w:szCs w:val="16"/>
      </w:rPr>
      <w:t xml:space="preserve"> </w:t>
    </w:r>
  </w:p>
  <w:p w14:paraId="0294360F" w14:textId="77777777" w:rsidR="001537EF" w:rsidRDefault="001537EF"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EA647" w14:textId="77777777" w:rsidR="00767D4C" w:rsidRDefault="00767D4C" w:rsidP="00962258">
      <w:pPr>
        <w:spacing w:after="0" w:line="240" w:lineRule="auto"/>
      </w:pPr>
      <w:r>
        <w:separator/>
      </w:r>
    </w:p>
  </w:footnote>
  <w:footnote w:type="continuationSeparator" w:id="0">
    <w:p w14:paraId="0A50E2CB" w14:textId="77777777" w:rsidR="00767D4C" w:rsidRDefault="00767D4C" w:rsidP="00962258">
      <w:pPr>
        <w:spacing w:after="0" w:line="240" w:lineRule="auto"/>
      </w:pPr>
      <w:r>
        <w:continuationSeparator/>
      </w:r>
    </w:p>
  </w:footnote>
  <w:footnote w:id="1">
    <w:p w14:paraId="69DCB139" w14:textId="77777777" w:rsidR="001537EF" w:rsidRDefault="001537EF">
      <w:pPr>
        <w:pStyle w:val="Textpoznpodarou"/>
      </w:pPr>
      <w:r>
        <w:rPr>
          <w:rStyle w:val="Znakapoznpodarou"/>
        </w:rPr>
        <w:footnoteRef/>
      </w:r>
      <w:r>
        <w:t xml:space="preserve"> </w:t>
      </w:r>
      <w:r w:rsidRPr="002C04EE">
        <w:t>Zákon č. 563/1991 Sb., o účetnictví, ve znění pozdějších předpisů.</w:t>
      </w:r>
    </w:p>
  </w:footnote>
  <w:footnote w:id="2">
    <w:p w14:paraId="5287C2DB" w14:textId="77777777" w:rsidR="001537EF" w:rsidRDefault="001537EF"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D4B1BA8" w14:textId="77777777" w:rsidR="001537EF" w:rsidRDefault="001537E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570DC8B" w14:textId="77777777" w:rsidR="001537EF" w:rsidRDefault="001537EF">
      <w:pPr>
        <w:pStyle w:val="Textpoznpodarou"/>
      </w:pPr>
      <w:r>
        <w:rPr>
          <w:rStyle w:val="Znakapoznpodarou"/>
        </w:rPr>
        <w:footnoteRef/>
      </w:r>
      <w:r>
        <w:t xml:space="preserve"> </w:t>
      </w:r>
      <w:r w:rsidRPr="00307641">
        <w:t>V případě další praxe dodavatel</w:t>
      </w:r>
      <w:r w:rsidRPr="00F023B9">
        <w:t xml:space="preserve"> opakuje tabulku nebo</w:t>
      </w:r>
      <w:r w:rsidRPr="00307641">
        <w:t xml:space="preserve"> doplní další řádky.</w:t>
      </w:r>
    </w:p>
  </w:footnote>
  <w:footnote w:id="5">
    <w:p w14:paraId="55C9722C" w14:textId="77777777" w:rsidR="001537EF" w:rsidRDefault="001537EF">
      <w:pPr>
        <w:pStyle w:val="Textpoznpodarou"/>
      </w:pPr>
      <w:r>
        <w:rPr>
          <w:rStyle w:val="Znakapoznpodarou"/>
        </w:rPr>
        <w:footnoteRef/>
      </w:r>
      <w:r>
        <w:t xml:space="preserve"> </w:t>
      </w:r>
      <w:r w:rsidRPr="00307641">
        <w:t xml:space="preserve">V případě další zkušenosti dodavatel </w:t>
      </w:r>
      <w:r w:rsidRPr="00F023B9">
        <w:t xml:space="preserve">opakuje tabulku nebo </w:t>
      </w:r>
      <w:r w:rsidRPr="00307641">
        <w:t>doplní další řádky.</w:t>
      </w:r>
    </w:p>
  </w:footnote>
  <w:footnote w:id="6">
    <w:p w14:paraId="2C2DEC3C" w14:textId="77777777" w:rsidR="001537EF" w:rsidRDefault="001537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8CC8300" w14:textId="77777777" w:rsidR="001537EF" w:rsidRDefault="001537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CA8299" w14:textId="77777777" w:rsidR="001537EF" w:rsidRDefault="001537EF">
      <w:pPr>
        <w:pStyle w:val="Textpoznpodarou"/>
      </w:pPr>
      <w:r>
        <w:rPr>
          <w:rStyle w:val="Znakapoznpodarou"/>
        </w:rPr>
        <w:footnoteRef/>
      </w:r>
      <w:r>
        <w:t xml:space="preserve"> </w:t>
      </w:r>
      <w:r w:rsidRPr="007E2234">
        <w:t>Identifikační údaje doplní dodavatel dle skutečnosti, zda se jedná o fyzickou či právnickou osobu.</w:t>
      </w:r>
    </w:p>
    <w:p w14:paraId="6C00FB20" w14:textId="77777777" w:rsidR="001537EF" w:rsidRDefault="001537EF">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14:paraId="7CAEE8C4" w14:textId="77777777" w:rsidR="001537EF" w:rsidRDefault="001537E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D24A801" w14:textId="77777777" w:rsidR="001537EF" w:rsidRDefault="001537EF" w:rsidP="00D81B2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F548F8F" w14:textId="77777777" w:rsidR="001537EF" w:rsidRDefault="001537EF" w:rsidP="005977E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EF" w14:paraId="2581E6CC" w14:textId="77777777" w:rsidTr="00C02D0A">
      <w:trPr>
        <w:trHeight w:hRule="exact" w:val="454"/>
      </w:trPr>
      <w:tc>
        <w:tcPr>
          <w:tcW w:w="1361" w:type="dxa"/>
          <w:tcMar>
            <w:top w:w="57" w:type="dxa"/>
            <w:left w:w="0" w:type="dxa"/>
            <w:right w:w="0" w:type="dxa"/>
          </w:tcMar>
        </w:tcPr>
        <w:p w14:paraId="59B2A6B1" w14:textId="77777777" w:rsidR="001537EF" w:rsidRPr="00B8518B" w:rsidRDefault="001537EF" w:rsidP="00523EA7">
          <w:pPr>
            <w:pStyle w:val="Zpat"/>
            <w:rPr>
              <w:rStyle w:val="slostrnky"/>
            </w:rPr>
          </w:pPr>
        </w:p>
      </w:tc>
      <w:tc>
        <w:tcPr>
          <w:tcW w:w="3458" w:type="dxa"/>
          <w:shd w:val="clear" w:color="auto" w:fill="auto"/>
          <w:tcMar>
            <w:top w:w="57" w:type="dxa"/>
            <w:left w:w="0" w:type="dxa"/>
            <w:right w:w="0" w:type="dxa"/>
          </w:tcMar>
        </w:tcPr>
        <w:p w14:paraId="35B1A8E5" w14:textId="77777777" w:rsidR="001537EF" w:rsidRDefault="001537EF" w:rsidP="00523EA7">
          <w:pPr>
            <w:pStyle w:val="Zpat"/>
          </w:pPr>
        </w:p>
      </w:tc>
      <w:tc>
        <w:tcPr>
          <w:tcW w:w="5698" w:type="dxa"/>
          <w:shd w:val="clear" w:color="auto" w:fill="auto"/>
          <w:tcMar>
            <w:top w:w="57" w:type="dxa"/>
            <w:left w:w="0" w:type="dxa"/>
            <w:right w:w="0" w:type="dxa"/>
          </w:tcMar>
        </w:tcPr>
        <w:p w14:paraId="7BA935CD" w14:textId="77777777" w:rsidR="001537EF" w:rsidRPr="00D6163D" w:rsidRDefault="001537EF" w:rsidP="00D6163D">
          <w:pPr>
            <w:pStyle w:val="Druhdokumentu"/>
          </w:pPr>
        </w:p>
      </w:tc>
    </w:tr>
  </w:tbl>
  <w:p w14:paraId="037FD430" w14:textId="77777777" w:rsidR="001537EF" w:rsidRPr="00D6163D" w:rsidRDefault="001537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37EF" w14:paraId="08113279" w14:textId="77777777" w:rsidTr="00B22106">
      <w:trPr>
        <w:trHeight w:hRule="exact" w:val="936"/>
      </w:trPr>
      <w:tc>
        <w:tcPr>
          <w:tcW w:w="1361" w:type="dxa"/>
          <w:tcMar>
            <w:left w:w="0" w:type="dxa"/>
            <w:right w:w="0" w:type="dxa"/>
          </w:tcMar>
        </w:tcPr>
        <w:p w14:paraId="227167C8" w14:textId="77777777" w:rsidR="001537EF" w:rsidRPr="00B8518B" w:rsidRDefault="001537EF" w:rsidP="00FC6389">
          <w:pPr>
            <w:pStyle w:val="Zpat"/>
            <w:rPr>
              <w:rStyle w:val="slostrnky"/>
            </w:rPr>
          </w:pPr>
        </w:p>
      </w:tc>
      <w:tc>
        <w:tcPr>
          <w:tcW w:w="3458" w:type="dxa"/>
          <w:shd w:val="clear" w:color="auto" w:fill="auto"/>
          <w:tcMar>
            <w:left w:w="0" w:type="dxa"/>
            <w:right w:w="0" w:type="dxa"/>
          </w:tcMar>
        </w:tcPr>
        <w:p w14:paraId="73A715EE" w14:textId="77777777" w:rsidR="001537EF" w:rsidRDefault="001537EF" w:rsidP="00FC6389">
          <w:pPr>
            <w:pStyle w:val="Zpat"/>
          </w:pPr>
        </w:p>
      </w:tc>
      <w:tc>
        <w:tcPr>
          <w:tcW w:w="5756" w:type="dxa"/>
          <w:shd w:val="clear" w:color="auto" w:fill="auto"/>
          <w:tcMar>
            <w:left w:w="0" w:type="dxa"/>
            <w:right w:w="0" w:type="dxa"/>
          </w:tcMar>
        </w:tcPr>
        <w:p w14:paraId="6C014717" w14:textId="77777777" w:rsidR="001537EF" w:rsidRPr="00D6163D" w:rsidRDefault="001537EF" w:rsidP="00FC6389">
          <w:pPr>
            <w:pStyle w:val="Druhdokumentu"/>
          </w:pPr>
        </w:p>
      </w:tc>
    </w:tr>
    <w:tr w:rsidR="001537EF" w14:paraId="35DBE709" w14:textId="77777777" w:rsidTr="00B22106">
      <w:trPr>
        <w:trHeight w:hRule="exact" w:val="936"/>
      </w:trPr>
      <w:tc>
        <w:tcPr>
          <w:tcW w:w="1361" w:type="dxa"/>
          <w:tcMar>
            <w:left w:w="0" w:type="dxa"/>
            <w:right w:w="0" w:type="dxa"/>
          </w:tcMar>
        </w:tcPr>
        <w:p w14:paraId="16C9FBD7" w14:textId="77777777" w:rsidR="001537EF" w:rsidRPr="00B8518B" w:rsidRDefault="001537EF" w:rsidP="00FC6389">
          <w:pPr>
            <w:pStyle w:val="Zpat"/>
            <w:rPr>
              <w:rStyle w:val="slostrnky"/>
            </w:rPr>
          </w:pPr>
        </w:p>
      </w:tc>
      <w:tc>
        <w:tcPr>
          <w:tcW w:w="3458" w:type="dxa"/>
          <w:shd w:val="clear" w:color="auto" w:fill="auto"/>
          <w:tcMar>
            <w:left w:w="0" w:type="dxa"/>
            <w:right w:w="0" w:type="dxa"/>
          </w:tcMar>
        </w:tcPr>
        <w:p w14:paraId="5DCF1D34" w14:textId="77777777" w:rsidR="001537EF" w:rsidRDefault="001537EF" w:rsidP="00FC6389">
          <w:pPr>
            <w:pStyle w:val="Zpat"/>
          </w:pPr>
        </w:p>
      </w:tc>
      <w:tc>
        <w:tcPr>
          <w:tcW w:w="5756" w:type="dxa"/>
          <w:shd w:val="clear" w:color="auto" w:fill="auto"/>
          <w:tcMar>
            <w:left w:w="0" w:type="dxa"/>
            <w:right w:w="0" w:type="dxa"/>
          </w:tcMar>
        </w:tcPr>
        <w:p w14:paraId="6DA03346" w14:textId="77777777" w:rsidR="001537EF" w:rsidRPr="00D6163D" w:rsidRDefault="001537EF" w:rsidP="00FC6389">
          <w:pPr>
            <w:pStyle w:val="Druhdokumentu"/>
          </w:pPr>
        </w:p>
      </w:tc>
    </w:tr>
  </w:tbl>
  <w:p w14:paraId="503B1F9B" w14:textId="77777777" w:rsidR="001537EF" w:rsidRPr="00D6163D" w:rsidRDefault="001537EF" w:rsidP="00FC6389">
    <w:pPr>
      <w:pStyle w:val="Zhlav"/>
      <w:rPr>
        <w:sz w:val="8"/>
        <w:szCs w:val="8"/>
      </w:rPr>
    </w:pPr>
    <w:r>
      <w:rPr>
        <w:noProof/>
        <w:lang w:eastAsia="cs-CZ"/>
      </w:rPr>
      <w:drawing>
        <wp:anchor distT="0" distB="0" distL="114300" distR="114300" simplePos="0" relativeHeight="251670528" behindDoc="0" locked="1" layoutInCell="1" allowOverlap="1" wp14:anchorId="1F808659" wp14:editId="20AEB82F">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7386743" w14:textId="77777777" w:rsidR="001537EF" w:rsidRPr="00460660" w:rsidRDefault="001537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1E02EE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0C34B4"/>
    <w:multiLevelType w:val="hybridMultilevel"/>
    <w:tmpl w:val="230E17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AFE7D07"/>
    <w:multiLevelType w:val="multilevel"/>
    <w:tmpl w:val="7CFE81E8"/>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E82E08"/>
    <w:multiLevelType w:val="hybridMultilevel"/>
    <w:tmpl w:val="61DE0B50"/>
    <w:lvl w:ilvl="0" w:tplc="04050001">
      <w:start w:val="1"/>
      <w:numFmt w:val="bullet"/>
      <w:lvlText w:val=""/>
      <w:lvlJc w:val="left"/>
      <w:pPr>
        <w:ind w:left="720" w:hanging="360"/>
      </w:pPr>
      <w:rPr>
        <w:rFonts w:ascii="Symbol" w:hAnsi="Symbol"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B854D3"/>
    <w:multiLevelType w:val="hybridMultilevel"/>
    <w:tmpl w:val="B76096B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3AE1D61"/>
    <w:multiLevelType w:val="hybridMultilevel"/>
    <w:tmpl w:val="75523D78"/>
    <w:lvl w:ilvl="0" w:tplc="4DD0B4D4">
      <w:start w:val="8"/>
      <w:numFmt w:val="bullet"/>
      <w:lvlText w:val="-"/>
      <w:lvlJc w:val="left"/>
      <w:pPr>
        <w:ind w:left="1457" w:hanging="360"/>
      </w:pPr>
      <w:rPr>
        <w:rFonts w:ascii="Verdana" w:eastAsiaTheme="minorHAnsi" w:hAnsi="Verdana" w:cs="Arial" w:hint="default"/>
        <w:b w:val="0"/>
        <w:u w:val="none"/>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5"/>
  </w:num>
  <w:num w:numId="7">
    <w:abstractNumId w:val="7"/>
  </w:num>
  <w:num w:numId="8">
    <w:abstractNumId w:val="6"/>
  </w:num>
  <w:num w:numId="9">
    <w:abstractNumId w:val="15"/>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2"/>
  </w:num>
  <w:num w:numId="17">
    <w:abstractNumId w:val="11"/>
  </w:num>
  <w:num w:numId="18">
    <w:abstractNumId w:val="9"/>
  </w:num>
  <w:num w:numId="19">
    <w:abstractNumId w:val="4"/>
  </w:num>
  <w:num w:numId="2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397E"/>
    <w:rsid w:val="000174E8"/>
    <w:rsid w:val="00017F3C"/>
    <w:rsid w:val="00026EF8"/>
    <w:rsid w:val="000338E9"/>
    <w:rsid w:val="00041EC8"/>
    <w:rsid w:val="0006499F"/>
    <w:rsid w:val="0006588D"/>
    <w:rsid w:val="00067A5E"/>
    <w:rsid w:val="00067EE3"/>
    <w:rsid w:val="000719BB"/>
    <w:rsid w:val="00072A65"/>
    <w:rsid w:val="00072C1E"/>
    <w:rsid w:val="0007787A"/>
    <w:rsid w:val="00083C15"/>
    <w:rsid w:val="00092CC9"/>
    <w:rsid w:val="000B4EB8"/>
    <w:rsid w:val="000C41F2"/>
    <w:rsid w:val="000C4CEE"/>
    <w:rsid w:val="000D112A"/>
    <w:rsid w:val="000D22C4"/>
    <w:rsid w:val="000D27D1"/>
    <w:rsid w:val="000D4A65"/>
    <w:rsid w:val="000E001F"/>
    <w:rsid w:val="000E07CD"/>
    <w:rsid w:val="000E1A7F"/>
    <w:rsid w:val="00112864"/>
    <w:rsid w:val="00114472"/>
    <w:rsid w:val="00114988"/>
    <w:rsid w:val="00115069"/>
    <w:rsid w:val="001150F2"/>
    <w:rsid w:val="00127CAE"/>
    <w:rsid w:val="0013496A"/>
    <w:rsid w:val="001445D6"/>
    <w:rsid w:val="00146BCB"/>
    <w:rsid w:val="001537EF"/>
    <w:rsid w:val="001607E5"/>
    <w:rsid w:val="001639D4"/>
    <w:rsid w:val="001655AE"/>
    <w:rsid w:val="001656A2"/>
    <w:rsid w:val="00170EC5"/>
    <w:rsid w:val="001747C1"/>
    <w:rsid w:val="00177D6B"/>
    <w:rsid w:val="00181631"/>
    <w:rsid w:val="00183BC2"/>
    <w:rsid w:val="00191F90"/>
    <w:rsid w:val="00193D8F"/>
    <w:rsid w:val="00194B7F"/>
    <w:rsid w:val="001950C2"/>
    <w:rsid w:val="001B1AE0"/>
    <w:rsid w:val="001B4E74"/>
    <w:rsid w:val="001B7DCF"/>
    <w:rsid w:val="001C645F"/>
    <w:rsid w:val="001E651D"/>
    <w:rsid w:val="001E678E"/>
    <w:rsid w:val="00201BD6"/>
    <w:rsid w:val="00202720"/>
    <w:rsid w:val="002071BB"/>
    <w:rsid w:val="00207DF5"/>
    <w:rsid w:val="00223EDA"/>
    <w:rsid w:val="002250DB"/>
    <w:rsid w:val="00233A53"/>
    <w:rsid w:val="0023453F"/>
    <w:rsid w:val="002408E6"/>
    <w:rsid w:val="00240B81"/>
    <w:rsid w:val="002456B3"/>
    <w:rsid w:val="00247D01"/>
    <w:rsid w:val="0025030F"/>
    <w:rsid w:val="00261A5B"/>
    <w:rsid w:val="00262E5B"/>
    <w:rsid w:val="002762DA"/>
    <w:rsid w:val="00276AFE"/>
    <w:rsid w:val="002924B8"/>
    <w:rsid w:val="002A136A"/>
    <w:rsid w:val="002A3B57"/>
    <w:rsid w:val="002A5B03"/>
    <w:rsid w:val="002A6C4B"/>
    <w:rsid w:val="002B432F"/>
    <w:rsid w:val="002C04EE"/>
    <w:rsid w:val="002C31BF"/>
    <w:rsid w:val="002D7FD6"/>
    <w:rsid w:val="002E0CD7"/>
    <w:rsid w:val="002E0CFB"/>
    <w:rsid w:val="002E5C7B"/>
    <w:rsid w:val="002F4333"/>
    <w:rsid w:val="00307641"/>
    <w:rsid w:val="00311F11"/>
    <w:rsid w:val="00327119"/>
    <w:rsid w:val="00327EEF"/>
    <w:rsid w:val="0033239F"/>
    <w:rsid w:val="0034274B"/>
    <w:rsid w:val="0034719F"/>
    <w:rsid w:val="00350A35"/>
    <w:rsid w:val="0035531B"/>
    <w:rsid w:val="003571D8"/>
    <w:rsid w:val="00357BC6"/>
    <w:rsid w:val="00361422"/>
    <w:rsid w:val="00370FA9"/>
    <w:rsid w:val="003717A3"/>
    <w:rsid w:val="0037545D"/>
    <w:rsid w:val="00381471"/>
    <w:rsid w:val="003840D5"/>
    <w:rsid w:val="00384DFB"/>
    <w:rsid w:val="00386FF1"/>
    <w:rsid w:val="0039032E"/>
    <w:rsid w:val="00392EB6"/>
    <w:rsid w:val="003956C6"/>
    <w:rsid w:val="00396AC5"/>
    <w:rsid w:val="00397186"/>
    <w:rsid w:val="003A0D33"/>
    <w:rsid w:val="003A4513"/>
    <w:rsid w:val="003B44F7"/>
    <w:rsid w:val="003C33F2"/>
    <w:rsid w:val="003D468F"/>
    <w:rsid w:val="003D756E"/>
    <w:rsid w:val="003E3CE3"/>
    <w:rsid w:val="003E420D"/>
    <w:rsid w:val="003E4C13"/>
    <w:rsid w:val="003E6B24"/>
    <w:rsid w:val="003F038F"/>
    <w:rsid w:val="003F4937"/>
    <w:rsid w:val="004078F3"/>
    <w:rsid w:val="004110DD"/>
    <w:rsid w:val="00427794"/>
    <w:rsid w:val="00436E69"/>
    <w:rsid w:val="00437568"/>
    <w:rsid w:val="00437EFB"/>
    <w:rsid w:val="00450F07"/>
    <w:rsid w:val="00452F69"/>
    <w:rsid w:val="00453CD3"/>
    <w:rsid w:val="00454716"/>
    <w:rsid w:val="00460660"/>
    <w:rsid w:val="00464344"/>
    <w:rsid w:val="00464792"/>
    <w:rsid w:val="00464BA9"/>
    <w:rsid w:val="00474F4D"/>
    <w:rsid w:val="00483969"/>
    <w:rsid w:val="00486107"/>
    <w:rsid w:val="00490670"/>
    <w:rsid w:val="00491827"/>
    <w:rsid w:val="00493C4C"/>
    <w:rsid w:val="004B0301"/>
    <w:rsid w:val="004B34E9"/>
    <w:rsid w:val="004B4A60"/>
    <w:rsid w:val="004C4399"/>
    <w:rsid w:val="004C787C"/>
    <w:rsid w:val="004E3275"/>
    <w:rsid w:val="004E51F9"/>
    <w:rsid w:val="004E7A1F"/>
    <w:rsid w:val="004F1D17"/>
    <w:rsid w:val="004F20BA"/>
    <w:rsid w:val="004F4B9B"/>
    <w:rsid w:val="00503B96"/>
    <w:rsid w:val="0050666E"/>
    <w:rsid w:val="00511AB9"/>
    <w:rsid w:val="00514871"/>
    <w:rsid w:val="00515FBA"/>
    <w:rsid w:val="00523BB5"/>
    <w:rsid w:val="00523EA7"/>
    <w:rsid w:val="00527425"/>
    <w:rsid w:val="00533DEB"/>
    <w:rsid w:val="005360A2"/>
    <w:rsid w:val="005362B7"/>
    <w:rsid w:val="005379FE"/>
    <w:rsid w:val="005406EB"/>
    <w:rsid w:val="00553375"/>
    <w:rsid w:val="00555884"/>
    <w:rsid w:val="00555CFE"/>
    <w:rsid w:val="005606E2"/>
    <w:rsid w:val="00563227"/>
    <w:rsid w:val="005637B9"/>
    <w:rsid w:val="00564DDD"/>
    <w:rsid w:val="005736B7"/>
    <w:rsid w:val="00575CA2"/>
    <w:rsid w:val="00575E5A"/>
    <w:rsid w:val="00577A3C"/>
    <w:rsid w:val="00580245"/>
    <w:rsid w:val="00596DE4"/>
    <w:rsid w:val="005977ED"/>
    <w:rsid w:val="00597BEF"/>
    <w:rsid w:val="005A07B6"/>
    <w:rsid w:val="005A1C62"/>
    <w:rsid w:val="005A1F44"/>
    <w:rsid w:val="005C1A83"/>
    <w:rsid w:val="005D2A4A"/>
    <w:rsid w:val="005D3C39"/>
    <w:rsid w:val="005E4729"/>
    <w:rsid w:val="0060115D"/>
    <w:rsid w:val="00601A8C"/>
    <w:rsid w:val="006066FE"/>
    <w:rsid w:val="0061068E"/>
    <w:rsid w:val="006115D3"/>
    <w:rsid w:val="00611A06"/>
    <w:rsid w:val="00627182"/>
    <w:rsid w:val="00640B30"/>
    <w:rsid w:val="00655976"/>
    <w:rsid w:val="0065610E"/>
    <w:rsid w:val="006605A2"/>
    <w:rsid w:val="00660AD3"/>
    <w:rsid w:val="00670E55"/>
    <w:rsid w:val="00673D48"/>
    <w:rsid w:val="006776B6"/>
    <w:rsid w:val="0068549A"/>
    <w:rsid w:val="0069087C"/>
    <w:rsid w:val="00693150"/>
    <w:rsid w:val="006A5570"/>
    <w:rsid w:val="006A689C"/>
    <w:rsid w:val="006B3D79"/>
    <w:rsid w:val="006B6FE4"/>
    <w:rsid w:val="006C2343"/>
    <w:rsid w:val="006C442A"/>
    <w:rsid w:val="006D7295"/>
    <w:rsid w:val="006E0578"/>
    <w:rsid w:val="006E314D"/>
    <w:rsid w:val="006F6B09"/>
    <w:rsid w:val="00700F39"/>
    <w:rsid w:val="007033CF"/>
    <w:rsid w:val="007038DC"/>
    <w:rsid w:val="00710723"/>
    <w:rsid w:val="0071423B"/>
    <w:rsid w:val="00716009"/>
    <w:rsid w:val="00720DB3"/>
    <w:rsid w:val="00723ED1"/>
    <w:rsid w:val="00740AF5"/>
    <w:rsid w:val="00743525"/>
    <w:rsid w:val="00743D21"/>
    <w:rsid w:val="00745555"/>
    <w:rsid w:val="007541A2"/>
    <w:rsid w:val="00755818"/>
    <w:rsid w:val="0076286B"/>
    <w:rsid w:val="00766846"/>
    <w:rsid w:val="0076790E"/>
    <w:rsid w:val="00767D4C"/>
    <w:rsid w:val="0077673A"/>
    <w:rsid w:val="0077798E"/>
    <w:rsid w:val="007846E1"/>
    <w:rsid w:val="007847D6"/>
    <w:rsid w:val="0078765B"/>
    <w:rsid w:val="007A2107"/>
    <w:rsid w:val="007A245C"/>
    <w:rsid w:val="007A5172"/>
    <w:rsid w:val="007A67A0"/>
    <w:rsid w:val="007B570C"/>
    <w:rsid w:val="007B59E6"/>
    <w:rsid w:val="007C078B"/>
    <w:rsid w:val="007C1A51"/>
    <w:rsid w:val="007D5A8D"/>
    <w:rsid w:val="007E2234"/>
    <w:rsid w:val="007E4A6E"/>
    <w:rsid w:val="007F56A7"/>
    <w:rsid w:val="00800851"/>
    <w:rsid w:val="00802F11"/>
    <w:rsid w:val="00803AD2"/>
    <w:rsid w:val="00804DFF"/>
    <w:rsid w:val="00807DD0"/>
    <w:rsid w:val="00816A68"/>
    <w:rsid w:val="00816CAC"/>
    <w:rsid w:val="00821D01"/>
    <w:rsid w:val="00822B88"/>
    <w:rsid w:val="008230B2"/>
    <w:rsid w:val="00826B7B"/>
    <w:rsid w:val="00833092"/>
    <w:rsid w:val="00833899"/>
    <w:rsid w:val="00845C50"/>
    <w:rsid w:val="00846789"/>
    <w:rsid w:val="0084794B"/>
    <w:rsid w:val="00860000"/>
    <w:rsid w:val="00860D8E"/>
    <w:rsid w:val="00872044"/>
    <w:rsid w:val="00887F36"/>
    <w:rsid w:val="00893FC4"/>
    <w:rsid w:val="008A3568"/>
    <w:rsid w:val="008B2021"/>
    <w:rsid w:val="008B371C"/>
    <w:rsid w:val="008C50F3"/>
    <w:rsid w:val="008C7EFE"/>
    <w:rsid w:val="008D03B9"/>
    <w:rsid w:val="008D0BB4"/>
    <w:rsid w:val="008D30C7"/>
    <w:rsid w:val="008E1138"/>
    <w:rsid w:val="008E6EF3"/>
    <w:rsid w:val="008F0DF0"/>
    <w:rsid w:val="008F18D6"/>
    <w:rsid w:val="008F2C9B"/>
    <w:rsid w:val="008F797B"/>
    <w:rsid w:val="00904780"/>
    <w:rsid w:val="0090635B"/>
    <w:rsid w:val="00922385"/>
    <w:rsid w:val="009223DF"/>
    <w:rsid w:val="00930B79"/>
    <w:rsid w:val="009311D8"/>
    <w:rsid w:val="00931C0F"/>
    <w:rsid w:val="00936091"/>
    <w:rsid w:val="00940D8A"/>
    <w:rsid w:val="00952EC0"/>
    <w:rsid w:val="00962258"/>
    <w:rsid w:val="00964860"/>
    <w:rsid w:val="009678B7"/>
    <w:rsid w:val="009704BC"/>
    <w:rsid w:val="00992D9C"/>
    <w:rsid w:val="00996CB8"/>
    <w:rsid w:val="009A02F1"/>
    <w:rsid w:val="009A1281"/>
    <w:rsid w:val="009A20EB"/>
    <w:rsid w:val="009A5442"/>
    <w:rsid w:val="009B048D"/>
    <w:rsid w:val="009B2E97"/>
    <w:rsid w:val="009B5146"/>
    <w:rsid w:val="009C1E01"/>
    <w:rsid w:val="009C418E"/>
    <w:rsid w:val="009C442C"/>
    <w:rsid w:val="009E07F4"/>
    <w:rsid w:val="009F309B"/>
    <w:rsid w:val="009F392E"/>
    <w:rsid w:val="009F53C5"/>
    <w:rsid w:val="00A05CE8"/>
    <w:rsid w:val="00A06413"/>
    <w:rsid w:val="00A06DF3"/>
    <w:rsid w:val="00A0740E"/>
    <w:rsid w:val="00A17725"/>
    <w:rsid w:val="00A40207"/>
    <w:rsid w:val="00A4050F"/>
    <w:rsid w:val="00A50641"/>
    <w:rsid w:val="00A50B86"/>
    <w:rsid w:val="00A530BF"/>
    <w:rsid w:val="00A606A3"/>
    <w:rsid w:val="00A6177B"/>
    <w:rsid w:val="00A66136"/>
    <w:rsid w:val="00A71189"/>
    <w:rsid w:val="00A7364A"/>
    <w:rsid w:val="00A74DCC"/>
    <w:rsid w:val="00A753ED"/>
    <w:rsid w:val="00A77512"/>
    <w:rsid w:val="00A872B8"/>
    <w:rsid w:val="00A94C2F"/>
    <w:rsid w:val="00AA3E17"/>
    <w:rsid w:val="00AA4CBB"/>
    <w:rsid w:val="00AA65FA"/>
    <w:rsid w:val="00AA7351"/>
    <w:rsid w:val="00AB5FF7"/>
    <w:rsid w:val="00AC1695"/>
    <w:rsid w:val="00AC52EE"/>
    <w:rsid w:val="00AD056F"/>
    <w:rsid w:val="00AD0C7B"/>
    <w:rsid w:val="00AD1771"/>
    <w:rsid w:val="00AD1786"/>
    <w:rsid w:val="00AD5088"/>
    <w:rsid w:val="00AD5F1A"/>
    <w:rsid w:val="00AD6731"/>
    <w:rsid w:val="00AD792A"/>
    <w:rsid w:val="00AE1D4A"/>
    <w:rsid w:val="00B008D5"/>
    <w:rsid w:val="00B02F73"/>
    <w:rsid w:val="00B0619F"/>
    <w:rsid w:val="00B076EC"/>
    <w:rsid w:val="00B13A26"/>
    <w:rsid w:val="00B15D0D"/>
    <w:rsid w:val="00B22106"/>
    <w:rsid w:val="00B31FDE"/>
    <w:rsid w:val="00B429CF"/>
    <w:rsid w:val="00B46421"/>
    <w:rsid w:val="00B5431A"/>
    <w:rsid w:val="00B54930"/>
    <w:rsid w:val="00B55FC7"/>
    <w:rsid w:val="00B603A6"/>
    <w:rsid w:val="00B61530"/>
    <w:rsid w:val="00B75EE1"/>
    <w:rsid w:val="00B77481"/>
    <w:rsid w:val="00B77C6D"/>
    <w:rsid w:val="00B8518B"/>
    <w:rsid w:val="00B97CC3"/>
    <w:rsid w:val="00BB4AF2"/>
    <w:rsid w:val="00BB79DA"/>
    <w:rsid w:val="00BC06C4"/>
    <w:rsid w:val="00BC6D2B"/>
    <w:rsid w:val="00BD125C"/>
    <w:rsid w:val="00BD1A61"/>
    <w:rsid w:val="00BD7E91"/>
    <w:rsid w:val="00BD7F0D"/>
    <w:rsid w:val="00BE1CEC"/>
    <w:rsid w:val="00BE49F4"/>
    <w:rsid w:val="00BF66FE"/>
    <w:rsid w:val="00C02D0A"/>
    <w:rsid w:val="00C03A6E"/>
    <w:rsid w:val="00C226C0"/>
    <w:rsid w:val="00C232FD"/>
    <w:rsid w:val="00C24F90"/>
    <w:rsid w:val="00C42FE6"/>
    <w:rsid w:val="00C44F6A"/>
    <w:rsid w:val="00C47A7E"/>
    <w:rsid w:val="00C53BBD"/>
    <w:rsid w:val="00C6198E"/>
    <w:rsid w:val="00C655CC"/>
    <w:rsid w:val="00C66CBD"/>
    <w:rsid w:val="00C708EA"/>
    <w:rsid w:val="00C778A5"/>
    <w:rsid w:val="00C80B76"/>
    <w:rsid w:val="00C90A0B"/>
    <w:rsid w:val="00C95162"/>
    <w:rsid w:val="00CB3151"/>
    <w:rsid w:val="00CB6A37"/>
    <w:rsid w:val="00CB7684"/>
    <w:rsid w:val="00CC4380"/>
    <w:rsid w:val="00CC7C8F"/>
    <w:rsid w:val="00CD1FC4"/>
    <w:rsid w:val="00CE564B"/>
    <w:rsid w:val="00CF7DBA"/>
    <w:rsid w:val="00D018E0"/>
    <w:rsid w:val="00D034A0"/>
    <w:rsid w:val="00D05AC0"/>
    <w:rsid w:val="00D139AC"/>
    <w:rsid w:val="00D21061"/>
    <w:rsid w:val="00D27353"/>
    <w:rsid w:val="00D37B14"/>
    <w:rsid w:val="00D4108E"/>
    <w:rsid w:val="00D6163D"/>
    <w:rsid w:val="00D62F44"/>
    <w:rsid w:val="00D81B28"/>
    <w:rsid w:val="00D831A3"/>
    <w:rsid w:val="00D86C1F"/>
    <w:rsid w:val="00D91916"/>
    <w:rsid w:val="00D93D2B"/>
    <w:rsid w:val="00D9554F"/>
    <w:rsid w:val="00D97BE3"/>
    <w:rsid w:val="00DA19B1"/>
    <w:rsid w:val="00DA3711"/>
    <w:rsid w:val="00DA707A"/>
    <w:rsid w:val="00DB3F8B"/>
    <w:rsid w:val="00DB619A"/>
    <w:rsid w:val="00DD3D8D"/>
    <w:rsid w:val="00DD46F3"/>
    <w:rsid w:val="00DD5F3C"/>
    <w:rsid w:val="00DD7215"/>
    <w:rsid w:val="00DE2367"/>
    <w:rsid w:val="00DE41A2"/>
    <w:rsid w:val="00DE51A5"/>
    <w:rsid w:val="00DE56F2"/>
    <w:rsid w:val="00DF116D"/>
    <w:rsid w:val="00E026D2"/>
    <w:rsid w:val="00E0680F"/>
    <w:rsid w:val="00E16FF7"/>
    <w:rsid w:val="00E22C30"/>
    <w:rsid w:val="00E26D68"/>
    <w:rsid w:val="00E319F4"/>
    <w:rsid w:val="00E33027"/>
    <w:rsid w:val="00E34B8A"/>
    <w:rsid w:val="00E44045"/>
    <w:rsid w:val="00E52008"/>
    <w:rsid w:val="00E618C4"/>
    <w:rsid w:val="00E7218A"/>
    <w:rsid w:val="00E74BCB"/>
    <w:rsid w:val="00E878EE"/>
    <w:rsid w:val="00EA6EC7"/>
    <w:rsid w:val="00EB104F"/>
    <w:rsid w:val="00EB33F4"/>
    <w:rsid w:val="00EB46E5"/>
    <w:rsid w:val="00EB5D4D"/>
    <w:rsid w:val="00EB7017"/>
    <w:rsid w:val="00ED0703"/>
    <w:rsid w:val="00ED14BD"/>
    <w:rsid w:val="00ED6360"/>
    <w:rsid w:val="00EE2244"/>
    <w:rsid w:val="00EE3C5F"/>
    <w:rsid w:val="00F016C7"/>
    <w:rsid w:val="00F02067"/>
    <w:rsid w:val="00F023B9"/>
    <w:rsid w:val="00F12DEC"/>
    <w:rsid w:val="00F1697F"/>
    <w:rsid w:val="00F1715C"/>
    <w:rsid w:val="00F310F8"/>
    <w:rsid w:val="00F3157F"/>
    <w:rsid w:val="00F35939"/>
    <w:rsid w:val="00F45607"/>
    <w:rsid w:val="00F46000"/>
    <w:rsid w:val="00F4722B"/>
    <w:rsid w:val="00F50C05"/>
    <w:rsid w:val="00F54432"/>
    <w:rsid w:val="00F57B0D"/>
    <w:rsid w:val="00F659EB"/>
    <w:rsid w:val="00F77D13"/>
    <w:rsid w:val="00F830F3"/>
    <w:rsid w:val="00F86BA6"/>
    <w:rsid w:val="00F9205F"/>
    <w:rsid w:val="00F9259A"/>
    <w:rsid w:val="00FB6342"/>
    <w:rsid w:val="00FB7106"/>
    <w:rsid w:val="00FC6389"/>
    <w:rsid w:val="00FD0BEC"/>
    <w:rsid w:val="00FE4333"/>
    <w:rsid w:val="00FE6AEC"/>
    <w:rsid w:val="00FE7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0EAC25"/>
  <w14:defaultImageDpi w14:val="32767"/>
  <w15:docId w15:val="{53FEFCA6-42C5-4F66-A309-3C1929E2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55FC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FontStyle38">
    <w:name w:val="Font Style38"/>
    <w:uiPriority w:val="99"/>
    <w:rsid w:val="009C1E01"/>
    <w:rPr>
      <w:rFonts w:ascii="Times New Roman" w:hAnsi="Times New Roman" w:cs="Times New Roman" w:hint="default"/>
      <w:color w:val="000000"/>
      <w:sz w:val="20"/>
      <w:szCs w:val="20"/>
    </w:rPr>
  </w:style>
  <w:style w:type="character" w:customStyle="1" w:styleId="TextbezslovnChar">
    <w:name w:val="_Text_bez_číslování Char"/>
    <w:basedOn w:val="Standardnpsmoodstavce"/>
    <w:link w:val="Textbezslovn"/>
    <w:rsid w:val="00FD0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115769">
      <w:bodyDiv w:val="1"/>
      <w:marLeft w:val="0"/>
      <w:marRight w:val="0"/>
      <w:marTop w:val="0"/>
      <w:marBottom w:val="0"/>
      <w:divBdr>
        <w:top w:val="none" w:sz="0" w:space="0" w:color="auto"/>
        <w:left w:val="none" w:sz="0" w:space="0" w:color="auto"/>
        <w:bottom w:val="none" w:sz="0" w:space="0" w:color="auto"/>
        <w:right w:val="none" w:sz="0" w:space="0" w:color="auto"/>
      </w:divBdr>
      <w:divsChild>
        <w:div w:id="151261893">
          <w:marLeft w:val="0"/>
          <w:marRight w:val="0"/>
          <w:marTop w:val="0"/>
          <w:marBottom w:val="0"/>
          <w:divBdr>
            <w:top w:val="none" w:sz="0" w:space="0" w:color="auto"/>
            <w:left w:val="none" w:sz="0" w:space="0" w:color="auto"/>
            <w:bottom w:val="none" w:sz="0" w:space="0" w:color="auto"/>
            <w:right w:val="none" w:sz="0" w:space="0" w:color="auto"/>
          </w:divBdr>
        </w:div>
      </w:divsChild>
    </w:div>
    <w:div w:id="119985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jskalPa@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file:///\\or00000phant001\Souteze$\SOUT&#282;&#381;E%20MAN\2021\_ZAK&#193;ZKY\&#268;er&#269;any%20-%20Samechov\1_PO&#381;ADAVKY%20A%20PODM&#205;NKY%20PRO%20ZPRACOV&#193;N&#205;%20NAB&#205;DKY\Subr@spravazeleznic.cz" TargetMode="External"/><Relationship Id="rId7" Type="http://schemas.openxmlformats.org/officeDocument/2006/relationships/settings" Target="settings.xml"/><Relationship Id="rId12" Type="http://schemas.openxmlformats.org/officeDocument/2006/relationships/hyperlink" Target="file:///\\or00000phant001\Souteze$\SOUT&#282;&#381;E%20MAN\2021\_ZAK&#193;ZKY\&#268;er&#269;any%20-%20Samechov\1_PO&#381;ADAVKY%20A%20PODM&#205;NKY%20PRO%20ZPRACOV&#193;N&#205;%20NAB&#205;DKY\ORPHAVZ@spravazeleznic.cz" TargetMode="External"/><Relationship Id="rId17" Type="http://schemas.openxmlformats.org/officeDocument/2006/relationships/hyperlink" Target="https://typdok.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3005D-D97C-483C-815A-5016AF6BD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E11CA2E-EB50-479A-A25C-78971176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164</TotalTime>
  <Pages>46</Pages>
  <Words>18964</Words>
  <Characters>111892</Characters>
  <Application>Microsoft Office Word</Application>
  <DocSecurity>0</DocSecurity>
  <Lines>932</Lines>
  <Paragraphs>261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Mantlíková Lucie</cp:lastModifiedBy>
  <cp:revision>14</cp:revision>
  <cp:lastPrinted>2021-12-10T08:42:00Z</cp:lastPrinted>
  <dcterms:created xsi:type="dcterms:W3CDTF">2021-11-19T13:44:00Z</dcterms:created>
  <dcterms:modified xsi:type="dcterms:W3CDTF">2021-12-10T08:48:00Z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