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3F550D2D" w14:textId="77777777" w:rsidR="0070568A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04D9DC6F" w14:textId="6AEDC96B" w:rsidR="0070568A" w:rsidRDefault="0031280B" w:rsidP="00B87D91">
      <w:pPr>
        <w:rPr>
          <w:b/>
          <w:color w:val="FF5200" w:themeColor="accent2"/>
          <w:sz w:val="36"/>
          <w:szCs w:val="36"/>
        </w:rPr>
      </w:pPr>
      <w:r w:rsidRPr="0070568A">
        <w:rPr>
          <w:b/>
          <w:color w:val="FF5200" w:themeColor="accent2"/>
          <w:sz w:val="36"/>
          <w:szCs w:val="36"/>
        </w:rPr>
        <w:t>„</w:t>
      </w:r>
      <w:r w:rsidR="0070568A" w:rsidRPr="0070568A">
        <w:rPr>
          <w:b/>
          <w:color w:val="FF5200" w:themeColor="accent2"/>
          <w:sz w:val="36"/>
          <w:szCs w:val="36"/>
        </w:rPr>
        <w:t>Datové úložiště</w:t>
      </w:r>
      <w:r w:rsidRPr="0070568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48716F45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70568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21A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158779</w:t>
      </w:r>
      <w:r w:rsidR="0070568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03C30B5" w14:textId="77777777" w:rsidR="00621AB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</w:t>
          </w:r>
          <w:bookmarkStart w:id="0" w:name="_GoBack"/>
          <w:bookmarkEnd w:id="0"/>
          <w:r>
            <w:rPr>
              <w:lang w:val="cs-CZ"/>
            </w:rPr>
            <w:t>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0253A8A" w14:textId="4056803E" w:rsidR="00621AB1" w:rsidRDefault="00621AB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220085" w:history="1">
            <w:r w:rsidRPr="004C5DBD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C5DBD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_Toc86220085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38F1C" w14:textId="6C664B55" w:rsidR="00621AB1" w:rsidRDefault="00621AB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220086" w:history="1">
            <w:r w:rsidRPr="004C5DB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C5DB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_Toc86220086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5F844" w14:textId="5A624C8D" w:rsidR="00621AB1" w:rsidRDefault="00621AB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6220087" w:history="1">
            <w:r w:rsidRPr="004C5DB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C5DB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_Toc86220087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622008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40E4D50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70568A">
        <w:rPr>
          <w:rFonts w:eastAsia="Times New Roman" w:cs="Times New Roman"/>
          <w:lang w:eastAsia="cs-CZ"/>
        </w:rPr>
        <w:t>podlimitní sektorovou veřejnou zakázku</w:t>
      </w:r>
      <w:r w:rsidRPr="0070568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DF4561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70568A">
        <w:t xml:space="preserve"> </w:t>
      </w:r>
      <w:r w:rsidR="0070568A" w:rsidRPr="0070568A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F6253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F6253B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622008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622008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0CCA707" w14:textId="77777777" w:rsidR="0070568A" w:rsidRDefault="0070568A" w:rsidP="00A93A74"/>
    <w:p w14:paraId="761460B9" w14:textId="77777777" w:rsidR="0070568A" w:rsidRDefault="0070568A" w:rsidP="00A93A74"/>
    <w:p w14:paraId="520EDB06" w14:textId="77777777" w:rsidR="0070568A" w:rsidRDefault="0070568A" w:rsidP="00A93A74"/>
    <w:p w14:paraId="61D6CCFD" w14:textId="715E8485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FBEE0" w14:textId="77777777" w:rsidR="00F6253B" w:rsidRDefault="00F6253B" w:rsidP="00962258">
      <w:pPr>
        <w:spacing w:after="0" w:line="240" w:lineRule="auto"/>
      </w:pPr>
      <w:r>
        <w:separator/>
      </w:r>
    </w:p>
  </w:endnote>
  <w:endnote w:type="continuationSeparator" w:id="0">
    <w:p w14:paraId="66C0E9D7" w14:textId="77777777" w:rsidR="00F6253B" w:rsidRDefault="00F625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AE74BB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1AB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1AB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97BAA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2F7FF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5B103B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1A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1AB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F29B4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8C4BE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6272320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1AB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1AB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B0F2C4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A1B50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F3D9F" w14:textId="77777777" w:rsidR="00F6253B" w:rsidRDefault="00F6253B" w:rsidP="00962258">
      <w:pPr>
        <w:spacing w:after="0" w:line="240" w:lineRule="auto"/>
      </w:pPr>
      <w:r>
        <w:separator/>
      </w:r>
    </w:p>
  </w:footnote>
  <w:footnote w:type="continuationSeparator" w:id="0">
    <w:p w14:paraId="40BB5E04" w14:textId="77777777" w:rsidR="00F6253B" w:rsidRDefault="00F6253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1AB1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0568A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AE1DB3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253B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F39319D3-5119-4348-9344-1979FD87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F2FAD5-38AD-434E-8A0F-DF3683CF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64</TotalTime>
  <Pages>4</Pages>
  <Words>522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16</cp:revision>
  <cp:lastPrinted>2017-11-28T17:18:00Z</cp:lastPrinted>
  <dcterms:created xsi:type="dcterms:W3CDTF">2020-06-29T15:29:00Z</dcterms:created>
  <dcterms:modified xsi:type="dcterms:W3CDTF">2021-10-27T07:41:00Z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