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D8694F">
      <w:pPr>
        <w:spacing w:before="30" w:after="30" w:line="243" w:lineRule="exact"/>
        <w:ind w:left="30" w:right="30"/>
        <w:rPr>
          <w:rFonts w:eastAsia="Times New Roman" w:cs="Times New Roman"/>
          <w:lang w:eastAsia="cs-CZ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456B97" w:rsidRPr="00456B97">
        <w:rPr>
          <w:rFonts w:ascii="Verdana" w:eastAsia="Verdana" w:hAnsi="Verdana" w:cs="Verdana"/>
          <w:b/>
          <w:color w:val="000000"/>
        </w:rPr>
        <w:t>DNS - Kategorie č. 2 - Fi</w:t>
      </w:r>
      <w:r w:rsidR="00477739">
        <w:rPr>
          <w:rFonts w:ascii="Verdana" w:eastAsia="Verdana" w:hAnsi="Verdana" w:cs="Verdana"/>
          <w:b/>
          <w:color w:val="000000"/>
        </w:rPr>
        <w:t>ltrační polomasky třídy FFP2 - 2</w:t>
      </w:r>
      <w:r w:rsidR="00456B97" w:rsidRPr="00456B97">
        <w:rPr>
          <w:rFonts w:ascii="Verdana" w:eastAsia="Verdana" w:hAnsi="Verdana" w:cs="Verdana"/>
          <w:b/>
          <w:color w:val="000000"/>
        </w:rPr>
        <w:t>. kolo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477739" w:rsidRPr="00477739">
        <w:rPr>
          <w:rFonts w:eastAsia="Times New Roman" w:cs="Times New Roman"/>
          <w:lang w:eastAsia="cs-CZ"/>
        </w:rPr>
        <w:t>161173</w:t>
      </w:r>
      <w:r w:rsidR="00456B97">
        <w:rPr>
          <w:rFonts w:eastAsia="Times New Roman" w:cs="Times New Roman"/>
          <w:lang w:eastAsia="cs-CZ"/>
        </w:rPr>
        <w:t>/</w:t>
      </w:r>
      <w:r w:rsidR="00E36823" w:rsidRPr="0059087B">
        <w:rPr>
          <w:rFonts w:eastAsia="Times New Roman" w:cs="Times New Roman"/>
          <w:lang w:eastAsia="cs-CZ"/>
        </w:rPr>
        <w:t>2021-SŽ-GŘ-O8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D8694F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</w:t>
      </w:r>
      <w:r w:rsidR="00D8694F">
        <w:rPr>
          <w:rFonts w:eastAsia="Times New Roman" w:cs="Times New Roman"/>
          <w:lang w:eastAsia="cs-CZ"/>
        </w:rPr>
        <w:t xml:space="preserve"> ve znění pozdějších předpisů. 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A398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21CAE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69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51EAC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91C48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53FF8"/>
    <w:rsid w:val="00456B97"/>
    <w:rsid w:val="00460660"/>
    <w:rsid w:val="00466F7A"/>
    <w:rsid w:val="0047773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8694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6A6EC7E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EEC446-9E28-42B1-A97D-BC96EF63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26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Sukup Richard, Mgr.</cp:lastModifiedBy>
  <cp:revision>20</cp:revision>
  <cp:lastPrinted>2020-02-10T12:41:00Z</cp:lastPrinted>
  <dcterms:created xsi:type="dcterms:W3CDTF">2020-02-19T11:53:00Z</dcterms:created>
  <dcterms:modified xsi:type="dcterms:W3CDTF">2021-11-09T12:09:00Z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