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0F3143">
        <w:t>6</w:t>
      </w:r>
    </w:p>
    <w:p w:rsidR="003C63F2" w:rsidRDefault="004E7FF6" w:rsidP="009D5BB6">
      <w:pPr>
        <w:pStyle w:val="TPTitul2"/>
        <w:rPr>
          <w:bCs/>
        </w:rPr>
      </w:pPr>
      <w:r w:rsidRPr="004E7FF6">
        <w:rPr>
          <w:sz w:val="48"/>
          <w:szCs w:val="48"/>
        </w:rPr>
        <w:t xml:space="preserve">Zásady pro návrh technického řešení ETCS ve vazbě na kolejová řešení dopraven“ (dopis </w:t>
      </w:r>
      <w:proofErr w:type="gramStart"/>
      <w:r w:rsidRPr="004E7FF6">
        <w:rPr>
          <w:sz w:val="48"/>
          <w:szCs w:val="48"/>
        </w:rPr>
        <w:t>č.j.</w:t>
      </w:r>
      <w:proofErr w:type="gramEnd"/>
      <w:r w:rsidRPr="004E7FF6">
        <w:rPr>
          <w:sz w:val="48"/>
          <w:szCs w:val="48"/>
        </w:rPr>
        <w:t xml:space="preserve"> 2009/2018-SŽDC-GŘ-O6 ze dne 8.3.2018)</w:t>
      </w:r>
    </w:p>
    <w:p w:rsidR="004E7FF6" w:rsidRDefault="004E7FF6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2002C0">
        <w:rPr>
          <w:bCs/>
        </w:rPr>
        <w:t xml:space="preserve">ETCS </w:t>
      </w:r>
      <w:r w:rsidR="008E5DDA">
        <w:rPr>
          <w:bCs/>
        </w:rPr>
        <w:t>Praha Uhříněves</w:t>
      </w:r>
      <w:r w:rsidR="002002C0">
        <w:rPr>
          <w:bCs/>
        </w:rPr>
        <w:t xml:space="preserve"> – Praha hl. n. (mimo)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8E5DDA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</w:t>
      </w:r>
      <w:r w:rsidR="00EB26DF">
        <w:rPr>
          <w:rFonts w:ascii="Calibri" w:hAnsi="Calibri"/>
        </w:rPr>
        <w:t>.</w:t>
      </w:r>
      <w:r w:rsidR="00E959F1">
        <w:rPr>
          <w:rFonts w:ascii="Calibri" w:hAnsi="Calibri"/>
        </w:rPr>
        <w:t xml:space="preserve"> </w:t>
      </w:r>
      <w:r>
        <w:rPr>
          <w:rFonts w:ascii="Calibri" w:hAnsi="Calibri"/>
        </w:rPr>
        <w:t>11</w:t>
      </w:r>
      <w:bookmarkStart w:id="0" w:name="_GoBack"/>
      <w:bookmarkEnd w:id="0"/>
      <w:r w:rsidR="00EB26DF">
        <w:rPr>
          <w:rFonts w:ascii="Calibri" w:hAnsi="Calibri"/>
        </w:rPr>
        <w:t>.</w:t>
      </w:r>
      <w:r w:rsidR="00E959F1"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</w:t>
      </w:r>
      <w:r w:rsidR="002002C0">
        <w:rPr>
          <w:rFonts w:ascii="Calibri" w:hAnsi="Calibri"/>
        </w:rPr>
        <w:t>1</w:t>
      </w:r>
    </w:p>
    <w:p w:rsidR="00D023FC" w:rsidRDefault="00D023FC" w:rsidP="00A84E21">
      <w:pPr>
        <w:jc w:val="center"/>
        <w:rPr>
          <w:rFonts w:ascii="Calibri" w:hAnsi="Calibri"/>
          <w:b/>
          <w:sz w:val="32"/>
          <w:szCs w:val="32"/>
        </w:rPr>
      </w:pPr>
    </w:p>
    <w:sectPr w:rsidR="00D023FC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6A3" w:rsidRDefault="001C76A3">
      <w:r>
        <w:separator/>
      </w:r>
    </w:p>
  </w:endnote>
  <w:endnote w:type="continuationSeparator" w:id="0">
    <w:p w:rsidR="001C76A3" w:rsidRDefault="001C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E959F1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E959F1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9F1" w:rsidRPr="00460660" w:rsidRDefault="00E959F1" w:rsidP="00E959F1">
    <w:pPr>
      <w:pStyle w:val="Zhlav"/>
      <w:rPr>
        <w:sz w:val="2"/>
        <w:szCs w:val="2"/>
      </w:rPr>
    </w:pPr>
  </w:p>
  <w:p w:rsidR="00E959F1" w:rsidRDefault="00E959F1" w:rsidP="00E959F1"/>
  <w:p w:rsidR="00E959F1" w:rsidRPr="00B8518B" w:rsidRDefault="00E959F1" w:rsidP="00E959F1">
    <w:pPr>
      <w:pStyle w:val="Zpat"/>
      <w:rPr>
        <w:sz w:val="2"/>
        <w:szCs w:val="2"/>
      </w:rPr>
    </w:pPr>
  </w:p>
  <w:p w:rsidR="00E959F1" w:rsidRDefault="001C76A3" w:rsidP="00E959F1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97285412" r:id="rId2"/>
      </w:object>
    </w:r>
  </w:p>
  <w:p w:rsidR="00E959F1" w:rsidRDefault="00E959F1" w:rsidP="00E959F1">
    <w:pPr>
      <w:pStyle w:val="Zpatvlevo"/>
      <w:rPr>
        <w:rFonts w:cs="Calibri"/>
        <w:szCs w:val="12"/>
      </w:rPr>
    </w:pPr>
  </w:p>
  <w:p w:rsidR="00E959F1" w:rsidRPr="005D19D8" w:rsidRDefault="00E959F1" w:rsidP="00E959F1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E959F1" w:rsidRPr="00460660" w:rsidRDefault="00E959F1" w:rsidP="00E959F1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6A3" w:rsidRDefault="001C76A3">
      <w:r>
        <w:separator/>
      </w:r>
    </w:p>
  </w:footnote>
  <w:footnote w:type="continuationSeparator" w:id="0">
    <w:p w:rsidR="001C76A3" w:rsidRDefault="001C7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3143"/>
    <w:rsid w:val="000F5A62"/>
    <w:rsid w:val="001032B9"/>
    <w:rsid w:val="001051B3"/>
    <w:rsid w:val="00132378"/>
    <w:rsid w:val="00150B3C"/>
    <w:rsid w:val="0015363C"/>
    <w:rsid w:val="00197B6A"/>
    <w:rsid w:val="001B2162"/>
    <w:rsid w:val="001C41D5"/>
    <w:rsid w:val="001C76A3"/>
    <w:rsid w:val="002002C0"/>
    <w:rsid w:val="00240296"/>
    <w:rsid w:val="0027381B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22C87"/>
    <w:rsid w:val="00330D30"/>
    <w:rsid w:val="00351BF6"/>
    <w:rsid w:val="00356BA7"/>
    <w:rsid w:val="00362961"/>
    <w:rsid w:val="00380E9B"/>
    <w:rsid w:val="003C5402"/>
    <w:rsid w:val="003C63F2"/>
    <w:rsid w:val="003F0D80"/>
    <w:rsid w:val="003F376F"/>
    <w:rsid w:val="00425A44"/>
    <w:rsid w:val="004B5494"/>
    <w:rsid w:val="004C02C4"/>
    <w:rsid w:val="004C4C1F"/>
    <w:rsid w:val="004E7FF6"/>
    <w:rsid w:val="004F0DC4"/>
    <w:rsid w:val="004F1503"/>
    <w:rsid w:val="00526935"/>
    <w:rsid w:val="00535A7B"/>
    <w:rsid w:val="00571B43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06081"/>
    <w:rsid w:val="00622C2B"/>
    <w:rsid w:val="00665523"/>
    <w:rsid w:val="006824B7"/>
    <w:rsid w:val="006A4971"/>
    <w:rsid w:val="006D72EF"/>
    <w:rsid w:val="006F225F"/>
    <w:rsid w:val="007161DB"/>
    <w:rsid w:val="00724A26"/>
    <w:rsid w:val="00743311"/>
    <w:rsid w:val="007648AE"/>
    <w:rsid w:val="0076522B"/>
    <w:rsid w:val="00790A54"/>
    <w:rsid w:val="007E72DE"/>
    <w:rsid w:val="00815418"/>
    <w:rsid w:val="00822DC2"/>
    <w:rsid w:val="0082624C"/>
    <w:rsid w:val="00833855"/>
    <w:rsid w:val="00855588"/>
    <w:rsid w:val="0085795C"/>
    <w:rsid w:val="008704BA"/>
    <w:rsid w:val="00873AB4"/>
    <w:rsid w:val="00886C8F"/>
    <w:rsid w:val="008A4448"/>
    <w:rsid w:val="008B17AD"/>
    <w:rsid w:val="008B215D"/>
    <w:rsid w:val="008C140E"/>
    <w:rsid w:val="008E5DDA"/>
    <w:rsid w:val="008E6A92"/>
    <w:rsid w:val="008E71D2"/>
    <w:rsid w:val="0091597C"/>
    <w:rsid w:val="009230C9"/>
    <w:rsid w:val="00952F06"/>
    <w:rsid w:val="009624A1"/>
    <w:rsid w:val="00966E88"/>
    <w:rsid w:val="009A5906"/>
    <w:rsid w:val="009B5791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852D1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74196"/>
    <w:rsid w:val="00E84356"/>
    <w:rsid w:val="00E959F1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  <w:rsid w:val="00FD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A42F0CA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E959F1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98C21-50BD-46C8-AD29-1BEFC1EED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2</cp:revision>
  <cp:lastPrinted>2016-03-14T15:26:00Z</cp:lastPrinted>
  <dcterms:created xsi:type="dcterms:W3CDTF">2021-11-01T14:24:00Z</dcterms:created>
  <dcterms:modified xsi:type="dcterms:W3CDTF">2021-11-01T14:24:00Z</dcterms:modified>
</cp:coreProperties>
</file>