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43797199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E563162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1C3886">
        <w:rPr>
          <w:b/>
          <w:color w:val="FF5200" w:themeColor="accent2"/>
          <w:sz w:val="36"/>
          <w:szCs w:val="36"/>
        </w:rPr>
        <w:t>„</w:t>
      </w:r>
      <w:r w:rsidR="00966EC5" w:rsidRPr="00966EC5">
        <w:rPr>
          <w:b/>
          <w:color w:val="FF5200" w:themeColor="accent2"/>
          <w:sz w:val="36"/>
          <w:szCs w:val="36"/>
        </w:rPr>
        <w:t xml:space="preserve">Zaměření zajišťovacích značek na vybraných tratích SŽG </w:t>
      </w:r>
      <w:r w:rsidR="00020A4A">
        <w:rPr>
          <w:b/>
          <w:color w:val="FF5200" w:themeColor="accent2"/>
          <w:sz w:val="36"/>
          <w:szCs w:val="36"/>
        </w:rPr>
        <w:t xml:space="preserve">„ </w:t>
      </w:r>
      <w:r w:rsidR="000128D4" w:rsidRPr="001C3886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1C388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966EC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5696</w:t>
      </w:r>
      <w:r w:rsidR="001C388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/2021-SŽ-SŽG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2186211" w14:textId="77777777" w:rsidR="00966EC5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bookmarkStart w:id="0" w:name="_GoBack"/>
          <w:bookmarkEnd w:id="0"/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2C772974" w14:textId="586CD9EE" w:rsidR="00966EC5" w:rsidRDefault="00966EC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5108541" w:history="1">
            <w:r w:rsidRPr="00892FC6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892FC6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_Toc85108541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7E039B" w14:textId="734B3A47" w:rsidR="00966EC5" w:rsidRDefault="00966EC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5108542" w:history="1">
            <w:r w:rsidRPr="00892FC6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892FC6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_Toc85108542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5D418D" w14:textId="773F4200" w:rsidR="00966EC5" w:rsidRDefault="00966EC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5108543" w:history="1">
            <w:r w:rsidRPr="00892FC6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892FC6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_Toc85108543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A89BF4" w14:textId="73350FBB" w:rsidR="00966EC5" w:rsidRDefault="00966EC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5108544" w:history="1">
            <w:r w:rsidRPr="00892FC6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892FC6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_Toc85108544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85108541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6481884F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EB7D05">
        <w:rPr>
          <w:rFonts w:eastAsia="Times New Roman" w:cs="Times New Roman"/>
          <w:lang w:eastAsia="cs-CZ"/>
        </w:rPr>
        <w:t xml:space="preserve">podlimitní </w:t>
      </w:r>
      <w:r w:rsidR="009D6860" w:rsidRPr="00EB7D05">
        <w:rPr>
          <w:rFonts w:eastAsia="Times New Roman" w:cs="Times New Roman"/>
          <w:lang w:eastAsia="cs-CZ"/>
        </w:rPr>
        <w:t>sektorovou veřejnou zakázku</w:t>
      </w:r>
      <w:r w:rsidRPr="00EB7D05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129DCDA1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966EC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966EC5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85108542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85108543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77777777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4" w:name="_Toc58876012"/>
      <w:bookmarkStart w:id="5" w:name="_Toc85108544"/>
      <w:r>
        <w:t>Seznam osob</w:t>
      </w:r>
      <w:bookmarkEnd w:id="4"/>
      <w:bookmarkEnd w:id="5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56E49AE1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F44645" w14:paraId="23E1AAD0" w14:textId="77777777" w:rsidTr="00DB70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1C3886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1C3886">
              <w:rPr>
                <w:rFonts w:eastAsia="Times New Roman" w:cs="Times New Roman"/>
                <w:highlight w:val="gree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1C3886" w:rsidRDefault="00F44645" w:rsidP="00DB70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1C3886">
              <w:rPr>
                <w:rFonts w:eastAsia="Times New Roman" w:cs="Times New Roman"/>
                <w:highlight w:val="green"/>
                <w:lang w:eastAsia="cs-CZ"/>
              </w:rPr>
              <w:t>Jméno a příjmení</w:t>
            </w:r>
          </w:p>
        </w:tc>
      </w:tr>
      <w:tr w:rsidR="00F44645" w14:paraId="5D07A0D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1C3886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1C3886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1C3886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14:paraId="030DEE8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1C3886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1C3886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1C3886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14:paraId="0AC6A739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1C3886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1C3886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1C3886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14:paraId="03CC9933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1C3886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1C3886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1C3886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14:paraId="274AC354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1C3886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1C3886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1C3886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1C3886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DB70ED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276AF19C" w14:textId="3CE67753" w:rsidR="0084549F" w:rsidRPr="0057315D" w:rsidRDefault="0084549F" w:rsidP="0084549F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>Účastník čestně prohlašuje, že</w:t>
      </w:r>
      <w:r>
        <w:rPr>
          <w:rFonts w:eastAsia="Times New Roman" w:cs="Times New Roman"/>
          <w:lang w:eastAsia="cs-CZ"/>
        </w:rPr>
        <w:t xml:space="preserve"> výše uvedené osoby </w:t>
      </w:r>
      <w:r w:rsidRPr="00CB1971">
        <w:rPr>
          <w:rFonts w:eastAsia="Times New Roman" w:cs="Times New Roman"/>
          <w:lang w:eastAsia="cs-CZ"/>
        </w:rPr>
        <w:t xml:space="preserve">byly seznámeny s předpisy a normami uvedenými v </w:t>
      </w:r>
      <w:r>
        <w:rPr>
          <w:rFonts w:eastAsia="Times New Roman" w:cs="Times New Roman"/>
          <w:lang w:eastAsia="cs-CZ"/>
        </w:rPr>
        <w:t>Příloze</w:t>
      </w:r>
      <w:r w:rsidRPr="00CB1971">
        <w:rPr>
          <w:rFonts w:eastAsia="Times New Roman" w:cs="Times New Roman"/>
          <w:lang w:eastAsia="cs-CZ"/>
        </w:rPr>
        <w:t xml:space="preserve"> č. </w:t>
      </w:r>
      <w:r w:rsidRPr="009309AC">
        <w:rPr>
          <w:rFonts w:eastAsia="Times New Roman" w:cs="Times New Roman"/>
          <w:lang w:eastAsia="cs-CZ"/>
        </w:rPr>
        <w:t>2</w:t>
      </w:r>
      <w:r w:rsidRPr="00CB1971">
        <w:rPr>
          <w:rFonts w:eastAsia="Times New Roman" w:cs="Times New Roman"/>
          <w:lang w:eastAsia="cs-CZ"/>
        </w:rPr>
        <w:t xml:space="preserve"> Výzvy</w:t>
      </w:r>
      <w:r w:rsidRPr="0057315D">
        <w:rPr>
          <w:rFonts w:eastAsia="Times New Roman" w:cs="Times New Roman"/>
          <w:lang w:eastAsia="cs-CZ"/>
        </w:rPr>
        <w:t xml:space="preserve"> k podání nabídky – Bližší specifikace předmětu veřejné zakázky.</w:t>
      </w:r>
    </w:p>
    <w:p w14:paraId="08D3376D" w14:textId="39ED201D" w:rsidR="0084549F" w:rsidRPr="00CB1971" w:rsidRDefault="0084549F" w:rsidP="0084549F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>Účastník dále čestně prohlašuje, že výše uvedený člen týmu/členové týmu</w:t>
      </w:r>
      <w:r>
        <w:rPr>
          <w:rFonts w:eastAsia="Times New Roman" w:cs="Times New Roman"/>
          <w:lang w:eastAsia="cs-CZ"/>
        </w:rPr>
        <w:t xml:space="preserve"> </w:t>
      </w:r>
      <w:r w:rsidRPr="00CB1971">
        <w:rPr>
          <w:rFonts w:eastAsia="Times New Roman" w:cs="Times New Roman"/>
          <w:lang w:eastAsia="cs-CZ"/>
        </w:rPr>
        <w:t>mají povolení vstupu do provozované železniční dopravní cesty. Předmětné je prokázáno kopií/kopiemi průkazů – dokladů oprávnění vstupu do provozované železniční dopravní cesty.</w:t>
      </w:r>
    </w:p>
    <w:p w14:paraId="2A02160F" w14:textId="77777777" w:rsidR="0084549F" w:rsidRDefault="0084549F" w:rsidP="0084549F">
      <w:pPr>
        <w:widowControl w:val="0"/>
        <w:autoSpaceDE w:val="0"/>
        <w:spacing w:after="0" w:line="297" w:lineRule="exact"/>
        <w:rPr>
          <w:rFonts w:eastAsia="Times New Roman" w:cs="Times New Roman"/>
          <w:lang w:eastAsia="cs-CZ"/>
        </w:rPr>
      </w:pPr>
      <w:r w:rsidRPr="00CB1971">
        <w:rPr>
          <w:rFonts w:eastAsia="Times New Roman" w:cs="Times New Roman"/>
          <w:lang w:eastAsia="cs-CZ"/>
        </w:rPr>
        <w:t>Pokud člen týmu/některý z členů týmu předmětné povolení nemá,</w:t>
      </w:r>
      <w:r w:rsidRPr="0057315D">
        <w:rPr>
          <w:rFonts w:eastAsia="Times New Roman" w:cs="Times New Roman"/>
          <w:lang w:eastAsia="cs-CZ"/>
        </w:rPr>
        <w:t xml:space="preserve"> účastník prohlašuje, že toto povolení bude předmětné osobě vydáno nejpozději do doby zahájení prací na provozované železniční dopravní cestě.</w:t>
      </w:r>
    </w:p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3E77F5D" w14:textId="46705CF7" w:rsidR="00F44645" w:rsidRPr="00F44645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</w:p>
    <w:p w14:paraId="32A27CB1" w14:textId="0AC467A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</w:p>
    <w:p w14:paraId="2BC9E423" w14:textId="10BEF4B2" w:rsidR="00B51EC4" w:rsidRDefault="00B51EC4" w:rsidP="00F44645">
      <w:pPr>
        <w:spacing w:after="0"/>
        <w:rPr>
          <w:rFonts w:eastAsia="Times New Roman" w:cs="Times New Roman"/>
          <w:lang w:eastAsia="cs-CZ"/>
        </w:rPr>
      </w:pPr>
    </w:p>
    <w:p w14:paraId="08BE0378" w14:textId="692FE053" w:rsidR="00B51EC4" w:rsidRDefault="00B51EC4" w:rsidP="00F44645">
      <w:pPr>
        <w:spacing w:after="0"/>
        <w:rPr>
          <w:rFonts w:eastAsia="Times New Roman" w:cs="Times New Roman"/>
          <w:lang w:eastAsia="cs-CZ"/>
        </w:rPr>
      </w:pPr>
    </w:p>
    <w:p w14:paraId="6CBDAE2F" w14:textId="37642052" w:rsidR="00B51EC4" w:rsidRDefault="00B51EC4" w:rsidP="00F44645">
      <w:pPr>
        <w:spacing w:after="0"/>
        <w:rPr>
          <w:rFonts w:eastAsia="Times New Roman" w:cs="Times New Roman"/>
          <w:lang w:eastAsia="cs-CZ"/>
        </w:rPr>
      </w:pPr>
    </w:p>
    <w:p w14:paraId="06FA0C39" w14:textId="2C25A24A" w:rsidR="00B51EC4" w:rsidRDefault="00B51EC4" w:rsidP="00A93A74">
      <w:pPr>
        <w:rPr>
          <w:lang w:eastAsia="cs-CZ"/>
        </w:rPr>
      </w:pPr>
    </w:p>
    <w:p w14:paraId="3ACFC0D5" w14:textId="77777777" w:rsidR="00966EC5" w:rsidRDefault="00966EC5" w:rsidP="00A93A74">
      <w:pPr>
        <w:rPr>
          <w:lang w:eastAsia="cs-CZ"/>
        </w:rPr>
      </w:pPr>
    </w:p>
    <w:p w14:paraId="7E0F7F19" w14:textId="77777777" w:rsidR="00B51EC4" w:rsidRDefault="00B51EC4" w:rsidP="00A93A74">
      <w:pPr>
        <w:rPr>
          <w:lang w:eastAsia="cs-CZ"/>
        </w:rPr>
      </w:pPr>
    </w:p>
    <w:p w14:paraId="61D6CCFD" w14:textId="386B0E47" w:rsidR="00A93A74" w:rsidRDefault="00A93A74" w:rsidP="00A93A74">
      <w:pPr>
        <w:rPr>
          <w:lang w:eastAsia="cs-CZ"/>
        </w:rPr>
      </w:pPr>
      <w:r>
        <w:rPr>
          <w:lang w:eastAsia="cs-CZ"/>
        </w:rPr>
        <w:t xml:space="preserve">V </w:t>
      </w:r>
      <w:r w:rsidRPr="007852BC">
        <w:rPr>
          <w:highlight w:val="green"/>
          <w:lang w:eastAsia="cs-CZ"/>
        </w:rPr>
        <w:t>……………………</w:t>
      </w:r>
      <w:r>
        <w:rPr>
          <w:lang w:eastAsia="cs-CZ"/>
        </w:rPr>
        <w:t xml:space="preserve"> dne </w:t>
      </w:r>
      <w:r w:rsidRPr="007852BC">
        <w:rPr>
          <w:highlight w:val="green"/>
          <w:lang w:eastAsia="cs-CZ"/>
        </w:rPr>
        <w:t>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AF13EA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6EC5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6EC5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8BD3DA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911288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9CE219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6E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6EC5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203C79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F64AE9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0D2A2A6F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6EC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6EC5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9D817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6956BF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1"/>
  </w:num>
  <w:num w:numId="3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0A4A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C3886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A0FD6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52CA2"/>
    <w:rsid w:val="0076286B"/>
    <w:rsid w:val="00766846"/>
    <w:rsid w:val="0077673A"/>
    <w:rsid w:val="00784411"/>
    <w:rsid w:val="007846E1"/>
    <w:rsid w:val="007852BC"/>
    <w:rsid w:val="007B570C"/>
    <w:rsid w:val="007B6D10"/>
    <w:rsid w:val="007C589B"/>
    <w:rsid w:val="007E4A6E"/>
    <w:rsid w:val="007E5C28"/>
    <w:rsid w:val="007F56A7"/>
    <w:rsid w:val="00807DD0"/>
    <w:rsid w:val="0084549F"/>
    <w:rsid w:val="0084684F"/>
    <w:rsid w:val="008659F3"/>
    <w:rsid w:val="00882189"/>
    <w:rsid w:val="00886D4B"/>
    <w:rsid w:val="00895406"/>
    <w:rsid w:val="008A3543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278F2"/>
    <w:rsid w:val="00936091"/>
    <w:rsid w:val="00940D8A"/>
    <w:rsid w:val="00962258"/>
    <w:rsid w:val="00966EC5"/>
    <w:rsid w:val="009678B7"/>
    <w:rsid w:val="009771C9"/>
    <w:rsid w:val="0097737E"/>
    <w:rsid w:val="009833E1"/>
    <w:rsid w:val="00992D9C"/>
    <w:rsid w:val="00996617"/>
    <w:rsid w:val="00996CB8"/>
    <w:rsid w:val="009B14A9"/>
    <w:rsid w:val="009B1949"/>
    <w:rsid w:val="009B2E97"/>
    <w:rsid w:val="009C261E"/>
    <w:rsid w:val="009D3107"/>
    <w:rsid w:val="009D6860"/>
    <w:rsid w:val="009E07F4"/>
    <w:rsid w:val="009F392E"/>
    <w:rsid w:val="00A07EA0"/>
    <w:rsid w:val="00A55294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51EC4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13332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B7D05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B1F8CA"/>
  <w15:docId w15:val="{8B61EE7E-E084-484A-B42A-0104779BB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Odrazkapro1a11">
    <w:name w:val="Odrazka pro 1 a 1.1"/>
    <w:basedOn w:val="Normln"/>
    <w:qFormat/>
    <w:rsid w:val="00B51EC4"/>
    <w:pPr>
      <w:numPr>
        <w:numId w:val="36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B51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B51EC4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C01835C-2064-491E-BA54-99FF512E4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5</Pages>
  <Words>701</Words>
  <Characters>4136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31</cp:revision>
  <cp:lastPrinted>2017-11-28T17:18:00Z</cp:lastPrinted>
  <dcterms:created xsi:type="dcterms:W3CDTF">2020-06-29T15:29:00Z</dcterms:created>
  <dcterms:modified xsi:type="dcterms:W3CDTF">2021-10-14T10:55:00Z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