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C852AE4"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Pr>
          <w:rFonts w:eastAsia="Times New Roman" w:cs="Times New Roman"/>
          <w:b/>
          <w:highlight w:val="yellow"/>
          <w:lang w:eastAsia="cs-CZ"/>
        </w:rPr>
        <w:t>. ………………</w:t>
      </w:r>
    </w:p>
    <w:p w14:paraId="3949869D" w14:textId="34485B53"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0FDC00F6" w:rsidR="003D395E" w:rsidRPr="00E85AAF" w:rsidRDefault="00463CB7" w:rsidP="00E85AAF">
      <w:pPr>
        <w:widowControl w:val="0"/>
        <w:rPr>
          <w:rFonts w:asciiTheme="majorHAnsi" w:hAnsiTheme="majorHAnsi"/>
          <w:noProof/>
        </w:rPr>
      </w:pPr>
      <w:r>
        <w:rPr>
          <w:lang w:eastAsia="cs-CZ"/>
        </w:rPr>
        <w:t>Tato smlouva je uzavřena na základě výsledků zadávacího ří</w:t>
      </w:r>
      <w:r w:rsidR="007C525A">
        <w:rPr>
          <w:lang w:eastAsia="cs-CZ"/>
        </w:rPr>
        <w:t xml:space="preserve">zení veřejné zakázky s názvem </w:t>
      </w:r>
      <w:r w:rsidR="007C525A" w:rsidRPr="00387E56">
        <w:rPr>
          <w:lang w:eastAsia="cs-CZ"/>
        </w:rPr>
        <w:t>„</w:t>
      </w:r>
      <w:r w:rsidR="00387E56" w:rsidRPr="00387E56">
        <w:rPr>
          <w:rFonts w:ascii="Verdana" w:eastAsia="Verdana" w:hAnsi="Verdana" w:cs="Verdana"/>
          <w:color w:val="000000"/>
        </w:rPr>
        <w:t>SAP HR rozhraní SF nábor, HRPD reporty a TASK požadavky</w:t>
      </w:r>
      <w:r w:rsidRPr="00387E56">
        <w:rPr>
          <w:lang w:eastAsia="cs-CZ"/>
        </w:rPr>
        <w:t>“</w:t>
      </w:r>
      <w:r w:rsidR="007C525A">
        <w:rPr>
          <w:b/>
          <w:lang w:eastAsia="cs-CZ"/>
        </w:rPr>
        <w:t xml:space="preserve"> </w:t>
      </w:r>
      <w:r w:rsidR="007C525A" w:rsidRPr="00390090">
        <w:rPr>
          <w:lang w:eastAsia="cs-CZ"/>
        </w:rPr>
        <w:t xml:space="preserve">v rámci zavedeného dynamického </w:t>
      </w:r>
      <w:r w:rsidR="007C525A" w:rsidRPr="004E53FA">
        <w:rPr>
          <w:lang w:eastAsia="cs-CZ"/>
        </w:rPr>
        <w:t>nákupního systému s názvem „Dynamický nákupní sy</w:t>
      </w:r>
      <w:r w:rsidR="00387E56">
        <w:rPr>
          <w:lang w:eastAsia="cs-CZ"/>
        </w:rPr>
        <w:t>stém rozvoj SAP“ pro kategorii 1</w:t>
      </w:r>
      <w:r w:rsidR="007C525A" w:rsidRPr="004E53FA">
        <w:rPr>
          <w:lang w:eastAsia="cs-CZ"/>
        </w:rPr>
        <w:t xml:space="preserve"> – </w:t>
      </w:r>
      <w:r w:rsidR="00387E56">
        <w:rPr>
          <w:lang w:eastAsia="cs-CZ"/>
        </w:rPr>
        <w:t>Personalistika a mzdy</w:t>
      </w:r>
      <w:r w:rsidR="00983173">
        <w:rPr>
          <w:lang w:eastAsia="cs-CZ"/>
        </w:rPr>
        <w:t>,</w:t>
      </w:r>
      <w:r w:rsidR="007C525A" w:rsidRPr="004E53FA">
        <w:rPr>
          <w:lang w:eastAsia="cs-CZ"/>
        </w:rPr>
        <w:t xml:space="preserve"> podle zákona č. 134/</w:t>
      </w:r>
      <w:r w:rsidR="007C525A" w:rsidRPr="002F7F04">
        <w:rPr>
          <w:lang w:eastAsia="cs-CZ"/>
        </w:rPr>
        <w:t>2016 Sb., o zadávání veřejných zakázek, ve znění pozdějších předpisů,</w:t>
      </w:r>
      <w:r w:rsidR="00224946">
        <w:rPr>
          <w:lang w:eastAsia="cs-CZ"/>
        </w:rPr>
        <w:t xml:space="preserve"> </w:t>
      </w:r>
      <w:proofErr w:type="gramStart"/>
      <w:r w:rsidRPr="002F7F04">
        <w:rPr>
          <w:rFonts w:eastAsia="Times New Roman" w:cs="Times New Roman"/>
          <w:lang w:eastAsia="cs-CZ"/>
        </w:rPr>
        <w:t>č.j.</w:t>
      </w:r>
      <w:proofErr w:type="gramEnd"/>
      <w:r w:rsidRPr="002F7F04">
        <w:rPr>
          <w:rFonts w:eastAsia="Times New Roman" w:cs="Times New Roman"/>
          <w:lang w:eastAsia="cs-CZ"/>
        </w:rPr>
        <w:t xml:space="preserve"> veřejné </w:t>
      </w:r>
      <w:r w:rsidRPr="00C57251">
        <w:rPr>
          <w:rFonts w:eastAsia="Times New Roman" w:cs="Times New Roman"/>
          <w:lang w:eastAsia="cs-CZ"/>
        </w:rPr>
        <w:t xml:space="preserve">zakázky </w:t>
      </w:r>
      <w:r w:rsidR="00387E56">
        <w:rPr>
          <w:rFonts w:eastAsia="Times New Roman" w:cs="Times New Roman"/>
          <w:lang w:eastAsia="cs-CZ"/>
        </w:rPr>
        <w:t>150248</w:t>
      </w:r>
      <w:r w:rsidR="004E53FA" w:rsidRPr="00C57251">
        <w:rPr>
          <w:rFonts w:eastAsia="Times New Roman" w:cs="Times New Roman"/>
          <w:lang w:eastAsia="cs-CZ"/>
        </w:rPr>
        <w:t>/2021-SŽ-GŘ-O8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371D1139" w:rsidR="002D5F2B" w:rsidRPr="00301374"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03CC2363"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 xml:space="preserve">Zvláštních obchodních podmínek. </w:t>
      </w:r>
      <w:proofErr w:type="gramStart"/>
      <w:r w:rsidR="00E50367" w:rsidRPr="00301374">
        <w:rPr>
          <w:b w:val="0"/>
          <w:u w:val="none"/>
        </w:rPr>
        <w:t xml:space="preserve">Článek </w:t>
      </w:r>
      <w:r w:rsidR="00E50367" w:rsidRPr="00301374">
        <w:rPr>
          <w:b w:val="0"/>
          <w:u w:val="none"/>
        </w:rPr>
        <w:fldChar w:fldCharType="begin"/>
      </w:r>
      <w:r w:rsidR="00E50367" w:rsidRPr="00301374">
        <w:rPr>
          <w:b w:val="0"/>
          <w:u w:val="none"/>
        </w:rPr>
        <w:instrText xml:space="preserve"> REF _Ref76639797 \r \h </w:instrText>
      </w:r>
      <w:r w:rsidR="00301374">
        <w:rPr>
          <w:b w:val="0"/>
          <w:u w:val="none"/>
        </w:rPr>
        <w:instrText xml:space="preserve"> \* MERGEFORMAT </w:instrText>
      </w:r>
      <w:r w:rsidR="00E50367" w:rsidRPr="00301374">
        <w:rPr>
          <w:b w:val="0"/>
          <w:u w:val="none"/>
        </w:rPr>
      </w:r>
      <w:r w:rsidR="00E50367" w:rsidRPr="00301374">
        <w:rPr>
          <w:b w:val="0"/>
          <w:u w:val="none"/>
        </w:rPr>
        <w:fldChar w:fldCharType="separate"/>
      </w:r>
      <w:r w:rsidR="00E50367" w:rsidRPr="00301374">
        <w:rPr>
          <w:b w:val="0"/>
          <w:u w:val="none"/>
        </w:rPr>
        <w:t>9.6</w:t>
      </w:r>
      <w:r w:rsidR="00E50367" w:rsidRPr="00301374">
        <w:rPr>
          <w:b w:val="0"/>
          <w:u w:val="none"/>
        </w:rPr>
        <w:fldChar w:fldCharType="end"/>
      </w:r>
      <w:r w:rsidR="00E50367" w:rsidRPr="00301374">
        <w:rPr>
          <w:b w:val="0"/>
          <w:u w:val="none"/>
        </w:rPr>
        <w:t xml:space="preserve"> této</w:t>
      </w:r>
      <w:proofErr w:type="gramEnd"/>
      <w:r w:rsidR="00E50367" w:rsidRPr="00301374">
        <w:rPr>
          <w:b w:val="0"/>
          <w:u w:val="none"/>
        </w:rPr>
        <w:t xml:space="preserve"> smlouvy se použije obdobně.</w:t>
      </w:r>
    </w:p>
    <w:p w14:paraId="01A143FF" w14:textId="61BE63B5" w:rsidR="00C6288E" w:rsidRPr="00301374"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1" w:name="_Ref515816753"/>
      <w:r w:rsidRPr="00301374">
        <w:rPr>
          <w:b w:val="0"/>
          <w:u w:val="none"/>
        </w:rPr>
        <w:t>Zhotovitel se dále zavazuje zejména, nikoliv však výlučně:</w:t>
      </w:r>
      <w:bookmarkEnd w:id="1"/>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2" w:name="_Ref516577380"/>
      <w:bookmarkStart w:id="3"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2"/>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4" w:name="_Ref532977265"/>
      <w:bookmarkStart w:id="5" w:name="_Ref515816760"/>
      <w:bookmarkEnd w:id="3"/>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4"/>
    <w:bookmarkEnd w:id="5"/>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6"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6"/>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7"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7"/>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w:t>
      </w:r>
      <w:r w:rsidRPr="00392286">
        <w:rPr>
          <w:b w:val="0"/>
          <w:u w:val="none"/>
        </w:rPr>
        <w:lastRenderedPageBreak/>
        <w:t>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8"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8"/>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w:t>
      </w:r>
      <w:proofErr w:type="gramStart"/>
      <w:r w:rsidRPr="00897149">
        <w:rPr>
          <w:rFonts w:asciiTheme="minorHAnsi" w:hAnsiTheme="minorHAnsi"/>
          <w:sz w:val="18"/>
          <w:szCs w:val="18"/>
        </w:rPr>
        <w:t>management</w:t>
      </w:r>
      <w:proofErr w:type="gramEnd"/>
      <w:r w:rsidRPr="00897149">
        <w:rPr>
          <w:rFonts w:asciiTheme="minorHAnsi" w:hAnsiTheme="minorHAnsi"/>
          <w:sz w:val="18"/>
          <w:szCs w:val="18"/>
        </w:rPr>
        <w:t xml:space="preserve">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level</w:t>
      </w:r>
      <w:proofErr w:type="spellEnd"/>
      <w:r w:rsidRPr="00897149">
        <w:rPr>
          <w:rFonts w:asciiTheme="minorHAnsi" w:hAnsiTheme="minorHAnsi"/>
          <w:sz w:val="18"/>
          <w:szCs w:val="18"/>
        </w:rPr>
        <w:t xml:space="preserve">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proofErr w:type="spellStart"/>
      <w:r w:rsidR="00267081">
        <w:rPr>
          <w:rFonts w:asciiTheme="minorHAnsi" w:hAnsiTheme="minorHAnsi"/>
          <w:sz w:val="18"/>
          <w:szCs w:val="18"/>
        </w:rPr>
        <w:t>Helpd</w:t>
      </w:r>
      <w:r w:rsidRPr="00897149">
        <w:rPr>
          <w:rFonts w:asciiTheme="minorHAnsi" w:hAnsiTheme="minorHAnsi"/>
          <w:sz w:val="18"/>
          <w:szCs w:val="18"/>
        </w:rPr>
        <w:t>esku</w:t>
      </w:r>
      <w:proofErr w:type="spellEnd"/>
      <w:r w:rsidRPr="00897149">
        <w:rPr>
          <w:rFonts w:asciiTheme="minorHAnsi" w:hAnsiTheme="minorHAnsi"/>
          <w:sz w:val="18"/>
          <w:szCs w:val="18"/>
        </w:rPr>
        <w:t>;</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 xml:space="preserve">Pokud Objednatel zjistí, že Zhotovitel postupuje v rozporu s ustanoveními této Smlouvy, </w:t>
      </w:r>
      <w:r w:rsidRPr="00392286">
        <w:rPr>
          <w:b w:val="0"/>
          <w:u w:val="none"/>
        </w:rPr>
        <w:lastRenderedPageBreak/>
        <w:t>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9" w:name="_Toc523664366"/>
      <w:bookmarkStart w:id="10" w:name="_Toc523680541"/>
      <w:bookmarkStart w:id="11" w:name="_Toc532374284"/>
      <w:bookmarkStart w:id="12" w:name="_Toc532374889"/>
      <w:bookmarkStart w:id="13" w:name="_Toc532374974"/>
      <w:bookmarkStart w:id="14" w:name="_Toc532390696"/>
      <w:bookmarkStart w:id="15" w:name="_Toc532390791"/>
      <w:bookmarkStart w:id="16" w:name="_Toc532393615"/>
      <w:bookmarkStart w:id="17" w:name="_Toc532394736"/>
      <w:bookmarkStart w:id="18" w:name="_Toc532545751"/>
      <w:bookmarkStart w:id="19" w:name="_Toc532627043"/>
      <w:bookmarkStart w:id="20" w:name="_Toc532627298"/>
      <w:bookmarkStart w:id="21" w:name="_Toc532979415"/>
      <w:bookmarkStart w:id="22" w:name="_Toc532991346"/>
      <w:bookmarkStart w:id="23" w:name="_Toc532992040"/>
      <w:bookmarkStart w:id="24" w:name="_Toc533076300"/>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6ADC9949"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Provádění Plnění bude zahájeno ode dne nabytí účinnosti této Smlouvy</w:t>
      </w:r>
      <w:r w:rsidR="002F7F04">
        <w:rPr>
          <w:b w:val="0"/>
          <w:u w:val="none"/>
        </w:rPr>
        <w:t xml:space="preserve">. </w:t>
      </w:r>
      <w:r w:rsidR="001A058E" w:rsidRPr="00447B88">
        <w:rPr>
          <w:b w:val="0"/>
          <w:u w:val="none"/>
        </w:rPr>
        <w:t xml:space="preserve">Provádění plnění bude dokončeno nejpozději </w:t>
      </w:r>
      <w:r w:rsidR="00387E56">
        <w:rPr>
          <w:b w:val="0"/>
          <w:u w:val="none"/>
        </w:rPr>
        <w:t>do 9</w:t>
      </w:r>
      <w:r w:rsidR="00246F69">
        <w:rPr>
          <w:b w:val="0"/>
          <w:u w:val="none"/>
        </w:rPr>
        <w:t>0 dní od účinnosti této Smlouvy</w:t>
      </w:r>
      <w:r w:rsidR="001A058E" w:rsidRPr="00447B88">
        <w:rPr>
          <w:b w:val="0"/>
          <w:u w:val="none"/>
        </w:rPr>
        <w:t xml:space="preserve">. </w:t>
      </w:r>
    </w:p>
    <w:p w14:paraId="335147AD" w14:textId="3677A90D"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proofErr w:type="gramStart"/>
      <w:r w:rsidR="00447B88" w:rsidRPr="00447B88">
        <w:rPr>
          <w:b w:val="0"/>
          <w:u w:val="none"/>
        </w:rPr>
        <w:t>č. 2</w:t>
      </w:r>
      <w:r w:rsidR="00B27260" w:rsidRPr="00447B88">
        <w:rPr>
          <w:b w:val="0"/>
          <w:u w:val="none"/>
        </w:rPr>
        <w:t xml:space="preserve"> </w:t>
      </w:r>
      <w:r w:rsidRPr="00447B88">
        <w:rPr>
          <w:b w:val="0"/>
          <w:u w:val="none"/>
        </w:rPr>
        <w:t>Platforma</w:t>
      </w:r>
      <w:proofErr w:type="gramEnd"/>
      <w:r w:rsidRPr="00447B88">
        <w:rPr>
          <w:b w:val="0"/>
          <w:u w:val="none"/>
        </w:rPr>
        <w:t xml:space="preserve"> S</w:t>
      </w:r>
      <w:r w:rsidR="00F273AE" w:rsidRPr="00447B88">
        <w:rPr>
          <w:b w:val="0"/>
          <w:u w:val="none"/>
        </w:rPr>
        <w:t>právy železnic</w:t>
      </w:r>
      <w:r w:rsidRPr="00447B88">
        <w:rPr>
          <w:b w:val="0"/>
          <w:u w:val="none"/>
        </w:rPr>
        <w:t>.</w:t>
      </w:r>
    </w:p>
    <w:p w14:paraId="2685EE23" w14:textId="21F3DEC2" w:rsidR="0053123F" w:rsidRPr="00447B88" w:rsidRDefault="0053123F" w:rsidP="00B5606C">
      <w:pPr>
        <w:pStyle w:val="Nadpis4"/>
        <w:keepNext w:val="0"/>
        <w:keepLines w:val="0"/>
        <w:widowControl w:val="0"/>
        <w:spacing w:line="276" w:lineRule="auto"/>
        <w:ind w:left="425" w:hanging="431"/>
        <w:jc w:val="left"/>
        <w:rPr>
          <w:b w:val="0"/>
          <w:u w:val="none"/>
        </w:rPr>
      </w:pPr>
      <w:bookmarkStart w:id="25" w:name="_Toc378517741"/>
      <w:bookmarkStart w:id="26" w:name="_Toc378519047"/>
      <w:bookmarkStart w:id="27" w:name="_Toc378536401"/>
      <w:bookmarkStart w:id="28" w:name="_Toc378536571"/>
      <w:bookmarkStart w:id="29" w:name="_Toc378536616"/>
      <w:bookmarkStart w:id="30" w:name="_Toc378536795"/>
      <w:bookmarkStart w:id="31" w:name="_Toc378536886"/>
      <w:bookmarkStart w:id="32" w:name="_Ref523998618"/>
      <w:bookmarkEnd w:id="25"/>
      <w:bookmarkEnd w:id="26"/>
      <w:bookmarkEnd w:id="27"/>
      <w:bookmarkEnd w:id="28"/>
      <w:bookmarkEnd w:id="29"/>
      <w:bookmarkEnd w:id="30"/>
      <w:bookmarkEnd w:id="31"/>
      <w:r w:rsidRPr="00447B88">
        <w:rPr>
          <w:b w:val="0"/>
          <w:u w:val="none"/>
        </w:rPr>
        <w:t xml:space="preserve">Místem plnění této Smlouvy o dílo (včetně provedení Instalace, Implementace a Integrace Systému a jeho zprovoznění) jsou prostory umístění IT prostředí </w:t>
      </w:r>
      <w:r w:rsidR="00DB00DE" w:rsidRPr="00447B88">
        <w:rPr>
          <w:b w:val="0"/>
          <w:u w:val="none"/>
        </w:rPr>
        <w:t>O</w:t>
      </w:r>
      <w:r w:rsidRPr="00447B88">
        <w:rPr>
          <w:b w:val="0"/>
          <w:u w:val="none"/>
        </w:rPr>
        <w:t xml:space="preserve">bjednatele, a to na adrese jeho sídla uvedeného v záhlaví této Smlouvy. </w:t>
      </w:r>
      <w:bookmarkEnd w:id="32"/>
    </w:p>
    <w:p w14:paraId="7D39317D" w14:textId="773BCFE7" w:rsidR="00C6288E" w:rsidRPr="009F70DC" w:rsidRDefault="0053123F" w:rsidP="00B5606C">
      <w:pPr>
        <w:pStyle w:val="Nadpis4"/>
        <w:keepNext w:val="0"/>
        <w:keepLines w:val="0"/>
        <w:widowControl w:val="0"/>
        <w:spacing w:line="276" w:lineRule="auto"/>
        <w:ind w:left="425" w:hanging="431"/>
        <w:jc w:val="left"/>
        <w:rPr>
          <w:b w:val="0"/>
          <w:u w:val="none"/>
        </w:rPr>
      </w:pPr>
      <w:r w:rsidRPr="00447B88">
        <w:rPr>
          <w:b w:val="0"/>
          <w:u w:val="none"/>
        </w:rPr>
        <w:t xml:space="preserve">Specifikace IT prostředí Objednatele, jehož Integraci se Software provede Zhotovitel podle této Smlouvy je uvedena v Příloze </w:t>
      </w:r>
      <w:proofErr w:type="gramStart"/>
      <w:r w:rsidRPr="00447B88">
        <w:rPr>
          <w:b w:val="0"/>
          <w:u w:val="none"/>
        </w:rPr>
        <w:t xml:space="preserve">č. </w:t>
      </w:r>
      <w:r w:rsidR="00447B88" w:rsidRPr="00447B88">
        <w:rPr>
          <w:b w:val="0"/>
          <w:u w:val="none"/>
        </w:rPr>
        <w:t>2</w:t>
      </w:r>
      <w:r w:rsidRPr="00447B88">
        <w:rPr>
          <w:b w:val="0"/>
          <w:u w:val="none"/>
        </w:rPr>
        <w:t xml:space="preserve"> Platforma</w:t>
      </w:r>
      <w:proofErr w:type="gramEnd"/>
      <w:r w:rsidRPr="009F70DC">
        <w:rPr>
          <w:b w:val="0"/>
          <w:u w:val="none"/>
        </w:rPr>
        <w:t xml:space="preserve"> S</w:t>
      </w:r>
      <w:r w:rsidR="00F273AE" w:rsidRPr="009F70DC">
        <w:rPr>
          <w:b w:val="0"/>
          <w:u w:val="none"/>
        </w:rPr>
        <w:t>právy železnic.</w:t>
      </w:r>
      <w:r w:rsidRPr="009F70DC">
        <w:rPr>
          <w:b w:val="0"/>
          <w:u w:val="none"/>
        </w:rPr>
        <w:t xml:space="preserve"> 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090468E6" w:rsidR="00447B88" w:rsidRPr="00387E56" w:rsidRDefault="00447B88" w:rsidP="00387E56">
      <w:pPr>
        <w:pStyle w:val="Nadpis4"/>
        <w:keepNext w:val="0"/>
        <w:keepLines w:val="0"/>
        <w:widowControl w:val="0"/>
        <w:spacing w:line="276" w:lineRule="auto"/>
        <w:ind w:left="425" w:hanging="431"/>
        <w:jc w:val="left"/>
        <w:rPr>
          <w:rFonts w:asciiTheme="minorHAnsi" w:hAnsiTheme="minorHAnsi"/>
          <w:b w:val="0"/>
          <w:u w:val="none"/>
        </w:rPr>
      </w:pPr>
      <w:r w:rsidRPr="00FF1E47">
        <w:rPr>
          <w:b w:val="0"/>
          <w:u w:val="none"/>
        </w:rPr>
        <w:t xml:space="preserve">Kontaktními osobami za účelem plnění této Smlouvy jsou za </w:t>
      </w:r>
      <w:r w:rsidRPr="00224946">
        <w:rPr>
          <w:rFonts w:asciiTheme="minorHAnsi" w:hAnsiTheme="minorHAnsi"/>
          <w:b w:val="0"/>
          <w:u w:val="none"/>
        </w:rPr>
        <w:t>Objednatele</w:t>
      </w:r>
      <w:r w:rsidR="00224946">
        <w:rPr>
          <w:rFonts w:asciiTheme="minorHAnsi" w:hAnsiTheme="minorHAnsi"/>
          <w:b w:val="0"/>
          <w:u w:val="none"/>
        </w:rPr>
        <w:t>:</w:t>
      </w:r>
      <w:r w:rsidRPr="00387E56">
        <w:rPr>
          <w:rFonts w:asciiTheme="minorHAnsi" w:hAnsiTheme="minorHAnsi"/>
          <w:b w:val="0"/>
          <w:u w:val="none"/>
        </w:rPr>
        <w:t xml:space="preserve"> Ing. </w:t>
      </w:r>
      <w:r w:rsidR="00224946" w:rsidRPr="00387E56">
        <w:rPr>
          <w:rFonts w:asciiTheme="minorHAnsi" w:hAnsiTheme="minorHAnsi"/>
          <w:b w:val="0"/>
          <w:u w:val="none"/>
        </w:rPr>
        <w:t>Luboš Kysilka</w:t>
      </w:r>
      <w:r w:rsidRPr="00387E56">
        <w:rPr>
          <w:rFonts w:asciiTheme="minorHAnsi" w:hAnsiTheme="minorHAnsi"/>
          <w:b w:val="0"/>
          <w:u w:val="none"/>
        </w:rPr>
        <w:t>,</w:t>
      </w:r>
      <w:r w:rsidR="00224946" w:rsidRPr="00387E56">
        <w:rPr>
          <w:rFonts w:asciiTheme="minorHAnsi" w:hAnsiTheme="minorHAnsi"/>
          <w:b w:val="0"/>
          <w:u w:val="none"/>
        </w:rPr>
        <w:t xml:space="preserve"> tel.: 602 435 584, e-mail: Kysilka@spravazeleznic.cz</w:t>
      </w:r>
    </w:p>
    <w:p w14:paraId="117212FF" w14:textId="77777777"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Pr="009263A4">
        <w:rPr>
          <w:b w:val="0"/>
          <w:u w:val="none"/>
        </w:rPr>
        <w:t xml:space="preserve">Pavel Kříž, tel.: </w:t>
      </w:r>
      <w:r w:rsidRPr="00475E4D">
        <w:rPr>
          <w:b w:val="0"/>
          <w:u w:val="none"/>
        </w:rPr>
        <w:t>972 235 463, e-mail: KrizPa@spravazeleznic.cz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7684A53"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 zadávacím řízení Veřejné zakázky.</w:t>
      </w:r>
    </w:p>
    <w:p w14:paraId="5FC6DF04" w14:textId="40595C72" w:rsidR="00A2381D" w:rsidRPr="008744F2" w:rsidRDefault="0053123F" w:rsidP="00B5606C">
      <w:pPr>
        <w:pStyle w:val="Nadpis4"/>
        <w:keepNext w:val="0"/>
        <w:keepLines w:val="0"/>
        <w:widowControl w:val="0"/>
        <w:spacing w:line="276" w:lineRule="auto"/>
        <w:ind w:left="425" w:hanging="431"/>
        <w:jc w:val="left"/>
        <w:rPr>
          <w:b w:val="0"/>
          <w:u w:val="none"/>
        </w:rPr>
      </w:pPr>
      <w:r w:rsidRPr="008744F2">
        <w:rPr>
          <w:b w:val="0"/>
          <w:u w:val="none"/>
        </w:rPr>
        <w:t xml:space="preserve">Objednatel je povinen zaplatit Zhotoviteli </w:t>
      </w:r>
      <w:r w:rsidR="00B57ECB" w:rsidRPr="008744F2">
        <w:rPr>
          <w:b w:val="0"/>
          <w:u w:val="none"/>
        </w:rPr>
        <w:t xml:space="preserve">cenu </w:t>
      </w:r>
      <w:r w:rsidRPr="008744F2">
        <w:rPr>
          <w:b w:val="0"/>
          <w:u w:val="none"/>
        </w:rPr>
        <w:t xml:space="preserve">za provedení Díla </w:t>
      </w:r>
      <w:r w:rsidR="00FF1E47" w:rsidRPr="008744F2">
        <w:rPr>
          <w:b w:val="0"/>
          <w:u w:val="none"/>
        </w:rPr>
        <w:t xml:space="preserve">ve výši </w:t>
      </w:r>
      <w:r w:rsidR="00FF1E47" w:rsidRPr="008744F2">
        <w:rPr>
          <w:b w:val="0"/>
          <w:highlight w:val="green"/>
          <w:u w:val="none"/>
        </w:rPr>
        <w:t>………………</w:t>
      </w:r>
      <w:r w:rsidR="00FF1E47" w:rsidRPr="008744F2">
        <w:rPr>
          <w:b w:val="0"/>
          <w:u w:val="none"/>
        </w:rPr>
        <w:t xml:space="preserve">. Kč bez DPH („Cena“), výše DPH </w:t>
      </w:r>
      <w:r w:rsidR="00FF1E47" w:rsidRPr="008744F2">
        <w:rPr>
          <w:b w:val="0"/>
          <w:highlight w:val="green"/>
          <w:u w:val="none"/>
        </w:rPr>
        <w:t>……………..</w:t>
      </w:r>
      <w:r w:rsidR="00FF1E47" w:rsidRPr="008744F2">
        <w:rPr>
          <w:b w:val="0"/>
          <w:u w:val="none"/>
        </w:rPr>
        <w:t xml:space="preserve">, cena včetně DPH </w:t>
      </w:r>
      <w:r w:rsidR="00FF1E47" w:rsidRPr="008744F2">
        <w:rPr>
          <w:b w:val="0"/>
          <w:highlight w:val="green"/>
          <w:u w:val="none"/>
        </w:rPr>
        <w:t>………………</w:t>
      </w:r>
      <w:r w:rsidR="00FF1E47"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40CD1D7F" w14:textId="4EAE8884" w:rsidR="0053123F" w:rsidRPr="00FF1E47" w:rsidRDefault="0053123F" w:rsidP="00B5606C">
      <w:pPr>
        <w:pStyle w:val="Nadpis4"/>
        <w:keepNext w:val="0"/>
        <w:keepLines w:val="0"/>
        <w:widowControl w:val="0"/>
        <w:spacing w:line="276" w:lineRule="auto"/>
        <w:ind w:left="425" w:hanging="431"/>
        <w:jc w:val="left"/>
        <w:rPr>
          <w:b w:val="0"/>
          <w:u w:val="none"/>
        </w:rPr>
      </w:pPr>
      <w:r w:rsidRPr="00FF1E47">
        <w:rPr>
          <w:b w:val="0"/>
          <w:u w:val="none"/>
        </w:rPr>
        <w:t xml:space="preserve">Strany tímto sjednávají, že Cena zahrnuje odměnu za veškeré dodávky, poskytnutí </w:t>
      </w:r>
      <w:r w:rsidR="00A2381D" w:rsidRPr="00FF1E47">
        <w:rPr>
          <w:b w:val="0"/>
          <w:u w:val="none"/>
        </w:rPr>
        <w:t>u</w:t>
      </w:r>
      <w:r w:rsidRPr="00FF1E47">
        <w:rPr>
          <w:b w:val="0"/>
          <w:u w:val="none"/>
        </w:rPr>
        <w:t>dělovaných oprávnění a veškeré činnosti prováděné Zhoto</w:t>
      </w:r>
      <w:r w:rsidR="00447B88">
        <w:rPr>
          <w:b w:val="0"/>
          <w:u w:val="none"/>
        </w:rPr>
        <w:t>vitelem na základě této Smlouvy</w:t>
      </w:r>
      <w:r w:rsidRPr="00FF1E47">
        <w:rPr>
          <w:b w:val="0"/>
          <w:u w:val="none"/>
        </w:rPr>
        <w:t xml:space="preserve"> a také veškeré náklady Zhotovitele spojené s plněním této Smlouvy.</w:t>
      </w:r>
    </w:p>
    <w:p w14:paraId="4C97F744" w14:textId="17F16390"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492ACD2B" w14:textId="2EFFBEB4" w:rsidR="00A2381D" w:rsidRPr="00FF1E47" w:rsidRDefault="00C6288E" w:rsidP="00B5606C">
      <w:pPr>
        <w:pStyle w:val="Nadpis4"/>
        <w:keepNext w:val="0"/>
        <w:keepLines w:val="0"/>
        <w:widowControl w:val="0"/>
        <w:spacing w:line="276" w:lineRule="auto"/>
        <w:ind w:left="425" w:hanging="431"/>
        <w:jc w:val="left"/>
        <w:rPr>
          <w:b w:val="0"/>
          <w:u w:val="none"/>
        </w:rPr>
      </w:pPr>
      <w:bookmarkStart w:id="33" w:name="_Hlk27391226"/>
      <w:r w:rsidRPr="00FF1E47">
        <w:rPr>
          <w:b w:val="0"/>
          <w:u w:val="none"/>
        </w:rPr>
        <w:t>Cena je výslovně sjednávána jako nejvyšší možná a nepřekročitelná.</w:t>
      </w:r>
      <w:bookmarkEnd w:id="33"/>
    </w:p>
    <w:p w14:paraId="764E24CE" w14:textId="6D6C6175" w:rsidR="00A2381D" w:rsidRPr="00387E56" w:rsidRDefault="00021116" w:rsidP="00387E56">
      <w:pPr>
        <w:pStyle w:val="Nadpis4"/>
        <w:keepNext w:val="0"/>
        <w:keepLines w:val="0"/>
        <w:widowControl w:val="0"/>
        <w:spacing w:line="276" w:lineRule="auto"/>
        <w:ind w:left="425" w:hanging="431"/>
        <w:jc w:val="left"/>
        <w:rPr>
          <w:b w:val="0"/>
          <w:u w:val="none"/>
        </w:rPr>
      </w:pPr>
      <w:r w:rsidRPr="00CE5761">
        <w:rPr>
          <w:b w:val="0"/>
          <w:u w:val="none"/>
        </w:rPr>
        <w:t>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odstranění vytčených vad.</w:t>
      </w:r>
      <w:bookmarkStart w:id="34" w:name="_GoBack"/>
      <w:bookmarkEnd w:id="34"/>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3E31FAE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w:t>
      </w:r>
      <w:r w:rsidR="005D1C91">
        <w:rPr>
          <w:b w:val="0"/>
          <w:u w:val="none"/>
        </w:rPr>
        <w:t xml:space="preserve">Modifikaci </w:t>
      </w:r>
      <w:r w:rsidRPr="00301374">
        <w:rPr>
          <w:b w:val="0"/>
          <w:u w:val="none"/>
        </w:rPr>
        <w:t xml:space="preserve">Software, </w:t>
      </w:r>
      <w:r w:rsidR="005D1C91" w:rsidRPr="00301374">
        <w:rPr>
          <w:b w:val="0"/>
          <w:u w:val="none"/>
        </w:rPr>
        <w:t>kter</w:t>
      </w:r>
      <w:r w:rsidR="005D1C91">
        <w:rPr>
          <w:b w:val="0"/>
          <w:u w:val="none"/>
        </w:rPr>
        <w:t>á</w:t>
      </w:r>
      <w:r w:rsidR="005D1C91" w:rsidRPr="00301374">
        <w:rPr>
          <w:b w:val="0"/>
          <w:u w:val="none"/>
        </w:rPr>
        <w:t xml:space="preserve"> </w:t>
      </w:r>
      <w:r w:rsidRPr="00301374">
        <w:rPr>
          <w:b w:val="0"/>
          <w:u w:val="none"/>
        </w:rPr>
        <w:t xml:space="preserve">je Autorským dílem uděluje Zhotovitel Objednateli </w:t>
      </w:r>
      <w:r w:rsidRPr="00301374">
        <w:rPr>
          <w:b w:val="0"/>
          <w:u w:val="none"/>
        </w:rPr>
        <w:lastRenderedPageBreak/>
        <w:t>převoditelnou, nevýhradní a teritoriálně neomezenou licenci, na celou dobu trvání autorských a majetkových práv. Ve stejném rozsahu poskytuje Zhotovitel Objednateli licenci i k části díla, lze-li část díla užít samostatně. Objednatel není povinen licenci využívat.</w:t>
      </w:r>
    </w:p>
    <w:p w14:paraId="60DC7CC1" w14:textId="77777777" w:rsidR="009B2502" w:rsidRPr="00301374" w:rsidRDefault="009B2502" w:rsidP="005E7155">
      <w:pPr>
        <w:pStyle w:val="Nadpis4"/>
        <w:keepNext w:val="0"/>
        <w:keepLines w:val="0"/>
        <w:widowControl w:val="0"/>
        <w:numPr>
          <w:ilvl w:val="0"/>
          <w:numId w:val="0"/>
        </w:numPr>
        <w:spacing w:line="276" w:lineRule="auto"/>
        <w:ind w:left="792" w:hanging="432"/>
        <w:jc w:val="left"/>
        <w:rPr>
          <w:b w:val="0"/>
          <w:u w:val="none"/>
        </w:rPr>
      </w:pPr>
      <w:r w:rsidRPr="00301374">
        <w:rPr>
          <w:b w:val="0"/>
          <w:u w:val="none"/>
        </w:rPr>
        <w:t xml:space="preserve">Licence opravňuje Objednatele k tomu, aby </w:t>
      </w:r>
    </w:p>
    <w:p w14:paraId="05AAE8BC"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bez omezení využíval dílo v rámci své podnikatelské činnosti,</w:t>
      </w:r>
    </w:p>
    <w:p w14:paraId="08AF2800"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proofErr w:type="gramStart"/>
      <w:r w:rsidRPr="00301374">
        <w:rPr>
          <w:b w:val="0"/>
          <w:u w:val="none"/>
        </w:rPr>
        <w:t>si</w:t>
      </w:r>
      <w:proofErr w:type="gramEnd"/>
      <w:r w:rsidRPr="00301374">
        <w:rPr>
          <w:b w:val="0"/>
          <w:u w:val="none"/>
        </w:rPr>
        <w:t xml:space="preserve"> pořídil neomezený počet kopií díla pro vlastní potřebu,</w:t>
      </w:r>
    </w:p>
    <w:p w14:paraId="429E4837" w14:textId="77777777" w:rsidR="009B2502" w:rsidRPr="00301374" w:rsidRDefault="009B2502" w:rsidP="00103481">
      <w:pPr>
        <w:pStyle w:val="Nadpis4"/>
        <w:keepNext w:val="0"/>
        <w:keepLines w:val="0"/>
        <w:widowControl w:val="0"/>
        <w:numPr>
          <w:ilvl w:val="2"/>
          <w:numId w:val="5"/>
        </w:numPr>
        <w:spacing w:line="276" w:lineRule="auto"/>
        <w:jc w:val="left"/>
        <w:rPr>
          <w:b w:val="0"/>
          <w:u w:val="none"/>
        </w:rPr>
      </w:pPr>
      <w:r w:rsidRPr="00301374">
        <w:rPr>
          <w:b w:val="0"/>
          <w:u w:val="none"/>
        </w:rPr>
        <w:t>aby sám nebo prostřednictvím třetích osob měnil, rozšiřoval a jinak upravoval dílo v souladu se svými potřebami.</w:t>
      </w:r>
    </w:p>
    <w:p w14:paraId="4D453302"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Objednatel je oprávněn převést licenci na třetí osoby.</w:t>
      </w:r>
    </w:p>
    <w:p w14:paraId="72C2A313"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Při uplatnění práv třetí osobou na autorská práva nese následky případných sporů Zhotovitel.</w:t>
      </w:r>
    </w:p>
    <w:p w14:paraId="2FF6F774" w14:textId="77777777"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Zhotovitel prohlašuje, že je oprávněn poskytnout výše uvedenou licenci, že má s autorem díla vypořádána autorská práva. </w:t>
      </w:r>
    </w:p>
    <w:p w14:paraId="307FF82E" w14:textId="15E3E1CC" w:rsidR="009B2502" w:rsidRPr="00301374" w:rsidRDefault="009B2502" w:rsidP="00103481">
      <w:pPr>
        <w:pStyle w:val="Nadpis4"/>
        <w:keepNext w:val="0"/>
        <w:keepLines w:val="0"/>
        <w:widowControl w:val="0"/>
        <w:spacing w:line="276" w:lineRule="auto"/>
        <w:ind w:left="425" w:hanging="431"/>
        <w:jc w:val="left"/>
        <w:rPr>
          <w:b w:val="0"/>
          <w:u w:val="none"/>
        </w:rPr>
      </w:pPr>
      <w:r w:rsidRPr="00301374">
        <w:rPr>
          <w:b w:val="0"/>
          <w:u w:val="none"/>
        </w:rPr>
        <w:t>Zhotovitel je povinen na výzvu předat Objednateli zdrojové kódy aktuální verze Software, a to do 10 dnů od ukončení Smlouvy z jakéhokoliv důvodu.</w:t>
      </w:r>
    </w:p>
    <w:p w14:paraId="745DB7F4" w14:textId="6ECCEA6E" w:rsidR="00C6288E" w:rsidRPr="00C02406" w:rsidRDefault="00267081" w:rsidP="00B5606C">
      <w:pPr>
        <w:pStyle w:val="Nadpis4"/>
        <w:keepNext w:val="0"/>
        <w:keepLines w:val="0"/>
        <w:widowControl w:val="0"/>
        <w:numPr>
          <w:ilvl w:val="0"/>
          <w:numId w:val="5"/>
        </w:numPr>
        <w:spacing w:before="240" w:after="240"/>
        <w:ind w:left="357" w:hanging="357"/>
        <w:jc w:val="left"/>
        <w:rPr>
          <w:noProof/>
        </w:rPr>
      </w:pPr>
      <w:r>
        <w:rPr>
          <w:noProof/>
        </w:rPr>
        <w:t>Helpd</w:t>
      </w:r>
      <w:r w:rsidR="00C6288E" w:rsidRPr="00C02406">
        <w:rPr>
          <w:noProof/>
        </w:rPr>
        <w:t>esk</w:t>
      </w:r>
    </w:p>
    <w:p w14:paraId="4A670074" w14:textId="7AECBDF5"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 xml:space="preserve">Zhotovitel </w:t>
      </w:r>
      <w:r w:rsidR="00C6288E" w:rsidRPr="004B09E9">
        <w:rPr>
          <w:b w:val="0"/>
          <w:u w:val="none"/>
        </w:rPr>
        <w:t xml:space="preserve">bude poskytovat </w:t>
      </w:r>
      <w:proofErr w:type="spellStart"/>
      <w:r w:rsidR="00267081" w:rsidRPr="004B09E9">
        <w:rPr>
          <w:b w:val="0"/>
          <w:u w:val="none"/>
        </w:rPr>
        <w:t>Helpd</w:t>
      </w:r>
      <w:r w:rsidR="00C6288E" w:rsidRPr="004B09E9">
        <w:rPr>
          <w:b w:val="0"/>
          <w:u w:val="none"/>
        </w:rPr>
        <w:t>esk</w:t>
      </w:r>
      <w:proofErr w:type="spellEnd"/>
      <w:r w:rsidR="00C6288E" w:rsidRPr="004B09E9">
        <w:rPr>
          <w:b w:val="0"/>
          <w:u w:val="none"/>
        </w:rPr>
        <w:t xml:space="preserve"> v režimu </w:t>
      </w:r>
      <w:r w:rsidR="004B09E9" w:rsidRPr="004B09E9">
        <w:rPr>
          <w:b w:val="0"/>
          <w:u w:val="none"/>
        </w:rPr>
        <w:t>3</w:t>
      </w:r>
      <w:r w:rsidR="00C6288E" w:rsidRPr="004B09E9">
        <w:rPr>
          <w:b w:val="0"/>
          <w:u w:val="none"/>
        </w:rPr>
        <w:t xml:space="preserve"> ve smyslu čl. 10.1.1.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C6288E" w:rsidRPr="004B09E9">
        <w:rPr>
          <w:b w:val="0"/>
          <w:u w:val="none"/>
        </w:rPr>
        <w:t>Zvláštní obchodní</w:t>
      </w:r>
      <w:r w:rsidR="006C47CE" w:rsidRPr="004B09E9">
        <w:rPr>
          <w:b w:val="0"/>
          <w:u w:val="none"/>
        </w:rPr>
        <w:t xml:space="preserve"> podmínky.</w:t>
      </w:r>
    </w:p>
    <w:p w14:paraId="68D751F5" w14:textId="7ADF2B77" w:rsidR="00C6288E" w:rsidRPr="004B09E9" w:rsidRDefault="00D31CA8" w:rsidP="00B5606C">
      <w:pPr>
        <w:pStyle w:val="Nadpis4"/>
        <w:keepNext w:val="0"/>
        <w:keepLines w:val="0"/>
        <w:widowControl w:val="0"/>
        <w:spacing w:line="276" w:lineRule="auto"/>
        <w:ind w:left="425" w:hanging="431"/>
        <w:jc w:val="left"/>
        <w:rPr>
          <w:b w:val="0"/>
          <w:u w:val="none"/>
        </w:rPr>
      </w:pPr>
      <w:r w:rsidRPr="004B09E9">
        <w:rPr>
          <w:b w:val="0"/>
          <w:u w:val="none"/>
        </w:rPr>
        <w:t>Zhotovitel</w:t>
      </w:r>
      <w:r w:rsidR="00C6288E" w:rsidRPr="004B09E9">
        <w:rPr>
          <w:b w:val="0"/>
          <w:u w:val="none"/>
        </w:rPr>
        <w:t xml:space="preserve"> bude provozovat </w:t>
      </w:r>
      <w:proofErr w:type="spellStart"/>
      <w:r w:rsidR="00267081" w:rsidRPr="004B09E9">
        <w:rPr>
          <w:b w:val="0"/>
          <w:u w:val="none"/>
        </w:rPr>
        <w:t>Help</w:t>
      </w:r>
      <w:r w:rsidR="00C6288E" w:rsidRPr="004B09E9">
        <w:rPr>
          <w:b w:val="0"/>
          <w:u w:val="none"/>
        </w:rPr>
        <w:t>desk</w:t>
      </w:r>
      <w:proofErr w:type="spellEnd"/>
      <w:r w:rsidR="00C6288E" w:rsidRPr="004B09E9">
        <w:rPr>
          <w:b w:val="0"/>
          <w:u w:val="none"/>
        </w:rPr>
        <w:t xml:space="preserve"> v úrovni </w:t>
      </w:r>
      <w:r w:rsidR="004B09E9" w:rsidRPr="004B09E9">
        <w:rPr>
          <w:b w:val="0"/>
          <w:u w:val="none"/>
        </w:rPr>
        <w:t>L2</w:t>
      </w:r>
      <w:r w:rsidR="00C6288E" w:rsidRPr="004B09E9">
        <w:rPr>
          <w:b w:val="0"/>
          <w:u w:val="none"/>
        </w:rPr>
        <w:t xml:space="preserve"> ve smyslu č</w:t>
      </w:r>
      <w:r w:rsidR="00F273AE" w:rsidRPr="004B09E9">
        <w:rPr>
          <w:b w:val="0"/>
          <w:u w:val="none"/>
        </w:rPr>
        <w:t>l</w:t>
      </w:r>
      <w:r w:rsidR="00C6288E" w:rsidRPr="004B09E9">
        <w:rPr>
          <w:b w:val="0"/>
          <w:u w:val="none"/>
        </w:rPr>
        <w:t xml:space="preserve">. 10.1.4.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10F6C147" w:rsidR="00C6288E" w:rsidRPr="004B09E9"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r w:rsidRPr="001A058E">
        <w:rPr>
          <w:b w:val="0"/>
          <w:u w:val="none"/>
        </w:rPr>
        <w:lastRenderedPageBreak/>
        <w:t>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34035F81" w:rsidR="00C6288E" w:rsidRPr="00DF7D0D" w:rsidRDefault="00C6288E" w:rsidP="00934EB3">
      <w:pPr>
        <w:pStyle w:val="Nadpis4"/>
        <w:keepNext w:val="0"/>
        <w:keepLines w:val="0"/>
        <w:widowControl w:val="0"/>
        <w:spacing w:line="276" w:lineRule="auto"/>
        <w:ind w:left="561" w:hanging="567"/>
        <w:jc w:val="left"/>
        <w:rPr>
          <w:b w:val="0"/>
          <w:u w:val="none"/>
        </w:rPr>
      </w:pPr>
      <w:bookmarkStart w:id="35"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5"/>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4B09E9" w:rsidRDefault="004B09E9" w:rsidP="004B09E9">
      <w:pPr>
        <w:widowControl w:val="0"/>
        <w:spacing w:after="0" w:line="276" w:lineRule="auto"/>
      </w:pPr>
      <w:r w:rsidRPr="004B09E9">
        <w:t>Příloha č. 3 – Realizační tým</w:t>
      </w:r>
    </w:p>
    <w:p w14:paraId="4BDD0131" w14:textId="39183A4A" w:rsidR="004B09E9" w:rsidRPr="004B09E9" w:rsidRDefault="004B09E9" w:rsidP="00B5606C">
      <w:pPr>
        <w:widowControl w:val="0"/>
        <w:spacing w:after="0" w:line="276" w:lineRule="auto"/>
      </w:pPr>
      <w:r w:rsidRPr="004B09E9">
        <w:t>Příloha č. 4 – Poddodavatelé</w:t>
      </w:r>
    </w:p>
    <w:p w14:paraId="434387EA" w14:textId="55BF76C9" w:rsidR="004B09E9" w:rsidRPr="004B09E9" w:rsidRDefault="004B09E9" w:rsidP="00B5606C">
      <w:pPr>
        <w:widowControl w:val="0"/>
        <w:spacing w:after="0" w:line="276" w:lineRule="auto"/>
      </w:pPr>
      <w:r w:rsidRPr="004B09E9">
        <w:t>Příloha č. 5</w:t>
      </w:r>
      <w:r w:rsidR="00854668" w:rsidRPr="004B09E9">
        <w:t xml:space="preserve"> – Zvláštní obchodní podmínky</w:t>
      </w:r>
    </w:p>
    <w:p w14:paraId="2D3CCE73" w14:textId="55436C8C" w:rsidR="004B09E9" w:rsidRPr="004B09E9" w:rsidRDefault="004B09E9" w:rsidP="00B5606C">
      <w:pPr>
        <w:widowControl w:val="0"/>
        <w:spacing w:after="0" w:line="276" w:lineRule="auto"/>
      </w:pPr>
      <w:r w:rsidRPr="004B09E9">
        <w:t>Příloha č. 6 - Obchodní podmínky</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11756927" w:rsidR="00934EB3" w:rsidRPr="000E5CAE" w:rsidRDefault="00934EB3"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463CB7">
      <w:footerReference w:type="default" r:id="rId11"/>
      <w:headerReference w:type="first" r:id="rId12"/>
      <w:footerReference w:type="first" r:id="rId13"/>
      <w:pgSz w:w="11906" w:h="16838" w:code="9"/>
      <w:pgMar w:top="993" w:right="1417" w:bottom="1417" w:left="1985" w:header="56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3D075C" w14:textId="77777777" w:rsidR="00AF28A2" w:rsidRDefault="00AF28A2" w:rsidP="00962258">
      <w:pPr>
        <w:spacing w:after="0" w:line="240" w:lineRule="auto"/>
      </w:pPr>
      <w:r>
        <w:separator/>
      </w:r>
    </w:p>
  </w:endnote>
  <w:endnote w:type="continuationSeparator" w:id="0">
    <w:p w14:paraId="7B380C26" w14:textId="77777777" w:rsidR="00AF28A2" w:rsidRDefault="00AF28A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1376A601"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7E5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7E56">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144E129E"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87E5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87E56">
            <w:rPr>
              <w:rStyle w:val="slostrnky"/>
              <w:noProof/>
            </w:rPr>
            <w:t>6</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08029" w14:textId="77777777" w:rsidR="00AF28A2" w:rsidRDefault="00AF28A2" w:rsidP="00962258">
      <w:pPr>
        <w:spacing w:after="0" w:line="240" w:lineRule="auto"/>
      </w:pPr>
      <w:r>
        <w:separator/>
      </w:r>
    </w:p>
  </w:footnote>
  <w:footnote w:type="continuationSeparator" w:id="0">
    <w:p w14:paraId="721EB447" w14:textId="77777777" w:rsidR="00AF28A2" w:rsidRDefault="00AF28A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884"/>
      <w:gridCol w:w="2883"/>
      <w:gridCol w:w="4750"/>
    </w:tblGrid>
    <w:tr w:rsidR="00170535" w14:paraId="0165F277" w14:textId="77777777" w:rsidTr="00170535">
      <w:trPr>
        <w:trHeight w:hRule="exact" w:val="936"/>
      </w:trPr>
      <w:tc>
        <w:tcPr>
          <w:tcW w:w="3459" w:type="dxa"/>
          <w:tcMar>
            <w:left w:w="0" w:type="dxa"/>
            <w:right w:w="0" w:type="dxa"/>
          </w:tcMar>
        </w:tcPr>
        <w:p w14:paraId="1DCD2EE3" w14:textId="6F0339B5" w:rsidR="00170535" w:rsidRPr="00B8518B" w:rsidRDefault="00170535" w:rsidP="00170535">
          <w:pPr>
            <w:pStyle w:val="Zpat"/>
            <w:rPr>
              <w:rStyle w:val="slostrnky"/>
            </w:rPr>
          </w:pPr>
          <w:r>
            <w:rPr>
              <w:noProof/>
              <w:lang w:eastAsia="cs-CZ"/>
            </w:rPr>
            <w:drawing>
              <wp:anchor distT="0" distB="0" distL="114300" distR="114300" simplePos="0" relativeHeight="251664384" behindDoc="0" locked="1" layoutInCell="1" allowOverlap="1" wp14:anchorId="69C9C658" wp14:editId="7CCB05E4">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38C78A7" w14:textId="77777777" w:rsidR="00170535" w:rsidRDefault="00170535" w:rsidP="00170535">
          <w:pPr>
            <w:pStyle w:val="Zpat"/>
          </w:pPr>
        </w:p>
      </w:tc>
      <w:tc>
        <w:tcPr>
          <w:tcW w:w="5698" w:type="dxa"/>
          <w:shd w:val="clear" w:color="auto" w:fill="auto"/>
          <w:tcMar>
            <w:left w:w="0" w:type="dxa"/>
            <w:right w:w="0" w:type="dxa"/>
          </w:tcMar>
        </w:tcPr>
        <w:p w14:paraId="1EFD95BB" w14:textId="77777777" w:rsidR="00170535" w:rsidRPr="00D6163D" w:rsidRDefault="00170535" w:rsidP="00170535">
          <w:pPr>
            <w:pStyle w:val="Druhdokumentu"/>
          </w:pPr>
        </w:p>
      </w:tc>
    </w:tr>
    <w:tr w:rsidR="00170535" w14:paraId="6A61B714" w14:textId="77777777" w:rsidTr="00170535">
      <w:trPr>
        <w:trHeight w:hRule="exact" w:val="1077"/>
      </w:trPr>
      <w:tc>
        <w:tcPr>
          <w:tcW w:w="3459" w:type="dxa"/>
          <w:tcMar>
            <w:left w:w="0" w:type="dxa"/>
            <w:right w:w="0" w:type="dxa"/>
          </w:tcMar>
        </w:tcPr>
        <w:p w14:paraId="3F13764E" w14:textId="77777777" w:rsidR="00170535" w:rsidRPr="00B8518B" w:rsidRDefault="00170535" w:rsidP="00170535">
          <w:pPr>
            <w:pStyle w:val="Zpat"/>
            <w:rPr>
              <w:rStyle w:val="slostrnky"/>
            </w:rPr>
          </w:pPr>
        </w:p>
      </w:tc>
      <w:tc>
        <w:tcPr>
          <w:tcW w:w="3458" w:type="dxa"/>
          <w:shd w:val="clear" w:color="auto" w:fill="auto"/>
          <w:tcMar>
            <w:left w:w="0" w:type="dxa"/>
            <w:right w:w="0" w:type="dxa"/>
          </w:tcMar>
        </w:tcPr>
        <w:p w14:paraId="68AE5538" w14:textId="77777777" w:rsidR="00170535" w:rsidRDefault="00170535" w:rsidP="00170535">
          <w:pPr>
            <w:pStyle w:val="Zpat"/>
          </w:pPr>
        </w:p>
      </w:tc>
      <w:tc>
        <w:tcPr>
          <w:tcW w:w="5698" w:type="dxa"/>
          <w:shd w:val="clear" w:color="auto" w:fill="auto"/>
          <w:tcMar>
            <w:left w:w="0" w:type="dxa"/>
            <w:right w:w="0" w:type="dxa"/>
          </w:tcMar>
        </w:tcPr>
        <w:p w14:paraId="03082435" w14:textId="77777777" w:rsidR="00170535" w:rsidRPr="00D6163D" w:rsidRDefault="00170535" w:rsidP="00170535">
          <w:pPr>
            <w:pStyle w:val="Druhdokumentu"/>
          </w:pPr>
        </w:p>
      </w:tc>
    </w:tr>
  </w:tbl>
  <w:p w14:paraId="760D2619" w14:textId="7CCB9EF7"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6"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792"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10"/>
  </w:num>
  <w:num w:numId="5">
    <w:abstractNumId w:val="7"/>
  </w:num>
  <w:num w:numId="6">
    <w:abstractNumId w:val="8"/>
  </w:num>
  <w:num w:numId="7">
    <w:abstractNumId w:val="0"/>
  </w:num>
  <w:num w:numId="8">
    <w:abstractNumId w:val="6"/>
  </w:num>
  <w:num w:numId="9">
    <w:abstractNumId w:val="9"/>
  </w:num>
  <w:num w:numId="10">
    <w:abstractNumId w:val="5"/>
  </w:num>
  <w:num w:numId="11">
    <w:abstractNumId w:val="1"/>
  </w:num>
  <w:num w:numId="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039A9"/>
    <w:rsid w:val="00010BAF"/>
    <w:rsid w:val="00012E4A"/>
    <w:rsid w:val="00015299"/>
    <w:rsid w:val="00021116"/>
    <w:rsid w:val="0002149E"/>
    <w:rsid w:val="00026542"/>
    <w:rsid w:val="000271F9"/>
    <w:rsid w:val="00034D4F"/>
    <w:rsid w:val="00047260"/>
    <w:rsid w:val="00056AAB"/>
    <w:rsid w:val="00060914"/>
    <w:rsid w:val="000648D0"/>
    <w:rsid w:val="00072C1E"/>
    <w:rsid w:val="0007414E"/>
    <w:rsid w:val="0007761E"/>
    <w:rsid w:val="00086EC7"/>
    <w:rsid w:val="00097F37"/>
    <w:rsid w:val="000A1BD4"/>
    <w:rsid w:val="000D3ADE"/>
    <w:rsid w:val="000E23A7"/>
    <w:rsid w:val="000E2E68"/>
    <w:rsid w:val="001023E1"/>
    <w:rsid w:val="00102AD6"/>
    <w:rsid w:val="00103481"/>
    <w:rsid w:val="0010693F"/>
    <w:rsid w:val="00114472"/>
    <w:rsid w:val="001272D5"/>
    <w:rsid w:val="001371EA"/>
    <w:rsid w:val="00142628"/>
    <w:rsid w:val="0014565C"/>
    <w:rsid w:val="00153B54"/>
    <w:rsid w:val="001550BC"/>
    <w:rsid w:val="001605B9"/>
    <w:rsid w:val="001659C0"/>
    <w:rsid w:val="001659E9"/>
    <w:rsid w:val="00167914"/>
    <w:rsid w:val="00170535"/>
    <w:rsid w:val="00170EC5"/>
    <w:rsid w:val="001747C1"/>
    <w:rsid w:val="00184743"/>
    <w:rsid w:val="001975F5"/>
    <w:rsid w:val="001A058E"/>
    <w:rsid w:val="001B7F48"/>
    <w:rsid w:val="001C67E1"/>
    <w:rsid w:val="001D124E"/>
    <w:rsid w:val="001D3E16"/>
    <w:rsid w:val="001E7681"/>
    <w:rsid w:val="001F0FAC"/>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20B2"/>
    <w:rsid w:val="002C31BF"/>
    <w:rsid w:val="002D08B1"/>
    <w:rsid w:val="002D5F2B"/>
    <w:rsid w:val="002E0CD7"/>
    <w:rsid w:val="002E6AC5"/>
    <w:rsid w:val="002F7F04"/>
    <w:rsid w:val="00301374"/>
    <w:rsid w:val="00302C61"/>
    <w:rsid w:val="003077B5"/>
    <w:rsid w:val="00315EE3"/>
    <w:rsid w:val="003262F5"/>
    <w:rsid w:val="0034033F"/>
    <w:rsid w:val="00341DCF"/>
    <w:rsid w:val="003448DD"/>
    <w:rsid w:val="0034498F"/>
    <w:rsid w:val="00357BC6"/>
    <w:rsid w:val="00362E35"/>
    <w:rsid w:val="003656E8"/>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7C"/>
    <w:rsid w:val="004D12CC"/>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7155"/>
    <w:rsid w:val="005F1404"/>
    <w:rsid w:val="005F7487"/>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40856"/>
    <w:rsid w:val="00743525"/>
    <w:rsid w:val="00745D74"/>
    <w:rsid w:val="00746D4F"/>
    <w:rsid w:val="00747B4E"/>
    <w:rsid w:val="0076286B"/>
    <w:rsid w:val="00766846"/>
    <w:rsid w:val="0077363D"/>
    <w:rsid w:val="0077673A"/>
    <w:rsid w:val="007846E1"/>
    <w:rsid w:val="007A3A05"/>
    <w:rsid w:val="007B570C"/>
    <w:rsid w:val="007C525A"/>
    <w:rsid w:val="007C589B"/>
    <w:rsid w:val="007E4A6E"/>
    <w:rsid w:val="007E504E"/>
    <w:rsid w:val="007F56A7"/>
    <w:rsid w:val="00807DD0"/>
    <w:rsid w:val="008277EC"/>
    <w:rsid w:val="00854668"/>
    <w:rsid w:val="00855B02"/>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B9"/>
    <w:rsid w:val="008F18D6"/>
    <w:rsid w:val="008F5E52"/>
    <w:rsid w:val="00902C72"/>
    <w:rsid w:val="00904780"/>
    <w:rsid w:val="00915EA2"/>
    <w:rsid w:val="00922385"/>
    <w:rsid w:val="009223DF"/>
    <w:rsid w:val="00925A39"/>
    <w:rsid w:val="0093175F"/>
    <w:rsid w:val="00934EB3"/>
    <w:rsid w:val="00936091"/>
    <w:rsid w:val="009373AB"/>
    <w:rsid w:val="00940D8A"/>
    <w:rsid w:val="00962258"/>
    <w:rsid w:val="009678B7"/>
    <w:rsid w:val="009818CE"/>
    <w:rsid w:val="00983173"/>
    <w:rsid w:val="009833E1"/>
    <w:rsid w:val="00992D9C"/>
    <w:rsid w:val="00996CB8"/>
    <w:rsid w:val="009A2B9F"/>
    <w:rsid w:val="009A5D23"/>
    <w:rsid w:val="009B14A9"/>
    <w:rsid w:val="009B2502"/>
    <w:rsid w:val="009B2E97"/>
    <w:rsid w:val="009B5F56"/>
    <w:rsid w:val="009C0A64"/>
    <w:rsid w:val="009D1BA2"/>
    <w:rsid w:val="009D50D4"/>
    <w:rsid w:val="009E07F4"/>
    <w:rsid w:val="009E6E71"/>
    <w:rsid w:val="009F392E"/>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A4CBB"/>
    <w:rsid w:val="00AA65FA"/>
    <w:rsid w:val="00AA7351"/>
    <w:rsid w:val="00AB1712"/>
    <w:rsid w:val="00AC1260"/>
    <w:rsid w:val="00AC3262"/>
    <w:rsid w:val="00AD056F"/>
    <w:rsid w:val="00AD249A"/>
    <w:rsid w:val="00AD6731"/>
    <w:rsid w:val="00AE4D08"/>
    <w:rsid w:val="00AF28A2"/>
    <w:rsid w:val="00AF61FC"/>
    <w:rsid w:val="00B07812"/>
    <w:rsid w:val="00B103DB"/>
    <w:rsid w:val="00B15D0D"/>
    <w:rsid w:val="00B27260"/>
    <w:rsid w:val="00B4001F"/>
    <w:rsid w:val="00B51564"/>
    <w:rsid w:val="00B5606C"/>
    <w:rsid w:val="00B57950"/>
    <w:rsid w:val="00B57A80"/>
    <w:rsid w:val="00B57ECB"/>
    <w:rsid w:val="00B612C0"/>
    <w:rsid w:val="00B63C45"/>
    <w:rsid w:val="00B65A51"/>
    <w:rsid w:val="00B6600A"/>
    <w:rsid w:val="00B75EE1"/>
    <w:rsid w:val="00B77481"/>
    <w:rsid w:val="00B8518B"/>
    <w:rsid w:val="00B87C7E"/>
    <w:rsid w:val="00B91E11"/>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1FC4"/>
    <w:rsid w:val="00CD3FB2"/>
    <w:rsid w:val="00CE56F8"/>
    <w:rsid w:val="00CF17BE"/>
    <w:rsid w:val="00D066DA"/>
    <w:rsid w:val="00D120BA"/>
    <w:rsid w:val="00D171A7"/>
    <w:rsid w:val="00D21061"/>
    <w:rsid w:val="00D2450A"/>
    <w:rsid w:val="00D31CA8"/>
    <w:rsid w:val="00D31E61"/>
    <w:rsid w:val="00D4108E"/>
    <w:rsid w:val="00D46545"/>
    <w:rsid w:val="00D507A2"/>
    <w:rsid w:val="00D6163D"/>
    <w:rsid w:val="00D67F3B"/>
    <w:rsid w:val="00D73934"/>
    <w:rsid w:val="00D73E86"/>
    <w:rsid w:val="00D76306"/>
    <w:rsid w:val="00D831A3"/>
    <w:rsid w:val="00D86668"/>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50367"/>
    <w:rsid w:val="00E5409F"/>
    <w:rsid w:val="00E5705C"/>
    <w:rsid w:val="00E66BEC"/>
    <w:rsid w:val="00E85AAF"/>
    <w:rsid w:val="00E86F16"/>
    <w:rsid w:val="00E90396"/>
    <w:rsid w:val="00E90C16"/>
    <w:rsid w:val="00E93DAC"/>
    <w:rsid w:val="00EA0789"/>
    <w:rsid w:val="00EA57B9"/>
    <w:rsid w:val="00EB104F"/>
    <w:rsid w:val="00EB29B7"/>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6389"/>
    <w:rsid w:val="00FE30C0"/>
    <w:rsid w:val="00FE50F9"/>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4.xml><?xml version="1.0" encoding="utf-8"?>
<ds:datastoreItem xmlns:ds="http://schemas.openxmlformats.org/officeDocument/2006/customXml" ds:itemID="{18F4BF07-AC6A-46BF-8C0D-A794FD375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2353</Words>
  <Characters>13883</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Herdová Veronika, DiS.</cp:lastModifiedBy>
  <cp:revision>7</cp:revision>
  <cp:lastPrinted>2019-02-25T13:30:00Z</cp:lastPrinted>
  <dcterms:created xsi:type="dcterms:W3CDTF">2021-08-13T10:40:00Z</dcterms:created>
  <dcterms:modified xsi:type="dcterms:W3CDTF">2021-09-17T11:09:00Z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