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bookmarkStart w:id="0" w:name="_GoBack"/>
      <w:bookmarkEnd w:id="0"/>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DF79D6" w:rsidRDefault="00DF79D6" w:rsidP="00DF79D6">
      <w:pPr>
        <w:pStyle w:val="Titul2"/>
      </w:pPr>
      <w:r w:rsidRPr="00472900">
        <w:rPr>
          <w:b w:val="0"/>
        </w:rPr>
        <w:t xml:space="preserve">Optimalizace traťového úseku </w:t>
      </w:r>
      <w:proofErr w:type="spellStart"/>
      <w:r w:rsidRPr="00472900">
        <w:rPr>
          <w:b w:val="0"/>
        </w:rPr>
        <w:t>Mstětice</w:t>
      </w:r>
      <w:proofErr w:type="spellEnd"/>
      <w:r w:rsidRPr="00472900">
        <w:rPr>
          <w:b w:val="0"/>
        </w:rPr>
        <w:t xml:space="preserve"> (mimo) – Praha-Vysočany (včetně)</w:t>
      </w:r>
      <w:r w:rsidRPr="00472900">
        <w:t xml:space="preserve"> </w:t>
      </w:r>
    </w:p>
    <w:p w:rsidR="0035531B" w:rsidRDefault="00DF79D6" w:rsidP="00DF79D6">
      <w:pPr>
        <w:pStyle w:val="Titul2"/>
      </w:pPr>
      <w:r w:rsidRPr="00472900">
        <w:t xml:space="preserve">„Stavba č. </w:t>
      </w:r>
      <w:r>
        <w:t>0211 Lipnická – Ocelkova, SO 201 Železniční most přes ul. Ocelkova</w:t>
      </w:r>
      <w:r w:rsidRPr="00472900">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DF79D6">
        <w:t>27519/2021-SŽ-SSZ-OVZ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9326EA"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84243087" w:history="1">
        <w:r w:rsidR="009326EA" w:rsidRPr="002B7101">
          <w:rPr>
            <w:rStyle w:val="Hypertextovodkaz"/>
          </w:rPr>
          <w:t>1.</w:t>
        </w:r>
        <w:r w:rsidR="009326EA">
          <w:rPr>
            <w:rFonts w:eastAsiaTheme="minorEastAsia"/>
            <w:caps w:val="0"/>
            <w:noProof/>
            <w:sz w:val="22"/>
            <w:szCs w:val="22"/>
            <w:lang w:eastAsia="cs-CZ"/>
          </w:rPr>
          <w:tab/>
        </w:r>
        <w:r w:rsidR="009326EA" w:rsidRPr="002B7101">
          <w:rPr>
            <w:rStyle w:val="Hypertextovodkaz"/>
          </w:rPr>
          <w:t>ÚVODNÍ USTANOVENÍ</w:t>
        </w:r>
        <w:r w:rsidR="009326EA">
          <w:rPr>
            <w:noProof/>
            <w:webHidden/>
          </w:rPr>
          <w:tab/>
        </w:r>
        <w:r w:rsidR="009326EA">
          <w:rPr>
            <w:noProof/>
            <w:webHidden/>
          </w:rPr>
          <w:fldChar w:fldCharType="begin"/>
        </w:r>
        <w:r w:rsidR="009326EA">
          <w:rPr>
            <w:noProof/>
            <w:webHidden/>
          </w:rPr>
          <w:instrText xml:space="preserve"> PAGEREF _Toc84243087 \h </w:instrText>
        </w:r>
        <w:r w:rsidR="009326EA">
          <w:rPr>
            <w:noProof/>
            <w:webHidden/>
          </w:rPr>
        </w:r>
        <w:r w:rsidR="009326EA">
          <w:rPr>
            <w:noProof/>
            <w:webHidden/>
          </w:rPr>
          <w:fldChar w:fldCharType="separate"/>
        </w:r>
        <w:r w:rsidR="00F80B8E">
          <w:rPr>
            <w:noProof/>
            <w:webHidden/>
          </w:rPr>
          <w:t>3</w:t>
        </w:r>
        <w:r w:rsidR="009326EA">
          <w:rPr>
            <w:noProof/>
            <w:webHidden/>
          </w:rPr>
          <w:fldChar w:fldCharType="end"/>
        </w:r>
      </w:hyperlink>
    </w:p>
    <w:p w:rsidR="009326EA" w:rsidRDefault="009110ED">
      <w:pPr>
        <w:pStyle w:val="Obsah1"/>
        <w:rPr>
          <w:rFonts w:eastAsiaTheme="minorEastAsia"/>
          <w:caps w:val="0"/>
          <w:noProof/>
          <w:sz w:val="22"/>
          <w:szCs w:val="22"/>
          <w:lang w:eastAsia="cs-CZ"/>
        </w:rPr>
      </w:pPr>
      <w:hyperlink w:anchor="_Toc84243088" w:history="1">
        <w:r w:rsidR="009326EA" w:rsidRPr="002B7101">
          <w:rPr>
            <w:rStyle w:val="Hypertextovodkaz"/>
          </w:rPr>
          <w:t>2.</w:t>
        </w:r>
        <w:r w:rsidR="009326EA">
          <w:rPr>
            <w:rFonts w:eastAsiaTheme="minorEastAsia"/>
            <w:caps w:val="0"/>
            <w:noProof/>
            <w:sz w:val="22"/>
            <w:szCs w:val="22"/>
            <w:lang w:eastAsia="cs-CZ"/>
          </w:rPr>
          <w:tab/>
        </w:r>
        <w:r w:rsidR="009326EA" w:rsidRPr="002B7101">
          <w:rPr>
            <w:rStyle w:val="Hypertextovodkaz"/>
          </w:rPr>
          <w:t>IDENTIFIKAČNÍ ÚDAJE ZADAVATELE</w:t>
        </w:r>
        <w:r w:rsidR="009326EA">
          <w:rPr>
            <w:noProof/>
            <w:webHidden/>
          </w:rPr>
          <w:tab/>
        </w:r>
        <w:r w:rsidR="009326EA">
          <w:rPr>
            <w:noProof/>
            <w:webHidden/>
          </w:rPr>
          <w:fldChar w:fldCharType="begin"/>
        </w:r>
        <w:r w:rsidR="009326EA">
          <w:rPr>
            <w:noProof/>
            <w:webHidden/>
          </w:rPr>
          <w:instrText xml:space="preserve"> PAGEREF _Toc84243088 \h </w:instrText>
        </w:r>
        <w:r w:rsidR="009326EA">
          <w:rPr>
            <w:noProof/>
            <w:webHidden/>
          </w:rPr>
        </w:r>
        <w:r w:rsidR="009326EA">
          <w:rPr>
            <w:noProof/>
            <w:webHidden/>
          </w:rPr>
          <w:fldChar w:fldCharType="separate"/>
        </w:r>
        <w:r w:rsidR="00F80B8E">
          <w:rPr>
            <w:noProof/>
            <w:webHidden/>
          </w:rPr>
          <w:t>3</w:t>
        </w:r>
        <w:r w:rsidR="009326EA">
          <w:rPr>
            <w:noProof/>
            <w:webHidden/>
          </w:rPr>
          <w:fldChar w:fldCharType="end"/>
        </w:r>
      </w:hyperlink>
    </w:p>
    <w:p w:rsidR="009326EA" w:rsidRDefault="009110ED">
      <w:pPr>
        <w:pStyle w:val="Obsah1"/>
        <w:rPr>
          <w:rFonts w:eastAsiaTheme="minorEastAsia"/>
          <w:caps w:val="0"/>
          <w:noProof/>
          <w:sz w:val="22"/>
          <w:szCs w:val="22"/>
          <w:lang w:eastAsia="cs-CZ"/>
        </w:rPr>
      </w:pPr>
      <w:hyperlink w:anchor="_Toc84243089" w:history="1">
        <w:r w:rsidR="009326EA" w:rsidRPr="002B7101">
          <w:rPr>
            <w:rStyle w:val="Hypertextovodkaz"/>
          </w:rPr>
          <w:t>3.</w:t>
        </w:r>
        <w:r w:rsidR="009326EA">
          <w:rPr>
            <w:rFonts w:eastAsiaTheme="minorEastAsia"/>
            <w:caps w:val="0"/>
            <w:noProof/>
            <w:sz w:val="22"/>
            <w:szCs w:val="22"/>
            <w:lang w:eastAsia="cs-CZ"/>
          </w:rPr>
          <w:tab/>
        </w:r>
        <w:r w:rsidR="009326EA" w:rsidRPr="002B7101">
          <w:rPr>
            <w:rStyle w:val="Hypertextovodkaz"/>
          </w:rPr>
          <w:t>KOMUNIKACE MEZI ZADAVATELEM a DODAVATELEM</w:t>
        </w:r>
        <w:r w:rsidR="009326EA">
          <w:rPr>
            <w:noProof/>
            <w:webHidden/>
          </w:rPr>
          <w:tab/>
        </w:r>
        <w:r w:rsidR="009326EA">
          <w:rPr>
            <w:noProof/>
            <w:webHidden/>
          </w:rPr>
          <w:fldChar w:fldCharType="begin"/>
        </w:r>
        <w:r w:rsidR="009326EA">
          <w:rPr>
            <w:noProof/>
            <w:webHidden/>
          </w:rPr>
          <w:instrText xml:space="preserve"> PAGEREF _Toc84243089 \h </w:instrText>
        </w:r>
        <w:r w:rsidR="009326EA">
          <w:rPr>
            <w:noProof/>
            <w:webHidden/>
          </w:rPr>
        </w:r>
        <w:r w:rsidR="009326EA">
          <w:rPr>
            <w:noProof/>
            <w:webHidden/>
          </w:rPr>
          <w:fldChar w:fldCharType="separate"/>
        </w:r>
        <w:r w:rsidR="00F80B8E">
          <w:rPr>
            <w:noProof/>
            <w:webHidden/>
          </w:rPr>
          <w:t>4</w:t>
        </w:r>
        <w:r w:rsidR="009326EA">
          <w:rPr>
            <w:noProof/>
            <w:webHidden/>
          </w:rPr>
          <w:fldChar w:fldCharType="end"/>
        </w:r>
      </w:hyperlink>
    </w:p>
    <w:p w:rsidR="009326EA" w:rsidRDefault="009110ED">
      <w:pPr>
        <w:pStyle w:val="Obsah1"/>
        <w:rPr>
          <w:rFonts w:eastAsiaTheme="minorEastAsia"/>
          <w:caps w:val="0"/>
          <w:noProof/>
          <w:sz w:val="22"/>
          <w:szCs w:val="22"/>
          <w:lang w:eastAsia="cs-CZ"/>
        </w:rPr>
      </w:pPr>
      <w:hyperlink w:anchor="_Toc84243090" w:history="1">
        <w:r w:rsidR="009326EA" w:rsidRPr="002B7101">
          <w:rPr>
            <w:rStyle w:val="Hypertextovodkaz"/>
          </w:rPr>
          <w:t>4.</w:t>
        </w:r>
        <w:r w:rsidR="009326EA">
          <w:rPr>
            <w:rFonts w:eastAsiaTheme="minorEastAsia"/>
            <w:caps w:val="0"/>
            <w:noProof/>
            <w:sz w:val="22"/>
            <w:szCs w:val="22"/>
            <w:lang w:eastAsia="cs-CZ"/>
          </w:rPr>
          <w:tab/>
        </w:r>
        <w:r w:rsidR="009326EA" w:rsidRPr="002B7101">
          <w:rPr>
            <w:rStyle w:val="Hypertextovodkaz"/>
          </w:rPr>
          <w:t>ÚČEL A PŘEDMĚT PLNĚNÍ VEŘEJNÉ ZAKÁZKY</w:t>
        </w:r>
        <w:r w:rsidR="009326EA">
          <w:rPr>
            <w:noProof/>
            <w:webHidden/>
          </w:rPr>
          <w:tab/>
        </w:r>
        <w:r w:rsidR="009326EA">
          <w:rPr>
            <w:noProof/>
            <w:webHidden/>
          </w:rPr>
          <w:fldChar w:fldCharType="begin"/>
        </w:r>
        <w:r w:rsidR="009326EA">
          <w:rPr>
            <w:noProof/>
            <w:webHidden/>
          </w:rPr>
          <w:instrText xml:space="preserve"> PAGEREF _Toc84243090 \h </w:instrText>
        </w:r>
        <w:r w:rsidR="009326EA">
          <w:rPr>
            <w:noProof/>
            <w:webHidden/>
          </w:rPr>
        </w:r>
        <w:r w:rsidR="009326EA">
          <w:rPr>
            <w:noProof/>
            <w:webHidden/>
          </w:rPr>
          <w:fldChar w:fldCharType="separate"/>
        </w:r>
        <w:r w:rsidR="00F80B8E">
          <w:rPr>
            <w:noProof/>
            <w:webHidden/>
          </w:rPr>
          <w:t>4</w:t>
        </w:r>
        <w:r w:rsidR="009326EA">
          <w:rPr>
            <w:noProof/>
            <w:webHidden/>
          </w:rPr>
          <w:fldChar w:fldCharType="end"/>
        </w:r>
      </w:hyperlink>
    </w:p>
    <w:p w:rsidR="009326EA" w:rsidRDefault="009110ED">
      <w:pPr>
        <w:pStyle w:val="Obsah1"/>
        <w:rPr>
          <w:rFonts w:eastAsiaTheme="minorEastAsia"/>
          <w:caps w:val="0"/>
          <w:noProof/>
          <w:sz w:val="22"/>
          <w:szCs w:val="22"/>
          <w:lang w:eastAsia="cs-CZ"/>
        </w:rPr>
      </w:pPr>
      <w:hyperlink w:anchor="_Toc84243091" w:history="1">
        <w:r w:rsidR="009326EA" w:rsidRPr="002B7101">
          <w:rPr>
            <w:rStyle w:val="Hypertextovodkaz"/>
          </w:rPr>
          <w:t>5.</w:t>
        </w:r>
        <w:r w:rsidR="009326EA">
          <w:rPr>
            <w:rFonts w:eastAsiaTheme="minorEastAsia"/>
            <w:caps w:val="0"/>
            <w:noProof/>
            <w:sz w:val="22"/>
            <w:szCs w:val="22"/>
            <w:lang w:eastAsia="cs-CZ"/>
          </w:rPr>
          <w:tab/>
        </w:r>
        <w:r w:rsidR="009326EA" w:rsidRPr="002B7101">
          <w:rPr>
            <w:rStyle w:val="Hypertextovodkaz"/>
          </w:rPr>
          <w:t>ZDROJE FINANCOVÁNÍ A PŘEDPOKLÁDANÁ HODNOTA VEŘEJNÉ ZAKÁZKY</w:t>
        </w:r>
        <w:r w:rsidR="009326EA">
          <w:rPr>
            <w:noProof/>
            <w:webHidden/>
          </w:rPr>
          <w:tab/>
        </w:r>
        <w:r w:rsidR="009326EA">
          <w:rPr>
            <w:noProof/>
            <w:webHidden/>
          </w:rPr>
          <w:fldChar w:fldCharType="begin"/>
        </w:r>
        <w:r w:rsidR="009326EA">
          <w:rPr>
            <w:noProof/>
            <w:webHidden/>
          </w:rPr>
          <w:instrText xml:space="preserve"> PAGEREF _Toc84243091 \h </w:instrText>
        </w:r>
        <w:r w:rsidR="009326EA">
          <w:rPr>
            <w:noProof/>
            <w:webHidden/>
          </w:rPr>
        </w:r>
        <w:r w:rsidR="009326EA">
          <w:rPr>
            <w:noProof/>
            <w:webHidden/>
          </w:rPr>
          <w:fldChar w:fldCharType="separate"/>
        </w:r>
        <w:r w:rsidR="00F80B8E">
          <w:rPr>
            <w:noProof/>
            <w:webHidden/>
          </w:rPr>
          <w:t>4</w:t>
        </w:r>
        <w:r w:rsidR="009326EA">
          <w:rPr>
            <w:noProof/>
            <w:webHidden/>
          </w:rPr>
          <w:fldChar w:fldCharType="end"/>
        </w:r>
      </w:hyperlink>
    </w:p>
    <w:p w:rsidR="009326EA" w:rsidRDefault="009110ED">
      <w:pPr>
        <w:pStyle w:val="Obsah1"/>
        <w:rPr>
          <w:rFonts w:eastAsiaTheme="minorEastAsia"/>
          <w:caps w:val="0"/>
          <w:noProof/>
          <w:sz w:val="22"/>
          <w:szCs w:val="22"/>
          <w:lang w:eastAsia="cs-CZ"/>
        </w:rPr>
      </w:pPr>
      <w:hyperlink w:anchor="_Toc84243092" w:history="1">
        <w:r w:rsidR="009326EA" w:rsidRPr="002B7101">
          <w:rPr>
            <w:rStyle w:val="Hypertextovodkaz"/>
          </w:rPr>
          <w:t>6.</w:t>
        </w:r>
        <w:r w:rsidR="009326EA">
          <w:rPr>
            <w:rFonts w:eastAsiaTheme="minorEastAsia"/>
            <w:caps w:val="0"/>
            <w:noProof/>
            <w:sz w:val="22"/>
            <w:szCs w:val="22"/>
            <w:lang w:eastAsia="cs-CZ"/>
          </w:rPr>
          <w:tab/>
        </w:r>
        <w:r w:rsidR="009326EA" w:rsidRPr="002B7101">
          <w:rPr>
            <w:rStyle w:val="Hypertextovodkaz"/>
          </w:rPr>
          <w:t>OBSAH ZADÁVACÍ DOKUMENTACE</w:t>
        </w:r>
        <w:r w:rsidR="009326EA">
          <w:rPr>
            <w:noProof/>
            <w:webHidden/>
          </w:rPr>
          <w:tab/>
        </w:r>
        <w:r w:rsidR="009326EA">
          <w:rPr>
            <w:noProof/>
            <w:webHidden/>
          </w:rPr>
          <w:fldChar w:fldCharType="begin"/>
        </w:r>
        <w:r w:rsidR="009326EA">
          <w:rPr>
            <w:noProof/>
            <w:webHidden/>
          </w:rPr>
          <w:instrText xml:space="preserve"> PAGEREF _Toc84243092 \h </w:instrText>
        </w:r>
        <w:r w:rsidR="009326EA">
          <w:rPr>
            <w:noProof/>
            <w:webHidden/>
          </w:rPr>
        </w:r>
        <w:r w:rsidR="009326EA">
          <w:rPr>
            <w:noProof/>
            <w:webHidden/>
          </w:rPr>
          <w:fldChar w:fldCharType="separate"/>
        </w:r>
        <w:r w:rsidR="00F80B8E">
          <w:rPr>
            <w:noProof/>
            <w:webHidden/>
          </w:rPr>
          <w:t>5</w:t>
        </w:r>
        <w:r w:rsidR="009326EA">
          <w:rPr>
            <w:noProof/>
            <w:webHidden/>
          </w:rPr>
          <w:fldChar w:fldCharType="end"/>
        </w:r>
      </w:hyperlink>
    </w:p>
    <w:p w:rsidR="009326EA" w:rsidRDefault="009110ED">
      <w:pPr>
        <w:pStyle w:val="Obsah1"/>
        <w:rPr>
          <w:rFonts w:eastAsiaTheme="minorEastAsia"/>
          <w:caps w:val="0"/>
          <w:noProof/>
          <w:sz w:val="22"/>
          <w:szCs w:val="22"/>
          <w:lang w:eastAsia="cs-CZ"/>
        </w:rPr>
      </w:pPr>
      <w:hyperlink w:anchor="_Toc84243093" w:history="1">
        <w:r w:rsidR="009326EA" w:rsidRPr="002B7101">
          <w:rPr>
            <w:rStyle w:val="Hypertextovodkaz"/>
          </w:rPr>
          <w:t>7.</w:t>
        </w:r>
        <w:r w:rsidR="009326EA">
          <w:rPr>
            <w:rFonts w:eastAsiaTheme="minorEastAsia"/>
            <w:caps w:val="0"/>
            <w:noProof/>
            <w:sz w:val="22"/>
            <w:szCs w:val="22"/>
            <w:lang w:eastAsia="cs-CZ"/>
          </w:rPr>
          <w:tab/>
        </w:r>
        <w:r w:rsidR="009326EA" w:rsidRPr="002B7101">
          <w:rPr>
            <w:rStyle w:val="Hypertextovodkaz"/>
          </w:rPr>
          <w:t>VYSVĚTLENÍ, ZMĚNY A DOPLNĚNÍ ZADÁVACÍ DOKUMENTACE</w:t>
        </w:r>
        <w:r w:rsidR="009326EA">
          <w:rPr>
            <w:noProof/>
            <w:webHidden/>
          </w:rPr>
          <w:tab/>
        </w:r>
        <w:r w:rsidR="009326EA">
          <w:rPr>
            <w:noProof/>
            <w:webHidden/>
          </w:rPr>
          <w:fldChar w:fldCharType="begin"/>
        </w:r>
        <w:r w:rsidR="009326EA">
          <w:rPr>
            <w:noProof/>
            <w:webHidden/>
          </w:rPr>
          <w:instrText xml:space="preserve"> PAGEREF _Toc84243093 \h </w:instrText>
        </w:r>
        <w:r w:rsidR="009326EA">
          <w:rPr>
            <w:noProof/>
            <w:webHidden/>
          </w:rPr>
        </w:r>
        <w:r w:rsidR="009326EA">
          <w:rPr>
            <w:noProof/>
            <w:webHidden/>
          </w:rPr>
          <w:fldChar w:fldCharType="separate"/>
        </w:r>
        <w:r w:rsidR="00F80B8E">
          <w:rPr>
            <w:noProof/>
            <w:webHidden/>
          </w:rPr>
          <w:t>6</w:t>
        </w:r>
        <w:r w:rsidR="009326EA">
          <w:rPr>
            <w:noProof/>
            <w:webHidden/>
          </w:rPr>
          <w:fldChar w:fldCharType="end"/>
        </w:r>
      </w:hyperlink>
    </w:p>
    <w:p w:rsidR="009326EA" w:rsidRDefault="009110ED">
      <w:pPr>
        <w:pStyle w:val="Obsah1"/>
        <w:rPr>
          <w:rFonts w:eastAsiaTheme="minorEastAsia"/>
          <w:caps w:val="0"/>
          <w:noProof/>
          <w:sz w:val="22"/>
          <w:szCs w:val="22"/>
          <w:lang w:eastAsia="cs-CZ"/>
        </w:rPr>
      </w:pPr>
      <w:hyperlink w:anchor="_Toc84243094" w:history="1">
        <w:r w:rsidR="009326EA" w:rsidRPr="002B7101">
          <w:rPr>
            <w:rStyle w:val="Hypertextovodkaz"/>
          </w:rPr>
          <w:t>8.</w:t>
        </w:r>
        <w:r w:rsidR="009326EA">
          <w:rPr>
            <w:rFonts w:eastAsiaTheme="minorEastAsia"/>
            <w:caps w:val="0"/>
            <w:noProof/>
            <w:sz w:val="22"/>
            <w:szCs w:val="22"/>
            <w:lang w:eastAsia="cs-CZ"/>
          </w:rPr>
          <w:tab/>
        </w:r>
        <w:r w:rsidR="009326EA" w:rsidRPr="002B7101">
          <w:rPr>
            <w:rStyle w:val="Hypertextovodkaz"/>
          </w:rPr>
          <w:t>POŽADAVKY ZADAVATELE NA KVALIFIKACI</w:t>
        </w:r>
        <w:r w:rsidR="009326EA">
          <w:rPr>
            <w:noProof/>
            <w:webHidden/>
          </w:rPr>
          <w:tab/>
        </w:r>
        <w:r w:rsidR="009326EA">
          <w:rPr>
            <w:noProof/>
            <w:webHidden/>
          </w:rPr>
          <w:fldChar w:fldCharType="begin"/>
        </w:r>
        <w:r w:rsidR="009326EA">
          <w:rPr>
            <w:noProof/>
            <w:webHidden/>
          </w:rPr>
          <w:instrText xml:space="preserve"> PAGEREF _Toc84243094 \h </w:instrText>
        </w:r>
        <w:r w:rsidR="009326EA">
          <w:rPr>
            <w:noProof/>
            <w:webHidden/>
          </w:rPr>
        </w:r>
        <w:r w:rsidR="009326EA">
          <w:rPr>
            <w:noProof/>
            <w:webHidden/>
          </w:rPr>
          <w:fldChar w:fldCharType="separate"/>
        </w:r>
        <w:r w:rsidR="00F80B8E">
          <w:rPr>
            <w:noProof/>
            <w:webHidden/>
          </w:rPr>
          <w:t>6</w:t>
        </w:r>
        <w:r w:rsidR="009326EA">
          <w:rPr>
            <w:noProof/>
            <w:webHidden/>
          </w:rPr>
          <w:fldChar w:fldCharType="end"/>
        </w:r>
      </w:hyperlink>
    </w:p>
    <w:p w:rsidR="009326EA" w:rsidRDefault="009110ED">
      <w:pPr>
        <w:pStyle w:val="Obsah1"/>
        <w:rPr>
          <w:rFonts w:eastAsiaTheme="minorEastAsia"/>
          <w:caps w:val="0"/>
          <w:noProof/>
          <w:sz w:val="22"/>
          <w:szCs w:val="22"/>
          <w:lang w:eastAsia="cs-CZ"/>
        </w:rPr>
      </w:pPr>
      <w:hyperlink w:anchor="_Toc84243095" w:history="1">
        <w:r w:rsidR="009326EA" w:rsidRPr="002B7101">
          <w:rPr>
            <w:rStyle w:val="Hypertextovodkaz"/>
          </w:rPr>
          <w:t>9.</w:t>
        </w:r>
        <w:r w:rsidR="009326EA">
          <w:rPr>
            <w:rFonts w:eastAsiaTheme="minorEastAsia"/>
            <w:caps w:val="0"/>
            <w:noProof/>
            <w:sz w:val="22"/>
            <w:szCs w:val="22"/>
            <w:lang w:eastAsia="cs-CZ"/>
          </w:rPr>
          <w:tab/>
        </w:r>
        <w:r w:rsidR="009326EA" w:rsidRPr="002B7101">
          <w:rPr>
            <w:rStyle w:val="Hypertextovodkaz"/>
          </w:rPr>
          <w:t>DALŠÍ INFORMACE/DOKUMENTY PŘEDKLÁDANÉ DODAVATELEM V NABÍDCE</w:t>
        </w:r>
        <w:r w:rsidR="009326EA">
          <w:rPr>
            <w:noProof/>
            <w:webHidden/>
          </w:rPr>
          <w:tab/>
        </w:r>
        <w:r w:rsidR="009326EA">
          <w:rPr>
            <w:noProof/>
            <w:webHidden/>
          </w:rPr>
          <w:fldChar w:fldCharType="begin"/>
        </w:r>
        <w:r w:rsidR="009326EA">
          <w:rPr>
            <w:noProof/>
            <w:webHidden/>
          </w:rPr>
          <w:instrText xml:space="preserve"> PAGEREF _Toc84243095 \h </w:instrText>
        </w:r>
        <w:r w:rsidR="009326EA">
          <w:rPr>
            <w:noProof/>
            <w:webHidden/>
          </w:rPr>
        </w:r>
        <w:r w:rsidR="009326EA">
          <w:rPr>
            <w:noProof/>
            <w:webHidden/>
          </w:rPr>
          <w:fldChar w:fldCharType="separate"/>
        </w:r>
        <w:r w:rsidR="00F80B8E">
          <w:rPr>
            <w:noProof/>
            <w:webHidden/>
          </w:rPr>
          <w:t>16</w:t>
        </w:r>
        <w:r w:rsidR="009326EA">
          <w:rPr>
            <w:noProof/>
            <w:webHidden/>
          </w:rPr>
          <w:fldChar w:fldCharType="end"/>
        </w:r>
      </w:hyperlink>
    </w:p>
    <w:p w:rsidR="009326EA" w:rsidRDefault="009110ED">
      <w:pPr>
        <w:pStyle w:val="Obsah1"/>
        <w:rPr>
          <w:rFonts w:eastAsiaTheme="minorEastAsia"/>
          <w:caps w:val="0"/>
          <w:noProof/>
          <w:sz w:val="22"/>
          <w:szCs w:val="22"/>
          <w:lang w:eastAsia="cs-CZ"/>
        </w:rPr>
      </w:pPr>
      <w:hyperlink w:anchor="_Toc84243096" w:history="1">
        <w:r w:rsidR="009326EA" w:rsidRPr="002B7101">
          <w:rPr>
            <w:rStyle w:val="Hypertextovodkaz"/>
          </w:rPr>
          <w:t>10.</w:t>
        </w:r>
        <w:r w:rsidR="009326EA">
          <w:rPr>
            <w:rFonts w:eastAsiaTheme="minorEastAsia"/>
            <w:caps w:val="0"/>
            <w:noProof/>
            <w:sz w:val="22"/>
            <w:szCs w:val="22"/>
            <w:lang w:eastAsia="cs-CZ"/>
          </w:rPr>
          <w:tab/>
        </w:r>
        <w:r w:rsidR="009326EA" w:rsidRPr="002B7101">
          <w:rPr>
            <w:rStyle w:val="Hypertextovodkaz"/>
          </w:rPr>
          <w:t>PROHLÍDKA MÍSTA PLNĚNÍ (STAVENIŠTĚ)</w:t>
        </w:r>
        <w:r w:rsidR="009326EA">
          <w:rPr>
            <w:noProof/>
            <w:webHidden/>
          </w:rPr>
          <w:tab/>
        </w:r>
        <w:r w:rsidR="009326EA">
          <w:rPr>
            <w:noProof/>
            <w:webHidden/>
          </w:rPr>
          <w:fldChar w:fldCharType="begin"/>
        </w:r>
        <w:r w:rsidR="009326EA">
          <w:rPr>
            <w:noProof/>
            <w:webHidden/>
          </w:rPr>
          <w:instrText xml:space="preserve"> PAGEREF _Toc84243096 \h </w:instrText>
        </w:r>
        <w:r w:rsidR="009326EA">
          <w:rPr>
            <w:noProof/>
            <w:webHidden/>
          </w:rPr>
        </w:r>
        <w:r w:rsidR="009326EA">
          <w:rPr>
            <w:noProof/>
            <w:webHidden/>
          </w:rPr>
          <w:fldChar w:fldCharType="separate"/>
        </w:r>
        <w:r w:rsidR="00F80B8E">
          <w:rPr>
            <w:noProof/>
            <w:webHidden/>
          </w:rPr>
          <w:t>18</w:t>
        </w:r>
        <w:r w:rsidR="009326EA">
          <w:rPr>
            <w:noProof/>
            <w:webHidden/>
          </w:rPr>
          <w:fldChar w:fldCharType="end"/>
        </w:r>
      </w:hyperlink>
    </w:p>
    <w:p w:rsidR="009326EA" w:rsidRDefault="009110ED">
      <w:pPr>
        <w:pStyle w:val="Obsah1"/>
        <w:rPr>
          <w:rFonts w:eastAsiaTheme="minorEastAsia"/>
          <w:caps w:val="0"/>
          <w:noProof/>
          <w:sz w:val="22"/>
          <w:szCs w:val="22"/>
          <w:lang w:eastAsia="cs-CZ"/>
        </w:rPr>
      </w:pPr>
      <w:hyperlink w:anchor="_Toc84243097" w:history="1">
        <w:r w:rsidR="009326EA" w:rsidRPr="002B7101">
          <w:rPr>
            <w:rStyle w:val="Hypertextovodkaz"/>
          </w:rPr>
          <w:t>11.</w:t>
        </w:r>
        <w:r w:rsidR="009326EA">
          <w:rPr>
            <w:rFonts w:eastAsiaTheme="minorEastAsia"/>
            <w:caps w:val="0"/>
            <w:noProof/>
            <w:sz w:val="22"/>
            <w:szCs w:val="22"/>
            <w:lang w:eastAsia="cs-CZ"/>
          </w:rPr>
          <w:tab/>
        </w:r>
        <w:r w:rsidR="009326EA" w:rsidRPr="002B7101">
          <w:rPr>
            <w:rStyle w:val="Hypertextovodkaz"/>
          </w:rPr>
          <w:t>JAZYK NABÍDEK A KOMUNIKAČNÍ JAZYK</w:t>
        </w:r>
        <w:r w:rsidR="009326EA">
          <w:rPr>
            <w:noProof/>
            <w:webHidden/>
          </w:rPr>
          <w:tab/>
        </w:r>
        <w:r w:rsidR="009326EA">
          <w:rPr>
            <w:noProof/>
            <w:webHidden/>
          </w:rPr>
          <w:fldChar w:fldCharType="begin"/>
        </w:r>
        <w:r w:rsidR="009326EA">
          <w:rPr>
            <w:noProof/>
            <w:webHidden/>
          </w:rPr>
          <w:instrText xml:space="preserve"> PAGEREF _Toc84243097 \h </w:instrText>
        </w:r>
        <w:r w:rsidR="009326EA">
          <w:rPr>
            <w:noProof/>
            <w:webHidden/>
          </w:rPr>
        </w:r>
        <w:r w:rsidR="009326EA">
          <w:rPr>
            <w:noProof/>
            <w:webHidden/>
          </w:rPr>
          <w:fldChar w:fldCharType="separate"/>
        </w:r>
        <w:r w:rsidR="00F80B8E">
          <w:rPr>
            <w:noProof/>
            <w:webHidden/>
          </w:rPr>
          <w:t>18</w:t>
        </w:r>
        <w:r w:rsidR="009326EA">
          <w:rPr>
            <w:noProof/>
            <w:webHidden/>
          </w:rPr>
          <w:fldChar w:fldCharType="end"/>
        </w:r>
      </w:hyperlink>
    </w:p>
    <w:p w:rsidR="009326EA" w:rsidRDefault="009110ED">
      <w:pPr>
        <w:pStyle w:val="Obsah1"/>
        <w:rPr>
          <w:rFonts w:eastAsiaTheme="minorEastAsia"/>
          <w:caps w:val="0"/>
          <w:noProof/>
          <w:sz w:val="22"/>
          <w:szCs w:val="22"/>
          <w:lang w:eastAsia="cs-CZ"/>
        </w:rPr>
      </w:pPr>
      <w:hyperlink w:anchor="_Toc84243098" w:history="1">
        <w:r w:rsidR="009326EA" w:rsidRPr="002B7101">
          <w:rPr>
            <w:rStyle w:val="Hypertextovodkaz"/>
          </w:rPr>
          <w:t>12.</w:t>
        </w:r>
        <w:r w:rsidR="009326EA">
          <w:rPr>
            <w:rFonts w:eastAsiaTheme="minorEastAsia"/>
            <w:caps w:val="0"/>
            <w:noProof/>
            <w:sz w:val="22"/>
            <w:szCs w:val="22"/>
            <w:lang w:eastAsia="cs-CZ"/>
          </w:rPr>
          <w:tab/>
        </w:r>
        <w:r w:rsidR="009326EA" w:rsidRPr="002B7101">
          <w:rPr>
            <w:rStyle w:val="Hypertextovodkaz"/>
          </w:rPr>
          <w:t>OBSAH A PODÁVÁNÍ NABÍDEK</w:t>
        </w:r>
        <w:r w:rsidR="009326EA">
          <w:rPr>
            <w:noProof/>
            <w:webHidden/>
          </w:rPr>
          <w:tab/>
        </w:r>
        <w:r w:rsidR="009326EA">
          <w:rPr>
            <w:noProof/>
            <w:webHidden/>
          </w:rPr>
          <w:fldChar w:fldCharType="begin"/>
        </w:r>
        <w:r w:rsidR="009326EA">
          <w:rPr>
            <w:noProof/>
            <w:webHidden/>
          </w:rPr>
          <w:instrText xml:space="preserve"> PAGEREF _Toc84243098 \h </w:instrText>
        </w:r>
        <w:r w:rsidR="009326EA">
          <w:rPr>
            <w:noProof/>
            <w:webHidden/>
          </w:rPr>
        </w:r>
        <w:r w:rsidR="009326EA">
          <w:rPr>
            <w:noProof/>
            <w:webHidden/>
          </w:rPr>
          <w:fldChar w:fldCharType="separate"/>
        </w:r>
        <w:r w:rsidR="00F80B8E">
          <w:rPr>
            <w:noProof/>
            <w:webHidden/>
          </w:rPr>
          <w:t>18</w:t>
        </w:r>
        <w:r w:rsidR="009326EA">
          <w:rPr>
            <w:noProof/>
            <w:webHidden/>
          </w:rPr>
          <w:fldChar w:fldCharType="end"/>
        </w:r>
      </w:hyperlink>
    </w:p>
    <w:p w:rsidR="009326EA" w:rsidRDefault="009110ED">
      <w:pPr>
        <w:pStyle w:val="Obsah1"/>
        <w:rPr>
          <w:rFonts w:eastAsiaTheme="minorEastAsia"/>
          <w:caps w:val="0"/>
          <w:noProof/>
          <w:sz w:val="22"/>
          <w:szCs w:val="22"/>
          <w:lang w:eastAsia="cs-CZ"/>
        </w:rPr>
      </w:pPr>
      <w:hyperlink w:anchor="_Toc84243099" w:history="1">
        <w:r w:rsidR="009326EA" w:rsidRPr="002B7101">
          <w:rPr>
            <w:rStyle w:val="Hypertextovodkaz"/>
          </w:rPr>
          <w:t>13.</w:t>
        </w:r>
        <w:r w:rsidR="009326EA">
          <w:rPr>
            <w:rFonts w:eastAsiaTheme="minorEastAsia"/>
            <w:caps w:val="0"/>
            <w:noProof/>
            <w:sz w:val="22"/>
            <w:szCs w:val="22"/>
            <w:lang w:eastAsia="cs-CZ"/>
          </w:rPr>
          <w:tab/>
        </w:r>
        <w:r w:rsidR="009326EA" w:rsidRPr="002B7101">
          <w:rPr>
            <w:rStyle w:val="Hypertextovodkaz"/>
          </w:rPr>
          <w:t>POŽADAVKY NA ZPRACOVÁNÍ NABÍDKOVÉ CENY</w:t>
        </w:r>
        <w:r w:rsidR="009326EA">
          <w:rPr>
            <w:noProof/>
            <w:webHidden/>
          </w:rPr>
          <w:tab/>
        </w:r>
        <w:r w:rsidR="009326EA">
          <w:rPr>
            <w:noProof/>
            <w:webHidden/>
          </w:rPr>
          <w:fldChar w:fldCharType="begin"/>
        </w:r>
        <w:r w:rsidR="009326EA">
          <w:rPr>
            <w:noProof/>
            <w:webHidden/>
          </w:rPr>
          <w:instrText xml:space="preserve"> PAGEREF _Toc84243099 \h </w:instrText>
        </w:r>
        <w:r w:rsidR="009326EA">
          <w:rPr>
            <w:noProof/>
            <w:webHidden/>
          </w:rPr>
        </w:r>
        <w:r w:rsidR="009326EA">
          <w:rPr>
            <w:noProof/>
            <w:webHidden/>
          </w:rPr>
          <w:fldChar w:fldCharType="separate"/>
        </w:r>
        <w:r w:rsidR="00F80B8E">
          <w:rPr>
            <w:noProof/>
            <w:webHidden/>
          </w:rPr>
          <w:t>20</w:t>
        </w:r>
        <w:r w:rsidR="009326EA">
          <w:rPr>
            <w:noProof/>
            <w:webHidden/>
          </w:rPr>
          <w:fldChar w:fldCharType="end"/>
        </w:r>
      </w:hyperlink>
    </w:p>
    <w:p w:rsidR="009326EA" w:rsidRDefault="009110ED">
      <w:pPr>
        <w:pStyle w:val="Obsah1"/>
        <w:rPr>
          <w:rFonts w:eastAsiaTheme="minorEastAsia"/>
          <w:caps w:val="0"/>
          <w:noProof/>
          <w:sz w:val="22"/>
          <w:szCs w:val="22"/>
          <w:lang w:eastAsia="cs-CZ"/>
        </w:rPr>
      </w:pPr>
      <w:hyperlink w:anchor="_Toc84243100" w:history="1">
        <w:r w:rsidR="009326EA" w:rsidRPr="002B7101">
          <w:rPr>
            <w:rStyle w:val="Hypertextovodkaz"/>
          </w:rPr>
          <w:t>14.</w:t>
        </w:r>
        <w:r w:rsidR="009326EA">
          <w:rPr>
            <w:rFonts w:eastAsiaTheme="minorEastAsia"/>
            <w:caps w:val="0"/>
            <w:noProof/>
            <w:sz w:val="22"/>
            <w:szCs w:val="22"/>
            <w:lang w:eastAsia="cs-CZ"/>
          </w:rPr>
          <w:tab/>
        </w:r>
        <w:r w:rsidR="009326EA" w:rsidRPr="002B7101">
          <w:rPr>
            <w:rStyle w:val="Hypertextovodkaz"/>
          </w:rPr>
          <w:t>VARIANTY NABÍDKY, VÝHRADA ZMĚNY DODAVATELE</w:t>
        </w:r>
        <w:r w:rsidR="009326EA">
          <w:rPr>
            <w:noProof/>
            <w:webHidden/>
          </w:rPr>
          <w:tab/>
        </w:r>
        <w:r w:rsidR="009326EA">
          <w:rPr>
            <w:noProof/>
            <w:webHidden/>
          </w:rPr>
          <w:fldChar w:fldCharType="begin"/>
        </w:r>
        <w:r w:rsidR="009326EA">
          <w:rPr>
            <w:noProof/>
            <w:webHidden/>
          </w:rPr>
          <w:instrText xml:space="preserve"> PAGEREF _Toc84243100 \h </w:instrText>
        </w:r>
        <w:r w:rsidR="009326EA">
          <w:rPr>
            <w:noProof/>
            <w:webHidden/>
          </w:rPr>
        </w:r>
        <w:r w:rsidR="009326EA">
          <w:rPr>
            <w:noProof/>
            <w:webHidden/>
          </w:rPr>
          <w:fldChar w:fldCharType="separate"/>
        </w:r>
        <w:r w:rsidR="00F80B8E">
          <w:rPr>
            <w:noProof/>
            <w:webHidden/>
          </w:rPr>
          <w:t>20</w:t>
        </w:r>
        <w:r w:rsidR="009326EA">
          <w:rPr>
            <w:noProof/>
            <w:webHidden/>
          </w:rPr>
          <w:fldChar w:fldCharType="end"/>
        </w:r>
      </w:hyperlink>
    </w:p>
    <w:p w:rsidR="009326EA" w:rsidRDefault="009110ED">
      <w:pPr>
        <w:pStyle w:val="Obsah1"/>
        <w:rPr>
          <w:rFonts w:eastAsiaTheme="minorEastAsia"/>
          <w:caps w:val="0"/>
          <w:noProof/>
          <w:sz w:val="22"/>
          <w:szCs w:val="22"/>
          <w:lang w:eastAsia="cs-CZ"/>
        </w:rPr>
      </w:pPr>
      <w:hyperlink w:anchor="_Toc84243101" w:history="1">
        <w:r w:rsidR="009326EA" w:rsidRPr="002B7101">
          <w:rPr>
            <w:rStyle w:val="Hypertextovodkaz"/>
          </w:rPr>
          <w:t>15.</w:t>
        </w:r>
        <w:r w:rsidR="009326EA">
          <w:rPr>
            <w:rFonts w:eastAsiaTheme="minorEastAsia"/>
            <w:caps w:val="0"/>
            <w:noProof/>
            <w:sz w:val="22"/>
            <w:szCs w:val="22"/>
            <w:lang w:eastAsia="cs-CZ"/>
          </w:rPr>
          <w:tab/>
        </w:r>
        <w:r w:rsidR="009326EA" w:rsidRPr="002B7101">
          <w:rPr>
            <w:rStyle w:val="Hypertextovodkaz"/>
          </w:rPr>
          <w:t>OTEVÍRÁNÍ NABÍDEK</w:t>
        </w:r>
        <w:r w:rsidR="009326EA">
          <w:rPr>
            <w:noProof/>
            <w:webHidden/>
          </w:rPr>
          <w:tab/>
        </w:r>
        <w:r w:rsidR="009326EA">
          <w:rPr>
            <w:noProof/>
            <w:webHidden/>
          </w:rPr>
          <w:fldChar w:fldCharType="begin"/>
        </w:r>
        <w:r w:rsidR="009326EA">
          <w:rPr>
            <w:noProof/>
            <w:webHidden/>
          </w:rPr>
          <w:instrText xml:space="preserve"> PAGEREF _Toc84243101 \h </w:instrText>
        </w:r>
        <w:r w:rsidR="009326EA">
          <w:rPr>
            <w:noProof/>
            <w:webHidden/>
          </w:rPr>
        </w:r>
        <w:r w:rsidR="009326EA">
          <w:rPr>
            <w:noProof/>
            <w:webHidden/>
          </w:rPr>
          <w:fldChar w:fldCharType="separate"/>
        </w:r>
        <w:r w:rsidR="00F80B8E">
          <w:rPr>
            <w:noProof/>
            <w:webHidden/>
          </w:rPr>
          <w:t>21</w:t>
        </w:r>
        <w:r w:rsidR="009326EA">
          <w:rPr>
            <w:noProof/>
            <w:webHidden/>
          </w:rPr>
          <w:fldChar w:fldCharType="end"/>
        </w:r>
      </w:hyperlink>
    </w:p>
    <w:p w:rsidR="009326EA" w:rsidRDefault="009110ED">
      <w:pPr>
        <w:pStyle w:val="Obsah1"/>
        <w:rPr>
          <w:rFonts w:eastAsiaTheme="minorEastAsia"/>
          <w:caps w:val="0"/>
          <w:noProof/>
          <w:sz w:val="22"/>
          <w:szCs w:val="22"/>
          <w:lang w:eastAsia="cs-CZ"/>
        </w:rPr>
      </w:pPr>
      <w:hyperlink w:anchor="_Toc84243102" w:history="1">
        <w:r w:rsidR="009326EA" w:rsidRPr="002B7101">
          <w:rPr>
            <w:rStyle w:val="Hypertextovodkaz"/>
          </w:rPr>
          <w:t>16.</w:t>
        </w:r>
        <w:r w:rsidR="009326EA">
          <w:rPr>
            <w:rFonts w:eastAsiaTheme="minorEastAsia"/>
            <w:caps w:val="0"/>
            <w:noProof/>
            <w:sz w:val="22"/>
            <w:szCs w:val="22"/>
            <w:lang w:eastAsia="cs-CZ"/>
          </w:rPr>
          <w:tab/>
        </w:r>
        <w:r w:rsidR="009326EA" w:rsidRPr="002B7101">
          <w:rPr>
            <w:rStyle w:val="Hypertextovodkaz"/>
          </w:rPr>
          <w:t>POSOUZENÍ SPLNĚNÍ PODMÍNEK ÚČASTI</w:t>
        </w:r>
        <w:r w:rsidR="009326EA">
          <w:rPr>
            <w:noProof/>
            <w:webHidden/>
          </w:rPr>
          <w:tab/>
        </w:r>
        <w:r w:rsidR="009326EA">
          <w:rPr>
            <w:noProof/>
            <w:webHidden/>
          </w:rPr>
          <w:fldChar w:fldCharType="begin"/>
        </w:r>
        <w:r w:rsidR="009326EA">
          <w:rPr>
            <w:noProof/>
            <w:webHidden/>
          </w:rPr>
          <w:instrText xml:space="preserve"> PAGEREF _Toc84243102 \h </w:instrText>
        </w:r>
        <w:r w:rsidR="009326EA">
          <w:rPr>
            <w:noProof/>
            <w:webHidden/>
          </w:rPr>
        </w:r>
        <w:r w:rsidR="009326EA">
          <w:rPr>
            <w:noProof/>
            <w:webHidden/>
          </w:rPr>
          <w:fldChar w:fldCharType="separate"/>
        </w:r>
        <w:r w:rsidR="00F80B8E">
          <w:rPr>
            <w:noProof/>
            <w:webHidden/>
          </w:rPr>
          <w:t>21</w:t>
        </w:r>
        <w:r w:rsidR="009326EA">
          <w:rPr>
            <w:noProof/>
            <w:webHidden/>
          </w:rPr>
          <w:fldChar w:fldCharType="end"/>
        </w:r>
      </w:hyperlink>
    </w:p>
    <w:p w:rsidR="009326EA" w:rsidRDefault="009110ED">
      <w:pPr>
        <w:pStyle w:val="Obsah1"/>
        <w:rPr>
          <w:rFonts w:eastAsiaTheme="minorEastAsia"/>
          <w:caps w:val="0"/>
          <w:noProof/>
          <w:sz w:val="22"/>
          <w:szCs w:val="22"/>
          <w:lang w:eastAsia="cs-CZ"/>
        </w:rPr>
      </w:pPr>
      <w:hyperlink w:anchor="_Toc84243103" w:history="1">
        <w:r w:rsidR="009326EA" w:rsidRPr="002B7101">
          <w:rPr>
            <w:rStyle w:val="Hypertextovodkaz"/>
          </w:rPr>
          <w:t>17.</w:t>
        </w:r>
        <w:r w:rsidR="009326EA">
          <w:rPr>
            <w:rFonts w:eastAsiaTheme="minorEastAsia"/>
            <w:caps w:val="0"/>
            <w:noProof/>
            <w:sz w:val="22"/>
            <w:szCs w:val="22"/>
            <w:lang w:eastAsia="cs-CZ"/>
          </w:rPr>
          <w:tab/>
        </w:r>
        <w:r w:rsidR="009326EA" w:rsidRPr="002B7101">
          <w:rPr>
            <w:rStyle w:val="Hypertextovodkaz"/>
          </w:rPr>
          <w:t>HODNOCENÍ NABÍDEK</w:t>
        </w:r>
        <w:r w:rsidR="009326EA">
          <w:rPr>
            <w:noProof/>
            <w:webHidden/>
          </w:rPr>
          <w:tab/>
        </w:r>
        <w:r w:rsidR="009326EA">
          <w:rPr>
            <w:noProof/>
            <w:webHidden/>
          </w:rPr>
          <w:fldChar w:fldCharType="begin"/>
        </w:r>
        <w:r w:rsidR="009326EA">
          <w:rPr>
            <w:noProof/>
            <w:webHidden/>
          </w:rPr>
          <w:instrText xml:space="preserve"> PAGEREF _Toc84243103 \h </w:instrText>
        </w:r>
        <w:r w:rsidR="009326EA">
          <w:rPr>
            <w:noProof/>
            <w:webHidden/>
          </w:rPr>
        </w:r>
        <w:r w:rsidR="009326EA">
          <w:rPr>
            <w:noProof/>
            <w:webHidden/>
          </w:rPr>
          <w:fldChar w:fldCharType="separate"/>
        </w:r>
        <w:r w:rsidR="00F80B8E">
          <w:rPr>
            <w:noProof/>
            <w:webHidden/>
          </w:rPr>
          <w:t>22</w:t>
        </w:r>
        <w:r w:rsidR="009326EA">
          <w:rPr>
            <w:noProof/>
            <w:webHidden/>
          </w:rPr>
          <w:fldChar w:fldCharType="end"/>
        </w:r>
      </w:hyperlink>
    </w:p>
    <w:p w:rsidR="009326EA" w:rsidRDefault="009110ED">
      <w:pPr>
        <w:pStyle w:val="Obsah1"/>
        <w:rPr>
          <w:rFonts w:eastAsiaTheme="minorEastAsia"/>
          <w:caps w:val="0"/>
          <w:noProof/>
          <w:sz w:val="22"/>
          <w:szCs w:val="22"/>
          <w:lang w:eastAsia="cs-CZ"/>
        </w:rPr>
      </w:pPr>
      <w:hyperlink w:anchor="_Toc84243104" w:history="1">
        <w:r w:rsidR="009326EA" w:rsidRPr="002B7101">
          <w:rPr>
            <w:rStyle w:val="Hypertextovodkaz"/>
          </w:rPr>
          <w:t>18.</w:t>
        </w:r>
        <w:r w:rsidR="009326EA">
          <w:rPr>
            <w:rFonts w:eastAsiaTheme="minorEastAsia"/>
            <w:caps w:val="0"/>
            <w:noProof/>
            <w:sz w:val="22"/>
            <w:szCs w:val="22"/>
            <w:lang w:eastAsia="cs-CZ"/>
          </w:rPr>
          <w:tab/>
        </w:r>
        <w:r w:rsidR="009326EA" w:rsidRPr="002B7101">
          <w:rPr>
            <w:rStyle w:val="Hypertextovodkaz"/>
          </w:rPr>
          <w:t>ZRUŠENÍ VÝBĚROVÉHO ŘÍZENÍ</w:t>
        </w:r>
        <w:r w:rsidR="009326EA">
          <w:rPr>
            <w:noProof/>
            <w:webHidden/>
          </w:rPr>
          <w:tab/>
        </w:r>
        <w:r w:rsidR="009326EA">
          <w:rPr>
            <w:noProof/>
            <w:webHidden/>
          </w:rPr>
          <w:fldChar w:fldCharType="begin"/>
        </w:r>
        <w:r w:rsidR="009326EA">
          <w:rPr>
            <w:noProof/>
            <w:webHidden/>
          </w:rPr>
          <w:instrText xml:space="preserve"> PAGEREF _Toc84243104 \h </w:instrText>
        </w:r>
        <w:r w:rsidR="009326EA">
          <w:rPr>
            <w:noProof/>
            <w:webHidden/>
          </w:rPr>
        </w:r>
        <w:r w:rsidR="009326EA">
          <w:rPr>
            <w:noProof/>
            <w:webHidden/>
          </w:rPr>
          <w:fldChar w:fldCharType="separate"/>
        </w:r>
        <w:r w:rsidR="00F80B8E">
          <w:rPr>
            <w:noProof/>
            <w:webHidden/>
          </w:rPr>
          <w:t>23</w:t>
        </w:r>
        <w:r w:rsidR="009326EA">
          <w:rPr>
            <w:noProof/>
            <w:webHidden/>
          </w:rPr>
          <w:fldChar w:fldCharType="end"/>
        </w:r>
      </w:hyperlink>
    </w:p>
    <w:p w:rsidR="009326EA" w:rsidRDefault="009110ED">
      <w:pPr>
        <w:pStyle w:val="Obsah1"/>
        <w:rPr>
          <w:rFonts w:eastAsiaTheme="minorEastAsia"/>
          <w:caps w:val="0"/>
          <w:noProof/>
          <w:sz w:val="22"/>
          <w:szCs w:val="22"/>
          <w:lang w:eastAsia="cs-CZ"/>
        </w:rPr>
      </w:pPr>
      <w:hyperlink w:anchor="_Toc84243105" w:history="1">
        <w:r w:rsidR="009326EA" w:rsidRPr="002B7101">
          <w:rPr>
            <w:rStyle w:val="Hypertextovodkaz"/>
          </w:rPr>
          <w:t>19.</w:t>
        </w:r>
        <w:r w:rsidR="009326EA">
          <w:rPr>
            <w:rFonts w:eastAsiaTheme="minorEastAsia"/>
            <w:caps w:val="0"/>
            <w:noProof/>
            <w:sz w:val="22"/>
            <w:szCs w:val="22"/>
            <w:lang w:eastAsia="cs-CZ"/>
          </w:rPr>
          <w:tab/>
        </w:r>
        <w:r w:rsidR="009326EA" w:rsidRPr="002B7101">
          <w:rPr>
            <w:rStyle w:val="Hypertextovodkaz"/>
          </w:rPr>
          <w:t>UZAVŘENÍ SMLOUVY</w:t>
        </w:r>
        <w:r w:rsidR="009326EA">
          <w:rPr>
            <w:noProof/>
            <w:webHidden/>
          </w:rPr>
          <w:tab/>
        </w:r>
        <w:r w:rsidR="009326EA">
          <w:rPr>
            <w:noProof/>
            <w:webHidden/>
          </w:rPr>
          <w:fldChar w:fldCharType="begin"/>
        </w:r>
        <w:r w:rsidR="009326EA">
          <w:rPr>
            <w:noProof/>
            <w:webHidden/>
          </w:rPr>
          <w:instrText xml:space="preserve"> PAGEREF _Toc84243105 \h </w:instrText>
        </w:r>
        <w:r w:rsidR="009326EA">
          <w:rPr>
            <w:noProof/>
            <w:webHidden/>
          </w:rPr>
        </w:r>
        <w:r w:rsidR="009326EA">
          <w:rPr>
            <w:noProof/>
            <w:webHidden/>
          </w:rPr>
          <w:fldChar w:fldCharType="separate"/>
        </w:r>
        <w:r w:rsidR="00F80B8E">
          <w:rPr>
            <w:noProof/>
            <w:webHidden/>
          </w:rPr>
          <w:t>23</w:t>
        </w:r>
        <w:r w:rsidR="009326EA">
          <w:rPr>
            <w:noProof/>
            <w:webHidden/>
          </w:rPr>
          <w:fldChar w:fldCharType="end"/>
        </w:r>
      </w:hyperlink>
    </w:p>
    <w:p w:rsidR="009326EA" w:rsidRDefault="009110ED">
      <w:pPr>
        <w:pStyle w:val="Obsah1"/>
        <w:rPr>
          <w:rFonts w:eastAsiaTheme="minorEastAsia"/>
          <w:caps w:val="0"/>
          <w:noProof/>
          <w:sz w:val="22"/>
          <w:szCs w:val="22"/>
          <w:lang w:eastAsia="cs-CZ"/>
        </w:rPr>
      </w:pPr>
      <w:hyperlink w:anchor="_Toc84243106" w:history="1">
        <w:r w:rsidR="009326EA" w:rsidRPr="002B7101">
          <w:rPr>
            <w:rStyle w:val="Hypertextovodkaz"/>
          </w:rPr>
          <w:t>20.</w:t>
        </w:r>
        <w:r w:rsidR="009326EA">
          <w:rPr>
            <w:rFonts w:eastAsiaTheme="minorEastAsia"/>
            <w:caps w:val="0"/>
            <w:noProof/>
            <w:sz w:val="22"/>
            <w:szCs w:val="22"/>
            <w:lang w:eastAsia="cs-CZ"/>
          </w:rPr>
          <w:tab/>
        </w:r>
        <w:r w:rsidR="009326EA" w:rsidRPr="002B7101">
          <w:rPr>
            <w:rStyle w:val="Hypertextovodkaz"/>
          </w:rPr>
          <w:t>OCHRANA INFORMACÍ</w:t>
        </w:r>
        <w:r w:rsidR="009326EA">
          <w:rPr>
            <w:noProof/>
            <w:webHidden/>
          </w:rPr>
          <w:tab/>
        </w:r>
        <w:r w:rsidR="009326EA">
          <w:rPr>
            <w:noProof/>
            <w:webHidden/>
          </w:rPr>
          <w:fldChar w:fldCharType="begin"/>
        </w:r>
        <w:r w:rsidR="009326EA">
          <w:rPr>
            <w:noProof/>
            <w:webHidden/>
          </w:rPr>
          <w:instrText xml:space="preserve"> PAGEREF _Toc84243106 \h </w:instrText>
        </w:r>
        <w:r w:rsidR="009326EA">
          <w:rPr>
            <w:noProof/>
            <w:webHidden/>
          </w:rPr>
        </w:r>
        <w:r w:rsidR="009326EA">
          <w:rPr>
            <w:noProof/>
            <w:webHidden/>
          </w:rPr>
          <w:fldChar w:fldCharType="separate"/>
        </w:r>
        <w:r w:rsidR="00F80B8E">
          <w:rPr>
            <w:noProof/>
            <w:webHidden/>
          </w:rPr>
          <w:t>24</w:t>
        </w:r>
        <w:r w:rsidR="009326EA">
          <w:rPr>
            <w:noProof/>
            <w:webHidden/>
          </w:rPr>
          <w:fldChar w:fldCharType="end"/>
        </w:r>
      </w:hyperlink>
    </w:p>
    <w:p w:rsidR="009326EA" w:rsidRDefault="009110ED">
      <w:pPr>
        <w:pStyle w:val="Obsah1"/>
        <w:rPr>
          <w:rFonts w:eastAsiaTheme="minorEastAsia"/>
          <w:caps w:val="0"/>
          <w:noProof/>
          <w:sz w:val="22"/>
          <w:szCs w:val="22"/>
          <w:lang w:eastAsia="cs-CZ"/>
        </w:rPr>
      </w:pPr>
      <w:hyperlink w:anchor="_Toc84243107" w:history="1">
        <w:r w:rsidR="009326EA" w:rsidRPr="002B7101">
          <w:rPr>
            <w:rStyle w:val="Hypertextovodkaz"/>
          </w:rPr>
          <w:t>21.</w:t>
        </w:r>
        <w:r w:rsidR="009326EA">
          <w:rPr>
            <w:rFonts w:eastAsiaTheme="minorEastAsia"/>
            <w:caps w:val="0"/>
            <w:noProof/>
            <w:sz w:val="22"/>
            <w:szCs w:val="22"/>
            <w:lang w:eastAsia="cs-CZ"/>
          </w:rPr>
          <w:tab/>
        </w:r>
        <w:r w:rsidR="009326EA" w:rsidRPr="002B7101">
          <w:rPr>
            <w:rStyle w:val="Hypertextovodkaz"/>
          </w:rPr>
          <w:t>SOCIÁLNĚ A ENVIROMENTÁLNĚ ODPOVĚDNÉ ZADÁVÁNÍ, INOVACE</w:t>
        </w:r>
        <w:r w:rsidR="009326EA">
          <w:rPr>
            <w:noProof/>
            <w:webHidden/>
          </w:rPr>
          <w:tab/>
        </w:r>
        <w:r w:rsidR="009326EA">
          <w:rPr>
            <w:noProof/>
            <w:webHidden/>
          </w:rPr>
          <w:fldChar w:fldCharType="begin"/>
        </w:r>
        <w:r w:rsidR="009326EA">
          <w:rPr>
            <w:noProof/>
            <w:webHidden/>
          </w:rPr>
          <w:instrText xml:space="preserve"> PAGEREF _Toc84243107 \h </w:instrText>
        </w:r>
        <w:r w:rsidR="009326EA">
          <w:rPr>
            <w:noProof/>
            <w:webHidden/>
          </w:rPr>
        </w:r>
        <w:r w:rsidR="009326EA">
          <w:rPr>
            <w:noProof/>
            <w:webHidden/>
          </w:rPr>
          <w:fldChar w:fldCharType="separate"/>
        </w:r>
        <w:r w:rsidR="00F80B8E">
          <w:rPr>
            <w:noProof/>
            <w:webHidden/>
          </w:rPr>
          <w:t>25</w:t>
        </w:r>
        <w:r w:rsidR="009326EA">
          <w:rPr>
            <w:noProof/>
            <w:webHidden/>
          </w:rPr>
          <w:fldChar w:fldCharType="end"/>
        </w:r>
      </w:hyperlink>
    </w:p>
    <w:p w:rsidR="009326EA" w:rsidRDefault="009110ED">
      <w:pPr>
        <w:pStyle w:val="Obsah1"/>
        <w:rPr>
          <w:rFonts w:eastAsiaTheme="minorEastAsia"/>
          <w:caps w:val="0"/>
          <w:noProof/>
          <w:sz w:val="22"/>
          <w:szCs w:val="22"/>
          <w:lang w:eastAsia="cs-CZ"/>
        </w:rPr>
      </w:pPr>
      <w:hyperlink w:anchor="_Toc84243108" w:history="1">
        <w:r w:rsidR="009326EA" w:rsidRPr="002B7101">
          <w:rPr>
            <w:rStyle w:val="Hypertextovodkaz"/>
          </w:rPr>
          <w:t>22.</w:t>
        </w:r>
        <w:r w:rsidR="009326EA">
          <w:rPr>
            <w:rFonts w:eastAsiaTheme="minorEastAsia"/>
            <w:caps w:val="0"/>
            <w:noProof/>
            <w:sz w:val="22"/>
            <w:szCs w:val="22"/>
            <w:lang w:eastAsia="cs-CZ"/>
          </w:rPr>
          <w:tab/>
        </w:r>
        <w:r w:rsidR="009326EA" w:rsidRPr="002B7101">
          <w:rPr>
            <w:rStyle w:val="Hypertextovodkaz"/>
          </w:rPr>
          <w:t>PŘÍLOHY TÉTO VÝZVY</w:t>
        </w:r>
        <w:r w:rsidR="009326EA">
          <w:rPr>
            <w:noProof/>
            <w:webHidden/>
          </w:rPr>
          <w:tab/>
        </w:r>
        <w:r w:rsidR="009326EA">
          <w:rPr>
            <w:noProof/>
            <w:webHidden/>
          </w:rPr>
          <w:fldChar w:fldCharType="begin"/>
        </w:r>
        <w:r w:rsidR="009326EA">
          <w:rPr>
            <w:noProof/>
            <w:webHidden/>
          </w:rPr>
          <w:instrText xml:space="preserve"> PAGEREF _Toc84243108 \h </w:instrText>
        </w:r>
        <w:r w:rsidR="009326EA">
          <w:rPr>
            <w:noProof/>
            <w:webHidden/>
          </w:rPr>
        </w:r>
        <w:r w:rsidR="009326EA">
          <w:rPr>
            <w:noProof/>
            <w:webHidden/>
          </w:rPr>
          <w:fldChar w:fldCharType="separate"/>
        </w:r>
        <w:r w:rsidR="00F80B8E">
          <w:rPr>
            <w:noProof/>
            <w:webHidden/>
          </w:rPr>
          <w:t>25</w:t>
        </w:r>
        <w:r w:rsidR="009326EA">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1" w:name="_Toc84243087"/>
      <w:bookmarkStart w:id="2" w:name="_Toc389559699"/>
      <w:bookmarkStart w:id="3" w:name="_Toc397429847"/>
      <w:bookmarkStart w:id="4" w:name="_Ref433028040"/>
      <w:bookmarkStart w:id="5" w:name="_Toc1048197"/>
      <w:r>
        <w:lastRenderedPageBreak/>
        <w:t>ÚVODNÍ USTANOVENÍ</w:t>
      </w:r>
      <w:bookmarkEnd w:id="1"/>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6" w:name="_Toc84243088"/>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w:t>
      </w:r>
      <w:r w:rsidR="00F0634D">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35531B" w:rsidP="00EF2BF0">
      <w:pPr>
        <w:pStyle w:val="Textbezslovn"/>
        <w:spacing w:after="0"/>
        <w:ind w:left="2127" w:hanging="1390"/>
      </w:pPr>
      <w:r>
        <w:t xml:space="preserve">zastoupená: </w:t>
      </w:r>
      <w:r>
        <w:tab/>
      </w:r>
      <w:r w:rsidR="00EF2BF0" w:rsidRPr="000174E8">
        <w:t xml:space="preserve">Ing. </w:t>
      </w:r>
      <w:r w:rsidR="00EF2BF0">
        <w:t xml:space="preserve">Petrem </w:t>
      </w:r>
      <w:proofErr w:type="spellStart"/>
      <w:r w:rsidR="00EF2BF0">
        <w:t>Hofhanzlem</w:t>
      </w:r>
      <w:proofErr w:type="spellEnd"/>
      <w:r w:rsidR="00EF2BF0" w:rsidRPr="000174E8">
        <w:t xml:space="preserve">, </w:t>
      </w:r>
      <w:r w:rsidR="00EF2BF0">
        <w:t>ředitelem Stavební správy západ</w:t>
      </w:r>
    </w:p>
    <w:p w:rsidR="0035531B" w:rsidRDefault="0035531B" w:rsidP="0035531B">
      <w:pPr>
        <w:pStyle w:val="Nadpis1-1"/>
      </w:pPr>
      <w:bookmarkStart w:id="7" w:name="_Toc84243089"/>
      <w:r>
        <w:lastRenderedPageBreak/>
        <w:t>KOMUNIKACE MEZI ZADAVATELEM</w:t>
      </w:r>
      <w:r w:rsidR="00845C50">
        <w:t xml:space="preserve"> a </w:t>
      </w:r>
      <w:r>
        <w:t>DODAVATELEM</w:t>
      </w:r>
      <w:bookmarkEnd w:id="7"/>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EF2BF0" w:rsidRDefault="0035531B" w:rsidP="00EF2BF0">
      <w:pPr>
        <w:pStyle w:val="Text1-1"/>
      </w:pPr>
      <w:r>
        <w:t xml:space="preserve">Kontaktní osobou zadavatele pro </w:t>
      </w:r>
      <w:r w:rsidR="009531C1">
        <w:t xml:space="preserve">výběrové </w:t>
      </w:r>
      <w:r>
        <w:t xml:space="preserve">řízení je: </w:t>
      </w:r>
      <w:r w:rsidR="00EF2BF0">
        <w:t>Ing. Jana Šedová</w:t>
      </w:r>
    </w:p>
    <w:p w:rsidR="00EF2BF0" w:rsidRDefault="00EF2BF0" w:rsidP="00EF2BF0">
      <w:pPr>
        <w:pStyle w:val="Textbezslovn"/>
        <w:spacing w:after="0"/>
      </w:pPr>
      <w:r>
        <w:t xml:space="preserve">telefon: </w:t>
      </w:r>
      <w:r>
        <w:tab/>
        <w:t>+420 727 966 017</w:t>
      </w:r>
    </w:p>
    <w:p w:rsidR="00EF2BF0" w:rsidRDefault="00EF2BF0" w:rsidP="00EF2BF0">
      <w:pPr>
        <w:pStyle w:val="Textbezslovn"/>
        <w:spacing w:after="0"/>
      </w:pPr>
      <w:r>
        <w:t xml:space="preserve">e-mail: </w:t>
      </w:r>
      <w:r>
        <w:tab/>
        <w:t>sedova@spravazeleznic.cz</w:t>
      </w:r>
    </w:p>
    <w:p w:rsidR="00EF2BF0" w:rsidRDefault="00EF2BF0" w:rsidP="00EF2BF0">
      <w:pPr>
        <w:pStyle w:val="Zkladntext"/>
        <w:spacing w:after="0" w:line="240" w:lineRule="auto"/>
        <w:ind w:left="709"/>
        <w:jc w:val="both"/>
      </w:pPr>
      <w:r>
        <w:t xml:space="preserve">adresa: </w:t>
      </w:r>
      <w:r>
        <w:tab/>
      </w:r>
      <w:r w:rsidRPr="009B6F3E">
        <w:t xml:space="preserve">Správa </w:t>
      </w:r>
      <w:r>
        <w:t>železnic</w:t>
      </w:r>
      <w:r w:rsidRPr="009B6F3E">
        <w:t>, státní organizace</w:t>
      </w:r>
    </w:p>
    <w:p w:rsidR="0035531B" w:rsidRDefault="00EF2BF0" w:rsidP="00E80185">
      <w:pPr>
        <w:pStyle w:val="Zkladntext"/>
        <w:spacing w:after="0" w:line="240" w:lineRule="auto"/>
        <w:ind w:left="1418"/>
        <w:jc w:val="both"/>
      </w:pPr>
      <w:r>
        <w:tab/>
      </w:r>
      <w:r w:rsidRPr="00233EB0">
        <w:t>Stavební správa západ</w:t>
      </w:r>
      <w:r w:rsidR="00E80185">
        <w:t xml:space="preserve">, </w:t>
      </w:r>
      <w:r w:rsidRPr="00233EB0">
        <w:t>Sokolovská 1955/278</w:t>
      </w:r>
      <w:r w:rsidR="00E80185">
        <w:t xml:space="preserve">, </w:t>
      </w:r>
      <w:r w:rsidRPr="00233EB0">
        <w:t>190 00 Praha 9</w:t>
      </w:r>
    </w:p>
    <w:p w:rsidR="0035531B" w:rsidRDefault="0035531B" w:rsidP="0035531B">
      <w:pPr>
        <w:pStyle w:val="Nadpis1-1"/>
      </w:pPr>
      <w:bookmarkStart w:id="8" w:name="_Toc84243090"/>
      <w:r>
        <w:t>ÚČEL</w:t>
      </w:r>
      <w:r w:rsidR="00845C50">
        <w:t xml:space="preserve"> </w:t>
      </w:r>
      <w:r w:rsidR="00776A8A">
        <w:t>A</w:t>
      </w:r>
      <w:r w:rsidR="00845C50">
        <w:t> </w:t>
      </w:r>
      <w:r>
        <w:t>PŘEDMĚT PLNĚNÍ VEŘEJNÉ ZAKÁZKY</w:t>
      </w:r>
      <w:bookmarkEnd w:id="8"/>
    </w:p>
    <w:p w:rsidR="0035531B" w:rsidRDefault="0035531B" w:rsidP="0035531B">
      <w:pPr>
        <w:pStyle w:val="Text1-1"/>
      </w:pPr>
      <w:r>
        <w:t>Účel veřejné zakázky</w:t>
      </w:r>
    </w:p>
    <w:p w:rsidR="0035531B" w:rsidRDefault="00EF2BF0" w:rsidP="0035531B">
      <w:pPr>
        <w:pStyle w:val="Textbezslovn"/>
      </w:pPr>
      <w:r w:rsidRPr="00286CCF">
        <w:t xml:space="preserve">Účelem veřejné zakázky je </w:t>
      </w:r>
      <w:r>
        <w:t>umožnění stavby komunikace, která propojí ulice Budovatelská (Lipnická) a Ocelkova a z</w:t>
      </w:r>
      <w:r w:rsidRPr="00286CCF">
        <w:t xml:space="preserve">lepší </w:t>
      </w:r>
      <w:r>
        <w:t>dopravní spojení mezi městskými částmi Černý most a Satalice</w:t>
      </w:r>
      <w:r w:rsidRPr="00286CCF">
        <w:t xml:space="preserve"> v Praze. V zájmu úspěšné realizace staveb s názvem „</w:t>
      </w:r>
      <w:r w:rsidRPr="00554259">
        <w:t>Stavba č. 0211 Lipnická – Ocelkova, SO 201 Železniční most přes ul. Ocelkova</w:t>
      </w:r>
      <w:r w:rsidRPr="00286CCF">
        <w:t xml:space="preserve">“ a „Optimalizace traťového úseku </w:t>
      </w:r>
      <w:proofErr w:type="spellStart"/>
      <w:r w:rsidRPr="00286CCF">
        <w:t>Mstětice</w:t>
      </w:r>
      <w:proofErr w:type="spellEnd"/>
      <w:r w:rsidRPr="00286CCF">
        <w:t xml:space="preserve"> (mimo) - Praha Vysočany (včetně)“ bude stavba </w:t>
      </w:r>
      <w:r>
        <w:t xml:space="preserve">železničního mostu </w:t>
      </w:r>
      <w:r w:rsidRPr="00286CCF">
        <w:t xml:space="preserve">provedena ve výlukách stavby „Optimalizace traťového úseku </w:t>
      </w:r>
      <w:proofErr w:type="spellStart"/>
      <w:r w:rsidRPr="00286CCF">
        <w:t>Mstětice</w:t>
      </w:r>
      <w:proofErr w:type="spellEnd"/>
      <w:r w:rsidRPr="00286CCF">
        <w:t xml:space="preserve"> (mimo) - Praha Vysočany (včetně)“.</w:t>
      </w:r>
    </w:p>
    <w:p w:rsidR="0035531B" w:rsidRDefault="0035531B" w:rsidP="0035531B">
      <w:pPr>
        <w:pStyle w:val="Text1-1"/>
      </w:pPr>
      <w:r>
        <w:t>Předmět plnění veřejné zakázky</w:t>
      </w:r>
    </w:p>
    <w:p w:rsidR="008A5B22" w:rsidRDefault="00EF2BF0" w:rsidP="008A5B22">
      <w:pPr>
        <w:pStyle w:val="Textbezslovn"/>
      </w:pPr>
      <w:r w:rsidRPr="00286CCF">
        <w:rPr>
          <w:rFonts w:ascii="Verdana" w:hAnsi="Verdana"/>
        </w:rPr>
        <w:t>Předmětem veřejné zakázky je zhotovení stavby „</w:t>
      </w:r>
      <w:r w:rsidRPr="007E2CF2">
        <w:rPr>
          <w:rFonts w:ascii="Verdana" w:hAnsi="Verdana"/>
        </w:rPr>
        <w:t>Stavba č. 0211 Lipnická – Ocelkova, SO 201 Železniční most přes ul. Ocelkova</w:t>
      </w:r>
      <w:r w:rsidRPr="00286CCF">
        <w:rPr>
          <w:rFonts w:ascii="Verdana" w:hAnsi="Verdana"/>
        </w:rPr>
        <w:t xml:space="preserve">“. Ve výlukách stavby „Optimalizace traťového úseku </w:t>
      </w:r>
      <w:proofErr w:type="spellStart"/>
      <w:r w:rsidRPr="00286CCF">
        <w:rPr>
          <w:rFonts w:ascii="Verdana" w:hAnsi="Verdana"/>
        </w:rPr>
        <w:t>Mstětice</w:t>
      </w:r>
      <w:proofErr w:type="spellEnd"/>
      <w:r w:rsidRPr="00286CCF">
        <w:rPr>
          <w:rFonts w:ascii="Verdana" w:hAnsi="Verdana"/>
        </w:rPr>
        <w:t xml:space="preserve"> (mimo) - Praha Vysočany (včetně)“, které investorem je právě zadavatel</w:t>
      </w:r>
      <w:r>
        <w:rPr>
          <w:rFonts w:ascii="Verdana" w:hAnsi="Verdana"/>
        </w:rPr>
        <w:t>,</w:t>
      </w:r>
      <w:r w:rsidRPr="00286CCF">
        <w:rPr>
          <w:rFonts w:ascii="Verdana" w:hAnsi="Verdana"/>
        </w:rPr>
        <w:t xml:space="preserve"> dojde ke zřízení železničního mostu přes </w:t>
      </w:r>
      <w:r>
        <w:rPr>
          <w:rFonts w:ascii="Verdana" w:hAnsi="Verdana"/>
        </w:rPr>
        <w:t xml:space="preserve">budoucí část ulice </w:t>
      </w:r>
      <w:r w:rsidRPr="007E2CF2">
        <w:rPr>
          <w:rFonts w:ascii="Verdana" w:hAnsi="Verdana"/>
        </w:rPr>
        <w:t xml:space="preserve">Ocelkova </w:t>
      </w:r>
      <w:r w:rsidRPr="00286CCF">
        <w:rPr>
          <w:rFonts w:ascii="Verdana" w:hAnsi="Verdana"/>
        </w:rPr>
        <w:t xml:space="preserve">bez </w:t>
      </w:r>
      <w:r>
        <w:rPr>
          <w:rFonts w:ascii="Verdana" w:hAnsi="Verdana"/>
        </w:rPr>
        <w:t>souvisejících objektů</w:t>
      </w:r>
      <w:r w:rsidRPr="00286CCF">
        <w:rPr>
          <w:rFonts w:ascii="Verdana" w:hAnsi="Verdana"/>
        </w:rPr>
        <w:t>, a to SO 2</w:t>
      </w:r>
      <w:r>
        <w:rPr>
          <w:rFonts w:ascii="Verdana" w:hAnsi="Verdana"/>
        </w:rPr>
        <w:t>0</w:t>
      </w:r>
      <w:r w:rsidRPr="00286CCF">
        <w:rPr>
          <w:rFonts w:ascii="Verdana" w:hAnsi="Verdana"/>
        </w:rPr>
        <w:t xml:space="preserve">1 </w:t>
      </w:r>
      <w:r w:rsidRPr="007E2CF2">
        <w:rPr>
          <w:rFonts w:ascii="Verdana" w:hAnsi="Verdana"/>
        </w:rPr>
        <w:t>Železniční most přes ul. Ocelkova</w:t>
      </w:r>
      <w:r w:rsidRPr="00286CCF">
        <w:rPr>
          <w:rFonts w:ascii="Verdana" w:hAnsi="Verdana"/>
        </w:rPr>
        <w:t xml:space="preserve"> (dále též jen „</w:t>
      </w:r>
      <w:r>
        <w:rPr>
          <w:rFonts w:ascii="Verdana" w:hAnsi="Verdana"/>
        </w:rPr>
        <w:t>most</w:t>
      </w:r>
      <w:r w:rsidRPr="00286CCF">
        <w:rPr>
          <w:rFonts w:ascii="Verdana" w:hAnsi="Verdana"/>
        </w:rPr>
        <w:t xml:space="preserve"> SO 2</w:t>
      </w:r>
      <w:r>
        <w:rPr>
          <w:rFonts w:ascii="Verdana" w:hAnsi="Verdana"/>
        </w:rPr>
        <w:t>0</w:t>
      </w:r>
      <w:r w:rsidRPr="00286CCF">
        <w:rPr>
          <w:rFonts w:ascii="Verdana" w:hAnsi="Verdana"/>
        </w:rPr>
        <w:t xml:space="preserve">1“). </w:t>
      </w:r>
      <w:r>
        <w:rPr>
          <w:rFonts w:ascii="Verdana" w:hAnsi="Verdana"/>
        </w:rPr>
        <w:t>Ostatní stavební objekty stavby č. 0211</w:t>
      </w:r>
      <w:r w:rsidRPr="00286CCF">
        <w:rPr>
          <w:rFonts w:ascii="Verdana" w:hAnsi="Verdana"/>
        </w:rPr>
        <w:t xml:space="preserve"> vybuduje Hlavní město Praha a nejsou předmětem tohoto výběrového řízení.</w:t>
      </w:r>
      <w:r>
        <w:rPr>
          <w:rFonts w:ascii="Verdana" w:hAnsi="Verdana"/>
        </w:rPr>
        <w:t xml:space="preserve"> </w:t>
      </w:r>
      <w:r w:rsidRPr="00BE09E9">
        <w:t>Součástí díla je i zajištění publicity stavby spolufinancované Hlavním měst</w:t>
      </w:r>
      <w:r w:rsidR="005E2AE4">
        <w:t>em</w:t>
      </w:r>
      <w:r w:rsidRPr="00BE09E9">
        <w:t xml:space="preserve"> Praha</w:t>
      </w:r>
      <w:r>
        <w:t>.</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F0634D" w:rsidRPr="00EF2BF0" w:rsidRDefault="00F0634D" w:rsidP="00F0634D">
      <w:pPr>
        <w:pStyle w:val="Textbezslovn"/>
        <w:spacing w:after="0"/>
      </w:pPr>
      <w:r w:rsidRPr="00EF2BF0">
        <w:t>CPV kód  45221112-0 Výstavba železničních mostů</w:t>
      </w:r>
    </w:p>
    <w:p w:rsidR="00F0634D" w:rsidRDefault="00F0634D" w:rsidP="00EF2BF0">
      <w:pPr>
        <w:pStyle w:val="Textbezslovn"/>
      </w:pPr>
      <w:r w:rsidRPr="00EF2BF0">
        <w:t>CPV kód  45221200-4 Stavební úpravy tunelů, šachet a podchodů</w:t>
      </w:r>
    </w:p>
    <w:p w:rsidR="0035531B" w:rsidRDefault="003C7A6C" w:rsidP="007354E9">
      <w:pPr>
        <w:pStyle w:val="Text1-1"/>
      </w:pPr>
      <w:r w:rsidRPr="007354E9">
        <w:t xml:space="preserve">Doba plnění veřejné zakázky je uvedena </w:t>
      </w:r>
      <w:r>
        <w:t>v Příloze k nabídce, jež tvoří díl 2 část 3 zadávací dokumentace, resp. je přílohou č. 6 Smlouvy o dílo.</w:t>
      </w:r>
    </w:p>
    <w:p w:rsidR="0035531B" w:rsidRDefault="0035531B" w:rsidP="006F6B09">
      <w:pPr>
        <w:pStyle w:val="Nadpis1-1"/>
      </w:pPr>
      <w:bookmarkStart w:id="9" w:name="_Toc84243091"/>
      <w:r>
        <w:t>ZDROJE FINANCOVÁNÍ</w:t>
      </w:r>
      <w:r w:rsidR="00845C50">
        <w:t xml:space="preserve"> </w:t>
      </w:r>
      <w:r w:rsidR="00776A8A">
        <w:t>A</w:t>
      </w:r>
      <w:r w:rsidR="00845C50">
        <w:t> </w:t>
      </w:r>
      <w:r>
        <w:t>PŘEDPOKLÁDANÁ HODNOTA VEŘEJNÉ ZAKÁZKY</w:t>
      </w:r>
      <w:bookmarkEnd w:id="9"/>
    </w:p>
    <w:p w:rsidR="0035531B" w:rsidRDefault="00EF2BF0" w:rsidP="00EF2BF0">
      <w:pPr>
        <w:pStyle w:val="Text1-1"/>
      </w:pPr>
      <w:r w:rsidRPr="008B18B2">
        <w:t>U této zakázky se předpokládá, že bude financována z dotace Hlavního města Prahy.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rsidR="007354E9" w:rsidRPr="007F69A2" w:rsidRDefault="007354E9" w:rsidP="00337143">
      <w:pPr>
        <w:pStyle w:val="Text1-1"/>
        <w:spacing w:after="0"/>
      </w:pPr>
      <w:r w:rsidRPr="004F70A1">
        <w:t xml:space="preserve">Předpokládaná hodnota veřejné zakázky </w:t>
      </w:r>
      <w:r w:rsidRPr="007F69A2">
        <w:t xml:space="preserve">činí </w:t>
      </w:r>
      <w:r w:rsidR="0071663D">
        <w:rPr>
          <w:b/>
        </w:rPr>
        <w:t>22 613 221</w:t>
      </w:r>
      <w:r w:rsidR="00EF2BF0" w:rsidRPr="007F69A2">
        <w:rPr>
          <w:b/>
        </w:rPr>
        <w:t>,-</w:t>
      </w:r>
      <w:r w:rsidRPr="007F69A2">
        <w:rPr>
          <w:b/>
        </w:rPr>
        <w:t xml:space="preserve"> Kč </w:t>
      </w:r>
      <w:r w:rsidRPr="007F69A2">
        <w:t>(bez DPH).</w:t>
      </w:r>
    </w:p>
    <w:p w:rsidR="00F9504F" w:rsidRDefault="00F9504F" w:rsidP="009326EA">
      <w:pPr>
        <w:pStyle w:val="Text1-1"/>
        <w:numPr>
          <w:ilvl w:val="0"/>
          <w:numId w:val="0"/>
        </w:numPr>
        <w:spacing w:after="0"/>
        <w:ind w:left="737"/>
        <w:rPr>
          <w:rStyle w:val="Tun9b"/>
        </w:rPr>
      </w:pPr>
    </w:p>
    <w:p w:rsidR="007354E9" w:rsidRDefault="00592BB1" w:rsidP="009326EA">
      <w:pPr>
        <w:pStyle w:val="Text1-1"/>
        <w:numPr>
          <w:ilvl w:val="0"/>
          <w:numId w:val="0"/>
        </w:numPr>
        <w:spacing w:after="0"/>
        <w:ind w:left="737"/>
      </w:pPr>
      <w:r w:rsidRPr="007F69A2">
        <w:rPr>
          <w:rStyle w:val="Tun9b"/>
        </w:rPr>
        <w:lastRenderedPageBreak/>
        <w:t xml:space="preserve">Předpokládaná hodnota plnění vybraného dodavatele po odečtení hodnoty vyhrazených změn závazků ze smlouvy činí </w:t>
      </w:r>
      <w:r w:rsidR="007F69A2" w:rsidRPr="007F69A2">
        <w:rPr>
          <w:rStyle w:val="Tun9b"/>
        </w:rPr>
        <w:t>21 206 641</w:t>
      </w:r>
      <w:r w:rsidRPr="007F69A2">
        <w:rPr>
          <w:rStyle w:val="Tun9b"/>
        </w:rPr>
        <w:t>,- Kč (bez DPH).</w:t>
      </w:r>
      <w:r w:rsidR="007354E9">
        <w:t xml:space="preserve"> </w:t>
      </w:r>
    </w:p>
    <w:p w:rsidR="0035531B" w:rsidRDefault="0035531B" w:rsidP="006F6B09">
      <w:pPr>
        <w:pStyle w:val="Nadpis1-1"/>
      </w:pPr>
      <w:bookmarkStart w:id="10" w:name="_Toc84243092"/>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3E699C" w:rsidRPr="00845C50" w:rsidRDefault="003E699C" w:rsidP="003E699C">
      <w:pPr>
        <w:pStyle w:val="Textbezslovn"/>
        <w:tabs>
          <w:tab w:val="left" w:pos="1701"/>
        </w:tabs>
        <w:ind w:left="1701" w:hanging="964"/>
        <w:rPr>
          <w:rStyle w:val="Tun9b"/>
        </w:rPr>
      </w:pPr>
      <w:r w:rsidRPr="00845C50">
        <w:rPr>
          <w:rStyle w:val="Tun9b"/>
        </w:rPr>
        <w:t>DÍL 2</w:t>
      </w:r>
      <w:r w:rsidRPr="00845C50">
        <w:rPr>
          <w:rStyle w:val="Tun9b"/>
        </w:rPr>
        <w:tab/>
        <w:t xml:space="preserve">SMLOUVA </w:t>
      </w:r>
      <w:r>
        <w:rPr>
          <w:rStyle w:val="Tun9b"/>
        </w:rPr>
        <w:t>A</w:t>
      </w:r>
      <w:r w:rsidRPr="00845C50">
        <w:rPr>
          <w:rStyle w:val="Tun9b"/>
        </w:rPr>
        <w:t> JEJÍ SOUČÁSTI</w:t>
      </w:r>
    </w:p>
    <w:p w:rsidR="003E699C" w:rsidRDefault="003E699C" w:rsidP="003E699C">
      <w:pPr>
        <w:pStyle w:val="Textbezslovn"/>
        <w:tabs>
          <w:tab w:val="left" w:pos="1701"/>
        </w:tabs>
        <w:spacing w:after="0"/>
        <w:ind w:left="1701" w:hanging="964"/>
      </w:pPr>
      <w:r>
        <w:t>Část 1</w:t>
      </w:r>
      <w:r>
        <w:tab/>
        <w:t>Smlouva o dílo (včetně příloh)</w:t>
      </w:r>
    </w:p>
    <w:p w:rsidR="003E699C" w:rsidRDefault="003E699C" w:rsidP="003E699C">
      <w:pPr>
        <w:pStyle w:val="Textbezslovn"/>
        <w:tabs>
          <w:tab w:val="left" w:pos="1701"/>
        </w:tabs>
        <w:spacing w:after="0"/>
        <w:ind w:left="1701" w:hanging="964"/>
      </w:pPr>
      <w:r>
        <w:t>Část 2</w:t>
      </w:r>
      <w:r>
        <w:tab/>
        <w:t xml:space="preserve">Dopis nabídky </w:t>
      </w:r>
    </w:p>
    <w:p w:rsidR="003E699C" w:rsidRDefault="003E699C" w:rsidP="003E699C">
      <w:pPr>
        <w:pStyle w:val="Textbezslovn"/>
        <w:tabs>
          <w:tab w:val="left" w:pos="1701"/>
        </w:tabs>
        <w:spacing w:after="0"/>
        <w:ind w:left="1701" w:hanging="964"/>
      </w:pPr>
      <w:r>
        <w:t>Část 3</w:t>
      </w:r>
      <w:r>
        <w:tab/>
        <w:t>Příloha k nabídce</w:t>
      </w:r>
    </w:p>
    <w:p w:rsidR="003E699C" w:rsidRDefault="003E699C" w:rsidP="003E699C">
      <w:pPr>
        <w:pStyle w:val="Textbezslovn"/>
        <w:tabs>
          <w:tab w:val="left" w:pos="1701"/>
        </w:tabs>
        <w:spacing w:after="0"/>
        <w:ind w:left="1701" w:hanging="964"/>
      </w:pPr>
      <w:r>
        <w:t>Část 4</w:t>
      </w:r>
      <w:r>
        <w:tab/>
        <w:t>Smluvní podmínky pro výstavbu pozemních a inženýrských staveb projektovaných objednatelem (FIDIC 1999) – Obecné podmínky („Obecné podmínky“)</w:t>
      </w:r>
    </w:p>
    <w:p w:rsidR="003E699C" w:rsidRDefault="003E699C" w:rsidP="003E699C">
      <w:pPr>
        <w:pStyle w:val="Textbezslovn"/>
        <w:tabs>
          <w:tab w:val="left" w:pos="1701"/>
        </w:tabs>
        <w:spacing w:after="0"/>
        <w:ind w:left="1701" w:hanging="964"/>
      </w:pPr>
      <w:r>
        <w:t xml:space="preserve">Část 5 </w:t>
      </w:r>
      <w:r>
        <w:tab/>
        <w:t>Smluvní podmínky pro výstavbu pozemních a inženýrských staveb projektovaných objednatelem – Zvláštní podmínky pro stavby Správy železnic, státní organizace („Zvláštní podmínky“)</w:t>
      </w:r>
    </w:p>
    <w:p w:rsidR="003E699C" w:rsidRDefault="003E699C" w:rsidP="003E699C">
      <w:pPr>
        <w:pStyle w:val="Textbezslovn"/>
        <w:tabs>
          <w:tab w:val="left" w:pos="1701"/>
        </w:tabs>
        <w:spacing w:after="0"/>
        <w:ind w:left="1701" w:hanging="964"/>
      </w:pPr>
      <w:r>
        <w:tab/>
        <w:t>Obecné podmínky a Zvláštní podmínky společně jako „Smluvní podmínky“</w:t>
      </w:r>
    </w:p>
    <w:p w:rsidR="003E699C" w:rsidRDefault="003E699C" w:rsidP="003E699C">
      <w:pPr>
        <w:pStyle w:val="Textbezslovn"/>
        <w:tabs>
          <w:tab w:val="left" w:pos="1701"/>
        </w:tabs>
        <w:spacing w:after="0"/>
        <w:ind w:left="1701" w:hanging="964"/>
      </w:pPr>
      <w:r>
        <w:t xml:space="preserve">Část 6 </w:t>
      </w:r>
      <w:r>
        <w:tab/>
        <w:t>Technické kvalitativní podmínky staveb státních drah (TKP)</w:t>
      </w:r>
    </w:p>
    <w:p w:rsidR="003E699C" w:rsidRDefault="003E699C" w:rsidP="003E699C">
      <w:pPr>
        <w:pStyle w:val="Textbezslovn"/>
        <w:tabs>
          <w:tab w:val="left" w:pos="1701"/>
        </w:tabs>
        <w:spacing w:after="0"/>
        <w:ind w:left="1701" w:hanging="964"/>
      </w:pPr>
      <w:r>
        <w:t xml:space="preserve">Část 7 </w:t>
      </w:r>
      <w:r>
        <w:tab/>
        <w:t>Všeobecné technické podmínky</w:t>
      </w:r>
    </w:p>
    <w:p w:rsidR="003E699C" w:rsidRDefault="003E699C" w:rsidP="003E699C">
      <w:pPr>
        <w:pStyle w:val="Textbezslovn"/>
        <w:tabs>
          <w:tab w:val="left" w:pos="1701"/>
        </w:tabs>
        <w:spacing w:after="0"/>
        <w:ind w:left="1701" w:hanging="964"/>
      </w:pPr>
      <w:r>
        <w:t>Část 8</w:t>
      </w:r>
      <w:r>
        <w:tab/>
        <w:t>Zvláštní technické podmínky</w:t>
      </w:r>
    </w:p>
    <w:p w:rsidR="003E699C" w:rsidRDefault="003E699C" w:rsidP="003E699C">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p>
    <w:p w:rsidR="003E699C" w:rsidRDefault="003E699C" w:rsidP="003E699C">
      <w:pPr>
        <w:pStyle w:val="Textbezslovn"/>
        <w:tabs>
          <w:tab w:val="left" w:pos="1701"/>
        </w:tabs>
        <w:spacing w:after="0"/>
        <w:ind w:left="1701" w:hanging="964"/>
      </w:pPr>
      <w:r>
        <w:tab/>
        <w:t xml:space="preserve">Metodika pro kvantifikaci finančních nároků při zpoždění a prodloužení – schváleno Ministerstvem dopravy dne </w:t>
      </w:r>
      <w:proofErr w:type="gramStart"/>
      <w:r>
        <w:t>10.11.2020</w:t>
      </w:r>
      <w:proofErr w:type="gramEnd"/>
    </w:p>
    <w:p w:rsidR="003E699C" w:rsidRDefault="003E699C" w:rsidP="003E699C">
      <w:pPr>
        <w:pStyle w:val="Textbezslovn"/>
        <w:tabs>
          <w:tab w:val="left" w:pos="1701"/>
        </w:tabs>
        <w:spacing w:after="0"/>
        <w:ind w:left="1701" w:hanging="964"/>
      </w:pPr>
      <w:r>
        <w:tab/>
        <w:t xml:space="preserve">Metodika pro časové řízení u stavebních zakázek podle Smluvních podmínek </w:t>
      </w:r>
      <w:proofErr w:type="gramStart"/>
      <w:r>
        <w:t>FIDIC (1.vydání</w:t>
      </w:r>
      <w:proofErr w:type="gramEnd"/>
      <w:r>
        <w:t xml:space="preserve"> leden 2018) schváleno Ministerstvem dopravy dne 20.2.2018</w:t>
      </w:r>
    </w:p>
    <w:p w:rsidR="003E699C" w:rsidRDefault="003E699C" w:rsidP="003E699C">
      <w:pPr>
        <w:pStyle w:val="Textbezslovn"/>
        <w:tabs>
          <w:tab w:val="left" w:pos="1701"/>
        </w:tabs>
        <w:ind w:left="1701" w:hanging="964"/>
      </w:pPr>
      <w:r>
        <w:tab/>
        <w:t xml:space="preserve">Metodika pro správu změn díla (variací) u stavebních zakázek financovaných z rozpočtu SFDI podle smluvních podmínek FIDIC (Červené knihy) ve vztahu k úpravě zadávání veřejných </w:t>
      </w:r>
      <w:proofErr w:type="gramStart"/>
      <w:r>
        <w:t>zakázek – 1.vydání</w:t>
      </w:r>
      <w:proofErr w:type="gramEnd"/>
      <w:r>
        <w:t>, leden 2018</w:t>
      </w:r>
    </w:p>
    <w:p w:rsidR="003E699C" w:rsidRPr="00FD39DE" w:rsidRDefault="003E699C" w:rsidP="003E699C">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3E699C" w:rsidRPr="00FD39DE" w:rsidRDefault="003E699C" w:rsidP="003E699C">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3E699C" w:rsidRPr="00D245DF" w:rsidRDefault="003E699C" w:rsidP="003E699C">
      <w:pPr>
        <w:pStyle w:val="Textbezslovn"/>
        <w:tabs>
          <w:tab w:val="left" w:pos="1701"/>
        </w:tabs>
        <w:spacing w:after="0"/>
        <w:ind w:left="1701" w:hanging="964"/>
      </w:pPr>
      <w:r>
        <w:t xml:space="preserve">Část </w:t>
      </w:r>
      <w:r w:rsidR="009A7F8E">
        <w:t>1</w:t>
      </w:r>
      <w:r>
        <w:t xml:space="preserve"> </w:t>
      </w:r>
      <w:r>
        <w:tab/>
      </w:r>
      <w:r w:rsidRPr="00D245DF">
        <w:t xml:space="preserve">Rekapitulace ceny dle SO a PS </w:t>
      </w:r>
      <w:r>
        <w:t>(pouze u formátu XLSX)</w:t>
      </w:r>
    </w:p>
    <w:p w:rsidR="0035531B" w:rsidRDefault="003E699C" w:rsidP="003E699C">
      <w:pPr>
        <w:pStyle w:val="Textbezslovn"/>
        <w:tabs>
          <w:tab w:val="left" w:pos="1701"/>
        </w:tabs>
        <w:ind w:left="1701" w:hanging="964"/>
      </w:pPr>
      <w:r w:rsidRPr="00D245DF">
        <w:t xml:space="preserve">Část </w:t>
      </w:r>
      <w:r w:rsidR="009A7F8E">
        <w:t>2</w:t>
      </w:r>
      <w:r w:rsidRPr="00D245DF">
        <w:tab/>
        <w:t>Soupis prací členěný dle SO a</w:t>
      </w:r>
      <w:r>
        <w:t xml:space="preserve"> PS</w:t>
      </w:r>
      <w:r w:rsidR="0035531B">
        <w:t xml:space="preserve"> </w:t>
      </w:r>
    </w:p>
    <w:p w:rsidR="0035531B" w:rsidRDefault="00FD39DE" w:rsidP="00B028B8">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Default="00FD39DE" w:rsidP="00FD39DE">
      <w:pPr>
        <w:pStyle w:val="Text1-1"/>
      </w:pPr>
      <w:r w:rsidRPr="008513D8">
        <w:t>Zadavatel sděluje, že následující části zadávací dokumentace vypracovala osoba odlišná</w:t>
      </w:r>
      <w:r w:rsidRPr="00FD39DE">
        <w:t xml:space="preserve"> od zadavatele, a to: </w:t>
      </w:r>
    </w:p>
    <w:p w:rsidR="001355CC" w:rsidRDefault="001355CC" w:rsidP="001355CC">
      <w:pPr>
        <w:pStyle w:val="Text1-1"/>
        <w:numPr>
          <w:ilvl w:val="0"/>
          <w:numId w:val="41"/>
        </w:numPr>
        <w:ind w:left="993" w:hanging="284"/>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rsidR="001355CC" w:rsidRDefault="003E049F" w:rsidP="001355CC">
      <w:pPr>
        <w:pStyle w:val="Text1-1"/>
        <w:numPr>
          <w:ilvl w:val="0"/>
          <w:numId w:val="41"/>
        </w:numPr>
        <w:ind w:left="993" w:hanging="284"/>
      </w:pPr>
      <w:r>
        <w:t>Projektová dokumentace „0211 Lipnická – Ocelkova, SO 201 Železniční most přes ul. Ocelkova</w:t>
      </w:r>
      <w:r w:rsidRPr="00316696">
        <w:t xml:space="preserve">“, zpracovatel </w:t>
      </w:r>
      <w:r w:rsidR="009110ED">
        <w:t xml:space="preserve">společnost „SG: Lipnická-Ocelkova“, společník 1 </w:t>
      </w:r>
      <w:r w:rsidR="009110ED" w:rsidRPr="0051279F">
        <w:t>PUDIS a.s.</w:t>
      </w:r>
      <w:r w:rsidR="009110ED">
        <w:t xml:space="preserve">, </w:t>
      </w:r>
      <w:r w:rsidR="009110ED">
        <w:lastRenderedPageBreak/>
        <w:t>se sídlem Podbabská 1014/20, 160 00 Praha 6 –</w:t>
      </w:r>
      <w:r w:rsidR="00F9504F">
        <w:t xml:space="preserve"> Bubeneč, IČO: 45272891;</w:t>
      </w:r>
      <w:r w:rsidR="009110ED">
        <w:t xml:space="preserve"> společník 2 SUDOP PRAHA a.s., Olšanská 2643/1a, 130 80 Praha 3 – Žižkov, IČO: 25793349; datum 06/2021.</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84243093"/>
      <w:r>
        <w:t>VYSVĚTLENÍ, ZMĚNY</w:t>
      </w:r>
      <w:r w:rsidR="00845C50">
        <w:t xml:space="preserve"> </w:t>
      </w:r>
      <w:r w:rsidR="00776A8A">
        <w:t>A</w:t>
      </w:r>
      <w:r w:rsidR="00845C50">
        <w:t> </w:t>
      </w:r>
      <w:r>
        <w:t>DOPLNĚNÍ ZADÁVACÍ DOKUMENTACE</w:t>
      </w:r>
      <w:bookmarkEnd w:id="11"/>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E309CF">
        <w:rPr>
          <w:b/>
        </w:rPr>
        <w:t>nejpozději 4 pracovní</w:t>
      </w:r>
      <w:r w:rsidR="00582121">
        <w:rPr>
          <w:b/>
        </w:rPr>
        <w:t xml:space="preserve"> dny</w:t>
      </w:r>
      <w:r w:rsidR="00B07880" w:rsidRPr="00E309CF">
        <w:t xml:space="preserve"> </w:t>
      </w:r>
      <w:r w:rsidRPr="00E309CF">
        <w:t>před uplynutím</w:t>
      </w:r>
      <w:r w:rsidRPr="00FD39DE">
        <w:t xml:space="preserve"> lhůty pro podání nabídek</w:t>
      </w:r>
      <w:r w:rsidR="00693188">
        <w:t>, jinak zadavatel není povinen vysvětlení poskytnout</w:t>
      </w:r>
      <w:r w:rsidRPr="00FD39DE">
        <w:t>.</w:t>
      </w:r>
    </w:p>
    <w:p w:rsidR="0035531B" w:rsidRDefault="00FD39DE" w:rsidP="00FD39DE">
      <w:pPr>
        <w:pStyle w:val="Text1-1"/>
      </w:pPr>
      <w:r w:rsidRPr="00FD39DE">
        <w:t xml:space="preserve">Zadavatel poskytne vysvětlení zadávací dokumentace nejpozději </w:t>
      </w:r>
      <w:r w:rsidRPr="00E309CF">
        <w:t>do 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E309CF">
        <w:t xml:space="preserve">nejméně </w:t>
      </w:r>
      <w:r w:rsidR="00CE5F6A" w:rsidRPr="00E309CF">
        <w:t>2</w:t>
      </w:r>
      <w:r w:rsidR="00693188" w:rsidRPr="00E309CF">
        <w:t xml:space="preserve"> pracovní</w:t>
      </w:r>
      <w:r w:rsidR="00693188">
        <w:t xml:space="preserve"> dny před uplynutím lhůty pro podání nabídek.</w:t>
      </w:r>
    </w:p>
    <w:p w:rsidR="0035531B" w:rsidRDefault="00FD39DE" w:rsidP="00E309CF">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2" w:name="_Toc84243094"/>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w:t>
      </w:r>
      <w:r>
        <w:lastRenderedPageBreak/>
        <w:t>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Pr="005A4EC2" w:rsidRDefault="0035531B" w:rsidP="005A4EC2">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w:t>
      </w:r>
      <w:r w:rsidR="00BC6D2B" w:rsidRPr="005A4EC2">
        <w:t>k </w:t>
      </w:r>
      <w:r w:rsidRPr="005A4EC2">
        <w:t xml:space="preserve">dispozici </w:t>
      </w:r>
      <w:r w:rsidR="003944D4" w:rsidRPr="005A4EC2">
        <w:t xml:space="preserve">živnostenské </w:t>
      </w:r>
      <w:r w:rsidRPr="005A4EC2">
        <w:t>oprávnění</w:t>
      </w:r>
      <w:r w:rsidR="00BC6D2B" w:rsidRPr="005A4EC2">
        <w:t xml:space="preserve"> k </w:t>
      </w:r>
      <w:r w:rsidRPr="005A4EC2">
        <w:t xml:space="preserve">podnikání pro následující činnosti: </w:t>
      </w:r>
    </w:p>
    <w:p w:rsidR="0035531B" w:rsidRPr="005A4EC2" w:rsidRDefault="0035531B" w:rsidP="00D10A2D">
      <w:pPr>
        <w:pStyle w:val="Odrka1-2-"/>
      </w:pPr>
      <w:r w:rsidRPr="005A4EC2">
        <w:t>Provádění staveb, jejich změn</w:t>
      </w:r>
      <w:r w:rsidR="00845C50" w:rsidRPr="005A4EC2">
        <w:t xml:space="preserve"> a </w:t>
      </w:r>
      <w:r w:rsidRPr="005A4EC2">
        <w:t>odstraňování,</w:t>
      </w:r>
    </w:p>
    <w:p w:rsidR="0035531B" w:rsidRPr="005A4EC2" w:rsidRDefault="009326EA" w:rsidP="00CC4380">
      <w:pPr>
        <w:pStyle w:val="Odrka1-2-"/>
      </w:pPr>
      <w:r>
        <w:t>Výkon zeměměřických činností.</w:t>
      </w:r>
    </w:p>
    <w:p w:rsidR="0035531B" w:rsidRDefault="0035531B" w:rsidP="00092CC9">
      <w:pPr>
        <w:pStyle w:val="Odrka1-1"/>
      </w:pPr>
      <w:r>
        <w:t>Odborná způsobilost:</w:t>
      </w:r>
    </w:p>
    <w:p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rsidR="00344A9C" w:rsidRDefault="00344A9C" w:rsidP="00344A9C">
      <w:pPr>
        <w:pStyle w:val="Odrka1-1"/>
        <w:numPr>
          <w:ilvl w:val="0"/>
          <w:numId w:val="0"/>
        </w:numPr>
        <w:ind w:left="1190" w:firstLine="341"/>
      </w:pPr>
      <w:r w:rsidRPr="00046D0A">
        <w:rPr>
          <w:b/>
        </w:rPr>
        <w:t xml:space="preserve">d) </w:t>
      </w:r>
      <w:r w:rsidRPr="00046D0A">
        <w:t>mosty a inženýrské konstrukce</w:t>
      </w:r>
      <w:r w:rsidR="00970034">
        <w:t>,</w:t>
      </w:r>
    </w:p>
    <w:p w:rsidR="00970034" w:rsidRPr="00046D0A" w:rsidRDefault="00970034" w:rsidP="00344A9C">
      <w:pPr>
        <w:pStyle w:val="Odrka1-1"/>
        <w:numPr>
          <w:ilvl w:val="0"/>
          <w:numId w:val="0"/>
        </w:numPr>
        <w:ind w:left="1190" w:firstLine="341"/>
        <w:rPr>
          <w:b/>
        </w:rPr>
      </w:pPr>
      <w:r>
        <w:rPr>
          <w:b/>
        </w:rPr>
        <w:t>i)</w:t>
      </w:r>
      <w:r w:rsidRPr="00970034">
        <w:t xml:space="preserve"> geotechnika</w:t>
      </w:r>
    </w:p>
    <w:p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písm. </w:t>
      </w:r>
      <w:r w:rsidRPr="00046D0A">
        <w:rPr>
          <w:rStyle w:val="Tun9b"/>
        </w:rPr>
        <w:t>a)</w:t>
      </w:r>
      <w:r w:rsidR="00845C50" w:rsidRPr="00046D0A">
        <w:rPr>
          <w:rStyle w:val="Tun9b"/>
        </w:rPr>
        <w:t xml:space="preserve"> </w:t>
      </w:r>
      <w:r w:rsidR="00845C50" w:rsidRPr="00046D0A">
        <w:rPr>
          <w:rStyle w:val="Tun9b"/>
          <w:b w:val="0"/>
        </w:rPr>
        <w:t>a </w:t>
      </w:r>
      <w:r w:rsidRPr="00046D0A">
        <w:rPr>
          <w:rStyle w:val="Tun9b"/>
        </w:rPr>
        <w:t>c)</w:t>
      </w:r>
      <w:r w:rsidRPr="00046D0A">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w:t>
      </w:r>
      <w:r w:rsidRPr="00FD4743">
        <w:lastRenderedPageBreak/>
        <w:t>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590E04">
        <w:t xml:space="preserve"> nebo</w:t>
      </w:r>
      <w:r w:rsidR="00F6113F">
        <w:t xml:space="preserve"> rekonstrukce</w:t>
      </w:r>
      <w:r w:rsidR="00BC12B5">
        <w:t xml:space="preserve"> </w:t>
      </w:r>
      <w:r>
        <w:t xml:space="preserve">na stavbách </w:t>
      </w:r>
      <w:r w:rsidRPr="00590E04">
        <w:t>železničních</w:t>
      </w:r>
      <w:r w:rsidR="00590E04">
        <w:t xml:space="preserve"> drah</w:t>
      </w:r>
      <w:r>
        <w:t xml:space="preserve">,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w:t>
      </w:r>
      <w:r w:rsidRPr="00590E04">
        <w:t>posledních 5</w:t>
      </w:r>
      <w:r w:rsidR="00590E04" w:rsidRPr="00590E04">
        <w:t xml:space="preserve"> let</w:t>
      </w:r>
      <w:r w:rsidR="00590E04">
        <w:t xml:space="preserve"> </w:t>
      </w:r>
      <w:r>
        <w:t>před zahájením výběrového řízení (dále jako „</w:t>
      </w:r>
      <w:r w:rsidRPr="00F95A2C">
        <w:rPr>
          <w:b/>
        </w:rPr>
        <w:t>stavební práce</w:t>
      </w:r>
      <w:r>
        <w:t xml:space="preserve">“). </w:t>
      </w:r>
    </w:p>
    <w:p w:rsidR="00F95A2C" w:rsidRDefault="000F1846"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w:t>
      </w:r>
      <w:r w:rsidRPr="00B750F3">
        <w:t>objednatelů o řádném poskytnutí a dokončení stavebních prací prokázal, že dodavatel v posledních 5 letech</w:t>
      </w:r>
      <w:r>
        <w:t xml:space="preserve"> před zahájením výběrového řízení řádně poskytl a dokončil minimálně </w:t>
      </w:r>
      <w:r>
        <w:rPr>
          <w:b/>
        </w:rPr>
        <w:t>jednu</w:t>
      </w:r>
      <w:r>
        <w:t xml:space="preserve"> stavební práci v hodnotě, </w:t>
      </w:r>
      <w:r w:rsidRPr="0065493E">
        <w:t xml:space="preserve">včetně případných poddodávek, alespoň ve výši </w:t>
      </w:r>
      <w:r>
        <w:rPr>
          <w:b/>
        </w:rPr>
        <w:t>11</w:t>
      </w:r>
      <w:r w:rsidRPr="0065493E">
        <w:rPr>
          <w:b/>
        </w:rPr>
        <w:t xml:space="preserve"> mil. Kč</w:t>
      </w:r>
      <w:r w:rsidRPr="0065493E">
        <w:t xml:space="preserve"> bez DPH, </w:t>
      </w:r>
      <w:r>
        <w:t>její</w:t>
      </w:r>
      <w:r w:rsidR="00847E53">
        <w:t>m</w:t>
      </w:r>
      <w:r>
        <w:t>ž</w:t>
      </w:r>
      <w:r w:rsidRPr="0065493E">
        <w:t xml:space="preserve"> předmětem byla </w:t>
      </w:r>
      <w:r>
        <w:t>novostavba</w:t>
      </w:r>
      <w:r w:rsidRPr="0065493E">
        <w:t xml:space="preserve"> nebo rekonstrukce </w:t>
      </w:r>
      <w:r>
        <w:t>železobetonového železničního mostu</w:t>
      </w:r>
      <w:r w:rsidRPr="0065493E">
        <w:t xml:space="preserve"> </w:t>
      </w:r>
      <w:r>
        <w:t>(uvedená částka se vztahuje</w:t>
      </w:r>
      <w:r w:rsidRPr="0007200F">
        <w:t xml:space="preserve"> k hodnotě novostavby nebo rekonstrukce </w:t>
      </w:r>
      <w:r>
        <w:t>železobetonového železničního mostu</w:t>
      </w:r>
      <w:r w:rsidRPr="0007200F">
        <w:t xml:space="preserve">, nikoli k hodnotě zakázky jako celku). Hodnotou stavebních prací se </w:t>
      </w:r>
      <w:r w:rsidRPr="0007200F">
        <w:rPr>
          <w:rFonts w:cs="Arial"/>
          <w:iCs/>
        </w:rPr>
        <w:t>pro</w:t>
      </w:r>
      <w:r w:rsidRPr="0065493E">
        <w:rPr>
          <w:rFonts w:cs="Arial"/>
          <w:iCs/>
        </w:rPr>
        <w:t xml:space="preserve"> účely posouzení splnění kritérií technické kvalifikace</w:t>
      </w:r>
      <w:r w:rsidRPr="0065493E">
        <w:t xml:space="preserve"> rozumí cena, za kterou dodavatel provedl předmětné stavební práce; tato cena nebude upravována o míru inflace tak, aby odpovídala současným hodnotám stavebních prací.</w:t>
      </w:r>
    </w:p>
    <w:p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rsidR="003D42AA" w:rsidRPr="00412F6F" w:rsidRDefault="003D42AA" w:rsidP="003D42AA">
      <w:pPr>
        <w:pStyle w:val="Textbezslovn"/>
      </w:pPr>
      <w:r>
        <w:t>Za rekonstrukci se nepovažují</w:t>
      </w:r>
      <w:r w:rsidR="00235D94">
        <w:t xml:space="preserve"> opravné ani</w:t>
      </w:r>
      <w:r>
        <w:t xml:space="preserve"> údržbové práce, jež mají pro účely posouzení </w:t>
      </w:r>
      <w:r w:rsidRPr="00412F6F">
        <w:t xml:space="preserve">splnění kritérií technické kvalifikace v těchto zadávacích podmínkách následující význam: </w:t>
      </w:r>
    </w:p>
    <w:p w:rsidR="00235D94" w:rsidRDefault="00235D94" w:rsidP="00337143">
      <w:pPr>
        <w:pStyle w:val="Textbezslovn"/>
        <w:numPr>
          <w:ilvl w:val="0"/>
          <w:numId w:val="37"/>
        </w:numPr>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w:t>
      </w:r>
      <w:r w:rsidRPr="00412F6F">
        <w:lastRenderedPageBreak/>
        <w:t xml:space="preserve">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AF4A09">
        <w:t xml:space="preserve">Doba </w:t>
      </w:r>
      <w:r w:rsidR="0087311C" w:rsidRPr="00235D94">
        <w:t xml:space="preserve">posledních </w:t>
      </w:r>
      <w:r w:rsidRPr="00235D94">
        <w:t xml:space="preserve">5 let </w:t>
      </w:r>
      <w:r w:rsidR="0087311C" w:rsidRPr="00235D94">
        <w:t xml:space="preserve">před zahájením výběrového řízení </w:t>
      </w:r>
      <w:r w:rsidRPr="00235D94">
        <w:t xml:space="preserve">se </w:t>
      </w:r>
      <w:r w:rsidR="0087311C" w:rsidRPr="00235D94">
        <w:t xml:space="preserve">pro účely prokázání technické kvalifikace ohledně referenčních zakázek </w:t>
      </w:r>
      <w:r w:rsidRPr="00235D94">
        <w:t xml:space="preserve">považuje za splněnou, pokud byly stavební práce </w:t>
      </w:r>
      <w:r w:rsidR="0087311C" w:rsidRPr="00235D94">
        <w:t xml:space="preserve">dokončeny </w:t>
      </w:r>
      <w:r w:rsidRPr="00235D94">
        <w:t>v průběhu této doby</w:t>
      </w:r>
      <w:r w:rsidR="0087311C" w:rsidRPr="00235D94">
        <w:t xml:space="preserve"> nebo kdykoli po zahájení výběrového řízení, včetně doby po podání nabídek, a to nejpozději do doby zadavatelem případně stanovené k předložení údajů a dokladů dle bodu 16.3 této Výzvy. P</w:t>
      </w:r>
      <w:r w:rsidRPr="00235D94">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235D94">
        <w:t xml:space="preserve">pro účely prokázání technické kvalifikace v tomto výběrovém řízení </w:t>
      </w:r>
      <w:r w:rsidRPr="00235D94">
        <w:t xml:space="preserve">rozumí </w:t>
      </w:r>
      <w:r w:rsidR="000E15C8" w:rsidRPr="00235D94">
        <w:t xml:space="preserve">i </w:t>
      </w:r>
      <w:r w:rsidRPr="00235D94">
        <w:t>uvedení díla</w:t>
      </w:r>
      <w:r w:rsidR="000E15C8" w:rsidRPr="00235D94">
        <w:t>, resp. poslední části stavby,</w:t>
      </w:r>
      <w:r w:rsidRPr="00235D94">
        <w:t xml:space="preserve"> alespoň do zkušebního provozu. Zadavatel nicméně za dílo dokončené v období posledních 5 let bude považovat též dílo, které v tomto období bylo</w:t>
      </w:r>
      <w:r w:rsidRPr="00AF4A09">
        <w:t xml:space="preserve">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w:t>
      </w:r>
      <w:r>
        <w:lastRenderedPageBreak/>
        <w:t>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12054E" w:rsidRDefault="0035531B" w:rsidP="00EF4DAC">
      <w:pPr>
        <w:pStyle w:val="Odstavec1-1a"/>
        <w:numPr>
          <w:ilvl w:val="0"/>
          <w:numId w:val="11"/>
        </w:numPr>
        <w:rPr>
          <w:rStyle w:val="Tun9b"/>
        </w:rPr>
      </w:pPr>
      <w:r w:rsidRPr="0012054E">
        <w:rPr>
          <w:rStyle w:val="Tun9b"/>
        </w:rPr>
        <w:t>stavbyvedoucí</w:t>
      </w:r>
    </w:p>
    <w:p w:rsidR="0035531B" w:rsidRPr="0012054E" w:rsidRDefault="0035531B" w:rsidP="00930B79">
      <w:pPr>
        <w:pStyle w:val="Odrka1-2-"/>
      </w:pPr>
      <w:r w:rsidRPr="0012054E">
        <w:t>minimálně středoškolské vzdělání;</w:t>
      </w:r>
    </w:p>
    <w:p w:rsidR="0035531B" w:rsidRPr="0012054E" w:rsidRDefault="0035531B" w:rsidP="00930B79">
      <w:pPr>
        <w:pStyle w:val="Odrka1-2-"/>
      </w:pPr>
      <w:r w:rsidRPr="0012054E">
        <w:t>nejméně 5 let praxe</w:t>
      </w:r>
      <w:r w:rsidR="00092CC9" w:rsidRPr="0012054E">
        <w:t xml:space="preserve"> v </w:t>
      </w:r>
      <w:r w:rsidRPr="0012054E">
        <w:t xml:space="preserve">řízení provádění staveb železničních drah; </w:t>
      </w:r>
    </w:p>
    <w:p w:rsidR="0035531B" w:rsidRPr="0012054E" w:rsidRDefault="0012054E" w:rsidP="00AF4A09">
      <w:pPr>
        <w:pStyle w:val="Odrka1-2-"/>
      </w:pPr>
      <w:r w:rsidRPr="0012054E">
        <w:lastRenderedPageBreak/>
        <w:t xml:space="preserve">zkušenost s řízením realizace alespoň jedné zakázky na stavební práce, </w:t>
      </w:r>
      <w:r w:rsidR="000F1846">
        <w:t>její</w:t>
      </w:r>
      <w:r w:rsidR="001F5A3E">
        <w:t>m</w:t>
      </w:r>
      <w:r w:rsidR="000F1846">
        <w:t>ž předmětem byla</w:t>
      </w:r>
      <w:r w:rsidR="000F1846" w:rsidRPr="007033FD">
        <w:t xml:space="preserve"> novostavb</w:t>
      </w:r>
      <w:r w:rsidR="000F1846">
        <w:t>a</w:t>
      </w:r>
      <w:r w:rsidR="000F1846" w:rsidRPr="007033FD">
        <w:t xml:space="preserve"> nebo</w:t>
      </w:r>
      <w:r w:rsidR="000F1846">
        <w:t xml:space="preserve"> rekonstrukce železobetonového</w:t>
      </w:r>
      <w:r w:rsidR="000F1846" w:rsidRPr="007033FD">
        <w:t xml:space="preserve"> </w:t>
      </w:r>
      <w:r w:rsidR="000F1846">
        <w:t>železničního mostu</w:t>
      </w:r>
      <w:r w:rsidR="000F1846" w:rsidRPr="002259A7">
        <w:t xml:space="preserve"> v hodnotě nejméně </w:t>
      </w:r>
      <w:r w:rsidR="000F1846" w:rsidRPr="002259A7">
        <w:rPr>
          <w:b/>
        </w:rPr>
        <w:t>11 mil.</w:t>
      </w:r>
      <w:r w:rsidR="000F1846" w:rsidRPr="002259A7">
        <w:t xml:space="preserve"> </w:t>
      </w:r>
      <w:r w:rsidR="000F1846" w:rsidRPr="002259A7">
        <w:rPr>
          <w:b/>
        </w:rPr>
        <w:t xml:space="preserve">Kč </w:t>
      </w:r>
      <w:r w:rsidR="000F1846" w:rsidRPr="002259A7">
        <w:t xml:space="preserve">bez DPH (částka Kč se vztahuje k hodnotě novostavby nebo rekonstrukce </w:t>
      </w:r>
      <w:r w:rsidR="000F1846">
        <w:t>železobetonového železničního mostu</w:t>
      </w:r>
      <w:r w:rsidR="000F1846" w:rsidRPr="002259A7">
        <w:t>, nikoli k hodnotě zakázky jako celku)</w:t>
      </w:r>
      <w:r w:rsidRPr="0012054E">
        <w:t>, a to v posledních 10 letech před zahájením výběrového řízení</w:t>
      </w:r>
      <w:r w:rsidR="0035531B" w:rsidRPr="0012054E">
        <w:t>;</w:t>
      </w:r>
    </w:p>
    <w:p w:rsidR="0035531B" w:rsidRPr="0012054E" w:rsidRDefault="0035531B" w:rsidP="00AD1771">
      <w:pPr>
        <w:pStyle w:val="Odrka1-2-"/>
      </w:pPr>
      <w:r w:rsidRPr="0012054E">
        <w:t>musí předložit doklad</w:t>
      </w:r>
      <w:r w:rsidR="00092CC9" w:rsidRPr="0012054E">
        <w:t xml:space="preserve"> o </w:t>
      </w:r>
      <w:r w:rsidRPr="0012054E">
        <w:t>autorizaci</w:t>
      </w:r>
      <w:r w:rsidR="00092CC9" w:rsidRPr="0012054E">
        <w:t xml:space="preserve"> v </w:t>
      </w:r>
      <w:r w:rsidR="0012054E" w:rsidRPr="0012054E">
        <w:t>rozsahu dle § 5 odst. 3 písm. d</w:t>
      </w:r>
      <w:r w:rsidRPr="0012054E">
        <w:t xml:space="preserve">) </w:t>
      </w:r>
      <w:r w:rsidR="007476A8" w:rsidRPr="0012054E">
        <w:t xml:space="preserve">autorizačního </w:t>
      </w:r>
      <w:r w:rsidRPr="0012054E">
        <w:t>zákona, tedy</w:t>
      </w:r>
      <w:r w:rsidR="00092CC9" w:rsidRPr="0012054E">
        <w:t xml:space="preserve"> v </w:t>
      </w:r>
      <w:r w:rsidRPr="0012054E">
        <w:t xml:space="preserve">oboru </w:t>
      </w:r>
      <w:r w:rsidR="0012054E" w:rsidRPr="0012054E">
        <w:t>mosty a inženýrské konstrukce</w:t>
      </w:r>
      <w:r w:rsidRPr="0012054E">
        <w:t>;</w:t>
      </w:r>
    </w:p>
    <w:p w:rsidR="0035531B" w:rsidRPr="001A5FF5" w:rsidRDefault="0035531B" w:rsidP="008B2021">
      <w:pPr>
        <w:pStyle w:val="Odstavec1-1a"/>
        <w:rPr>
          <w:b/>
        </w:rPr>
      </w:pPr>
      <w:r w:rsidRPr="001A5FF5">
        <w:rPr>
          <w:b/>
        </w:rPr>
        <w:t>specialista (vedoucí prací) na mosty</w:t>
      </w:r>
      <w:r w:rsidR="00845C50" w:rsidRPr="001A5FF5">
        <w:rPr>
          <w:b/>
        </w:rPr>
        <w:t xml:space="preserve"> a </w:t>
      </w:r>
      <w:r w:rsidRPr="001A5FF5">
        <w:rPr>
          <w:b/>
        </w:rPr>
        <w:t>inženýrské konstrukce</w:t>
      </w:r>
    </w:p>
    <w:p w:rsidR="0035531B" w:rsidRPr="001A5FF5" w:rsidRDefault="0035531B" w:rsidP="008B2021">
      <w:pPr>
        <w:pStyle w:val="Odrka1-2-"/>
      </w:pPr>
      <w:r w:rsidRPr="001A5FF5">
        <w:t>minimálně středoškolské vzdělání;</w:t>
      </w:r>
    </w:p>
    <w:p w:rsidR="0035531B" w:rsidRPr="001A5FF5" w:rsidRDefault="0035531B" w:rsidP="008B2021">
      <w:pPr>
        <w:pStyle w:val="Odrka1-2-"/>
      </w:pPr>
      <w:r w:rsidRPr="001A5FF5">
        <w:t>nejméně 5 let praxe</w:t>
      </w:r>
      <w:r w:rsidR="00092CC9" w:rsidRPr="001A5FF5">
        <w:t xml:space="preserve"> v </w:t>
      </w:r>
      <w:r w:rsidRPr="001A5FF5">
        <w:t xml:space="preserve">oboru své specializace </w:t>
      </w:r>
      <w:r w:rsidR="00B07880" w:rsidRPr="001A5FF5">
        <w:t xml:space="preserve">(mosty a inženýrské konstrukce) </w:t>
      </w:r>
      <w:r w:rsidRPr="001A5FF5">
        <w:t>při provádění staveb;</w:t>
      </w:r>
    </w:p>
    <w:p w:rsidR="0035531B" w:rsidRPr="00867D9B" w:rsidRDefault="0035531B" w:rsidP="008B2021">
      <w:pPr>
        <w:pStyle w:val="Odrka1-2-"/>
      </w:pPr>
      <w:r w:rsidRPr="001A5FF5">
        <w:t>musí předložit doklad</w:t>
      </w:r>
      <w:r w:rsidR="00092CC9" w:rsidRPr="001A5FF5">
        <w:t xml:space="preserve"> o </w:t>
      </w:r>
      <w:r w:rsidRPr="001A5FF5">
        <w:t>autorizaci</w:t>
      </w:r>
      <w:r w:rsidR="00092CC9" w:rsidRPr="001A5FF5">
        <w:t xml:space="preserve"> v </w:t>
      </w:r>
      <w:r w:rsidRPr="001A5FF5">
        <w:t>ro</w:t>
      </w:r>
      <w:r w:rsidR="001A5FF5" w:rsidRPr="001A5FF5">
        <w:t xml:space="preserve">zsahu dle § 5 odst. 3 písm. d) </w:t>
      </w:r>
      <w:r w:rsidRPr="00867D9B">
        <w:t>autorizačního zákona, tedy</w:t>
      </w:r>
      <w:r w:rsidR="00092CC9" w:rsidRPr="00867D9B">
        <w:t xml:space="preserve"> v </w:t>
      </w:r>
      <w:r w:rsidRPr="00867D9B">
        <w:t>oboru mosty</w:t>
      </w:r>
      <w:r w:rsidR="00845C50" w:rsidRPr="00867D9B">
        <w:t xml:space="preserve"> a </w:t>
      </w:r>
      <w:r w:rsidRPr="00867D9B">
        <w:t>inženýrské konstrukce;</w:t>
      </w:r>
    </w:p>
    <w:p w:rsidR="0035531B" w:rsidRPr="00867D9B" w:rsidRDefault="0035531B" w:rsidP="008B2021">
      <w:pPr>
        <w:pStyle w:val="Odstavec1-1a"/>
        <w:rPr>
          <w:rStyle w:val="Tun9b"/>
        </w:rPr>
      </w:pPr>
      <w:r w:rsidRPr="00867D9B">
        <w:rPr>
          <w:rStyle w:val="Tun9b"/>
        </w:rPr>
        <w:t>specialista (vedoucí prací) na geotechniku</w:t>
      </w:r>
    </w:p>
    <w:p w:rsidR="0035531B" w:rsidRPr="00867D9B" w:rsidRDefault="0035531B" w:rsidP="008B2021">
      <w:pPr>
        <w:pStyle w:val="Odrka1-2-"/>
      </w:pPr>
      <w:r w:rsidRPr="00867D9B">
        <w:t>minimálně středoškolské vzdělání;</w:t>
      </w:r>
    </w:p>
    <w:p w:rsidR="0035531B" w:rsidRPr="00867D9B" w:rsidRDefault="0035531B" w:rsidP="008B2021">
      <w:pPr>
        <w:pStyle w:val="Odrka1-2-"/>
      </w:pPr>
      <w:r w:rsidRPr="00867D9B">
        <w:t>nejméně 5 let praxe</w:t>
      </w:r>
      <w:r w:rsidR="00092CC9" w:rsidRPr="00867D9B">
        <w:t xml:space="preserve"> v </w:t>
      </w:r>
      <w:r w:rsidRPr="00867D9B">
        <w:t xml:space="preserve">oboru své specializace </w:t>
      </w:r>
      <w:r w:rsidR="00B07880" w:rsidRPr="00867D9B">
        <w:t xml:space="preserve">(geotechnika) </w:t>
      </w:r>
      <w:r w:rsidRPr="00867D9B">
        <w:t>při provádění staveb;</w:t>
      </w:r>
    </w:p>
    <w:p w:rsidR="0035531B" w:rsidRPr="00867D9B" w:rsidRDefault="0035531B" w:rsidP="0035531B">
      <w:pPr>
        <w:pStyle w:val="Odrka1-2-"/>
      </w:pPr>
      <w:r w:rsidRPr="00867D9B">
        <w:t>musí předložit doklad</w:t>
      </w:r>
      <w:r w:rsidR="00092CC9" w:rsidRPr="00867D9B">
        <w:t xml:space="preserve"> o </w:t>
      </w:r>
      <w:r w:rsidRPr="00867D9B">
        <w:t>autorizaci</w:t>
      </w:r>
      <w:r w:rsidR="00092CC9" w:rsidRPr="00867D9B">
        <w:t xml:space="preserve"> v </w:t>
      </w:r>
      <w:r w:rsidRPr="00867D9B">
        <w:t>rozsahu dle § 5 odst. 3 písm. i) autorizačního zákona, tedy</w:t>
      </w:r>
      <w:r w:rsidR="00092CC9" w:rsidRPr="00867D9B">
        <w:t xml:space="preserve"> v </w:t>
      </w:r>
      <w:r w:rsidRPr="00867D9B">
        <w:t>oboru geotechnika;</w:t>
      </w:r>
    </w:p>
    <w:p w:rsidR="0035531B" w:rsidRPr="009E3AED" w:rsidRDefault="0035531B" w:rsidP="008B2021">
      <w:pPr>
        <w:pStyle w:val="Odstavec1-1a"/>
        <w:rPr>
          <w:rStyle w:val="Tun9b"/>
        </w:rPr>
      </w:pPr>
      <w:r w:rsidRPr="009E3AED">
        <w:rPr>
          <w:rStyle w:val="Tun9b"/>
        </w:rPr>
        <w:t>osoba odpovědná za kontrolu kvality</w:t>
      </w:r>
    </w:p>
    <w:p w:rsidR="0035531B" w:rsidRPr="009E3AED" w:rsidRDefault="0035531B" w:rsidP="008B2021">
      <w:pPr>
        <w:pStyle w:val="Odrka1-2-"/>
      </w:pPr>
      <w:r w:rsidRPr="009E3AED">
        <w:t>minimálně středoškolské vzdělání;</w:t>
      </w:r>
    </w:p>
    <w:p w:rsidR="0035531B" w:rsidRPr="009E3AED" w:rsidRDefault="0035531B" w:rsidP="0035531B">
      <w:pPr>
        <w:pStyle w:val="Odrka1-2-"/>
      </w:pPr>
      <w:r w:rsidRPr="009E3AED">
        <w:t>nejméně 5 let praxe</w:t>
      </w:r>
      <w:r w:rsidR="00092CC9" w:rsidRPr="009E3AED">
        <w:t xml:space="preserve"> v </w:t>
      </w:r>
      <w:r w:rsidRPr="009E3AED">
        <w:t>oboru kontroly kvality, se znalostí ověřování kvality stavebních materiálů;</w:t>
      </w:r>
    </w:p>
    <w:p w:rsidR="0035531B" w:rsidRPr="009E3AED" w:rsidRDefault="0035531B" w:rsidP="008B2021">
      <w:pPr>
        <w:pStyle w:val="Odstavec1-1a"/>
        <w:rPr>
          <w:rStyle w:val="Tun9b"/>
        </w:rPr>
      </w:pPr>
      <w:r w:rsidRPr="009E3AED">
        <w:rPr>
          <w:rStyle w:val="Tun9b"/>
        </w:rPr>
        <w:t>osoba odpovědná za bezpečnost</w:t>
      </w:r>
      <w:r w:rsidR="00845C50" w:rsidRPr="009E3AED">
        <w:rPr>
          <w:rStyle w:val="Tun9b"/>
        </w:rPr>
        <w:t xml:space="preserve"> a </w:t>
      </w:r>
      <w:r w:rsidRPr="009E3AED">
        <w:rPr>
          <w:rStyle w:val="Tun9b"/>
        </w:rPr>
        <w:t>ochranu zdraví při práci</w:t>
      </w:r>
    </w:p>
    <w:p w:rsidR="0035531B" w:rsidRPr="009E3AED" w:rsidRDefault="0035531B" w:rsidP="008B2021">
      <w:pPr>
        <w:pStyle w:val="Odrka1-2-"/>
      </w:pPr>
      <w:r w:rsidRPr="009E3AED">
        <w:t>minimálně středoškolské vzdělání;</w:t>
      </w:r>
    </w:p>
    <w:p w:rsidR="0035531B" w:rsidRPr="009E3AED" w:rsidRDefault="0035531B" w:rsidP="008B2021">
      <w:pPr>
        <w:pStyle w:val="Odrka1-2-"/>
      </w:pPr>
      <w:r w:rsidRPr="009E3AED">
        <w:t>nejméně 5 let praxe</w:t>
      </w:r>
      <w:r w:rsidR="00092CC9" w:rsidRPr="009E3AED">
        <w:t xml:space="preserve"> v </w:t>
      </w:r>
      <w:r w:rsidRPr="009E3AED">
        <w:t>oboru bezpečnosti</w:t>
      </w:r>
      <w:r w:rsidR="00845C50" w:rsidRPr="009E3AED">
        <w:t xml:space="preserve"> a </w:t>
      </w:r>
      <w:r w:rsidRPr="009E3AED">
        <w:t>ochrany zdraví při práci;</w:t>
      </w:r>
    </w:p>
    <w:p w:rsidR="0035531B" w:rsidRPr="009E3AED" w:rsidRDefault="0035531B" w:rsidP="008B2021">
      <w:pPr>
        <w:pStyle w:val="Odstavec1-1a"/>
        <w:rPr>
          <w:rStyle w:val="Tun9b"/>
        </w:rPr>
      </w:pPr>
      <w:r w:rsidRPr="009E3AED">
        <w:rPr>
          <w:rStyle w:val="Tun9b"/>
        </w:rPr>
        <w:t>osoba odpovědná za ochranu životního prostředí</w:t>
      </w:r>
    </w:p>
    <w:p w:rsidR="0035531B" w:rsidRPr="009E3AED" w:rsidRDefault="0035531B" w:rsidP="008B2021">
      <w:pPr>
        <w:pStyle w:val="Odrka1-2-"/>
      </w:pPr>
      <w:r w:rsidRPr="009E3AED">
        <w:t>minimálně středoškolské vzdělání;</w:t>
      </w:r>
    </w:p>
    <w:p w:rsidR="0035531B" w:rsidRPr="009E3AED" w:rsidRDefault="0035531B" w:rsidP="008B2021">
      <w:pPr>
        <w:pStyle w:val="Odrka1-2-"/>
      </w:pPr>
      <w:r w:rsidRPr="009E3AED">
        <w:t>nejméně 5 let praxe</w:t>
      </w:r>
      <w:r w:rsidR="00092CC9" w:rsidRPr="009E3AED">
        <w:t xml:space="preserve"> v </w:t>
      </w:r>
      <w:r w:rsidRPr="009E3AED">
        <w:t>oboru ochrany životního prostředí;</w:t>
      </w:r>
    </w:p>
    <w:p w:rsidR="0035531B" w:rsidRPr="009E3AED" w:rsidRDefault="0035531B" w:rsidP="008B2021">
      <w:pPr>
        <w:pStyle w:val="Odstavec1-1a"/>
        <w:rPr>
          <w:rStyle w:val="Tun9b"/>
        </w:rPr>
      </w:pPr>
      <w:r w:rsidRPr="009E3AED">
        <w:rPr>
          <w:rStyle w:val="Tun9b"/>
        </w:rPr>
        <w:t>osoba odpovědná za odpadové hospodářství</w:t>
      </w:r>
    </w:p>
    <w:p w:rsidR="0035531B" w:rsidRPr="009E3AED" w:rsidRDefault="0035531B" w:rsidP="008B2021">
      <w:pPr>
        <w:pStyle w:val="Odrka1-2-"/>
      </w:pPr>
      <w:r w:rsidRPr="009E3AED">
        <w:t>minimálně středoškolské vzdělání;</w:t>
      </w:r>
    </w:p>
    <w:p w:rsidR="0035531B" w:rsidRPr="009E3AED" w:rsidRDefault="0035531B" w:rsidP="008B2021">
      <w:pPr>
        <w:pStyle w:val="Odrka1-2-"/>
      </w:pPr>
      <w:r w:rsidRPr="009E3AED">
        <w:t>nejméně 5 let praxe</w:t>
      </w:r>
      <w:r w:rsidR="00092CC9" w:rsidRPr="009E3AED">
        <w:t xml:space="preserve"> v </w:t>
      </w:r>
      <w:r w:rsidRPr="009E3AED">
        <w:t>oboru odpadového hospodářství;</w:t>
      </w:r>
    </w:p>
    <w:p w:rsidR="0035531B" w:rsidRPr="009E3AED" w:rsidRDefault="0035531B" w:rsidP="008B2021">
      <w:pPr>
        <w:pStyle w:val="Odstavec1-1a"/>
        <w:rPr>
          <w:rStyle w:val="Tun9b"/>
        </w:rPr>
      </w:pPr>
      <w:r w:rsidRPr="009E3AED">
        <w:rPr>
          <w:rStyle w:val="Tun9b"/>
        </w:rPr>
        <w:t>úředně oprávněný zeměměřický inženýr</w:t>
      </w:r>
    </w:p>
    <w:p w:rsidR="0035531B" w:rsidRPr="009E3AED" w:rsidRDefault="0035531B" w:rsidP="008B2021">
      <w:pPr>
        <w:pStyle w:val="Odrka1-2-"/>
      </w:pPr>
      <w:r w:rsidRPr="009E3AED">
        <w:t>oprávnění pro ověřování výsledků zeměměřických činností</w:t>
      </w:r>
      <w:r w:rsidR="00092CC9" w:rsidRPr="009E3AED">
        <w:t xml:space="preserve"> v </w:t>
      </w:r>
      <w:r w:rsidRPr="009E3AED">
        <w:t>rozsahu dle § 13 odst. 1 písm. a)</w:t>
      </w:r>
      <w:r w:rsidR="00845C50" w:rsidRPr="009E3AED">
        <w:t xml:space="preserve"> a </w:t>
      </w:r>
      <w:r w:rsidRPr="009E3AED">
        <w:t>c) zákona č. 200/1994 Sb.,</w:t>
      </w:r>
      <w:r w:rsidR="00092CC9" w:rsidRPr="009E3AED">
        <w:t xml:space="preserve"> o </w:t>
      </w:r>
      <w:r w:rsidRPr="009E3AED">
        <w:t>zeměměřictví</w:t>
      </w:r>
      <w:r w:rsidR="00845C50" w:rsidRPr="009E3AED">
        <w:t xml:space="preserve"> a</w:t>
      </w:r>
      <w:r w:rsidR="00092CC9" w:rsidRPr="009E3AED">
        <w:t xml:space="preserve"> o </w:t>
      </w:r>
      <w:r w:rsidRPr="009E3AED">
        <w:t>změně</w:t>
      </w:r>
      <w:r w:rsidR="00845C50" w:rsidRPr="009E3AED">
        <w:t xml:space="preserve"> a </w:t>
      </w:r>
      <w:r w:rsidRPr="009E3AED">
        <w:t>doplnění některých zákonů souvisejících</w:t>
      </w:r>
      <w:r w:rsidR="00845C50" w:rsidRPr="009E3AED">
        <w:t xml:space="preserve"> s </w:t>
      </w:r>
      <w:r w:rsidRPr="009E3AED">
        <w:t>jeho zavedením, ve znění pozdějších předpisů;</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xml:space="preserve">, rovněž obdobně jako u referenčních zakázek dodavatele budou uznány i referenční stavby dokončené kdykoli po zahájení výběrového řízení, včetně doby po podání nabídek, a to nejpozději do doby zadavatelem případně </w:t>
      </w:r>
      <w:r w:rsidR="00025F06">
        <w:lastRenderedPageBreak/>
        <w:t>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w:t>
      </w:r>
      <w:r>
        <w:lastRenderedPageBreak/>
        <w:t>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Další technická kvalifikace</w:t>
      </w:r>
    </w:p>
    <w:p w:rsidR="0035531B" w:rsidRDefault="0035531B" w:rsidP="0006499F">
      <w:pPr>
        <w:pStyle w:val="Textbezslovn"/>
      </w:pPr>
      <w:r>
        <w:t>Dodavatel prokáže základní požadavky na způsobilost pro výrobu</w:t>
      </w:r>
      <w:r w:rsidR="00845C50">
        <w:t xml:space="preserve"> a </w:t>
      </w:r>
      <w:r>
        <w:t>montáž ocelových konstrukcí (OK) takto:</w:t>
      </w:r>
    </w:p>
    <w:p w:rsidR="0035531B" w:rsidRPr="0006499F" w:rsidRDefault="0035531B" w:rsidP="0006499F">
      <w:pPr>
        <w:pStyle w:val="Textbezslovn"/>
        <w:rPr>
          <w:rStyle w:val="Tun9b"/>
        </w:rPr>
      </w:pPr>
      <w:r w:rsidRPr="0006499F">
        <w:rPr>
          <w:rStyle w:val="Tun9b"/>
        </w:rPr>
        <w:t xml:space="preserve">Výroba OK  </w:t>
      </w:r>
    </w:p>
    <w:p w:rsidR="0035531B" w:rsidRPr="00C904AE" w:rsidRDefault="0035531B" w:rsidP="0006499F">
      <w:pPr>
        <w:pStyle w:val="Textbezslovn"/>
      </w:pPr>
      <w:r>
        <w:t>Výrobce konstrukčních ocelových dílců, na které se vztahuje harmonizovaná ČSN EN 1090-1+A1</w:t>
      </w:r>
      <w:r w:rsidRPr="00C904AE">
        <w:t>, prokazuje svoji způsobilost Osvědčením</w:t>
      </w:r>
      <w:r w:rsidR="00092CC9" w:rsidRPr="00C904AE">
        <w:t xml:space="preserve"> o </w:t>
      </w:r>
      <w:r w:rsidRPr="00C904AE">
        <w:t xml:space="preserve">shodě řízení výroby pro příslušnou třídu provádění (typ třídy EXC </w:t>
      </w:r>
      <w:r w:rsidR="00C904AE" w:rsidRPr="00C904AE">
        <w:t>2</w:t>
      </w:r>
      <w:r w:rsidRPr="00C904AE">
        <w:t>), který vydává Evropskou komisí jmenovaný Oznámený subjekt.</w:t>
      </w:r>
    </w:p>
    <w:p w:rsidR="0035531B" w:rsidRPr="00C904AE" w:rsidRDefault="0035531B" w:rsidP="0006499F">
      <w:pPr>
        <w:pStyle w:val="Textbezslovn"/>
        <w:rPr>
          <w:rStyle w:val="Tun9b"/>
        </w:rPr>
      </w:pPr>
      <w:r w:rsidRPr="00C904AE">
        <w:rPr>
          <w:rStyle w:val="Tun9b"/>
        </w:rPr>
        <w:t xml:space="preserve">Montáž OK  </w:t>
      </w:r>
    </w:p>
    <w:p w:rsidR="0035531B" w:rsidRDefault="0035531B" w:rsidP="0006499F">
      <w:pPr>
        <w:pStyle w:val="Textbezslovn"/>
      </w:pPr>
      <w:r w:rsidRPr="00C904AE">
        <w:t>Dodavatel prokazuje oprávnění</w:t>
      </w:r>
      <w:r w:rsidR="00BC6D2B" w:rsidRPr="00C904AE">
        <w:t xml:space="preserve"> k </w:t>
      </w:r>
      <w:r w:rsidRPr="00C904AE">
        <w:t xml:space="preserve">montáži ocelových konstrukcí (typ třídy EXC </w:t>
      </w:r>
      <w:r w:rsidR="00C904AE" w:rsidRPr="00C904AE">
        <w:t>2</w:t>
      </w:r>
      <w:r w:rsidRPr="00C904AE">
        <w:t>) samostatným certifikátem způsobilosti</w:t>
      </w:r>
      <w:r w:rsidR="00BC6D2B" w:rsidRPr="00C904AE">
        <w:t xml:space="preserve"> k </w:t>
      </w:r>
      <w:r w:rsidRPr="00C904AE">
        <w:t>montáži ocelových konstrukcí na staveništi nebo certifikátem</w:t>
      </w:r>
      <w:r w:rsidR="00845C50" w:rsidRPr="00C904AE">
        <w:t xml:space="preserve"> s </w:t>
      </w:r>
      <w:r w:rsidRPr="00C904AE">
        <w:t>přílohou, která obdobně jako samostatný certifikát prokazuje plnění požadavků na provádění ocelových konstrukcí na staveništi</w:t>
      </w:r>
      <w:r w:rsidR="00092CC9" w:rsidRPr="00C904AE">
        <w:t xml:space="preserve"> v </w:t>
      </w:r>
      <w:r w:rsidRPr="00C904AE">
        <w:t>rozsahu požadavků ČSN EN 1090-2+A1, ČSN 73 2603, ČSN EN ISO 3834 ve vztahu</w:t>
      </w:r>
      <w:r w:rsidR="00BC6D2B" w:rsidRPr="00C904AE">
        <w:t xml:space="preserve"> k </w:t>
      </w:r>
      <w:r w:rsidRPr="00C904AE">
        <w:t>procesům svařování při montáži</w:t>
      </w:r>
      <w:r w:rsidR="00845C50" w:rsidRPr="00C904AE">
        <w:t xml:space="preserve"> a </w:t>
      </w:r>
      <w:r w:rsidRPr="00C904AE">
        <w:t>TKP kap. 19, nebo obdobným zahraničním dokumentem.</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w:t>
      </w:r>
      <w:r>
        <w:lastRenderedPageBreak/>
        <w:t>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 xml:space="preserve">České republice zahraniční fyzickou osobou ohledně ověřování výsledků zeměměřických činností je možné pouze na základě </w:t>
      </w:r>
      <w:r>
        <w:lastRenderedPageBreak/>
        <w:t>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 xml:space="preserve">splnění základní způsobilosti jinou </w:t>
      </w:r>
      <w:r w:rsidR="00453B2F">
        <w:t>oso</w:t>
      </w:r>
      <w:r>
        <w:t>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DC3174" w:rsidRPr="00DC3174" w:rsidRDefault="00DC3174" w:rsidP="00DC3174">
      <w:pPr>
        <w:pStyle w:val="Text1-1"/>
        <w:rPr>
          <w:b/>
        </w:rPr>
      </w:pPr>
      <w:r w:rsidRPr="00DC3174">
        <w:rPr>
          <w:rStyle w:val="Tun9b"/>
        </w:rPr>
        <w:t>Změny</w:t>
      </w:r>
      <w:r w:rsidRPr="00DC3174">
        <w:rPr>
          <w:b/>
        </w:rPr>
        <w:t xml:space="preserve"> v kvalifikaci dodavatele</w:t>
      </w:r>
    </w:p>
    <w:p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w:t>
      </w:r>
      <w:r w:rsidR="0064673D">
        <w:lastRenderedPageBreak/>
        <w:t xml:space="preserve">prominout jejich zmeškání. </w:t>
      </w:r>
      <w:r>
        <w:t>Tato povinnost dodavateli nevzniká, pokud je kvalifikace změněna takovým způsobem, že:</w:t>
      </w:r>
    </w:p>
    <w:p w:rsidR="00DC3174" w:rsidRDefault="00DC3174" w:rsidP="0064673D">
      <w:pPr>
        <w:pStyle w:val="Textbezslovn"/>
        <w:spacing w:after="0"/>
      </w:pPr>
      <w:r>
        <w:t>a) podmínky kvalifikace jsou nadále splněny</w:t>
      </w:r>
      <w:r w:rsidR="000B12B0">
        <w:t xml:space="preserve"> a</w:t>
      </w:r>
    </w:p>
    <w:p w:rsidR="00DC3174" w:rsidRDefault="00DC3174" w:rsidP="0064673D">
      <w:pPr>
        <w:pStyle w:val="Textbezslovn"/>
        <w:spacing w:after="0"/>
      </w:pPr>
      <w:r>
        <w:t>b) nedošlo k ovlivnění kritérií hodnocení nabídek.</w:t>
      </w:r>
    </w:p>
    <w:p w:rsidR="00DC3174" w:rsidRDefault="0064673D" w:rsidP="00F55A98">
      <w:pPr>
        <w:pStyle w:val="Textbezslovn"/>
        <w:spacing w:before="120"/>
      </w:pPr>
      <w:r>
        <w:t xml:space="preserve">Dozví-li se zadavatel, že dodavatel nesplnil povinnost uvedenou v tomto článku, zadavatel jej </w:t>
      </w:r>
      <w:r w:rsidR="00CA50B8">
        <w:t xml:space="preserve">bezodkladně </w:t>
      </w:r>
      <w:r>
        <w:t>z výběrového řízení vyloučí.</w:t>
      </w:r>
    </w:p>
    <w:p w:rsidR="0035531B" w:rsidRDefault="0035531B" w:rsidP="00193D8F">
      <w:pPr>
        <w:pStyle w:val="Nadpis1-1"/>
      </w:pPr>
      <w:bookmarkStart w:id="13" w:name="_Toc84243095"/>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w:t>
      </w:r>
      <w:r w:rsidRPr="00AA257A">
        <w:lastRenderedPageBreak/>
        <w:t>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E924EF" w:rsidRDefault="0035531B" w:rsidP="0035531B">
      <w:pPr>
        <w:pStyle w:val="Text1-1"/>
        <w:rPr>
          <w:rStyle w:val="Tun9b"/>
          <w:b w:val="0"/>
        </w:rPr>
      </w:pPr>
      <w:r w:rsidRPr="00E924EF">
        <w:rPr>
          <w:rStyle w:val="Tun9b"/>
          <w:b w:val="0"/>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E924EF" w:rsidRDefault="00E924EF" w:rsidP="00E924EF">
      <w:pPr>
        <w:pStyle w:val="Text1-1"/>
      </w:pPr>
      <w:r>
        <w:t>Dopis nabídky a návrh smlouvy na plnění této veřejné zakázky:</w:t>
      </w:r>
    </w:p>
    <w:p w:rsidR="00E924EF" w:rsidRDefault="00E924EF" w:rsidP="00E924EF">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této Výzvě uvedeno jinak. Do Dopisu nabídky dodavatel doplní celkovou nabídkovou cenu bez DPH zpracovanou dle požadavků stanovených v </w:t>
      </w:r>
      <w:r w:rsidRPr="00A83408">
        <w:t xml:space="preserve">článku 13 této Výzvy a další </w:t>
      </w:r>
      <w:r>
        <w:t>požadované údaje.</w:t>
      </w:r>
    </w:p>
    <w:p w:rsidR="0035531B" w:rsidRDefault="00E924EF" w:rsidP="00E924EF">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rsidR="0035531B" w:rsidRDefault="0035531B" w:rsidP="00BC6D2B">
      <w:pPr>
        <w:pStyle w:val="Nadpis1-1"/>
      </w:pPr>
      <w:bookmarkStart w:id="14" w:name="_Toc84243096"/>
      <w:r>
        <w:lastRenderedPageBreak/>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84243097"/>
      <w:r>
        <w:t>JAZYK NABÍDEK</w:t>
      </w:r>
      <w:r w:rsidR="00D25D67" w:rsidRPr="00D25D67">
        <w:t xml:space="preserve"> </w:t>
      </w:r>
      <w:r w:rsidR="00D25D67">
        <w:t>A KOMUNIKAČNÍ JAZYK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84243098"/>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CD2E13" w:rsidRPr="00AB5AE0" w:rsidRDefault="00CD2E13" w:rsidP="00CD2E13">
      <w:pPr>
        <w:pStyle w:val="Textbezslovn"/>
        <w:rPr>
          <w:b/>
        </w:rPr>
      </w:pPr>
      <w:r w:rsidRPr="00E924EF">
        <w:rPr>
          <w:rFonts w:cs="Arial"/>
          <w:b/>
        </w:rPr>
        <w:t>Nabídky lze podat v termínu, který je uveden na profilu zadavatele:</w:t>
      </w:r>
      <w:r w:rsidRPr="00E924EF">
        <w:rPr>
          <w:rFonts w:cs="Arial"/>
        </w:rPr>
        <w:t xml:space="preserve"> </w:t>
      </w:r>
      <w:hyperlink r:id="rId19" w:history="1">
        <w:r w:rsidRPr="00E924EF">
          <w:rPr>
            <w:rStyle w:val="Hypertextovodkaz"/>
            <w:rFonts w:cs="Arial"/>
            <w:b/>
            <w:bCs/>
            <w:lang w:eastAsia="cs-CZ"/>
          </w:rPr>
          <w:t>https://zakazky.spravazeleznic.cz/</w:t>
        </w:r>
      </w:hyperlink>
      <w:r w:rsidRPr="00E924EF">
        <w:rPr>
          <w:rFonts w:cs="Arial"/>
          <w:b/>
        </w:rPr>
        <w:t>.</w:t>
      </w:r>
    </w:p>
    <w:p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w:t>
      </w:r>
      <w:r w:rsidRPr="003F78E7">
        <w:lastRenderedPageBreak/>
        <w:t xml:space="preserve">není nijak omezena. Oceněný Soupis prací bude dodavatelem v nabídce předložen ve formátu </w:t>
      </w:r>
      <w:r w:rsidR="00BB0379">
        <w:t>XLSX</w:t>
      </w:r>
      <w:r w:rsidRPr="003F78E7">
        <w:t>.</w:t>
      </w:r>
    </w:p>
    <w:p w:rsidR="0035531B" w:rsidRDefault="0035531B" w:rsidP="0035531B">
      <w:pPr>
        <w:pStyle w:val="Text1-1"/>
      </w:pPr>
      <w:r>
        <w:t>Nabídka bude předložena</w:t>
      </w:r>
      <w:r w:rsidR="00092CC9">
        <w:t xml:space="preserve"> v </w:t>
      </w:r>
      <w:r>
        <w:t>následující struktuře:</w:t>
      </w:r>
    </w:p>
    <w:p w:rsidR="004C5497" w:rsidRDefault="004C5497" w:rsidP="004C5497">
      <w:pPr>
        <w:pStyle w:val="Odrka1-1"/>
      </w:pPr>
      <w:r>
        <w:t>Dopis nabídky a Příloha k nabídce, zpracované dle instrukcí obsažených v čl. 9.4 této Výzvy.</w:t>
      </w:r>
    </w:p>
    <w:p w:rsidR="00695DAA" w:rsidRDefault="004C5497" w:rsidP="004C5497">
      <w:pPr>
        <w:pStyle w:val="Odrka1-1"/>
      </w:pPr>
      <w:r>
        <w:t>Všeobecné informace o dodavateli a jeho identifikační údaje ve formě formuláře obsaženého v Příloze č. 1 této Výzvy.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w:t>
      </w:r>
      <w:r w:rsidRPr="00E924EF">
        <w:t>formuláře obsaženého příloze č. 6 této Výzvy, včetně požadovaných příloh a doklady prokazující způsobilost pro výrobu a montáž ocelových konstrukcí</w:t>
      </w:r>
      <w:r w:rsidR="00E924EF" w:rsidRPr="00E924EF">
        <w:t>.</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Pr="00E924EF" w:rsidRDefault="00695DAA" w:rsidP="00695DAA">
      <w:pPr>
        <w:pStyle w:val="Odrka1-1"/>
      </w:pPr>
      <w:r w:rsidRPr="00E924EF">
        <w:t xml:space="preserve">Oceněný Soupis prací </w:t>
      </w:r>
      <w:r w:rsidR="00BB0379" w:rsidRPr="00E924EF">
        <w:t>obsažený</w:t>
      </w:r>
      <w:r w:rsidRPr="00E924EF">
        <w:t xml:space="preserve"> v Dílu 4 zadávací dokumentace</w:t>
      </w:r>
      <w:r w:rsidR="00BB0379" w:rsidRPr="00E924EF">
        <w:t>, včetně Rekapitulace ceny dle SO a PS</w:t>
      </w:r>
      <w:r w:rsidR="00E924EF" w:rsidRPr="00E924EF">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w:t>
      </w:r>
      <w:r w:rsidRPr="00695DAA">
        <w:rPr>
          <w:rStyle w:val="Tun9b"/>
          <w:b w:val="0"/>
        </w:rPr>
        <w:lastRenderedPageBreak/>
        <w:t>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84243099"/>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w:t>
      </w:r>
    </w:p>
    <w:p w:rsidR="00EE50B6" w:rsidRDefault="00BA1A54" w:rsidP="00BA1A54">
      <w:pPr>
        <w:pStyle w:val="Text1-1"/>
      </w:pPr>
      <w:r>
        <w:t>Nabídková cena bude v Dopise nabídky uvedena v Kč bez DPH. Nabídková cena bude v nabídce zaokrouhlená na dvě desetinná místa</w:t>
      </w:r>
      <w:r w:rsidRPr="00890916">
        <w:t>. V případě rozporu mezi nabídkovou cenou uvedenou v Dopise nabídky a nabídkovou cenou uvedenou v oceněném Soupisu prací bude mít přednost nabídková cena uvedená v Dopise nabídky.</w:t>
      </w:r>
    </w:p>
    <w:p w:rsidR="0035531B" w:rsidRDefault="0035531B" w:rsidP="004C086E">
      <w:pPr>
        <w:pStyle w:val="Nadpis1-1"/>
      </w:pPr>
      <w:bookmarkStart w:id="18" w:name="_Toc84243100"/>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w:t>
      </w:r>
      <w:r w:rsidRPr="004C086E">
        <w:lastRenderedPageBreak/>
        <w:t>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w:t>
      </w:r>
      <w:r w:rsidRPr="00BA1A54">
        <w:t xml:space="preserve">předložené ve výběrovém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w:t>
      </w:r>
      <w:r w:rsidR="00443107">
        <w:t xml:space="preserve">či pojistné </w:t>
      </w:r>
      <w:r w:rsidRPr="00BA1A54">
        <w:t>záru</w:t>
      </w:r>
      <w:r w:rsidR="00443107">
        <w:t>ky k zajištění plnění Smlouvy (Bankovní záruka</w:t>
      </w:r>
      <w:r w:rsidRPr="00BA1A54">
        <w:t xml:space="preserve"> za provedení </w:t>
      </w:r>
      <w:r w:rsidR="00443107">
        <w:t>D</w:t>
      </w:r>
      <w:r w:rsidRPr="00BA1A54">
        <w:t>íla</w:t>
      </w:r>
      <w:r w:rsidR="00443107">
        <w:t xml:space="preserve"> a Pojistná záruka za provedení Díla</w:t>
      </w:r>
      <w:r w:rsidRPr="00BA1A54">
        <w:t>).</w:t>
      </w:r>
      <w:r w:rsidR="00BA1A54">
        <w:t xml:space="preserve"> </w:t>
      </w:r>
      <w:r w:rsidR="0035531B">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84243101"/>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84243102"/>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rsidR="001D4B4A" w:rsidRDefault="001D4B4A" w:rsidP="001D4B4A">
      <w:pPr>
        <w:pStyle w:val="Text1-1"/>
      </w:pPr>
      <w:r>
        <w:lastRenderedPageBreak/>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84243103"/>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BA1A54" w:rsidP="0034455B">
      <w:pPr>
        <w:pStyle w:val="Text1-1"/>
      </w:pPr>
      <w:r>
        <w:t xml:space="preserve">V rámci hodnotícího kritéria bude hodnocena výše nabídkové ceny v Kč bez DPH ve smyslu odst. 13.3 této Výzvy uvedená v Dopise nabídky. Jako nejvýhodnější bude hodnocena nabídka s nejnižší nabídkovou cenou v Kč bez DPH uvedenou v Dopise nabídky ze všech hodnocených nabídek. Ostatní nabídky budou seřazeny v  pořadí dle </w:t>
      </w:r>
      <w:r>
        <w:lastRenderedPageBreak/>
        <w:t xml:space="preserve">výše jejich nabídkových cen v Kč bez DPH uvedených v Dopise nabídky od nabídky s druhou nejnižší nabídkovou cenou po nabídku s nejvyšší nabídkovou cenou. </w:t>
      </w:r>
      <w:r w:rsidRPr="00DB4E5F">
        <w:t>Pokud by měly být dvě nebo více nabídek hodnoceny jako nejlepší z důvodu shodné nejnižší nabídkové ceny,</w:t>
      </w:r>
      <w:r w:rsidRPr="000B5343">
        <w:rPr>
          <w:rFonts w:ascii="Verdana" w:hAnsi="Verdana"/>
          <w:iCs/>
        </w:rPr>
        <w:t xml:space="preserve"> </w:t>
      </w:r>
      <w:r w:rsidRPr="005B01DC">
        <w:rPr>
          <w:rFonts w:ascii="Verdana" w:hAnsi="Verdana"/>
          <w:iCs/>
        </w:rPr>
        <w:t>rozhodne o lepším pořadí konkurenčních nabídek čas podání nabídek (přednější pořadí ve výsledku hodnocení tedy získá nabídka s dřívějším časem podání)</w:t>
      </w:r>
      <w:r w:rsidRPr="00DB4E5F">
        <w:t>.</w:t>
      </w:r>
    </w:p>
    <w:p w:rsidR="0035531B" w:rsidRDefault="0035531B" w:rsidP="007038DC">
      <w:pPr>
        <w:pStyle w:val="Nadpis1-1"/>
      </w:pPr>
      <w:bookmarkStart w:id="22" w:name="_Toc84243104"/>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rsidR="0035531B" w:rsidRPr="00BA1A54" w:rsidRDefault="007B3D4D" w:rsidP="007B3D4D">
      <w:pPr>
        <w:pStyle w:val="Text1-1"/>
      </w:pPr>
      <w:r w:rsidRPr="00BA1A54">
        <w:t>Pokud bude nabídka vybraného dodavatele obsahovat nabídkovou cenu, která překročí režim veřejné zakázky, bude výběrové řízení zrušeno.</w:t>
      </w:r>
    </w:p>
    <w:p w:rsidR="0035531B" w:rsidRDefault="0035531B" w:rsidP="007038DC">
      <w:pPr>
        <w:pStyle w:val="Nadpis1-1"/>
      </w:pPr>
      <w:bookmarkStart w:id="23" w:name="_Toc84243105"/>
      <w:r>
        <w:t>UZAVŘENÍ SMLOUVY</w:t>
      </w:r>
      <w:bookmarkEnd w:id="23"/>
    </w:p>
    <w:p w:rsidR="0035531B" w:rsidRDefault="007B3D4D" w:rsidP="007B3D4D">
      <w:pPr>
        <w:pStyle w:val="Text1-1"/>
      </w:pPr>
      <w:r w:rsidRPr="007B3D4D">
        <w:t xml:space="preserve">Smlouva bude uzavřena písemně v souladu s nabídkou vybraného dodavatele a zadávacími podmínkami v podobě uvedené v Dílu 2 této zadávací dokumentace s názvem </w:t>
      </w:r>
      <w:r w:rsidR="009E2D33">
        <w:t>Smlouva a její součástí</w:t>
      </w:r>
      <w:r w:rsidR="0035531B">
        <w:t xml:space="preserve">. </w:t>
      </w:r>
    </w:p>
    <w:p w:rsidR="00CE4FF3" w:rsidRDefault="00CE4FF3" w:rsidP="007B3D4D">
      <w:pPr>
        <w:pStyle w:val="Text1-1"/>
      </w:pPr>
      <w:r w:rsidRPr="008B18B2">
        <w:t xml:space="preserve">Zadavatel si vyhrazuje změnu závazku ze smlouvy, která bude uzavřena s vybraným dodavatelem. Podrobnosti jsou uvedeny ve smlouvě. Vyhrazenou změnou závazku je měření množství každé původní měřitelné položky s jednotkovou cenou v Soupisu prací podle článku 12 Smluvních podmínek. </w:t>
      </w:r>
      <w:r w:rsidRPr="008B18B2">
        <w:rPr>
          <w:szCs w:val="24"/>
        </w:rPr>
        <w:t>Zadavatel si dále vyhrazuje právo valorizovat smluvní cenu sjednanou ve smlouvě uzavřené s vybraným dodavatelem na základě výběrového řízení této veřejné zakázky, a to za podmínek a způsobem stanovenými smlouvou</w:t>
      </w:r>
      <w:r w:rsidRPr="008B18B2">
        <w:t xml:space="preserve"> podle článku 13.8 Smluvních podmínek</w:t>
      </w:r>
      <w:r w:rsidRPr="008B18B2">
        <w:rPr>
          <w:szCs w:val="24"/>
        </w:rPr>
        <w:t>. Pro vyloučení pochybností zadavatel potvrzuje, že valorizace může nabývat hodnot kladných i záporných, smluvní cena sjednaná ve smlouvě tak může být vlivem valorizace navýšena i snížena.</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w:t>
      </w:r>
      <w:r w:rsidR="004031D9">
        <w:t>dokumenty uvedené v článku 19.4</w:t>
      </w:r>
      <w:r w:rsidR="00611407" w:rsidRPr="00CE4FF3">
        <w:t xml:space="preserve"> (s výjimkou bankovní </w:t>
      </w:r>
      <w:r w:rsidR="004031D9">
        <w:t xml:space="preserve">či pojistné </w:t>
      </w:r>
      <w:r w:rsidR="00611407" w:rsidRPr="00CE4FF3">
        <w:t>záruky)</w:t>
      </w:r>
      <w:r w:rsidRPr="00CE4FF3">
        <w:t>, resp. v článku 19.</w:t>
      </w:r>
      <w:r w:rsidR="004031D9">
        <w:t>5</w:t>
      </w:r>
      <w:r w:rsidRPr="00CE4FF3">
        <w:t xml:space="preserve"> Výzvy. Zadavatel vyzve vybraného</w:t>
      </w:r>
      <w:r w:rsidRPr="007B3D4D">
        <w:t xml:space="preserve">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4031D9">
        <w:rPr>
          <w:b/>
        </w:rPr>
        <w:t xml:space="preserve">. </w:t>
      </w:r>
      <w:r w:rsidR="004031D9" w:rsidRPr="007038DC">
        <w:rPr>
          <w:rStyle w:val="Tun9b"/>
        </w:rPr>
        <w:t xml:space="preserve">Originál bankovní </w:t>
      </w:r>
      <w:r w:rsidR="004031D9">
        <w:rPr>
          <w:rStyle w:val="Tun9b"/>
        </w:rPr>
        <w:t xml:space="preserve">či pojistné </w:t>
      </w:r>
      <w:r w:rsidR="004031D9" w:rsidRPr="007038DC">
        <w:rPr>
          <w:rStyle w:val="Tun9b"/>
        </w:rPr>
        <w:t>záruky musí být předložen elektronicky s elektronickým podpisem.</w:t>
      </w:r>
    </w:p>
    <w:p w:rsidR="0035531B" w:rsidRDefault="00C759F1" w:rsidP="00C759F1">
      <w:pPr>
        <w:pStyle w:val="Text1-1"/>
      </w:pPr>
      <w:r w:rsidRPr="00C759F1">
        <w:lastRenderedPageBreak/>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B10C5E" w:rsidP="00611407">
      <w:pPr>
        <w:pStyle w:val="Odrka1-1"/>
      </w:pPr>
      <w:r>
        <w:t>originálu bankovní</w:t>
      </w:r>
      <w:r w:rsidR="00887AA6">
        <w:t xml:space="preserve"> nebo pojistné </w:t>
      </w:r>
      <w:r>
        <w:t>záruky k zajištění plnění Smlouvy (</w:t>
      </w:r>
      <w:r w:rsidR="00887AA6">
        <w:t>Bankovní z</w:t>
      </w:r>
      <w:r>
        <w:t>áruk</w:t>
      </w:r>
      <w:r w:rsidR="00887AA6">
        <w:t>a</w:t>
      </w:r>
      <w:r>
        <w:t xml:space="preserve"> za provedení </w:t>
      </w:r>
      <w:r w:rsidR="00887AA6">
        <w:t>D</w:t>
      </w:r>
      <w:r>
        <w:t>íla</w:t>
      </w:r>
      <w:r w:rsidR="00887AA6">
        <w:t xml:space="preserve"> a Pojistná záruka za provedení Díla</w:t>
      </w:r>
      <w:r>
        <w:t xml:space="preserve">) ve výši stanovené v Příloze k nabídce a splňující požadavky stanovené v pod-článku 4.2 Zvláštních podmínek; bankovní </w:t>
      </w:r>
      <w:r w:rsidR="00887AA6">
        <w:t xml:space="preserve">nebo pojistnou </w:t>
      </w:r>
      <w:r>
        <w:t xml:space="preserve">záruku </w:t>
      </w:r>
      <w:r w:rsidRPr="001B23A1">
        <w:t xml:space="preserve">vybraný dodavatel předloží </w:t>
      </w:r>
      <w:r>
        <w:t xml:space="preserve">až po </w:t>
      </w:r>
      <w:r w:rsidRPr="00C759F1">
        <w:t>doručení oznámení o výběru dodavatele</w:t>
      </w:r>
      <w:r>
        <w:t>;</w:t>
      </w:r>
    </w:p>
    <w:p w:rsidR="00B10C5E" w:rsidRDefault="00B10C5E" w:rsidP="00B10C5E">
      <w:pPr>
        <w:pStyle w:val="Odrka1-1"/>
      </w:pPr>
      <w:r>
        <w:t>vybraným dodavatelem vyplněné Přílohy č. 2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B10C5E" w:rsidRDefault="00B10C5E" w:rsidP="00B10C5E">
      <w:pPr>
        <w:pStyle w:val="Odrka1-1"/>
      </w:pPr>
      <w:r>
        <w:t>vybraným dodavatelem vyplněné Přílohy č. 3 Smlouvy o dílo s názvem Seznam poddodavatelů, a to ve formátu umožňujícím editaci;</w:t>
      </w:r>
    </w:p>
    <w:p w:rsidR="0035531B" w:rsidRDefault="00B10C5E" w:rsidP="00B10C5E">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84243106"/>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w:t>
      </w:r>
      <w:r w:rsidR="005C7188">
        <w:t>, a souhrnný seznam těchto údajů a sdělení také uvést v Dopisu nabídky</w:t>
      </w:r>
      <w:r w:rsidRPr="00484026">
        <w:t xml:space="preserve">.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w:t>
      </w:r>
      <w:r w:rsidRPr="00484026">
        <w:lastRenderedPageBreak/>
        <w:t>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C00AA" w:rsidRDefault="004F6CAF" w:rsidP="003C00AA">
      <w:pPr>
        <w:pStyle w:val="Nadpis1-1"/>
      </w:pPr>
      <w:bookmarkStart w:id="25" w:name="_Toc59538672"/>
      <w:bookmarkStart w:id="26" w:name="_Toc84243107"/>
      <w:r>
        <w:t>SOCIÁLNĚ A ENVIRO</w:t>
      </w:r>
      <w:r w:rsidR="00B968F8">
        <w:t>N</w:t>
      </w:r>
      <w:r>
        <w:t>MENTÁLNĚ ODPOVĚDNÉ ZADÁVÁNÍ, INOVACE</w:t>
      </w:r>
      <w:bookmarkEnd w:id="25"/>
      <w:bookmarkEnd w:id="26"/>
    </w:p>
    <w:p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4F6CAF" w:rsidRDefault="004F6CAF" w:rsidP="004F6CAF">
      <w:pPr>
        <w:pStyle w:val="Text1-1"/>
      </w:pPr>
      <w:r>
        <w:t xml:space="preserve">Zadavatel aplikuje </w:t>
      </w:r>
      <w:r w:rsidR="00661FCC">
        <w:t>ve výběrovém</w:t>
      </w:r>
      <w:r>
        <w:t xml:space="preserve"> řízení níže uvedené prvky odpovědného zadávání:</w:t>
      </w:r>
    </w:p>
    <w:p w:rsidR="004F6CAF" w:rsidRDefault="004F6CAF" w:rsidP="004F6CAF">
      <w:pPr>
        <w:pStyle w:val="Odrka1-1"/>
      </w:pPr>
      <w:r>
        <w:t>rovnocenné platební podmínky v rámci dodavatelského řetězce,</w:t>
      </w:r>
    </w:p>
    <w:p w:rsidR="004F6CAF" w:rsidRDefault="004F6CAF" w:rsidP="004F6CAF">
      <w:pPr>
        <w:pStyle w:val="Odrka1-1"/>
      </w:pPr>
      <w:r>
        <w:t xml:space="preserve">jednání vedená </w:t>
      </w:r>
      <w:r w:rsidRPr="000C3276">
        <w:t>primárně distančním způsobem</w:t>
      </w:r>
      <w:r>
        <w:t>,</w:t>
      </w:r>
    </w:p>
    <w:p w:rsidR="004F6CAF" w:rsidRDefault="00976FCF" w:rsidP="00976FCF">
      <w:pPr>
        <w:pStyle w:val="Odrka1-1"/>
      </w:pPr>
      <w:r>
        <w:t>studentské exkurze</w:t>
      </w:r>
      <w:r w:rsidR="004F6CAF">
        <w:t>.</w:t>
      </w:r>
    </w:p>
    <w:p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B10C5E">
        <w:t xml:space="preserve">ustanoveních článku </w:t>
      </w:r>
      <w:r w:rsidR="00B10C5E" w:rsidRPr="00B10C5E">
        <w:t>7.</w:t>
      </w:r>
      <w:r w:rsidRPr="00B10C5E">
        <w:t xml:space="preserve"> závazného</w:t>
      </w:r>
      <w:r>
        <w:t xml:space="preserve"> vzoru smlouvy, který je dílem 2 zadávací dokumentace.</w:t>
      </w:r>
    </w:p>
    <w:p w:rsidR="0035531B" w:rsidRDefault="0035531B" w:rsidP="00564DDD">
      <w:pPr>
        <w:pStyle w:val="Nadpis1-1"/>
      </w:pPr>
      <w:bookmarkStart w:id="27" w:name="_Toc84243108"/>
      <w:r>
        <w:t xml:space="preserve">PŘÍLOHY </w:t>
      </w:r>
      <w:r w:rsidR="001472A9">
        <w:t>TÉTO VÝZVY</w:t>
      </w:r>
      <w:bookmarkEnd w:id="27"/>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E80185" w:rsidRDefault="00E80185" w:rsidP="00564DDD">
      <w:pPr>
        <w:pStyle w:val="Textbezslovn"/>
        <w:spacing w:after="0"/>
      </w:pPr>
    </w:p>
    <w:p w:rsidR="00E80185" w:rsidRDefault="00E80185" w:rsidP="00564DDD">
      <w:pPr>
        <w:pStyle w:val="Textbezslovn"/>
        <w:spacing w:after="0"/>
      </w:pPr>
    </w:p>
    <w:p w:rsidR="00E80185" w:rsidRDefault="00E80185" w:rsidP="00564DDD">
      <w:pPr>
        <w:pStyle w:val="Textbezslovn"/>
        <w:spacing w:after="0"/>
      </w:pPr>
    </w:p>
    <w:p w:rsidR="00E80185" w:rsidRDefault="00E80185" w:rsidP="00564DDD">
      <w:pPr>
        <w:pStyle w:val="Textbezslovn"/>
        <w:spacing w:after="0"/>
      </w:pPr>
    </w:p>
    <w:p w:rsidR="0035531B" w:rsidRDefault="0035531B" w:rsidP="00564DDD">
      <w:pPr>
        <w:pStyle w:val="Textbezslovn"/>
        <w:spacing w:after="0"/>
      </w:pPr>
      <w:r>
        <w:t>…………………………………………….</w:t>
      </w:r>
    </w:p>
    <w:p w:rsidR="00B10C5E" w:rsidRDefault="00B10C5E" w:rsidP="00B10C5E">
      <w:pPr>
        <w:pStyle w:val="Textbezslovn"/>
        <w:spacing w:after="0"/>
      </w:pPr>
      <w:r>
        <w:t>Ing. Petr Hofhanzl</w:t>
      </w:r>
    </w:p>
    <w:p w:rsidR="0035531B" w:rsidRDefault="00B10C5E" w:rsidP="00B10C5E">
      <w:pPr>
        <w:pStyle w:val="Textbezslovn"/>
        <w:spacing w:after="0"/>
      </w:pPr>
      <w:r>
        <w:t>ředitel Stavební správy západ</w:t>
      </w:r>
    </w:p>
    <w:p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w:t>
            </w:r>
            <w:r w:rsidR="00DD63D8" w:rsidRPr="0038265A">
              <w:rPr>
                <w:b/>
              </w:rPr>
              <w:t>** za posledních 5 let</w:t>
            </w:r>
            <w:r w:rsidR="00DD63D8" w:rsidRPr="00AD792A">
              <w:rPr>
                <w:b/>
              </w:rPr>
              <w:t xml:space="preserve"> v Kč***</w:t>
            </w:r>
            <w:r w:rsidR="00DD63D8">
              <w:rPr>
                <w:b/>
              </w:rPr>
              <w:t xml:space="preserve"> </w:t>
            </w:r>
            <w:r w:rsidR="00DD63D8"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2"/>
    <w:bookmarkEnd w:id="3"/>
    <w:bookmarkEnd w:id="4"/>
    <w:bookmarkEnd w:id="5"/>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3373" w:rsidRDefault="00433373" w:rsidP="00962258">
      <w:pPr>
        <w:spacing w:after="0" w:line="240" w:lineRule="auto"/>
      </w:pPr>
      <w:r>
        <w:separator/>
      </w:r>
    </w:p>
  </w:endnote>
  <w:endnote w:type="continuationSeparator" w:id="0">
    <w:p w:rsidR="00433373" w:rsidRDefault="0043337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10ED" w:rsidTr="00EB46E5">
      <w:tc>
        <w:tcPr>
          <w:tcW w:w="1361" w:type="dxa"/>
          <w:tcMar>
            <w:left w:w="0" w:type="dxa"/>
            <w:right w:w="0" w:type="dxa"/>
          </w:tcMar>
          <w:vAlign w:val="bottom"/>
        </w:tcPr>
        <w:p w:rsidR="009110ED" w:rsidRPr="00B8518B" w:rsidRDefault="009110E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0B8E">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80B8E">
            <w:rPr>
              <w:rStyle w:val="slostrnky"/>
              <w:noProof/>
            </w:rPr>
            <w:t>35</w:t>
          </w:r>
          <w:r w:rsidRPr="00B8518B">
            <w:rPr>
              <w:rStyle w:val="slostrnky"/>
            </w:rPr>
            <w:fldChar w:fldCharType="end"/>
          </w:r>
        </w:p>
      </w:tc>
      <w:tc>
        <w:tcPr>
          <w:tcW w:w="284" w:type="dxa"/>
          <w:shd w:val="clear" w:color="auto" w:fill="auto"/>
          <w:tcMar>
            <w:left w:w="0" w:type="dxa"/>
            <w:right w:w="0" w:type="dxa"/>
          </w:tcMar>
        </w:tcPr>
        <w:p w:rsidR="009110ED" w:rsidRDefault="009110ED" w:rsidP="00B8518B">
          <w:pPr>
            <w:pStyle w:val="Zpat"/>
          </w:pPr>
        </w:p>
      </w:tc>
      <w:tc>
        <w:tcPr>
          <w:tcW w:w="425" w:type="dxa"/>
          <w:shd w:val="clear" w:color="auto" w:fill="auto"/>
          <w:tcMar>
            <w:left w:w="0" w:type="dxa"/>
            <w:right w:w="0" w:type="dxa"/>
          </w:tcMar>
        </w:tcPr>
        <w:p w:rsidR="009110ED" w:rsidRDefault="009110ED" w:rsidP="00B8518B">
          <w:pPr>
            <w:pStyle w:val="Zpat"/>
          </w:pPr>
        </w:p>
      </w:tc>
      <w:tc>
        <w:tcPr>
          <w:tcW w:w="8505" w:type="dxa"/>
        </w:tcPr>
        <w:p w:rsidR="009110ED" w:rsidRPr="00472900" w:rsidRDefault="009110ED" w:rsidP="00381433">
          <w:pPr>
            <w:pStyle w:val="Titul2"/>
            <w:jc w:val="right"/>
            <w:rPr>
              <w:sz w:val="12"/>
              <w:szCs w:val="12"/>
            </w:rPr>
          </w:pPr>
          <w:r w:rsidRPr="00472900">
            <w:rPr>
              <w:b w:val="0"/>
              <w:sz w:val="12"/>
              <w:szCs w:val="12"/>
            </w:rPr>
            <w:t xml:space="preserve">Optimalizace traťového úseku </w:t>
          </w:r>
          <w:proofErr w:type="spellStart"/>
          <w:r w:rsidRPr="00472900">
            <w:rPr>
              <w:b w:val="0"/>
              <w:sz w:val="12"/>
              <w:szCs w:val="12"/>
            </w:rPr>
            <w:t>Mstětice</w:t>
          </w:r>
          <w:proofErr w:type="spellEnd"/>
          <w:r w:rsidRPr="00472900">
            <w:rPr>
              <w:b w:val="0"/>
              <w:sz w:val="12"/>
              <w:szCs w:val="12"/>
            </w:rPr>
            <w:t xml:space="preserve"> (mimo) – Praha-Vysočany (včetně)</w:t>
          </w:r>
          <w:r w:rsidRPr="00472900">
            <w:rPr>
              <w:sz w:val="12"/>
              <w:szCs w:val="12"/>
            </w:rPr>
            <w:t xml:space="preserve"> </w:t>
          </w:r>
        </w:p>
        <w:p w:rsidR="009110ED" w:rsidRPr="00472900" w:rsidRDefault="009110ED" w:rsidP="00381433">
          <w:pPr>
            <w:pStyle w:val="Zpat0"/>
            <w:rPr>
              <w:szCs w:val="12"/>
            </w:rPr>
          </w:pPr>
          <w:r w:rsidRPr="00472900">
            <w:rPr>
              <w:szCs w:val="12"/>
            </w:rPr>
            <w:t xml:space="preserve">„Stavba č. </w:t>
          </w:r>
          <w:r>
            <w:rPr>
              <w:szCs w:val="12"/>
            </w:rPr>
            <w:t>0211 Lipnická – Ocelkova, SO 201 Železniční most přes ul. Ocelkova</w:t>
          </w:r>
          <w:r w:rsidRPr="00472900">
            <w:rPr>
              <w:szCs w:val="12"/>
            </w:rPr>
            <w:t>“</w:t>
          </w:r>
        </w:p>
        <w:p w:rsidR="009110ED" w:rsidRDefault="009110ED" w:rsidP="00381433">
          <w:pPr>
            <w:pStyle w:val="Zpat0"/>
          </w:pPr>
          <w:r w:rsidRPr="00472900">
            <w:rPr>
              <w:szCs w:val="12"/>
            </w:rPr>
            <w:t>Díl 1 – VÝZVA K PODÁNÍ NABÍDKY</w:t>
          </w:r>
        </w:p>
        <w:p w:rsidR="009110ED" w:rsidRDefault="009110ED" w:rsidP="0035531B">
          <w:pPr>
            <w:pStyle w:val="Zpat0"/>
          </w:pPr>
        </w:p>
      </w:tc>
    </w:tr>
  </w:tbl>
  <w:p w:rsidR="009110ED" w:rsidRPr="00B8518B" w:rsidRDefault="009110E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0ED" w:rsidRPr="00B8518B" w:rsidRDefault="009110ED" w:rsidP="00460660">
    <w:pPr>
      <w:pStyle w:val="Zpat"/>
      <w:rPr>
        <w:sz w:val="2"/>
        <w:szCs w:val="2"/>
      </w:rPr>
    </w:pPr>
  </w:p>
  <w:p w:rsidR="009110ED" w:rsidRPr="00460660" w:rsidRDefault="009110E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3373" w:rsidRDefault="00433373" w:rsidP="00962258">
      <w:pPr>
        <w:spacing w:after="0" w:line="240" w:lineRule="auto"/>
      </w:pPr>
      <w:r>
        <w:separator/>
      </w:r>
    </w:p>
  </w:footnote>
  <w:footnote w:type="continuationSeparator" w:id="0">
    <w:p w:rsidR="00433373" w:rsidRDefault="00433373" w:rsidP="00962258">
      <w:pPr>
        <w:spacing w:after="0" w:line="240" w:lineRule="auto"/>
      </w:pPr>
      <w:r>
        <w:continuationSeparator/>
      </w:r>
    </w:p>
  </w:footnote>
  <w:footnote w:id="1">
    <w:p w:rsidR="009110ED" w:rsidRDefault="009110E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9110ED" w:rsidRDefault="009110E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9110ED" w:rsidRDefault="009110E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9110ED" w:rsidRDefault="009110E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10ED" w:rsidTr="00C02D0A">
      <w:trPr>
        <w:trHeight w:hRule="exact" w:val="454"/>
      </w:trPr>
      <w:tc>
        <w:tcPr>
          <w:tcW w:w="1361" w:type="dxa"/>
          <w:tcMar>
            <w:top w:w="57" w:type="dxa"/>
            <w:left w:w="0" w:type="dxa"/>
            <w:right w:w="0" w:type="dxa"/>
          </w:tcMar>
        </w:tcPr>
        <w:p w:rsidR="009110ED" w:rsidRPr="00B8518B" w:rsidRDefault="009110ED" w:rsidP="00523EA7">
          <w:pPr>
            <w:pStyle w:val="Zpat"/>
            <w:rPr>
              <w:rStyle w:val="slostrnky"/>
            </w:rPr>
          </w:pPr>
        </w:p>
      </w:tc>
      <w:tc>
        <w:tcPr>
          <w:tcW w:w="3458" w:type="dxa"/>
          <w:shd w:val="clear" w:color="auto" w:fill="auto"/>
          <w:tcMar>
            <w:top w:w="57" w:type="dxa"/>
            <w:left w:w="0" w:type="dxa"/>
            <w:right w:w="0" w:type="dxa"/>
          </w:tcMar>
        </w:tcPr>
        <w:p w:rsidR="009110ED" w:rsidRDefault="009110ED" w:rsidP="00523EA7">
          <w:pPr>
            <w:pStyle w:val="Zpat"/>
          </w:pPr>
        </w:p>
      </w:tc>
      <w:tc>
        <w:tcPr>
          <w:tcW w:w="5698" w:type="dxa"/>
          <w:shd w:val="clear" w:color="auto" w:fill="auto"/>
          <w:tcMar>
            <w:top w:w="57" w:type="dxa"/>
            <w:left w:w="0" w:type="dxa"/>
            <w:right w:w="0" w:type="dxa"/>
          </w:tcMar>
        </w:tcPr>
        <w:p w:rsidR="009110ED" w:rsidRPr="00D6163D" w:rsidRDefault="009110ED" w:rsidP="00D6163D">
          <w:pPr>
            <w:pStyle w:val="Druhdokumentu"/>
          </w:pPr>
        </w:p>
      </w:tc>
    </w:tr>
  </w:tbl>
  <w:p w:rsidR="009110ED" w:rsidRPr="00D6163D" w:rsidRDefault="009110E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110ED" w:rsidTr="00B22106">
      <w:trPr>
        <w:trHeight w:hRule="exact" w:val="936"/>
      </w:trPr>
      <w:tc>
        <w:tcPr>
          <w:tcW w:w="1361" w:type="dxa"/>
          <w:tcMar>
            <w:left w:w="0" w:type="dxa"/>
            <w:right w:w="0" w:type="dxa"/>
          </w:tcMar>
        </w:tcPr>
        <w:p w:rsidR="009110ED" w:rsidRPr="00B8518B" w:rsidRDefault="009110ED" w:rsidP="00FC6389">
          <w:pPr>
            <w:pStyle w:val="Zpat"/>
            <w:rPr>
              <w:rStyle w:val="slostrnky"/>
            </w:rPr>
          </w:pPr>
        </w:p>
      </w:tc>
      <w:tc>
        <w:tcPr>
          <w:tcW w:w="3458" w:type="dxa"/>
          <w:shd w:val="clear" w:color="auto" w:fill="auto"/>
          <w:tcMar>
            <w:left w:w="0" w:type="dxa"/>
            <w:right w:w="0" w:type="dxa"/>
          </w:tcMar>
        </w:tcPr>
        <w:p w:rsidR="009110ED" w:rsidRDefault="009110ED" w:rsidP="00FC6389">
          <w:pPr>
            <w:pStyle w:val="Zpat"/>
          </w:pPr>
        </w:p>
      </w:tc>
      <w:tc>
        <w:tcPr>
          <w:tcW w:w="5756" w:type="dxa"/>
          <w:shd w:val="clear" w:color="auto" w:fill="auto"/>
          <w:tcMar>
            <w:left w:w="0" w:type="dxa"/>
            <w:right w:w="0" w:type="dxa"/>
          </w:tcMar>
        </w:tcPr>
        <w:p w:rsidR="009110ED" w:rsidRPr="00D6163D" w:rsidRDefault="009110ED" w:rsidP="00FC6389">
          <w:pPr>
            <w:pStyle w:val="Druhdokumentu"/>
          </w:pPr>
        </w:p>
      </w:tc>
    </w:tr>
    <w:tr w:rsidR="009110ED" w:rsidTr="00B22106">
      <w:trPr>
        <w:trHeight w:hRule="exact" w:val="936"/>
      </w:trPr>
      <w:tc>
        <w:tcPr>
          <w:tcW w:w="1361" w:type="dxa"/>
          <w:tcMar>
            <w:left w:w="0" w:type="dxa"/>
            <w:right w:w="0" w:type="dxa"/>
          </w:tcMar>
        </w:tcPr>
        <w:p w:rsidR="009110ED" w:rsidRPr="00B8518B" w:rsidRDefault="009110ED" w:rsidP="00FC6389">
          <w:pPr>
            <w:pStyle w:val="Zpat"/>
            <w:rPr>
              <w:rStyle w:val="slostrnky"/>
            </w:rPr>
          </w:pPr>
        </w:p>
      </w:tc>
      <w:tc>
        <w:tcPr>
          <w:tcW w:w="3458" w:type="dxa"/>
          <w:shd w:val="clear" w:color="auto" w:fill="auto"/>
          <w:tcMar>
            <w:left w:w="0" w:type="dxa"/>
            <w:right w:w="0" w:type="dxa"/>
          </w:tcMar>
        </w:tcPr>
        <w:p w:rsidR="009110ED" w:rsidRDefault="009110ED" w:rsidP="00FC6389">
          <w:pPr>
            <w:pStyle w:val="Zpat"/>
          </w:pPr>
        </w:p>
      </w:tc>
      <w:tc>
        <w:tcPr>
          <w:tcW w:w="5756" w:type="dxa"/>
          <w:shd w:val="clear" w:color="auto" w:fill="auto"/>
          <w:tcMar>
            <w:left w:w="0" w:type="dxa"/>
            <w:right w:w="0" w:type="dxa"/>
          </w:tcMar>
        </w:tcPr>
        <w:p w:rsidR="009110ED" w:rsidRPr="00D6163D" w:rsidRDefault="009110ED" w:rsidP="00FC6389">
          <w:pPr>
            <w:pStyle w:val="Druhdokumentu"/>
          </w:pPr>
        </w:p>
      </w:tc>
    </w:tr>
  </w:tbl>
  <w:p w:rsidR="009110ED" w:rsidRPr="00D6163D" w:rsidRDefault="009110ED"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9110ED" w:rsidRPr="00460660" w:rsidRDefault="009110E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2042498"/>
    <w:multiLevelType w:val="hybridMultilevel"/>
    <w:tmpl w:val="39E44F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EC8"/>
    <w:rsid w:val="00046545"/>
    <w:rsid w:val="00046D0A"/>
    <w:rsid w:val="000471FA"/>
    <w:rsid w:val="000552D4"/>
    <w:rsid w:val="00061916"/>
    <w:rsid w:val="00061E45"/>
    <w:rsid w:val="0006450D"/>
    <w:rsid w:val="0006499F"/>
    <w:rsid w:val="0006588D"/>
    <w:rsid w:val="00067A5E"/>
    <w:rsid w:val="00067EE3"/>
    <w:rsid w:val="000719BB"/>
    <w:rsid w:val="00072A65"/>
    <w:rsid w:val="00072C1E"/>
    <w:rsid w:val="00082434"/>
    <w:rsid w:val="000839DD"/>
    <w:rsid w:val="00090767"/>
    <w:rsid w:val="00091CD6"/>
    <w:rsid w:val="00092CC9"/>
    <w:rsid w:val="000A7FA3"/>
    <w:rsid w:val="000B12B0"/>
    <w:rsid w:val="000B20AE"/>
    <w:rsid w:val="000B4EB8"/>
    <w:rsid w:val="000C2072"/>
    <w:rsid w:val="000C3CD6"/>
    <w:rsid w:val="000C41F2"/>
    <w:rsid w:val="000D0DE7"/>
    <w:rsid w:val="000D22C4"/>
    <w:rsid w:val="000D27D1"/>
    <w:rsid w:val="000D5E72"/>
    <w:rsid w:val="000D7437"/>
    <w:rsid w:val="000E15C8"/>
    <w:rsid w:val="000E1A7F"/>
    <w:rsid w:val="000E25BA"/>
    <w:rsid w:val="000F1846"/>
    <w:rsid w:val="00106A0E"/>
    <w:rsid w:val="00110184"/>
    <w:rsid w:val="00112301"/>
    <w:rsid w:val="00112864"/>
    <w:rsid w:val="00112F94"/>
    <w:rsid w:val="00114472"/>
    <w:rsid w:val="00114988"/>
    <w:rsid w:val="00115069"/>
    <w:rsid w:val="001150F2"/>
    <w:rsid w:val="00116813"/>
    <w:rsid w:val="0012054E"/>
    <w:rsid w:val="001355CC"/>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A5FF5"/>
    <w:rsid w:val="001B23A1"/>
    <w:rsid w:val="001B4E74"/>
    <w:rsid w:val="001B5ED5"/>
    <w:rsid w:val="001C645F"/>
    <w:rsid w:val="001D0D67"/>
    <w:rsid w:val="001D4B4A"/>
    <w:rsid w:val="001D5DE6"/>
    <w:rsid w:val="001E08F5"/>
    <w:rsid w:val="001E651D"/>
    <w:rsid w:val="001E678E"/>
    <w:rsid w:val="001F39FF"/>
    <w:rsid w:val="001F5A3E"/>
    <w:rsid w:val="0020586C"/>
    <w:rsid w:val="0020719F"/>
    <w:rsid w:val="002071BB"/>
    <w:rsid w:val="00207DF5"/>
    <w:rsid w:val="002222C1"/>
    <w:rsid w:val="00233A30"/>
    <w:rsid w:val="00233A53"/>
    <w:rsid w:val="00235D94"/>
    <w:rsid w:val="00235EB5"/>
    <w:rsid w:val="00240B81"/>
    <w:rsid w:val="00241322"/>
    <w:rsid w:val="0024699F"/>
    <w:rsid w:val="00247D01"/>
    <w:rsid w:val="0025030F"/>
    <w:rsid w:val="00261A5B"/>
    <w:rsid w:val="002628F0"/>
    <w:rsid w:val="00262E5B"/>
    <w:rsid w:val="00263CBA"/>
    <w:rsid w:val="00267CF3"/>
    <w:rsid w:val="00276AFE"/>
    <w:rsid w:val="00283302"/>
    <w:rsid w:val="002924B8"/>
    <w:rsid w:val="002A3B57"/>
    <w:rsid w:val="002C04EE"/>
    <w:rsid w:val="002C31BF"/>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7EEF"/>
    <w:rsid w:val="0033239F"/>
    <w:rsid w:val="00337143"/>
    <w:rsid w:val="0034274B"/>
    <w:rsid w:val="0034455B"/>
    <w:rsid w:val="00344A9C"/>
    <w:rsid w:val="0034719F"/>
    <w:rsid w:val="00350A35"/>
    <w:rsid w:val="0035531B"/>
    <w:rsid w:val="003571D8"/>
    <w:rsid w:val="00357BC6"/>
    <w:rsid w:val="00360428"/>
    <w:rsid w:val="00361422"/>
    <w:rsid w:val="0036290F"/>
    <w:rsid w:val="003717A3"/>
    <w:rsid w:val="00373447"/>
    <w:rsid w:val="003753A9"/>
    <w:rsid w:val="0037545D"/>
    <w:rsid w:val="00381433"/>
    <w:rsid w:val="0038265A"/>
    <w:rsid w:val="00385740"/>
    <w:rsid w:val="00386FF1"/>
    <w:rsid w:val="00392EB6"/>
    <w:rsid w:val="003944D4"/>
    <w:rsid w:val="00394D03"/>
    <w:rsid w:val="003956C6"/>
    <w:rsid w:val="003A0E3D"/>
    <w:rsid w:val="003A4513"/>
    <w:rsid w:val="003B4E63"/>
    <w:rsid w:val="003C00AA"/>
    <w:rsid w:val="003C33F2"/>
    <w:rsid w:val="003C7A6C"/>
    <w:rsid w:val="003D0EE6"/>
    <w:rsid w:val="003D42AA"/>
    <w:rsid w:val="003D756E"/>
    <w:rsid w:val="003E049F"/>
    <w:rsid w:val="003E06B0"/>
    <w:rsid w:val="003E3953"/>
    <w:rsid w:val="003E3CE3"/>
    <w:rsid w:val="003E420D"/>
    <w:rsid w:val="003E4C13"/>
    <w:rsid w:val="003E699C"/>
    <w:rsid w:val="003E79F5"/>
    <w:rsid w:val="003F78E7"/>
    <w:rsid w:val="004018B6"/>
    <w:rsid w:val="004031D9"/>
    <w:rsid w:val="00404BA2"/>
    <w:rsid w:val="004078F3"/>
    <w:rsid w:val="00412F6F"/>
    <w:rsid w:val="00413F61"/>
    <w:rsid w:val="00422E8D"/>
    <w:rsid w:val="00427794"/>
    <w:rsid w:val="00433373"/>
    <w:rsid w:val="00443107"/>
    <w:rsid w:val="00450F07"/>
    <w:rsid w:val="00451D51"/>
    <w:rsid w:val="00452F69"/>
    <w:rsid w:val="00453B2F"/>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A4F83"/>
    <w:rsid w:val="004B34E9"/>
    <w:rsid w:val="004B4008"/>
    <w:rsid w:val="004B7724"/>
    <w:rsid w:val="004C086E"/>
    <w:rsid w:val="004C4399"/>
    <w:rsid w:val="004C5497"/>
    <w:rsid w:val="004C787C"/>
    <w:rsid w:val="004D3B30"/>
    <w:rsid w:val="004D3F39"/>
    <w:rsid w:val="004D78D3"/>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65F22"/>
    <w:rsid w:val="0056655E"/>
    <w:rsid w:val="005736B7"/>
    <w:rsid w:val="00575E5A"/>
    <w:rsid w:val="00577A3C"/>
    <w:rsid w:val="00580245"/>
    <w:rsid w:val="00582121"/>
    <w:rsid w:val="00590E04"/>
    <w:rsid w:val="00592BB1"/>
    <w:rsid w:val="005971DD"/>
    <w:rsid w:val="005A1F44"/>
    <w:rsid w:val="005A3D2F"/>
    <w:rsid w:val="005A4EC2"/>
    <w:rsid w:val="005B3472"/>
    <w:rsid w:val="005B64BB"/>
    <w:rsid w:val="005C2C3B"/>
    <w:rsid w:val="005C7188"/>
    <w:rsid w:val="005D3C39"/>
    <w:rsid w:val="005E2AE4"/>
    <w:rsid w:val="005E33AB"/>
    <w:rsid w:val="005F3817"/>
    <w:rsid w:val="005F5485"/>
    <w:rsid w:val="005F7739"/>
    <w:rsid w:val="0060115D"/>
    <w:rsid w:val="00601A8C"/>
    <w:rsid w:val="0061068E"/>
    <w:rsid w:val="00611407"/>
    <w:rsid w:val="00611564"/>
    <w:rsid w:val="006115D3"/>
    <w:rsid w:val="00616090"/>
    <w:rsid w:val="00626447"/>
    <w:rsid w:val="00640B30"/>
    <w:rsid w:val="00642162"/>
    <w:rsid w:val="0064673D"/>
    <w:rsid w:val="00655976"/>
    <w:rsid w:val="0065610E"/>
    <w:rsid w:val="00660AD3"/>
    <w:rsid w:val="00660BEB"/>
    <w:rsid w:val="00661FCC"/>
    <w:rsid w:val="00665F2C"/>
    <w:rsid w:val="006720FB"/>
    <w:rsid w:val="006776B6"/>
    <w:rsid w:val="00686462"/>
    <w:rsid w:val="00687091"/>
    <w:rsid w:val="00693150"/>
    <w:rsid w:val="00693188"/>
    <w:rsid w:val="00695DAA"/>
    <w:rsid w:val="006A548C"/>
    <w:rsid w:val="006A5570"/>
    <w:rsid w:val="006A689C"/>
    <w:rsid w:val="006A6AF2"/>
    <w:rsid w:val="006B395C"/>
    <w:rsid w:val="006B3D79"/>
    <w:rsid w:val="006B6FE4"/>
    <w:rsid w:val="006C04A0"/>
    <w:rsid w:val="006C2343"/>
    <w:rsid w:val="006C442A"/>
    <w:rsid w:val="006D11C2"/>
    <w:rsid w:val="006D34B2"/>
    <w:rsid w:val="006D36C4"/>
    <w:rsid w:val="006E0578"/>
    <w:rsid w:val="006E314D"/>
    <w:rsid w:val="006E6247"/>
    <w:rsid w:val="006F6B09"/>
    <w:rsid w:val="007038DC"/>
    <w:rsid w:val="00703EFD"/>
    <w:rsid w:val="00706F4C"/>
    <w:rsid w:val="00710723"/>
    <w:rsid w:val="007134F3"/>
    <w:rsid w:val="00714AE8"/>
    <w:rsid w:val="0071663D"/>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39C1"/>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1721"/>
    <w:rsid w:val="007F56A7"/>
    <w:rsid w:val="007F69A2"/>
    <w:rsid w:val="00800851"/>
    <w:rsid w:val="008008A3"/>
    <w:rsid w:val="0080282D"/>
    <w:rsid w:val="008032C7"/>
    <w:rsid w:val="00807DD0"/>
    <w:rsid w:val="0082049A"/>
    <w:rsid w:val="00821D01"/>
    <w:rsid w:val="00822B88"/>
    <w:rsid w:val="00825555"/>
    <w:rsid w:val="00826B7B"/>
    <w:rsid w:val="00831B18"/>
    <w:rsid w:val="00831DE9"/>
    <w:rsid w:val="00833899"/>
    <w:rsid w:val="00844BC3"/>
    <w:rsid w:val="00845C0B"/>
    <w:rsid w:val="00845C50"/>
    <w:rsid w:val="00846789"/>
    <w:rsid w:val="00847E53"/>
    <w:rsid w:val="00850AF2"/>
    <w:rsid w:val="008513D8"/>
    <w:rsid w:val="008578BC"/>
    <w:rsid w:val="008645EE"/>
    <w:rsid w:val="00867D9B"/>
    <w:rsid w:val="00872044"/>
    <w:rsid w:val="0087311C"/>
    <w:rsid w:val="00876D73"/>
    <w:rsid w:val="00887139"/>
    <w:rsid w:val="00887AA6"/>
    <w:rsid w:val="00887F36"/>
    <w:rsid w:val="00893119"/>
    <w:rsid w:val="00896E31"/>
    <w:rsid w:val="008970AF"/>
    <w:rsid w:val="008A3568"/>
    <w:rsid w:val="008A5B22"/>
    <w:rsid w:val="008B2021"/>
    <w:rsid w:val="008B70C7"/>
    <w:rsid w:val="008C4A48"/>
    <w:rsid w:val="008C50F3"/>
    <w:rsid w:val="008C65BC"/>
    <w:rsid w:val="008C65E0"/>
    <w:rsid w:val="008C7EFE"/>
    <w:rsid w:val="008D03B9"/>
    <w:rsid w:val="008D30C7"/>
    <w:rsid w:val="008D4C3D"/>
    <w:rsid w:val="008D552B"/>
    <w:rsid w:val="008E05B6"/>
    <w:rsid w:val="008E1138"/>
    <w:rsid w:val="008F18D6"/>
    <w:rsid w:val="008F2C9B"/>
    <w:rsid w:val="008F797B"/>
    <w:rsid w:val="009046A6"/>
    <w:rsid w:val="00904780"/>
    <w:rsid w:val="0090635B"/>
    <w:rsid w:val="00907B6B"/>
    <w:rsid w:val="009110ED"/>
    <w:rsid w:val="00917DF8"/>
    <w:rsid w:val="00920DEB"/>
    <w:rsid w:val="00922385"/>
    <w:rsid w:val="009223DF"/>
    <w:rsid w:val="00930B79"/>
    <w:rsid w:val="009326EA"/>
    <w:rsid w:val="00936091"/>
    <w:rsid w:val="009404DC"/>
    <w:rsid w:val="00940D8A"/>
    <w:rsid w:val="009414D7"/>
    <w:rsid w:val="00941DEB"/>
    <w:rsid w:val="00945582"/>
    <w:rsid w:val="009531C1"/>
    <w:rsid w:val="009534BF"/>
    <w:rsid w:val="00956089"/>
    <w:rsid w:val="00962258"/>
    <w:rsid w:val="00964860"/>
    <w:rsid w:val="009678B7"/>
    <w:rsid w:val="00970034"/>
    <w:rsid w:val="00970D4B"/>
    <w:rsid w:val="00976FCF"/>
    <w:rsid w:val="009801E3"/>
    <w:rsid w:val="0098426C"/>
    <w:rsid w:val="00992D9C"/>
    <w:rsid w:val="009967C7"/>
    <w:rsid w:val="00996CB8"/>
    <w:rsid w:val="009A7A46"/>
    <w:rsid w:val="009A7F8E"/>
    <w:rsid w:val="009B2E97"/>
    <w:rsid w:val="009B3F75"/>
    <w:rsid w:val="009B5146"/>
    <w:rsid w:val="009C418E"/>
    <w:rsid w:val="009C442C"/>
    <w:rsid w:val="009C5284"/>
    <w:rsid w:val="009D20A1"/>
    <w:rsid w:val="009E07F4"/>
    <w:rsid w:val="009E2D33"/>
    <w:rsid w:val="009E3AED"/>
    <w:rsid w:val="009E7247"/>
    <w:rsid w:val="009F2042"/>
    <w:rsid w:val="009F309B"/>
    <w:rsid w:val="009F392E"/>
    <w:rsid w:val="009F53C5"/>
    <w:rsid w:val="009F6844"/>
    <w:rsid w:val="00A0740E"/>
    <w:rsid w:val="00A15262"/>
    <w:rsid w:val="00A159AC"/>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84C4D"/>
    <w:rsid w:val="00A94C2F"/>
    <w:rsid w:val="00AA257A"/>
    <w:rsid w:val="00AA2C03"/>
    <w:rsid w:val="00AA3E17"/>
    <w:rsid w:val="00AA4CBB"/>
    <w:rsid w:val="00AA5255"/>
    <w:rsid w:val="00AA65FA"/>
    <w:rsid w:val="00AA7351"/>
    <w:rsid w:val="00AA7BBE"/>
    <w:rsid w:val="00AB1063"/>
    <w:rsid w:val="00AB4425"/>
    <w:rsid w:val="00AB5AE0"/>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8B8"/>
    <w:rsid w:val="00B02F73"/>
    <w:rsid w:val="00B0619F"/>
    <w:rsid w:val="00B07880"/>
    <w:rsid w:val="00B10C5E"/>
    <w:rsid w:val="00B134D6"/>
    <w:rsid w:val="00B13A26"/>
    <w:rsid w:val="00B15D0D"/>
    <w:rsid w:val="00B22106"/>
    <w:rsid w:val="00B277ED"/>
    <w:rsid w:val="00B36181"/>
    <w:rsid w:val="00B429CF"/>
    <w:rsid w:val="00B477DA"/>
    <w:rsid w:val="00B5431A"/>
    <w:rsid w:val="00B60046"/>
    <w:rsid w:val="00B61530"/>
    <w:rsid w:val="00B71CC3"/>
    <w:rsid w:val="00B75EE1"/>
    <w:rsid w:val="00B77481"/>
    <w:rsid w:val="00B77C6D"/>
    <w:rsid w:val="00B80D2D"/>
    <w:rsid w:val="00B80E53"/>
    <w:rsid w:val="00B8518B"/>
    <w:rsid w:val="00B968F8"/>
    <w:rsid w:val="00B97CC3"/>
    <w:rsid w:val="00BA1A54"/>
    <w:rsid w:val="00BA3937"/>
    <w:rsid w:val="00BB0379"/>
    <w:rsid w:val="00BB4AF2"/>
    <w:rsid w:val="00BB7F53"/>
    <w:rsid w:val="00BC06C4"/>
    <w:rsid w:val="00BC12B5"/>
    <w:rsid w:val="00BC376A"/>
    <w:rsid w:val="00BC6D2B"/>
    <w:rsid w:val="00BD11CE"/>
    <w:rsid w:val="00BD7498"/>
    <w:rsid w:val="00BD7E91"/>
    <w:rsid w:val="00BD7F0D"/>
    <w:rsid w:val="00BE3236"/>
    <w:rsid w:val="00BE49F4"/>
    <w:rsid w:val="00C02D0A"/>
    <w:rsid w:val="00C03A6E"/>
    <w:rsid w:val="00C07CB0"/>
    <w:rsid w:val="00C1197B"/>
    <w:rsid w:val="00C12FC0"/>
    <w:rsid w:val="00C154A5"/>
    <w:rsid w:val="00C17D66"/>
    <w:rsid w:val="00C21FDC"/>
    <w:rsid w:val="00C226C0"/>
    <w:rsid w:val="00C23EB8"/>
    <w:rsid w:val="00C23F40"/>
    <w:rsid w:val="00C370EE"/>
    <w:rsid w:val="00C4078E"/>
    <w:rsid w:val="00C42FE6"/>
    <w:rsid w:val="00C44F6A"/>
    <w:rsid w:val="00C60B2B"/>
    <w:rsid w:val="00C6198E"/>
    <w:rsid w:val="00C62E4B"/>
    <w:rsid w:val="00C708EA"/>
    <w:rsid w:val="00C759F1"/>
    <w:rsid w:val="00C7649B"/>
    <w:rsid w:val="00C776E5"/>
    <w:rsid w:val="00C778A5"/>
    <w:rsid w:val="00C904AE"/>
    <w:rsid w:val="00C9515F"/>
    <w:rsid w:val="00C95162"/>
    <w:rsid w:val="00CA2B3A"/>
    <w:rsid w:val="00CA50B8"/>
    <w:rsid w:val="00CB3151"/>
    <w:rsid w:val="00CB6A37"/>
    <w:rsid w:val="00CB7684"/>
    <w:rsid w:val="00CC4380"/>
    <w:rsid w:val="00CC7C8F"/>
    <w:rsid w:val="00CD1FC4"/>
    <w:rsid w:val="00CD2E13"/>
    <w:rsid w:val="00CE2A4F"/>
    <w:rsid w:val="00CE420A"/>
    <w:rsid w:val="00CE4FF3"/>
    <w:rsid w:val="00CE5F6A"/>
    <w:rsid w:val="00CF78C2"/>
    <w:rsid w:val="00D019D7"/>
    <w:rsid w:val="00D034A0"/>
    <w:rsid w:val="00D0362E"/>
    <w:rsid w:val="00D03C1F"/>
    <w:rsid w:val="00D10A2D"/>
    <w:rsid w:val="00D139AC"/>
    <w:rsid w:val="00D16891"/>
    <w:rsid w:val="00D21061"/>
    <w:rsid w:val="00D245DF"/>
    <w:rsid w:val="00D25D67"/>
    <w:rsid w:val="00D26838"/>
    <w:rsid w:val="00D302E5"/>
    <w:rsid w:val="00D37B14"/>
    <w:rsid w:val="00D4108E"/>
    <w:rsid w:val="00D52BA7"/>
    <w:rsid w:val="00D57321"/>
    <w:rsid w:val="00D5757D"/>
    <w:rsid w:val="00D6163D"/>
    <w:rsid w:val="00D6259C"/>
    <w:rsid w:val="00D629F1"/>
    <w:rsid w:val="00D831A3"/>
    <w:rsid w:val="00D91EA6"/>
    <w:rsid w:val="00D97BE3"/>
    <w:rsid w:val="00DA3711"/>
    <w:rsid w:val="00DB619A"/>
    <w:rsid w:val="00DC3174"/>
    <w:rsid w:val="00DD0C7C"/>
    <w:rsid w:val="00DD46F3"/>
    <w:rsid w:val="00DD63D8"/>
    <w:rsid w:val="00DD7A41"/>
    <w:rsid w:val="00DE51A5"/>
    <w:rsid w:val="00DE56F2"/>
    <w:rsid w:val="00DF116D"/>
    <w:rsid w:val="00DF651A"/>
    <w:rsid w:val="00DF79D6"/>
    <w:rsid w:val="00E01EA1"/>
    <w:rsid w:val="00E035F5"/>
    <w:rsid w:val="00E135E5"/>
    <w:rsid w:val="00E16FF7"/>
    <w:rsid w:val="00E20A91"/>
    <w:rsid w:val="00E22C30"/>
    <w:rsid w:val="00E23814"/>
    <w:rsid w:val="00E24F78"/>
    <w:rsid w:val="00E25595"/>
    <w:rsid w:val="00E26D68"/>
    <w:rsid w:val="00E309CF"/>
    <w:rsid w:val="00E37347"/>
    <w:rsid w:val="00E4206C"/>
    <w:rsid w:val="00E437B0"/>
    <w:rsid w:val="00E44045"/>
    <w:rsid w:val="00E53CF6"/>
    <w:rsid w:val="00E60C4A"/>
    <w:rsid w:val="00E618C4"/>
    <w:rsid w:val="00E64245"/>
    <w:rsid w:val="00E7218A"/>
    <w:rsid w:val="00E80185"/>
    <w:rsid w:val="00E8058C"/>
    <w:rsid w:val="00E878EE"/>
    <w:rsid w:val="00E924EF"/>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2BF0"/>
    <w:rsid w:val="00EF4DAC"/>
    <w:rsid w:val="00EF7C8E"/>
    <w:rsid w:val="00F016C7"/>
    <w:rsid w:val="00F0634D"/>
    <w:rsid w:val="00F12DEC"/>
    <w:rsid w:val="00F1715C"/>
    <w:rsid w:val="00F279D0"/>
    <w:rsid w:val="00F310F8"/>
    <w:rsid w:val="00F35939"/>
    <w:rsid w:val="00F45607"/>
    <w:rsid w:val="00F46000"/>
    <w:rsid w:val="00F46EA7"/>
    <w:rsid w:val="00F4722B"/>
    <w:rsid w:val="00F54432"/>
    <w:rsid w:val="00F55A98"/>
    <w:rsid w:val="00F55E93"/>
    <w:rsid w:val="00F569C6"/>
    <w:rsid w:val="00F6113F"/>
    <w:rsid w:val="00F61161"/>
    <w:rsid w:val="00F659EB"/>
    <w:rsid w:val="00F66F02"/>
    <w:rsid w:val="00F7046B"/>
    <w:rsid w:val="00F7192A"/>
    <w:rsid w:val="00F76F41"/>
    <w:rsid w:val="00F80B8E"/>
    <w:rsid w:val="00F86BA6"/>
    <w:rsid w:val="00F911D1"/>
    <w:rsid w:val="00F92F06"/>
    <w:rsid w:val="00F9504F"/>
    <w:rsid w:val="00F95A2C"/>
    <w:rsid w:val="00F966F7"/>
    <w:rsid w:val="00FA64F2"/>
    <w:rsid w:val="00FB6342"/>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5F01F"/>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F2B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BF2A151-F50A-4155-B20C-228CC0701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58</TotalTime>
  <Pages>1</Pages>
  <Words>14839</Words>
  <Characters>87554</Characters>
  <Application>Microsoft Office Word</Application>
  <DocSecurity>0</DocSecurity>
  <Lines>729</Lines>
  <Paragraphs>204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56</cp:revision>
  <cp:lastPrinted>2021-10-04T12:15:00Z</cp:lastPrinted>
  <dcterms:created xsi:type="dcterms:W3CDTF">2021-04-12T09:15:00Z</dcterms:created>
  <dcterms:modified xsi:type="dcterms:W3CDTF">2021-10-04T12:16:00Z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