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471B5">
        <w:rPr>
          <w:rFonts w:ascii="Verdana" w:hAnsi="Verdana"/>
          <w:b/>
          <w:sz w:val="18"/>
          <w:szCs w:val="18"/>
        </w:rPr>
        <w:t>Blažovice ON – zajištění zásobování pracoviště pitnou vodou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547" w:rsidRDefault="00032547">
      <w:r>
        <w:separator/>
      </w:r>
    </w:p>
  </w:endnote>
  <w:endnote w:type="continuationSeparator" w:id="0">
    <w:p w:rsidR="00032547" w:rsidRDefault="0003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471B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471B5" w:rsidRPr="003471B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547" w:rsidRDefault="00032547">
      <w:r>
        <w:separator/>
      </w:r>
    </w:p>
  </w:footnote>
  <w:footnote w:type="continuationSeparator" w:id="0">
    <w:p w:rsidR="00032547" w:rsidRDefault="00032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32547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471B5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73BB2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156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23C7"/>
    <w:rsid w:val="00D23AE7"/>
    <w:rsid w:val="00D31B56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42D621-AF71-4E8F-B662-D68CE99C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B52C3"/>
    <w:rsid w:val="0035491C"/>
    <w:rsid w:val="003B7085"/>
    <w:rsid w:val="00482B79"/>
    <w:rsid w:val="004A5424"/>
    <w:rsid w:val="00573D4E"/>
    <w:rsid w:val="006632D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1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98D38E-0680-4868-BF07-105F5157E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2021-08-25T07:10:00Z</dcterms:modified>
</cp:coreProperties>
</file>