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716" w:rsidRDefault="000B4716" w:rsidP="000B4716">
      <w:r>
        <w:t xml:space="preserve">Pokud se nedaří soubory rozbalit integrovaným </w:t>
      </w:r>
      <w:proofErr w:type="spellStart"/>
      <w:r>
        <w:t>ZIPem</w:t>
      </w:r>
      <w:proofErr w:type="spellEnd"/>
      <w:r>
        <w:t xml:space="preserve"> ve Windows, lze použít alternativu, program 7-Zip. Postup:</w:t>
      </w:r>
    </w:p>
    <w:p w:rsidR="003727EC" w:rsidRDefault="000B4716" w:rsidP="000B4716">
      <w:pPr>
        <w:pStyle w:val="Odstavecseseznamem"/>
        <w:numPr>
          <w:ilvl w:val="0"/>
          <w:numId w:val="1"/>
        </w:numPr>
      </w:pPr>
      <w:r>
        <w:t xml:space="preserve">Stáhnout a nainstalovat program 7-Zip. Jedná se o freeware. Je dostupný z adresy </w:t>
      </w:r>
      <w:proofErr w:type="gramStart"/>
      <w:r>
        <w:t>www.7-zip</w:t>
      </w:r>
      <w:proofErr w:type="gramEnd"/>
      <w:r>
        <w:t>.org</w:t>
      </w:r>
    </w:p>
    <w:p w:rsidR="000B4716" w:rsidRDefault="000B4716" w:rsidP="000B4716">
      <w:pPr>
        <w:pStyle w:val="Odstavecseseznamem"/>
      </w:pPr>
    </w:p>
    <w:p w:rsidR="000B4716" w:rsidRDefault="000B4716" w:rsidP="000B4716">
      <w:pPr>
        <w:pStyle w:val="Odstavecseseznamem"/>
        <w:numPr>
          <w:ilvl w:val="0"/>
          <w:numId w:val="1"/>
        </w:numPr>
      </w:pPr>
      <w:r>
        <w:t xml:space="preserve">Z portálu zakazky.spravazeleznic.cz </w:t>
      </w:r>
      <w:r w:rsidRPr="00261730">
        <w:rPr>
          <w:b/>
          <w:u w:val="single"/>
        </w:rPr>
        <w:t xml:space="preserve">stáhnout </w:t>
      </w:r>
      <w:r w:rsidR="0033686D">
        <w:rPr>
          <w:b/>
          <w:u w:val="single"/>
        </w:rPr>
        <w:t xml:space="preserve">všech </w:t>
      </w:r>
      <w:r w:rsidR="004D6A4F">
        <w:rPr>
          <w:b/>
          <w:u w:val="single"/>
        </w:rPr>
        <w:t>5</w:t>
      </w:r>
      <w:r w:rsidRPr="00261730">
        <w:rPr>
          <w:b/>
          <w:u w:val="single"/>
        </w:rPr>
        <w:t xml:space="preserve"> soubor</w:t>
      </w:r>
      <w:r w:rsidR="0033686D">
        <w:rPr>
          <w:b/>
          <w:u w:val="single"/>
        </w:rPr>
        <w:t>ů</w:t>
      </w:r>
      <w:r>
        <w:t xml:space="preserve"> a uložit v počítači tak, aby </w:t>
      </w:r>
      <w:r w:rsidR="00C45828">
        <w:t>byl</w:t>
      </w:r>
      <w:r w:rsidR="0033686D">
        <w:t>y</w:t>
      </w:r>
      <w:r w:rsidR="00C45828">
        <w:t xml:space="preserve"> ve </w:t>
      </w:r>
      <w:r>
        <w:t>stejné složce.</w:t>
      </w:r>
    </w:p>
    <w:p w:rsidR="000B4716" w:rsidRDefault="0088069E" w:rsidP="000B4716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151BAFBA" wp14:editId="113899B6">
            <wp:extent cx="2009775" cy="10382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4716" w:rsidRDefault="000B4716" w:rsidP="000B4716">
      <w:pPr>
        <w:pStyle w:val="Odstavecseseznamem"/>
      </w:pPr>
    </w:p>
    <w:p w:rsidR="0035276D" w:rsidRDefault="0035276D" w:rsidP="000B4716">
      <w:pPr>
        <w:pStyle w:val="Odstavecseseznamem"/>
      </w:pPr>
    </w:p>
    <w:p w:rsidR="005F2F3A" w:rsidRDefault="000B4716" w:rsidP="004D6A4F">
      <w:pPr>
        <w:pStyle w:val="Odstavecseseznamem"/>
        <w:numPr>
          <w:ilvl w:val="0"/>
          <w:numId w:val="1"/>
        </w:numPr>
      </w:pPr>
      <w:r>
        <w:t xml:space="preserve">Pravým tlačítkem myši kliknout </w:t>
      </w:r>
      <w:r w:rsidRPr="00261730">
        <w:rPr>
          <w:b/>
        </w:rPr>
        <w:t>na soubor s příponou 001</w:t>
      </w:r>
      <w:r>
        <w:t xml:space="preserve"> a z menu programu 7-Zip vybrat volb</w:t>
      </w:r>
      <w:r w:rsidR="0035276D">
        <w:t xml:space="preserve">u </w:t>
      </w:r>
      <w:r w:rsidR="0035276D" w:rsidRPr="0000386F">
        <w:t>„Rozbalit do „</w:t>
      </w:r>
      <w:r w:rsidR="00151B3F" w:rsidRPr="0000386F">
        <w:t>DUR OpaHrK_2018_PDF</w:t>
      </w:r>
      <w:r w:rsidR="00151B3F" w:rsidRPr="0000386F">
        <w:rPr>
          <w:lang w:val="en-US"/>
        </w:rPr>
        <w:t>\</w:t>
      </w:r>
      <w:r w:rsidR="0035276D" w:rsidRPr="0000386F">
        <w:t>“</w:t>
      </w:r>
    </w:p>
    <w:p w:rsidR="00151B3F" w:rsidRDefault="00151B3F" w:rsidP="004D6A4F">
      <w:pPr>
        <w:pStyle w:val="Odstavecseseznamem"/>
        <w:numPr>
          <w:ilvl w:val="0"/>
          <w:numId w:val="1"/>
        </w:numPr>
      </w:pPr>
    </w:p>
    <w:p w:rsidR="005F2F3A" w:rsidRDefault="00151B3F" w:rsidP="005F2F3A">
      <w:r>
        <w:rPr>
          <w:noProof/>
          <w:lang w:eastAsia="cs-CZ"/>
        </w:rPr>
        <w:drawing>
          <wp:inline distT="0" distB="0" distL="0" distR="0" wp14:anchorId="18CFB384" wp14:editId="02201D74">
            <wp:extent cx="1857375" cy="1047750"/>
            <wp:effectExtent l="0" t="0" r="9525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45828">
        <w:rPr>
          <w:noProof/>
          <w:lang w:eastAsia="cs-CZ"/>
        </w:rPr>
        <w:drawing>
          <wp:inline distT="0" distB="0" distL="0" distR="0" wp14:anchorId="0B77E81B" wp14:editId="121012E7">
            <wp:extent cx="2495550" cy="1476375"/>
            <wp:effectExtent l="0" t="0" r="0" b="952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F3A" w:rsidRDefault="005F2F3A" w:rsidP="00151B3F"/>
    <w:p w:rsidR="000B4716" w:rsidRDefault="000B4716"/>
    <w:p w:rsidR="000B4716" w:rsidRDefault="000B4716" w:rsidP="00683DC6">
      <w:pPr>
        <w:pStyle w:val="Odstavecseseznamem"/>
        <w:numPr>
          <w:ilvl w:val="0"/>
          <w:numId w:val="1"/>
        </w:numPr>
      </w:pPr>
      <w:r>
        <w:t>Proběhne rozbalení archivu</w:t>
      </w:r>
      <w:r w:rsidR="00683DC6">
        <w:t>.</w:t>
      </w:r>
      <w:r w:rsidR="00261730" w:rsidRPr="00261730">
        <w:rPr>
          <w:noProof/>
          <w:lang w:eastAsia="cs-CZ"/>
        </w:rPr>
        <w:t xml:space="preserve"> </w:t>
      </w:r>
    </w:p>
    <w:p w:rsidR="000B4716" w:rsidRDefault="000B4716" w:rsidP="000B4716">
      <w:pPr>
        <w:pStyle w:val="Odstavecseseznamem"/>
        <w:numPr>
          <w:ilvl w:val="0"/>
          <w:numId w:val="1"/>
        </w:numPr>
      </w:pPr>
      <w:r>
        <w:t xml:space="preserve">Ve stejné složce se pak </w:t>
      </w:r>
      <w:r w:rsidRPr="00A04827">
        <w:rPr>
          <w:b/>
        </w:rPr>
        <w:t>autom</w:t>
      </w:r>
      <w:r w:rsidR="00261730" w:rsidRPr="00A04827">
        <w:rPr>
          <w:b/>
        </w:rPr>
        <w:t>aticky</w:t>
      </w:r>
      <w:r w:rsidR="00D921C6">
        <w:t xml:space="preserve"> vytvoří složka s názvem „</w:t>
      </w:r>
      <w:r w:rsidR="0000386F">
        <w:t>DUR OpaHrK_2018_PDF</w:t>
      </w:r>
      <w:r w:rsidR="00D921C6">
        <w:t>\“</w:t>
      </w:r>
      <w:r>
        <w:t>, ve kte</w:t>
      </w:r>
      <w:r w:rsidR="00683DC6">
        <w:t>ré najdete požadované dokumenty.</w:t>
      </w:r>
    </w:p>
    <w:p w:rsidR="000B4716" w:rsidRDefault="000B4716" w:rsidP="000B4716">
      <w:pPr>
        <w:pStyle w:val="Odstavecseseznamem"/>
      </w:pPr>
    </w:p>
    <w:p w:rsidR="000B4716" w:rsidRDefault="000B4716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0B4716">
      <w:pPr>
        <w:pStyle w:val="Odstavecseseznamem"/>
      </w:pPr>
    </w:p>
    <w:p w:rsidR="00151B3F" w:rsidRDefault="00151B3F" w:rsidP="00151B3F">
      <w:r>
        <w:t xml:space="preserve">Pokud se nedaří soubory rozbalit integrovaným </w:t>
      </w:r>
      <w:proofErr w:type="spellStart"/>
      <w:r>
        <w:t>ZIPem</w:t>
      </w:r>
      <w:proofErr w:type="spellEnd"/>
      <w:r>
        <w:t xml:space="preserve"> ve Windows, lze použít alternativu, program 7-Zip. Postup:</w:t>
      </w:r>
    </w:p>
    <w:p w:rsidR="00151B3F" w:rsidRDefault="00151B3F" w:rsidP="00151B3F">
      <w:pPr>
        <w:pStyle w:val="Odstavecseseznamem"/>
        <w:numPr>
          <w:ilvl w:val="0"/>
          <w:numId w:val="2"/>
        </w:numPr>
      </w:pPr>
      <w:r>
        <w:t xml:space="preserve">Stáhnout a nainstalovat program 7-Zip. Jedná se o freeware. Je dostupný z adresy </w:t>
      </w:r>
      <w:proofErr w:type="gramStart"/>
      <w:r>
        <w:t>www.7-zip</w:t>
      </w:r>
      <w:proofErr w:type="gramEnd"/>
      <w:r>
        <w:t>.org</w:t>
      </w:r>
    </w:p>
    <w:p w:rsidR="00151B3F" w:rsidRDefault="00151B3F" w:rsidP="00151B3F">
      <w:pPr>
        <w:pStyle w:val="Odstavecseseznamem"/>
      </w:pPr>
    </w:p>
    <w:p w:rsidR="00151B3F" w:rsidRDefault="00151B3F" w:rsidP="00151B3F">
      <w:pPr>
        <w:pStyle w:val="Odstavecseseznamem"/>
        <w:numPr>
          <w:ilvl w:val="0"/>
          <w:numId w:val="2"/>
        </w:numPr>
      </w:pPr>
      <w:r>
        <w:t xml:space="preserve">Z portálu zakazky.spravazeleznic.cz </w:t>
      </w:r>
      <w:r w:rsidRPr="00261730">
        <w:rPr>
          <w:b/>
          <w:u w:val="single"/>
        </w:rPr>
        <w:t xml:space="preserve">stáhnout </w:t>
      </w:r>
      <w:r>
        <w:rPr>
          <w:b/>
          <w:u w:val="single"/>
        </w:rPr>
        <w:t>všech</w:t>
      </w:r>
      <w:r w:rsidR="0000386F">
        <w:rPr>
          <w:b/>
          <w:u w:val="single"/>
        </w:rPr>
        <w:t>ny</w:t>
      </w:r>
      <w:r>
        <w:rPr>
          <w:b/>
          <w:u w:val="single"/>
        </w:rPr>
        <w:t xml:space="preserve"> </w:t>
      </w:r>
      <w:r w:rsidR="0000386F">
        <w:rPr>
          <w:b/>
          <w:u w:val="single"/>
        </w:rPr>
        <w:t>3</w:t>
      </w:r>
      <w:r w:rsidRPr="00261730">
        <w:rPr>
          <w:b/>
          <w:u w:val="single"/>
        </w:rPr>
        <w:t xml:space="preserve"> soubor</w:t>
      </w:r>
      <w:r w:rsidR="0000386F">
        <w:rPr>
          <w:b/>
          <w:u w:val="single"/>
        </w:rPr>
        <w:t>y</w:t>
      </w:r>
      <w:r>
        <w:t xml:space="preserve"> a uložit v počítači tak, aby byly ve stejné složce.</w:t>
      </w:r>
    </w:p>
    <w:p w:rsidR="00151B3F" w:rsidRDefault="0000386F" w:rsidP="00151B3F">
      <w:pPr>
        <w:pStyle w:val="Odstavecseseznamem"/>
      </w:pPr>
      <w:r>
        <w:rPr>
          <w:noProof/>
          <w:lang w:eastAsia="cs-CZ"/>
        </w:rPr>
        <w:drawing>
          <wp:inline distT="0" distB="0" distL="0" distR="0" wp14:anchorId="3B854E04" wp14:editId="1DDBC23B">
            <wp:extent cx="1524000" cy="67627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B3F" w:rsidRDefault="00151B3F" w:rsidP="00151B3F">
      <w:pPr>
        <w:pStyle w:val="Odstavecseseznamem"/>
      </w:pPr>
    </w:p>
    <w:p w:rsidR="00151B3F" w:rsidRDefault="00151B3F" w:rsidP="00151B3F">
      <w:pPr>
        <w:pStyle w:val="Odstavecseseznamem"/>
      </w:pPr>
    </w:p>
    <w:p w:rsidR="00151B3F" w:rsidRDefault="00151B3F" w:rsidP="00151B3F">
      <w:pPr>
        <w:pStyle w:val="Odstavecseseznamem"/>
        <w:numPr>
          <w:ilvl w:val="0"/>
          <w:numId w:val="2"/>
        </w:numPr>
      </w:pPr>
      <w:r>
        <w:t xml:space="preserve">Pravým tlačítkem myši kliknout </w:t>
      </w:r>
      <w:r w:rsidRPr="00261730">
        <w:rPr>
          <w:b/>
        </w:rPr>
        <w:t>na soubor s příponou 001</w:t>
      </w:r>
      <w:r>
        <w:t xml:space="preserve"> a z menu programu 7-Zip vybrat volbu „</w:t>
      </w:r>
      <w:r w:rsidRPr="004D6A4F">
        <w:rPr>
          <w:highlight w:val="yellow"/>
        </w:rPr>
        <w:t>Rozbalit do „</w:t>
      </w:r>
      <w:r w:rsidR="0000386F">
        <w:rPr>
          <w:highlight w:val="yellow"/>
        </w:rPr>
        <w:t>HK-</w:t>
      </w:r>
      <w:proofErr w:type="spellStart"/>
      <w:r w:rsidR="0000386F">
        <w:rPr>
          <w:highlight w:val="yellow"/>
        </w:rPr>
        <w:t>TnO</w:t>
      </w:r>
      <w:proofErr w:type="spellEnd"/>
      <w:r w:rsidR="0000386F">
        <w:rPr>
          <w:highlight w:val="yellow"/>
        </w:rPr>
        <w:t xml:space="preserve"> EIA</w:t>
      </w:r>
      <w:r>
        <w:rPr>
          <w:highlight w:val="yellow"/>
          <w:lang w:val="en-US"/>
        </w:rPr>
        <w:t>\</w:t>
      </w:r>
      <w:r w:rsidRPr="004D6A4F">
        <w:rPr>
          <w:highlight w:val="yellow"/>
        </w:rPr>
        <w:t>“</w:t>
      </w:r>
    </w:p>
    <w:p w:rsidR="00151B3F" w:rsidRDefault="00151B3F" w:rsidP="00151B3F">
      <w:pPr>
        <w:pStyle w:val="Odstavecseseznamem"/>
        <w:numPr>
          <w:ilvl w:val="0"/>
          <w:numId w:val="2"/>
        </w:numPr>
      </w:pPr>
    </w:p>
    <w:p w:rsidR="00151B3F" w:rsidRDefault="0000386F" w:rsidP="00151B3F">
      <w:r>
        <w:rPr>
          <w:noProof/>
          <w:lang w:eastAsia="cs-CZ"/>
        </w:rPr>
        <w:drawing>
          <wp:inline distT="0" distB="0" distL="0" distR="0" wp14:anchorId="13DF1D47" wp14:editId="5503A7DD">
            <wp:extent cx="1581150" cy="676275"/>
            <wp:effectExtent l="0" t="0" r="0" b="9525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51B3F">
        <w:rPr>
          <w:noProof/>
          <w:lang w:eastAsia="cs-CZ"/>
        </w:rPr>
        <w:drawing>
          <wp:inline distT="0" distB="0" distL="0" distR="0" wp14:anchorId="0F3EEB8C" wp14:editId="7BDF1D84">
            <wp:extent cx="2495550" cy="1476375"/>
            <wp:effectExtent l="0" t="0" r="0" b="952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B3F" w:rsidRDefault="00151B3F" w:rsidP="00151B3F"/>
    <w:p w:rsidR="00151B3F" w:rsidRDefault="00151B3F" w:rsidP="00151B3F"/>
    <w:p w:rsidR="00151B3F" w:rsidRDefault="00151B3F" w:rsidP="00151B3F">
      <w:pPr>
        <w:pStyle w:val="Odstavecseseznamem"/>
        <w:numPr>
          <w:ilvl w:val="0"/>
          <w:numId w:val="2"/>
        </w:numPr>
      </w:pPr>
      <w:r>
        <w:t>Proběhne rozbalení archivu.</w:t>
      </w:r>
      <w:r w:rsidRPr="00261730">
        <w:rPr>
          <w:noProof/>
          <w:lang w:eastAsia="cs-CZ"/>
        </w:rPr>
        <w:t xml:space="preserve"> </w:t>
      </w:r>
    </w:p>
    <w:p w:rsidR="00151B3F" w:rsidRDefault="00151B3F" w:rsidP="00151B3F">
      <w:pPr>
        <w:pStyle w:val="Odstavecseseznamem"/>
        <w:numPr>
          <w:ilvl w:val="0"/>
          <w:numId w:val="2"/>
        </w:numPr>
      </w:pPr>
      <w:r>
        <w:t xml:space="preserve">Ve stejné složce se pak </w:t>
      </w:r>
      <w:r w:rsidRPr="00A04827">
        <w:rPr>
          <w:b/>
        </w:rPr>
        <w:t>automaticky</w:t>
      </w:r>
      <w:r>
        <w:t xml:space="preserve"> vytvoří složka s </w:t>
      </w:r>
      <w:r w:rsidRPr="0000386F">
        <w:t>názvem „</w:t>
      </w:r>
      <w:r w:rsidR="0000386F" w:rsidRPr="0000386F">
        <w:t>HK-</w:t>
      </w:r>
      <w:proofErr w:type="spellStart"/>
      <w:r w:rsidR="0000386F" w:rsidRPr="0000386F">
        <w:t>TnO</w:t>
      </w:r>
      <w:proofErr w:type="spellEnd"/>
      <w:r w:rsidR="0000386F" w:rsidRPr="0000386F">
        <w:t xml:space="preserve"> EIA</w:t>
      </w:r>
      <w:r w:rsidR="0000386F" w:rsidRPr="0000386F">
        <w:rPr>
          <w:lang w:val="en-US"/>
        </w:rPr>
        <w:t>\</w:t>
      </w:r>
      <w:r w:rsidRPr="0000386F">
        <w:t>“,</w:t>
      </w:r>
      <w:r>
        <w:t xml:space="preserve"> ve které najdete požadované dokumenty.</w:t>
      </w:r>
    </w:p>
    <w:p w:rsidR="00151B3F" w:rsidRDefault="00151B3F" w:rsidP="000B4716">
      <w:pPr>
        <w:pStyle w:val="Odstavecseseznamem"/>
      </w:pPr>
    </w:p>
    <w:p w:rsidR="000B4716" w:rsidRDefault="000B4716" w:rsidP="000B4716">
      <w:pPr>
        <w:pStyle w:val="Odstavecseseznamem"/>
      </w:pPr>
      <w:bookmarkStart w:id="0" w:name="_GoBack"/>
      <w:bookmarkEnd w:id="0"/>
    </w:p>
    <w:sectPr w:rsidR="000B4716" w:rsidSect="000B47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E59CD"/>
    <w:multiLevelType w:val="hybridMultilevel"/>
    <w:tmpl w:val="EC24A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14BBC"/>
    <w:multiLevelType w:val="hybridMultilevel"/>
    <w:tmpl w:val="EC24A3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716"/>
    <w:rsid w:val="0000386F"/>
    <w:rsid w:val="000B4716"/>
    <w:rsid w:val="00127826"/>
    <w:rsid w:val="00151B3F"/>
    <w:rsid w:val="00261730"/>
    <w:rsid w:val="0033686D"/>
    <w:rsid w:val="00341F08"/>
    <w:rsid w:val="0035276D"/>
    <w:rsid w:val="003569CF"/>
    <w:rsid w:val="003727EC"/>
    <w:rsid w:val="004D6A4F"/>
    <w:rsid w:val="005F2F3A"/>
    <w:rsid w:val="00683DC6"/>
    <w:rsid w:val="0088069E"/>
    <w:rsid w:val="00A04827"/>
    <w:rsid w:val="00BB2C79"/>
    <w:rsid w:val="00BF6A6B"/>
    <w:rsid w:val="00C45828"/>
    <w:rsid w:val="00D9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CA718"/>
  <w15:docId w15:val="{AA942B48-02A0-40C6-99C8-9DA7F7DD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2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27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0F024-28BD-4754-84F0-C4BC09BC0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178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Sokolář Tomáš, Mgr.</dc:creator>
  <cp:keywords/>
  <dc:description/>
  <cp:lastModifiedBy>Příleská Kateřina</cp:lastModifiedBy>
  <cp:revision>11</cp:revision>
  <dcterms:created xsi:type="dcterms:W3CDTF">2020-12-17T09:09:00Z</dcterms:created>
  <dcterms:modified xsi:type="dcterms:W3CDTF">2021-09-24T07:43:00Z</dcterms:modified>
</cp:coreProperties>
</file>