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7777777" w:rsidR="00F422D3" w:rsidRPr="00E963E8" w:rsidRDefault="00F422D3" w:rsidP="00022F72">
      <w:pPr>
        <w:pStyle w:val="Titul1"/>
        <w:rPr>
          <w:sz w:val="36"/>
        </w:rPr>
      </w:pPr>
      <w:r w:rsidRPr="00E963E8">
        <w:rPr>
          <w:sz w:val="36"/>
        </w:rPr>
        <w:t>S</w:t>
      </w:r>
      <w:r w:rsidR="00022F72" w:rsidRPr="00E963E8">
        <w:rPr>
          <w:sz w:val="36"/>
        </w:rPr>
        <w:t xml:space="preserve">mlouva o dílo na zhotovení </w:t>
      </w:r>
      <w:r w:rsidR="00934B6B" w:rsidRPr="00E963E8">
        <w:rPr>
          <w:sz w:val="36"/>
        </w:rPr>
        <w:t>Projektové dokumentace a</w:t>
      </w:r>
      <w:r w:rsidR="00BB1F16" w:rsidRPr="00E963E8">
        <w:rPr>
          <w:sz w:val="36"/>
        </w:rPr>
        <w:t> </w:t>
      </w:r>
      <w:r w:rsidR="00022F72" w:rsidRPr="00E963E8">
        <w:rPr>
          <w:sz w:val="36"/>
        </w:rPr>
        <w:t>stavby</w:t>
      </w:r>
    </w:p>
    <w:p w14:paraId="5E480921" w14:textId="08B10372" w:rsidR="00F422D3" w:rsidRPr="00A637A7" w:rsidRDefault="00F422D3" w:rsidP="00BB1390">
      <w:pPr>
        <w:pStyle w:val="Titul2"/>
        <w:rPr>
          <w:color w:val="FF0000"/>
          <w:sz w:val="18"/>
          <w:szCs w:val="18"/>
        </w:rPr>
      </w:pPr>
      <w:r>
        <w:t xml:space="preserve">Název </w:t>
      </w:r>
      <w:r w:rsidRPr="00BB1390">
        <w:t>zakázky</w:t>
      </w:r>
      <w:r>
        <w:t>: „</w:t>
      </w:r>
      <w:r w:rsidR="004A1038" w:rsidRPr="00DF1A11">
        <w:t>Zavedení ASVC v úseku Rokycany (mimo) – Mirošov – Nezvěstice (mimo)</w:t>
      </w:r>
      <w:r>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497A6F10" w14:textId="77777777" w:rsidR="00647324" w:rsidRPr="006D465A" w:rsidRDefault="00F422D3" w:rsidP="00647324">
      <w:pPr>
        <w:pStyle w:val="Textbezodsazen"/>
        <w:spacing w:after="0"/>
        <w:rPr>
          <w:color w:val="000000" w:themeColor="text1"/>
        </w:rPr>
      </w:pPr>
      <w:r>
        <w:t xml:space="preserve">zastoupena: </w:t>
      </w:r>
      <w:r w:rsidR="00647324" w:rsidRPr="00056BAC">
        <w:rPr>
          <w:color w:val="000000" w:themeColor="text1"/>
        </w:rPr>
        <w:t>Ing. Petr Hofhanzl, ředitel Stavební správy západ</w:t>
      </w:r>
    </w:p>
    <w:p w14:paraId="2D391DF3" w14:textId="70C17A36" w:rsidR="00F422D3" w:rsidRPr="00F422D3" w:rsidRDefault="00F422D3" w:rsidP="00B42F40">
      <w:pPr>
        <w:pStyle w:val="Textbezodsazen"/>
        <w:spacing w:after="0"/>
        <w:rPr>
          <w:highlight w:val="green"/>
        </w:rPr>
      </w:pPr>
    </w:p>
    <w:p w14:paraId="1A1C3769" w14:textId="77777777" w:rsidR="00F422D3" w:rsidRPr="00B42F40" w:rsidRDefault="00F422D3" w:rsidP="00FA3C57">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FA3C57">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76197633" w14:textId="77777777" w:rsidR="00647324" w:rsidRDefault="00647324" w:rsidP="00FA3C57">
      <w:pPr>
        <w:pStyle w:val="Textbezodsazen"/>
      </w:pPr>
      <w:r w:rsidRPr="00056BAC">
        <w:rPr>
          <w:color w:val="000000" w:themeColor="text1"/>
        </w:rPr>
        <w:t xml:space="preserve">Stavební správa </w:t>
      </w:r>
      <w:r w:rsidRPr="00056BAC">
        <w:t>západ, Sokolovská 1955/278, 190 00 Praha 9</w:t>
      </w:r>
    </w:p>
    <w:p w14:paraId="31BAD4DB" w14:textId="77777777" w:rsidR="00FA3C57" w:rsidRPr="00146B60" w:rsidRDefault="00647324" w:rsidP="00FA3C57">
      <w:pPr>
        <w:pStyle w:val="Textbezodsazen"/>
        <w:spacing w:after="60"/>
        <w:rPr>
          <w:rStyle w:val="Zdraznnjemn"/>
          <w:b/>
          <w:bCs/>
          <w:color w:val="auto"/>
        </w:rPr>
      </w:pPr>
      <w:r w:rsidRPr="00146B60">
        <w:t xml:space="preserve"> </w:t>
      </w:r>
      <w:r w:rsidR="00FA3C57" w:rsidRPr="00146B60">
        <w:rPr>
          <w:rStyle w:val="Zdraznnjemn"/>
          <w:b/>
          <w:bCs/>
          <w:color w:val="auto"/>
        </w:rPr>
        <w:t>Adresa pro doručování faktur:</w:t>
      </w:r>
    </w:p>
    <w:p w14:paraId="6784971E" w14:textId="77777777" w:rsidR="00FA3C57" w:rsidRPr="00146B60" w:rsidRDefault="00FA3C57" w:rsidP="00FA3C57">
      <w:pPr>
        <w:pStyle w:val="Textbezodsazen"/>
        <w:spacing w:after="60"/>
        <w:ind w:left="284" w:hanging="284"/>
        <w:rPr>
          <w:rStyle w:val="Zdraznnjemn"/>
          <w:color w:val="auto"/>
          <w:lang w:eastAsia="cs-CZ"/>
        </w:rPr>
      </w:pPr>
      <w:r w:rsidRPr="00146B60">
        <w:rPr>
          <w:rStyle w:val="Zdraznnjemn"/>
          <w:color w:val="auto"/>
        </w:rPr>
        <w:t xml:space="preserve">• v listinné podobě na adresu Správa železnic, státní organizace, Centrální finanční účtárna Čechy, Náměstí Jana </w:t>
      </w:r>
      <w:proofErr w:type="spellStart"/>
      <w:r w:rsidRPr="00146B60">
        <w:rPr>
          <w:rStyle w:val="Zdraznnjemn"/>
          <w:color w:val="auto"/>
        </w:rPr>
        <w:t>Pernera</w:t>
      </w:r>
      <w:proofErr w:type="spellEnd"/>
      <w:r w:rsidRPr="00146B60">
        <w:rPr>
          <w:rStyle w:val="Zdraznnjemn"/>
          <w:color w:val="auto"/>
        </w:rPr>
        <w:t xml:space="preserve"> 217, 530 02 Pardubice, nebo</w:t>
      </w:r>
    </w:p>
    <w:p w14:paraId="64A657A0" w14:textId="77777777" w:rsidR="00FA3C57" w:rsidRPr="00146B60" w:rsidRDefault="00FA3C57" w:rsidP="00FA3C57">
      <w:pPr>
        <w:pStyle w:val="Textbezodsazen"/>
        <w:spacing w:after="60"/>
        <w:ind w:left="284" w:hanging="284"/>
        <w:rPr>
          <w:rStyle w:val="Zdraznnjemn"/>
          <w:color w:val="auto"/>
        </w:rPr>
      </w:pPr>
      <w:r w:rsidRPr="00146B60">
        <w:rPr>
          <w:rStyle w:val="Zdraznnjemn"/>
          <w:color w:val="auto"/>
        </w:rPr>
        <w:t xml:space="preserve">• v elektronické podobě na e-mailovou adresu: </w:t>
      </w:r>
      <w:hyperlink r:id="rId11" w:history="1">
        <w:r w:rsidRPr="00146B60">
          <w:rPr>
            <w:rStyle w:val="Hypertextovodkaz"/>
            <w:color w:val="auto"/>
          </w:rPr>
          <w:t>ePodatelnaCFU@spravazeleznic.cz</w:t>
        </w:r>
      </w:hyperlink>
      <w:r w:rsidRPr="00146B60">
        <w:rPr>
          <w:rStyle w:val="Zdraznnjemn"/>
          <w:color w:val="auto"/>
        </w:rPr>
        <w:t>, nebo</w:t>
      </w:r>
    </w:p>
    <w:p w14:paraId="5C7C8D62" w14:textId="77777777" w:rsidR="00FA3C57" w:rsidRPr="00146B60" w:rsidRDefault="00FA3C57" w:rsidP="00FA3C57">
      <w:pPr>
        <w:jc w:val="both"/>
        <w:rPr>
          <w:rStyle w:val="Zdraznnjemn"/>
          <w:color w:val="auto"/>
          <w:sz w:val="18"/>
          <w:szCs w:val="18"/>
        </w:rPr>
      </w:pPr>
      <w:r w:rsidRPr="00146B60">
        <w:rPr>
          <w:rStyle w:val="Zdraznnjemn"/>
          <w:color w:val="auto"/>
          <w:sz w:val="18"/>
          <w:szCs w:val="18"/>
        </w:rPr>
        <w:t xml:space="preserve">• datovou zprávou na identifikátor datové schránky: </w:t>
      </w:r>
      <w:proofErr w:type="spellStart"/>
      <w:r w:rsidRPr="00146B60">
        <w:rPr>
          <w:rStyle w:val="Zdraznnjemn"/>
          <w:color w:val="auto"/>
          <w:sz w:val="18"/>
          <w:szCs w:val="18"/>
        </w:rPr>
        <w:t>uccchjm</w:t>
      </w:r>
      <w:proofErr w:type="spellEnd"/>
    </w:p>
    <w:p w14:paraId="4C194A01" w14:textId="3148D6E6" w:rsidR="00F422D3" w:rsidRDefault="00FA3C57" w:rsidP="00FA3C57">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138E73A" w14:textId="77777777" w:rsidR="00F422D3" w:rsidRDefault="00F422D3" w:rsidP="00B42F40">
      <w:pPr>
        <w:pStyle w:val="Textbezodsazen"/>
        <w:spacing w:after="0"/>
      </w:pPr>
      <w:r>
        <w:t>číslo smlouvy: "[</w:t>
      </w:r>
      <w:r w:rsidRPr="00F422D3">
        <w:rPr>
          <w:highlight w:val="green"/>
        </w:rPr>
        <w:t>VLOŽÍ OBJEDNATEL</w:t>
      </w:r>
      <w:r>
        <w:t xml:space="preserve">]" </w:t>
      </w:r>
    </w:p>
    <w:p w14:paraId="6FB84260" w14:textId="34E8ED4D" w:rsidR="00B42F40" w:rsidRDefault="00300AAD" w:rsidP="00B42F40">
      <w:pPr>
        <w:pStyle w:val="Textbezodsazen"/>
      </w:pPr>
      <w:r>
        <w:t>ISPROFOND: 327 321 4993 / 532 353 0037</w:t>
      </w:r>
    </w:p>
    <w:p w14:paraId="011AF109" w14:textId="3E3A05C1" w:rsidR="00CC6517" w:rsidRPr="00B42F40" w:rsidRDefault="00F422D3" w:rsidP="00B42F40">
      <w:pPr>
        <w:pStyle w:val="Textbezodsazen"/>
      </w:pPr>
      <w:r w:rsidRPr="00B42F40">
        <w:t>a</w:t>
      </w: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59A44B20"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E963E8">
        <w:t>“)</w:t>
      </w:r>
    </w:p>
    <w:p w14:paraId="1A5D88E5" w14:textId="637F6E5F" w:rsidR="00E963E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358E5187" w:rsidR="007D26F9" w:rsidRPr="000A1915" w:rsidRDefault="007D26F9" w:rsidP="00BC5BDD">
      <w:pPr>
        <w:pStyle w:val="Text1-1"/>
        <w:rPr>
          <w:color w:val="000000" w:themeColor="text1"/>
        </w:rPr>
      </w:pPr>
      <w:r>
        <w:t>Objednatel používá informační systém pro řízení</w:t>
      </w:r>
      <w:r w:rsidR="00A349C6">
        <w:t xml:space="preserve"> a </w:t>
      </w:r>
      <w:r>
        <w:t xml:space="preserve">monitoring staveb. Zhotovitel se zavazuje, že bude Objednateli </w:t>
      </w:r>
      <w:r w:rsidR="009101F9">
        <w:t xml:space="preserve">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6BEFBC0A" w14:textId="77777777" w:rsidR="007D26F9" w:rsidRDefault="007D26F9" w:rsidP="00BC5BDD">
      <w:pPr>
        <w:pStyle w:val="Odrka1-3"/>
      </w:pPr>
      <w:r>
        <w:t>daňový doklad,</w:t>
      </w:r>
    </w:p>
    <w:p w14:paraId="670DB74D" w14:textId="77777777" w:rsidR="007D26F9" w:rsidRDefault="007D26F9" w:rsidP="00BC5BDD">
      <w:pPr>
        <w:pStyle w:val="Odrka1-3"/>
      </w:pPr>
      <w:r>
        <w:t>souhrn fakturace,</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577B166A" w:rsidR="007D26F9" w:rsidRDefault="007D26F9" w:rsidP="008C44D5">
      <w:pPr>
        <w:pStyle w:val="Text1-1"/>
      </w:pPr>
      <w:r>
        <w:t xml:space="preserve">Objednatel oznámil uveřejněním na profilu zadavatele: </w:t>
      </w:r>
      <w:hyperlink r:id="rId12" w:history="1">
        <w:r w:rsidR="00EE31BD" w:rsidRPr="008C452A">
          <w:rPr>
            <w:rStyle w:val="Hypertextovodkaz"/>
            <w:noProof w:val="0"/>
          </w:rPr>
          <w:t>https://zakazky.spravazeleznic.cz/</w:t>
        </w:r>
      </w:hyperlink>
      <w:r w:rsidR="00EE31BD">
        <w:t xml:space="preserve"> </w:t>
      </w:r>
      <w:r>
        <w:t xml:space="preserve">dne </w:t>
      </w:r>
      <w:r w:rsidR="008C44D5" w:rsidRPr="008C44D5">
        <w:rPr>
          <w:highlight w:val="yellow"/>
        </w:rPr>
        <w:t>……………2021</w:t>
      </w:r>
      <w:r w:rsidR="008C44D5">
        <w:t xml:space="preserve"> </w:t>
      </w:r>
      <w:r>
        <w:t xml:space="preserve">pod evidenčním číslem </w:t>
      </w:r>
      <w:r w:rsidR="008C44D5" w:rsidRPr="00F31AAC">
        <w:rPr>
          <w:b/>
        </w:rPr>
        <w:t>61821295</w:t>
      </w:r>
      <w:r w:rsidR="008C44D5">
        <w:t xml:space="preserve"> </w:t>
      </w:r>
      <w:r>
        <w:t>svůj úmysl zadat veřejnou zakázku</w:t>
      </w:r>
      <w:r w:rsidR="00A349C6">
        <w:t xml:space="preserve"> s </w:t>
      </w:r>
      <w:r>
        <w:t>názvem „</w:t>
      </w:r>
      <w:r w:rsidR="00EE31BD" w:rsidRPr="00EE31BD">
        <w:rPr>
          <w:rStyle w:val="Tun"/>
        </w:rPr>
        <w:t>Zavedení ASVC v úseku Rokycany (mimo) – Mirošov – Nezvěstice (mimo)</w:t>
      </w:r>
      <w:r>
        <w:t>“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lastRenderedPageBreak/>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F694D8B" w14:textId="7A59D943"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 xml:space="preserve">DPH, neboť </w:t>
      </w:r>
      <w:r>
        <w:lastRenderedPageBreak/>
        <w:t>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5E1EAA29" w:rsidR="008911C8" w:rsidRDefault="008911C8" w:rsidP="008911C8">
      <w:pPr>
        <w:pStyle w:val="Textbezslovn"/>
      </w:pPr>
      <w:r>
        <w:t xml:space="preserve">Celková lhůta pro provedení Díla činí </w:t>
      </w:r>
      <w:r w:rsidRPr="008F3458">
        <w:t xml:space="preserve">celkem </w:t>
      </w:r>
      <w:r w:rsidR="00E779C0" w:rsidRPr="008F3458">
        <w:rPr>
          <w:rStyle w:val="Tun"/>
        </w:rPr>
        <w:t>15</w:t>
      </w:r>
      <w:r w:rsidRPr="008F3458">
        <w:rPr>
          <w:rStyle w:val="Tun"/>
        </w:rPr>
        <w:t xml:space="preserve"> měsíců</w:t>
      </w:r>
      <w:r>
        <w:t xml:space="preserve"> od nabytí účinnosti Smlouvy (dokladem prokazujícím, že Zhotovitel dokončil celé Dílo, je Předávací protokol dle odst. 10.4 Obchodních podmínek).</w:t>
      </w:r>
    </w:p>
    <w:p w14:paraId="150D27D2" w14:textId="39285010" w:rsidR="008911C8" w:rsidRDefault="008911C8" w:rsidP="008911C8">
      <w:pPr>
        <w:pStyle w:val="Textbezslovn"/>
      </w:pPr>
      <w:r>
        <w:t xml:space="preserve">Zpracování a předání dílčí části Projektové dokumentace v rozsahu Přílohy č. 3 vyhlášky č.146/2008 Sb. bude provedeno do </w:t>
      </w:r>
      <w:r w:rsidR="00542AC2" w:rsidRPr="00A652B8">
        <w:rPr>
          <w:rStyle w:val="Tun"/>
        </w:rPr>
        <w:t>5</w:t>
      </w:r>
      <w:r w:rsidRPr="008911C8">
        <w:rPr>
          <w:rStyle w:val="Tun"/>
        </w:rPr>
        <w:t> měsíců</w:t>
      </w:r>
      <w:r>
        <w:t xml:space="preserve"> ode dne nabytí účinnosti Smlouvy.</w:t>
      </w:r>
    </w:p>
    <w:p w14:paraId="34BD7111" w14:textId="7F15F91F" w:rsidR="008911C8" w:rsidRDefault="008911C8" w:rsidP="00CB2DC6">
      <w:pPr>
        <w:pStyle w:val="Textbezslovn"/>
      </w:pPr>
      <w:r>
        <w:t>Lhůta pro dokončení prací (dílčí části Projektové dokumentace v rozsahu projektové dokumentace pro stavební povolení a přílohy č. 4 vyhlášky č.</w:t>
      </w:r>
      <w:r w:rsidR="00CB2DC6">
        <w:t> </w:t>
      </w:r>
      <w:r>
        <w:t>146/2008 Sb. a</w:t>
      </w:r>
      <w:r w:rsidR="00CB2DC6">
        <w:t> </w:t>
      </w:r>
      <w:r>
        <w:t xml:space="preserve">stavebních prací) činí </w:t>
      </w:r>
      <w:r w:rsidRPr="008B385F">
        <w:t xml:space="preserve">celkem </w:t>
      </w:r>
      <w:r w:rsidR="00542AC2" w:rsidRPr="008B385F">
        <w:rPr>
          <w:rStyle w:val="Tun"/>
        </w:rPr>
        <w:t>12</w:t>
      </w:r>
      <w:r w:rsidRPr="008B385F">
        <w:rPr>
          <w:rStyle w:val="Tun"/>
        </w:rPr>
        <w:t xml:space="preserve"> 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4A539063" w14:textId="4B4FAB4B" w:rsidR="008911C8" w:rsidRPr="008D29D5" w:rsidRDefault="008911C8" w:rsidP="008D29D5">
      <w:pPr>
        <w:pStyle w:val="Textbezslovn"/>
      </w:pPr>
      <w:r w:rsidRPr="008D29D5">
        <w:t xml:space="preserve">Předání posouzení interoperability, včetně zajištění všech souvisejících dokladů, podle </w:t>
      </w:r>
      <w:proofErr w:type="spellStart"/>
      <w:r w:rsidRPr="008D29D5">
        <w:t>ust</w:t>
      </w:r>
      <w:proofErr w:type="spellEnd"/>
      <w:r w:rsidRPr="008D29D5">
        <w:t>. § 49b zákona 266/1994 Sb. ve znění pozdějších předpisů,</w:t>
      </w:r>
      <w:r>
        <w:t xml:space="preserve"> předání osvědčení o</w:t>
      </w:r>
      <w:r w:rsidR="00CB2DC6">
        <w:t> </w:t>
      </w:r>
      <w:r>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t> </w:t>
      </w:r>
      <w:r>
        <w:t xml:space="preserve">kompletní technické části dokumentace skutečného provedení stavby bude provedeno nejpozději </w:t>
      </w:r>
      <w:r w:rsidRPr="008D29D5">
        <w:t xml:space="preserve">do </w:t>
      </w:r>
      <w:r w:rsidR="00542AC2" w:rsidRPr="008D29D5">
        <w:rPr>
          <w:rStyle w:val="Tun"/>
        </w:rPr>
        <w:t>3</w:t>
      </w:r>
      <w:r w:rsidRPr="008D29D5">
        <w:rPr>
          <w:rStyle w:val="Tun"/>
        </w:rPr>
        <w:t xml:space="preserve"> měsíců</w:t>
      </w:r>
      <w:r>
        <w:t xml:space="preserve"> ode dne podpisu posledního Zá</w:t>
      </w:r>
      <w:r w:rsidR="008D29D5">
        <w:t>pisu o předání a převzetí Díla.</w:t>
      </w:r>
    </w:p>
    <w:p w14:paraId="0DD84B3C" w14:textId="11F22510" w:rsidR="00AF7AEE" w:rsidRPr="008D29D5" w:rsidRDefault="008911C8" w:rsidP="008D29D5">
      <w:pPr>
        <w:pStyle w:val="Textbezslovn"/>
      </w:pPr>
      <w:r>
        <w:t>Lhůty stanovené v odst</w:t>
      </w:r>
      <w:r w:rsidRPr="00394474">
        <w:rPr>
          <w:color w:val="000000" w:themeColor="text1"/>
        </w:rPr>
        <w:t xml:space="preserve">. 13.3.3 Všeobecných </w:t>
      </w:r>
      <w:r>
        <w:t>technických podmínek a lhůty stanovené v odst.</w:t>
      </w:r>
      <w:r w:rsidR="00CB2DC6">
        <w:t xml:space="preserve"> </w:t>
      </w:r>
      <w:r>
        <w:t xml:space="preserve">2.10 a 2.11 Obchodních podmínek se v </w:t>
      </w:r>
      <w:r w:rsidR="008D29D5">
        <w:t>případě této Smlouvy nepoužijí.</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6A639B7F" w14:textId="77777777" w:rsidR="00CB2DC6" w:rsidRPr="00E779C0" w:rsidRDefault="00CB2DC6" w:rsidP="00E779C0">
      <w:pPr>
        <w:pStyle w:val="Text1-1"/>
      </w:pPr>
      <w:r w:rsidRPr="00E779C0">
        <w:lastRenderedPageBreak/>
        <w:t>Odst.</w:t>
      </w:r>
      <w:r w:rsidR="00AA4762" w:rsidRPr="00E779C0">
        <w:t> </w:t>
      </w:r>
      <w:r w:rsidRPr="00E779C0">
        <w:t xml:space="preserve">13.9 přílohy </w:t>
      </w:r>
      <w:proofErr w:type="gramStart"/>
      <w:r w:rsidRPr="00E779C0">
        <w:t>č.1 ke</w:t>
      </w:r>
      <w:proofErr w:type="gramEnd"/>
      <w:r w:rsidRPr="00E779C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0A513CAB" w14:textId="77777777" w:rsidR="007D26F9" w:rsidRPr="00BC5BDD" w:rsidRDefault="007D26F9" w:rsidP="00BC5BDD">
      <w:pPr>
        <w:pStyle w:val="Nadpis1-1"/>
      </w:pPr>
      <w:r w:rsidRPr="00BC5BDD">
        <w:t>ZÁRUKY A DALŠÍ USTANOVENÍ</w:t>
      </w:r>
    </w:p>
    <w:p w14:paraId="69912451" w14:textId="7010CB7E" w:rsidR="007D26F9" w:rsidRPr="00146B60" w:rsidRDefault="007D26F9" w:rsidP="00BC5BDD">
      <w:pPr>
        <w:pStyle w:val="Text1-1"/>
      </w:pPr>
      <w:r w:rsidRPr="00146B60">
        <w:t xml:space="preserve">Bankovní záruka za provedení Díla dle čl. 14 Obchodních podmínek </w:t>
      </w:r>
      <w:r w:rsidR="00F86A74" w:rsidRPr="00146B60">
        <w:t>se nevyžaduje.</w:t>
      </w:r>
    </w:p>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rsidRPr="00A6689C">
        <w:rPr>
          <w:color w:val="FF0000"/>
        </w:rPr>
        <w:t xml:space="preserve"> </w:t>
      </w:r>
      <w:r>
        <w:t>Obchodních</w:t>
      </w:r>
      <w:proofErr w:type="gramEnd"/>
      <w:r>
        <w:t xml:space="preserve">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394474">
      <w:pPr>
        <w:pStyle w:val="Text1-1"/>
        <w:numPr>
          <w:ilvl w:val="1"/>
          <w:numId w:val="9"/>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227F8EAC" w:rsidR="00394474" w:rsidRPr="007A4505" w:rsidRDefault="00394474" w:rsidP="00394474">
      <w:pPr>
        <w:pStyle w:val="Text1-1"/>
        <w:numPr>
          <w:ilvl w:val="0"/>
          <w:numId w:val="0"/>
        </w:numPr>
        <w:ind w:left="737"/>
      </w:pPr>
      <w:r w:rsidRPr="007A4505">
        <w:t>Součet hodnot dle výše uvedeného písm.</w:t>
      </w:r>
      <w:r w:rsidR="00770776">
        <w:t xml:space="preserve"> </w:t>
      </w:r>
      <w:r w:rsidRPr="007A4505">
        <w:t>a) a písm.</w:t>
      </w:r>
      <w:r w:rsidR="00770776">
        <w:t xml:space="preserve"> </w:t>
      </w:r>
      <w:r w:rsidRPr="007A4505">
        <w:t>b) se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příloze </w:t>
      </w:r>
      <w:proofErr w:type="gramStart"/>
      <w:r w:rsidRPr="007A4505">
        <w:t>č.10</w:t>
      </w:r>
      <w:proofErr w:type="gramEnd"/>
      <w:r w:rsidRPr="007A450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619616BA" w:rsidR="007629F8" w:rsidRPr="00BB31AD" w:rsidRDefault="007629F8" w:rsidP="007629F8">
      <w:pPr>
        <w:pStyle w:val="Text1-1"/>
        <w:numPr>
          <w:ilvl w:val="0"/>
          <w:numId w:val="0"/>
        </w:numPr>
        <w:ind w:left="737"/>
      </w:pPr>
      <w:r w:rsidRPr="00BB31A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w:t>
      </w:r>
      <w:r w:rsidRPr="00BB31AD">
        <w:lastRenderedPageBreak/>
        <w:t>těmito dokumenty dotčené smluvní strany disponují, a jsou uveřejněny na webových stránkách smluvních stran (společností).</w:t>
      </w:r>
    </w:p>
    <w:p w14:paraId="7E75563D" w14:textId="030EC7E7" w:rsidR="00DB0CD2" w:rsidRPr="00BB31AD" w:rsidRDefault="00DB0CD2" w:rsidP="00DB0CD2">
      <w:pPr>
        <w:pStyle w:val="Text1-1"/>
        <w:numPr>
          <w:ilvl w:val="1"/>
          <w:numId w:val="9"/>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DB0CD2">
      <w:pPr>
        <w:numPr>
          <w:ilvl w:val="2"/>
          <w:numId w:val="32"/>
        </w:numPr>
        <w:spacing w:after="120" w:line="264" w:lineRule="auto"/>
        <w:jc w:val="both"/>
        <w:rPr>
          <w:sz w:val="18"/>
          <w:szCs w:val="18"/>
        </w:rPr>
      </w:pPr>
      <w:r w:rsidRPr="00BB31AD">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64AFB6E5" w:rsidR="00DB0CD2" w:rsidRPr="00BB31AD" w:rsidRDefault="00DB0CD2" w:rsidP="00DB0CD2">
      <w:pPr>
        <w:numPr>
          <w:ilvl w:val="2"/>
          <w:numId w:val="32"/>
        </w:numPr>
        <w:spacing w:after="120" w:line="264" w:lineRule="auto"/>
        <w:jc w:val="both"/>
        <w:rPr>
          <w:sz w:val="18"/>
          <w:szCs w:val="18"/>
        </w:rPr>
      </w:pPr>
      <w:r w:rsidRPr="00BB31AD">
        <w:rPr>
          <w:sz w:val="18"/>
          <w:szCs w:val="18"/>
        </w:rPr>
        <w:t xml:space="preserve">Zhotovitel se zavazuje na písemnou výzvu </w:t>
      </w:r>
      <w:r w:rsidR="00196F60">
        <w:rPr>
          <w:sz w:val="18"/>
          <w:szCs w:val="18"/>
        </w:rPr>
        <w:t xml:space="preserve">předložit Objednateli do sedmi </w:t>
      </w:r>
      <w:r w:rsidRPr="00BB31AD">
        <w:rPr>
          <w:sz w:val="18"/>
          <w:szCs w:val="18"/>
        </w:rPr>
        <w:t>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rPr>
          <w:sz w:val="18"/>
          <w:szCs w:val="18"/>
        </w:rPr>
        <w:t>7</w:t>
      </w:r>
      <w:r w:rsidRPr="00BB31AD">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A3C57">
        <w:rPr>
          <w:sz w:val="18"/>
          <w:szCs w:val="18"/>
        </w:rPr>
        <w:t xml:space="preserve"> </w:t>
      </w:r>
      <w:r w:rsidRPr="00BB31AD">
        <w:rPr>
          <w:sz w:val="18"/>
          <w:szCs w:val="18"/>
        </w:rPr>
        <w:t>4.</w:t>
      </w:r>
      <w:r w:rsidR="004A17ED" w:rsidRPr="00BB31AD">
        <w:rPr>
          <w:sz w:val="18"/>
          <w:szCs w:val="18"/>
        </w:rPr>
        <w:t>7</w:t>
      </w:r>
      <w:r w:rsidRPr="00BB31AD">
        <w:rPr>
          <w:sz w:val="18"/>
          <w:szCs w:val="18"/>
        </w:rPr>
        <w:t xml:space="preserve">.1 této Smlouvy. </w:t>
      </w:r>
    </w:p>
    <w:p w14:paraId="4925CE78" w14:textId="78AC9271" w:rsidR="00DB0CD2" w:rsidRPr="00BB31AD" w:rsidRDefault="00DB0CD2" w:rsidP="00DB0CD2">
      <w:pPr>
        <w:numPr>
          <w:ilvl w:val="2"/>
          <w:numId w:val="32"/>
        </w:numPr>
        <w:spacing w:after="120" w:line="264" w:lineRule="auto"/>
        <w:jc w:val="both"/>
        <w:rPr>
          <w:sz w:val="18"/>
          <w:szCs w:val="18"/>
        </w:rPr>
      </w:pPr>
      <w:r w:rsidRPr="00BB31AD">
        <w:rPr>
          <w:rFonts w:eastAsia="Times New Roman" w:cs="Times New Roman"/>
          <w:sz w:val="18"/>
          <w:szCs w:val="18"/>
        </w:rPr>
        <w:t>Porady</w:t>
      </w:r>
      <w:r w:rsidR="000C2D3C" w:rsidRPr="00BB31AD">
        <w:rPr>
          <w:rFonts w:eastAsia="Times New Roman" w:cs="Times New Roman"/>
          <w:sz w:val="18"/>
          <w:szCs w:val="18"/>
        </w:rPr>
        <w:t xml:space="preserve"> a jednání</w:t>
      </w:r>
      <w:r w:rsidRPr="00BB31AD">
        <w:rPr>
          <w:rFonts w:eastAsia="Times New Roman" w:cs="Times New Roman"/>
          <w:sz w:val="18"/>
          <w:szCs w:val="18"/>
        </w:rPr>
        <w:t xml:space="preserve">, </w:t>
      </w:r>
      <w:r w:rsidR="00C76E46" w:rsidRPr="00BB31AD">
        <w:rPr>
          <w:rFonts w:eastAsia="Times New Roman" w:cs="Times New Roman"/>
          <w:sz w:val="18"/>
          <w:szCs w:val="18"/>
        </w:rPr>
        <w:t xml:space="preserve">která </w:t>
      </w:r>
      <w:r w:rsidR="001B0C6A" w:rsidRPr="00BB31AD">
        <w:rPr>
          <w:rFonts w:eastAsia="Times New Roman" w:cs="Times New Roman"/>
          <w:sz w:val="18"/>
          <w:szCs w:val="18"/>
        </w:rPr>
        <w:t xml:space="preserve">budou probíhat </w:t>
      </w:r>
      <w:r w:rsidR="000C2D3C" w:rsidRPr="00BB31AD">
        <w:rPr>
          <w:rFonts w:eastAsia="Times New Roman" w:cs="Times New Roman"/>
          <w:sz w:val="18"/>
          <w:szCs w:val="18"/>
        </w:rPr>
        <w:t xml:space="preserve">dle odst. </w:t>
      </w:r>
      <w:proofErr w:type="gramStart"/>
      <w:r w:rsidRPr="00BB31AD">
        <w:rPr>
          <w:rFonts w:eastAsia="Times New Roman" w:cs="Times New Roman"/>
          <w:sz w:val="18"/>
          <w:szCs w:val="18"/>
        </w:rPr>
        <w:t>2</w:t>
      </w:r>
      <w:r w:rsidR="000C2D3C" w:rsidRPr="00BB31AD">
        <w:rPr>
          <w:rFonts w:eastAsia="Times New Roman" w:cs="Times New Roman"/>
          <w:sz w:val="18"/>
          <w:szCs w:val="18"/>
        </w:rPr>
        <w:t xml:space="preserve">.3 </w:t>
      </w:r>
      <w:r w:rsidR="00FA3C57">
        <w:rPr>
          <w:rFonts w:eastAsia="Times New Roman" w:cs="Times New Roman"/>
          <w:sz w:val="18"/>
          <w:szCs w:val="18"/>
        </w:rPr>
        <w:t xml:space="preserve"> </w:t>
      </w:r>
      <w:r w:rsidRPr="00BB31AD">
        <w:rPr>
          <w:rFonts w:eastAsia="Times New Roman" w:cs="Times New Roman"/>
          <w:sz w:val="18"/>
          <w:szCs w:val="18"/>
        </w:rPr>
        <w:t>Přílohy</w:t>
      </w:r>
      <w:proofErr w:type="gramEnd"/>
      <w:r w:rsidRPr="00BB31AD">
        <w:rPr>
          <w:rFonts w:eastAsia="Times New Roman" w:cs="Times New Roman"/>
          <w:sz w:val="18"/>
          <w:szCs w:val="18"/>
        </w:rPr>
        <w:t xml:space="preserve"> č.</w:t>
      </w:r>
      <w:r w:rsidR="00C729BC" w:rsidRPr="00BB31AD">
        <w:rPr>
          <w:rFonts w:eastAsia="Times New Roman" w:cs="Times New Roman"/>
          <w:sz w:val="18"/>
          <w:szCs w:val="18"/>
        </w:rPr>
        <w:t xml:space="preserve"> 2b</w:t>
      </w:r>
      <w:r w:rsidRPr="00BB31AD">
        <w:rPr>
          <w:rFonts w:eastAsia="Times New Roman" w:cs="Times New Roman"/>
          <w:sz w:val="18"/>
          <w:szCs w:val="18"/>
        </w:rPr>
        <w:t xml:space="preserve">) této Smlouvy, budou probíhat primárně distančním způsobem (elektronicky, např. MS </w:t>
      </w:r>
      <w:proofErr w:type="spellStart"/>
      <w:r w:rsidRPr="00BB31AD">
        <w:rPr>
          <w:rFonts w:eastAsia="Times New Roman" w:cs="Times New Roman"/>
          <w:sz w:val="18"/>
          <w:szCs w:val="18"/>
        </w:rPr>
        <w:t>Teams</w:t>
      </w:r>
      <w:proofErr w:type="spellEnd"/>
      <w:r w:rsidRPr="00BB31AD">
        <w:rPr>
          <w:rFonts w:eastAsia="Times New Roman" w:cs="Times New Roman"/>
          <w:sz w:val="18"/>
          <w:szCs w:val="18"/>
        </w:rPr>
        <w:t xml:space="preserve">, Google </w:t>
      </w:r>
      <w:proofErr w:type="spellStart"/>
      <w:r w:rsidRPr="00BB31AD">
        <w:rPr>
          <w:rFonts w:eastAsia="Times New Roman" w:cs="Times New Roman"/>
          <w:sz w:val="18"/>
          <w:szCs w:val="18"/>
        </w:rPr>
        <w:t>meet</w:t>
      </w:r>
      <w:proofErr w:type="spellEnd"/>
      <w:r w:rsidRPr="00BB31AD">
        <w:rPr>
          <w:rFonts w:eastAsia="Times New Roman" w:cs="Times New Roman"/>
          <w:sz w:val="18"/>
          <w:szCs w:val="18"/>
        </w:rPr>
        <w:t>, atp.), pokud nebude nutné, aby byly spojeny s místním šetřením.</w:t>
      </w:r>
    </w:p>
    <w:p w14:paraId="4A6EBB3E" w14:textId="4E605669" w:rsidR="00DB0CD2" w:rsidRPr="00BB31AD" w:rsidRDefault="00DB0CD2" w:rsidP="00DB0CD2">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 xml:space="preserve">Zhotovitel se zavazuje, že v průběhu plnění Díla umožní v souvislosti </w:t>
      </w:r>
      <w:r w:rsidR="006F680F" w:rsidRPr="00BB31AD">
        <w:rPr>
          <w:rFonts w:eastAsia="Times New Roman" w:cs="Times New Roman"/>
          <w:sz w:val="18"/>
          <w:szCs w:val="18"/>
        </w:rPr>
        <w:t xml:space="preserve">s prováděním prací na Díle </w:t>
      </w:r>
      <w:r w:rsidRPr="001E072E">
        <w:rPr>
          <w:rFonts w:eastAsia="Times New Roman" w:cs="Times New Roman"/>
          <w:sz w:val="18"/>
          <w:szCs w:val="18"/>
        </w:rPr>
        <w:t xml:space="preserve">provedení </w:t>
      </w:r>
      <w:r w:rsidR="001E072E" w:rsidRPr="001E072E">
        <w:rPr>
          <w:rFonts w:eastAsia="Times New Roman" w:cs="Times New Roman"/>
          <w:sz w:val="18"/>
          <w:szCs w:val="18"/>
        </w:rPr>
        <w:t>1</w:t>
      </w:r>
      <w:r w:rsidR="00555952" w:rsidRPr="001E072E">
        <w:rPr>
          <w:rFonts w:eastAsia="Times New Roman" w:cs="Times New Roman"/>
          <w:sz w:val="18"/>
          <w:szCs w:val="18"/>
        </w:rPr>
        <w:t xml:space="preserve"> </w:t>
      </w:r>
      <w:r w:rsidR="00470146" w:rsidRPr="001E072E">
        <w:rPr>
          <w:rFonts w:eastAsia="Times New Roman" w:cs="Times New Roman"/>
          <w:sz w:val="18"/>
          <w:szCs w:val="18"/>
        </w:rPr>
        <w:t>studentsk</w:t>
      </w:r>
      <w:r w:rsidR="001E072E" w:rsidRPr="001E072E">
        <w:rPr>
          <w:rFonts w:eastAsia="Times New Roman" w:cs="Times New Roman"/>
          <w:sz w:val="18"/>
          <w:szCs w:val="18"/>
        </w:rPr>
        <w:t>ou</w:t>
      </w:r>
      <w:r w:rsidR="00470146" w:rsidRPr="001E072E">
        <w:rPr>
          <w:rFonts w:eastAsia="Times New Roman" w:cs="Times New Roman"/>
          <w:sz w:val="18"/>
          <w:szCs w:val="18"/>
        </w:rPr>
        <w:t xml:space="preserve"> exkurz</w:t>
      </w:r>
      <w:r w:rsidR="001E072E" w:rsidRPr="001E072E">
        <w:rPr>
          <w:rFonts w:eastAsia="Times New Roman" w:cs="Times New Roman"/>
          <w:sz w:val="18"/>
          <w:szCs w:val="18"/>
        </w:rPr>
        <w:t>i</w:t>
      </w:r>
      <w:r w:rsidRPr="001E072E">
        <w:rPr>
          <w:rFonts w:eastAsia="Times New Roman" w:cs="Times New Roman"/>
          <w:sz w:val="18"/>
          <w:szCs w:val="18"/>
        </w:rPr>
        <w:t>,</w:t>
      </w:r>
      <w:r w:rsidRPr="00BB31AD">
        <w:rPr>
          <w:rFonts w:eastAsia="Times New Roman" w:cs="Times New Roman"/>
          <w:sz w:val="18"/>
          <w:szCs w:val="18"/>
        </w:rPr>
        <w:t xml:space="preserve"> a to v kancelářích Zhotovitele nebo přímo na </w:t>
      </w:r>
      <w:r w:rsidR="001B0C6A" w:rsidRPr="00BB31AD">
        <w:rPr>
          <w:rFonts w:eastAsia="Times New Roman" w:cs="Times New Roman"/>
          <w:sz w:val="18"/>
          <w:szCs w:val="18"/>
        </w:rPr>
        <w:t>S</w:t>
      </w:r>
      <w:r w:rsidRPr="00BB31AD">
        <w:rPr>
          <w:rFonts w:eastAsia="Times New Roman" w:cs="Times New Roman"/>
          <w:sz w:val="18"/>
          <w:szCs w:val="18"/>
        </w:rPr>
        <w:t>taveništi.</w:t>
      </w:r>
      <w:r w:rsidR="00470146">
        <w:rPr>
          <w:rFonts w:eastAsia="Times New Roman" w:cs="Times New Roman"/>
          <w:sz w:val="18"/>
          <w:szCs w:val="18"/>
        </w:rPr>
        <w:t xml:space="preserve"> Podrobnosti </w:t>
      </w:r>
      <w:r w:rsidR="008B17AB">
        <w:rPr>
          <w:rFonts w:eastAsia="Times New Roman" w:cs="Times New Roman"/>
          <w:sz w:val="18"/>
          <w:szCs w:val="18"/>
        </w:rPr>
        <w:t>k</w:t>
      </w:r>
      <w:r w:rsidR="00470146">
        <w:rPr>
          <w:rFonts w:eastAsia="Times New Roman" w:cs="Times New Roman"/>
          <w:sz w:val="18"/>
          <w:szCs w:val="18"/>
        </w:rPr>
        <w:t xml:space="preserve"> provedení </w:t>
      </w:r>
      <w:r w:rsidR="00470146" w:rsidRPr="001E072E">
        <w:rPr>
          <w:rFonts w:eastAsia="Times New Roman" w:cs="Times New Roman"/>
          <w:sz w:val="18"/>
          <w:szCs w:val="18"/>
        </w:rPr>
        <w:t>exkurz</w:t>
      </w:r>
      <w:r w:rsidR="001E072E" w:rsidRPr="001E072E">
        <w:rPr>
          <w:rFonts w:eastAsia="Times New Roman" w:cs="Times New Roman"/>
          <w:sz w:val="18"/>
          <w:szCs w:val="18"/>
        </w:rPr>
        <w:t>e</w:t>
      </w:r>
      <w:r w:rsidR="00470146">
        <w:rPr>
          <w:rFonts w:eastAsia="Times New Roman" w:cs="Times New Roman"/>
          <w:sz w:val="18"/>
          <w:szCs w:val="18"/>
        </w:rPr>
        <w:t xml:space="preserve"> jsou uvedeny v Obchodních podmínkách.</w:t>
      </w:r>
    </w:p>
    <w:p w14:paraId="36A3EE5D" w14:textId="769DC974" w:rsidR="0057614D" w:rsidRPr="00196F60" w:rsidRDefault="00DB0CD2" w:rsidP="00196F60">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BE5FD5">
      <w:pPr>
        <w:pStyle w:val="Text1-1"/>
        <w:numPr>
          <w:ilvl w:val="1"/>
          <w:numId w:val="9"/>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BE5FD5">
      <w:pPr>
        <w:pStyle w:val="Text1-2"/>
        <w:numPr>
          <w:ilvl w:val="2"/>
          <w:numId w:val="9"/>
        </w:numPr>
      </w:pPr>
      <w:r w:rsidRPr="007A4505">
        <w:t>Zhotovitel nesmí bez předchozího</w:t>
      </w:r>
      <w:r w:rsidRPr="007A4505">
        <w:rPr>
          <w:rFonts w:asciiTheme="minorHAnsi" w:hAnsiTheme="minorHAnsi"/>
        </w:rPr>
        <w:t xml:space="preserve"> </w:t>
      </w:r>
      <w:r w:rsidRPr="007A4505">
        <w:t xml:space="preserve">písemného souhlasu Objednatele až do doby skončení poslední záruční doby (včetně veškerých prodloužení) převést svoji </w:t>
      </w:r>
      <w:r w:rsidRPr="007A4505">
        <w:lastRenderedPageBreak/>
        <w:t>podnikatelskou činnost ani její část. Převodem podnikatelské činnosti se rozumí přeměna Zhotovitele (s výjimkou fúze) nebo převod jeho obchodního závodu či jeho části.</w:t>
      </w:r>
    </w:p>
    <w:p w14:paraId="6EA050B2" w14:textId="0B6F5F2F" w:rsidR="002333E5" w:rsidRPr="007A4505" w:rsidRDefault="00BE5FD5" w:rsidP="00F776EF">
      <w:pPr>
        <w:pStyle w:val="Text1-2"/>
        <w:numPr>
          <w:ilvl w:val="2"/>
          <w:numId w:val="9"/>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3159461B" w:rsidR="007D26F9" w:rsidRPr="00154A1A" w:rsidRDefault="00154A1A" w:rsidP="00154A1A">
      <w:pPr>
        <w:pStyle w:val="Text1-1"/>
        <w:numPr>
          <w:ilvl w:val="1"/>
          <w:numId w:val="9"/>
        </w:numPr>
      </w:pPr>
      <w:r w:rsidRPr="00DE19DC">
        <w:t>Tato Smlouva je vyhotovena elektronicky, každý elektronický obraz Smlouvy má platnost originálu.</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 xml:space="preserve">zavazuje se neprodleně </w:t>
      </w:r>
      <w:r>
        <w:lastRenderedPageBreak/>
        <w:t>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1461E513" w14:textId="67CBFEC3" w:rsidR="00E779C0" w:rsidRPr="00CB4F6D" w:rsidRDefault="007D26F9" w:rsidP="00F776EF">
      <w:pPr>
        <w:pStyle w:val="Textbezodsazen"/>
        <w:ind w:firstLine="709"/>
      </w:pPr>
      <w:r w:rsidRPr="00A349C6">
        <w:rPr>
          <w:b/>
        </w:rPr>
        <w:t>Příloha č. 1:</w:t>
      </w:r>
      <w:r w:rsidR="008F7242">
        <w:t xml:space="preserve"> </w:t>
      </w:r>
      <w:r w:rsidR="008F7242">
        <w:tab/>
      </w:r>
      <w:r>
        <w:t xml:space="preserve">Obchodní podmínky – </w:t>
      </w:r>
      <w:r w:rsidR="00E779C0" w:rsidRPr="009B05A9">
        <w:rPr>
          <w:b/>
        </w:rPr>
        <w:t>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23F97A5" w14:textId="77777777" w:rsidR="009250AA" w:rsidRDefault="00F43D42" w:rsidP="00F43D42">
      <w:pPr>
        <w:pStyle w:val="Textbezslovn"/>
        <w:ind w:left="2127"/>
      </w:pPr>
      <w:r>
        <w:t xml:space="preserve">b) </w:t>
      </w:r>
      <w:r w:rsidR="007D26F9">
        <w:t xml:space="preserve">Všeobecné technické podmínky </w:t>
      </w:r>
      <w:r w:rsidR="007D26F9" w:rsidRPr="00AB643E">
        <w:t xml:space="preserve">– </w:t>
      </w:r>
    </w:p>
    <w:p w14:paraId="2ECEEBBA" w14:textId="43E423D6" w:rsidR="007D26F9" w:rsidRPr="009250AA" w:rsidRDefault="00AB643E" w:rsidP="009250AA">
      <w:pPr>
        <w:pStyle w:val="Textbezslovn"/>
        <w:ind w:left="2127" w:firstLine="283"/>
        <w:rPr>
          <w:b/>
        </w:rPr>
      </w:pPr>
      <w:r w:rsidRPr="009250AA">
        <w:rPr>
          <w:b/>
        </w:rPr>
        <w:t>VTP/</w:t>
      </w:r>
      <w:r w:rsidR="00E779C0" w:rsidRPr="009250AA">
        <w:rPr>
          <w:b/>
        </w:rPr>
        <w:t>R/</w:t>
      </w:r>
      <w:r w:rsidRPr="009250AA">
        <w:rPr>
          <w:b/>
        </w:rPr>
        <w:t>15</w:t>
      </w:r>
      <w:r w:rsidR="00E779C0" w:rsidRPr="009250AA">
        <w:rPr>
          <w:b/>
        </w:rPr>
        <w:t>/2</w:t>
      </w:r>
      <w:r w:rsidRPr="009250AA">
        <w:rPr>
          <w:b/>
        </w:rPr>
        <w:t>1, VTP/DOKUMENTACE</w:t>
      </w:r>
      <w:r w:rsidR="009250AA" w:rsidRPr="009250AA">
        <w:rPr>
          <w:b/>
        </w:rPr>
        <w:t>/04/21</w:t>
      </w:r>
    </w:p>
    <w:p w14:paraId="53360C92" w14:textId="6687878B" w:rsidR="007D26F9" w:rsidRDefault="00F43D42" w:rsidP="00F43D42">
      <w:pPr>
        <w:pStyle w:val="Textbezslovn"/>
        <w:ind w:left="2127"/>
      </w:pPr>
      <w:r>
        <w:t xml:space="preserve">c) </w:t>
      </w:r>
      <w:r w:rsidR="007D26F9">
        <w:t xml:space="preserve">Zvláštní technické podmínky </w:t>
      </w:r>
      <w:r w:rsidR="007E0021" w:rsidRPr="007E0021">
        <w:rPr>
          <w:b/>
        </w:rPr>
        <w:t>ze dne 4.</w:t>
      </w:r>
      <w:r w:rsidR="007E0021">
        <w:rPr>
          <w:b/>
        </w:rPr>
        <w:t xml:space="preserve"> </w:t>
      </w:r>
      <w:r w:rsidR="007E0021" w:rsidRPr="007E0021">
        <w:rPr>
          <w:b/>
        </w:rPr>
        <w:t>8.</w:t>
      </w:r>
      <w:r w:rsidR="007E0021">
        <w:rPr>
          <w:b/>
        </w:rPr>
        <w:t xml:space="preserve"> </w:t>
      </w:r>
      <w:r w:rsidR="007E0021" w:rsidRPr="007E0021">
        <w:rPr>
          <w:b/>
        </w:rPr>
        <w:t>2021</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77777777" w:rsidR="007D26F9" w:rsidRDefault="007D26F9" w:rsidP="00342DC7">
      <w:pPr>
        <w:pStyle w:val="Textbezslovn"/>
      </w:pPr>
      <w:r w:rsidRPr="00A349C6">
        <w:rPr>
          <w:b/>
        </w:rPr>
        <w:t>Příloha č. 9:</w:t>
      </w:r>
      <w:r>
        <w:tab/>
        <w:t>Zmocnění Vedoucího Zhotovitele</w:t>
      </w:r>
    </w:p>
    <w:p w14:paraId="11D3E268" w14:textId="3D8C1D32" w:rsidR="00BE5FD5" w:rsidRPr="007A089C" w:rsidRDefault="00BE5FD5" w:rsidP="00342DC7">
      <w:pPr>
        <w:pStyle w:val="Textbezslovn"/>
        <w:rPr>
          <w:i/>
          <w:color w:val="FF0000"/>
        </w:rPr>
      </w:pPr>
      <w:r>
        <w:rPr>
          <w:b/>
        </w:rPr>
        <w:t xml:space="preserve">Příloha </w:t>
      </w:r>
      <w:proofErr w:type="gramStart"/>
      <w:r w:rsidRPr="00BE5FD5">
        <w:rPr>
          <w:b/>
        </w:rPr>
        <w:t>č.10</w:t>
      </w:r>
      <w:proofErr w:type="gramEnd"/>
      <w:r>
        <w:t xml:space="preserve">: </w:t>
      </w:r>
      <w:r w:rsidRPr="00BB31AD">
        <w:t xml:space="preserve">Osvědčení </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038C1E4" w14:textId="77777777" w:rsidR="00F422D3" w:rsidRDefault="00F422D3" w:rsidP="009F0867">
      <w:pPr>
        <w:pStyle w:val="Textbezodsazen"/>
      </w:pPr>
    </w:p>
    <w:p w14:paraId="6C72F409" w14:textId="26CFC2BD" w:rsidR="00F422D3" w:rsidRDefault="00F422D3" w:rsidP="009F0867">
      <w:pPr>
        <w:pStyle w:val="Textbezodsazen"/>
      </w:pPr>
      <w:r>
        <w:t>V</w:t>
      </w:r>
      <w:r w:rsidR="00FA3C57">
        <w:t> </w:t>
      </w:r>
      <w:r w:rsidR="00E963E8">
        <w:t>Praze</w:t>
      </w:r>
      <w:r>
        <w:tab/>
      </w:r>
      <w:r>
        <w:tab/>
      </w:r>
      <w:r>
        <w:tab/>
      </w:r>
      <w:r w:rsidR="00FA3C57">
        <w:tab/>
      </w:r>
      <w:r w:rsidR="00FA3C57">
        <w:tab/>
      </w:r>
      <w:r w:rsidR="00FA3C57">
        <w:tab/>
      </w:r>
      <w:r w:rsidR="00FA3C57">
        <w:tab/>
        <w:t>V…………………</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5818F865" w14:textId="77777777" w:rsidR="001C52D9" w:rsidRDefault="00465097" w:rsidP="001C52D9">
      <w:pPr>
        <w:pStyle w:val="Textbezodsazen"/>
        <w:tabs>
          <w:tab w:val="left" w:pos="5280"/>
        </w:tabs>
        <w:spacing w:after="0"/>
        <w:rPr>
          <w:b/>
        </w:rPr>
      </w:pPr>
      <w:r>
        <w:t>Ing. Petr Hofhanzl</w:t>
      </w:r>
      <w:r>
        <w:tab/>
      </w:r>
      <w:r w:rsidRPr="00F43D42">
        <w:rPr>
          <w:b/>
          <w:highlight w:val="yellow"/>
        </w:rPr>
        <w:t>„[VLOŽÍ ZHOTOVITEL]“</w:t>
      </w:r>
    </w:p>
    <w:p w14:paraId="7C843915" w14:textId="77777777" w:rsidR="001C52D9" w:rsidRDefault="001C52D9" w:rsidP="001C52D9">
      <w:pPr>
        <w:pStyle w:val="Textbezodsazen"/>
        <w:spacing w:after="0"/>
      </w:pPr>
      <w:r>
        <w:t>ředitel Stavební správy západ</w:t>
      </w:r>
    </w:p>
    <w:p w14:paraId="13BA2B06" w14:textId="291F94F6" w:rsidR="00465097" w:rsidRDefault="00991F33" w:rsidP="001C52D9">
      <w:pPr>
        <w:pStyle w:val="Textbezodsazen"/>
        <w:tabs>
          <w:tab w:val="left" w:pos="5387"/>
        </w:tabs>
        <w:spacing w:after="0"/>
        <w:ind w:left="2268" w:hanging="2268"/>
      </w:pPr>
      <w:r>
        <w:t>Správa železnic, státní organizace</w:t>
      </w:r>
      <w:r w:rsidR="001C52D9">
        <w:rPr>
          <w:b/>
        </w:rPr>
        <w:tab/>
      </w:r>
      <w:r w:rsidR="001C52D9">
        <w:rPr>
          <w:b/>
        </w:rPr>
        <w:tab/>
      </w:r>
      <w:r w:rsidR="00465097">
        <w:rPr>
          <w:highlight w:val="yellow"/>
        </w:rPr>
        <w:t>[VLOŽÍ ZHOTOVITEL]</w:t>
      </w:r>
    </w:p>
    <w:p w14:paraId="328F9408" w14:textId="77777777" w:rsidR="00CB4F6D" w:rsidRDefault="00CB4F6D">
      <w:r>
        <w:br w:type="page"/>
      </w:r>
    </w:p>
    <w:p w14:paraId="492ECC53" w14:textId="77777777" w:rsidR="00CB4F6D" w:rsidRDefault="00CB4F6D" w:rsidP="009F0867">
      <w:pPr>
        <w:pStyle w:val="Textbezodsazen"/>
        <w:sectPr w:rsidR="00CB4F6D" w:rsidSect="00E963E8">
          <w:footerReference w:type="even" r:id="rId13"/>
          <w:footerReference w:type="default" r:id="rId14"/>
          <w:headerReference w:type="first" r:id="rId15"/>
          <w:footerReference w:type="first" r:id="rId16"/>
          <w:pgSz w:w="11906" w:h="16838" w:code="9"/>
          <w:pgMar w:top="1013"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218AF1CA" w:rsidR="007145F3" w:rsidRDefault="007E0021" w:rsidP="00CB4F6D">
      <w:pPr>
        <w:pStyle w:val="Textbezodsazen"/>
      </w:pPr>
      <w:r w:rsidRPr="009B05A9">
        <w:rPr>
          <w:b/>
        </w:rPr>
        <w:t>OP/P+R/25/21</w:t>
      </w: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1A129C82" w:rsidR="00342DC7" w:rsidRDefault="00AE7B30" w:rsidP="007E0021">
      <w:pPr>
        <w:pStyle w:val="Odstavec1-1a"/>
        <w:rPr>
          <w:rStyle w:val="Tun"/>
        </w:rPr>
      </w:pPr>
      <w:r>
        <w:rPr>
          <w:rStyle w:val="Tun"/>
        </w:rPr>
        <w:t>Všeobecné technické podmínky</w:t>
      </w:r>
      <w:r w:rsidR="007E0021">
        <w:rPr>
          <w:rStyle w:val="Tun"/>
        </w:rPr>
        <w:t xml:space="preserve"> </w:t>
      </w:r>
      <w:r w:rsidR="007E0021" w:rsidRPr="007E0021">
        <w:rPr>
          <w:rStyle w:val="Tun"/>
        </w:rPr>
        <w:t>VTP/R/15/21, VTP/DOKUMENTACE/04/21</w:t>
      </w:r>
    </w:p>
    <w:p w14:paraId="570AD4B5" w14:textId="77777777" w:rsidR="00FA3C57" w:rsidRPr="00AE4B52" w:rsidRDefault="00FA3C57" w:rsidP="00FA3C57">
      <w:pPr>
        <w:pStyle w:val="Odstavec1-1a"/>
        <w:numPr>
          <w:ilvl w:val="0"/>
          <w:numId w:val="0"/>
        </w:numPr>
        <w:ind w:left="1077"/>
        <w:rPr>
          <w:rStyle w:val="Tun"/>
        </w:rPr>
      </w:pPr>
    </w:p>
    <w:p w14:paraId="4D9CE9B0" w14:textId="511DCD55" w:rsidR="00FA3C57" w:rsidRDefault="00342DC7" w:rsidP="00FA3C57">
      <w:pPr>
        <w:pStyle w:val="Odstavec1-1a"/>
        <w:rPr>
          <w:rStyle w:val="Tun"/>
        </w:rPr>
      </w:pPr>
      <w:r w:rsidRPr="00AE4B52">
        <w:rPr>
          <w:rStyle w:val="Tun"/>
        </w:rPr>
        <w:t xml:space="preserve">Zvláštní technické podmínky </w:t>
      </w:r>
      <w:r w:rsidR="00AE7B30">
        <w:rPr>
          <w:rStyle w:val="Tun"/>
        </w:rPr>
        <w:t>ze dne 4. 8. 2021</w:t>
      </w:r>
    </w:p>
    <w:p w14:paraId="4C7AE6A3" w14:textId="3C3E3916" w:rsidR="00FA3C57" w:rsidRPr="00146B60" w:rsidRDefault="00FA3C57" w:rsidP="00FA3C57">
      <w:pPr>
        <w:ind w:left="709"/>
        <w:jc w:val="both"/>
        <w:rPr>
          <w:i/>
          <w:sz w:val="18"/>
        </w:rPr>
      </w:pPr>
      <w:r w:rsidRPr="00146B60">
        <w:rPr>
          <w:i/>
          <w:sz w:val="18"/>
        </w:rPr>
        <w:t>Přílohy uvedené v článku 8 - Přílohy ZTP obdržel Zhotovitel jako součást Zadávací dokumentace a k této Smlouvě o dílo se tak ve fyzicky již nepřipojují.</w:t>
      </w:r>
    </w:p>
    <w:p w14:paraId="3383E27A" w14:textId="77777777" w:rsidR="00FA3C57" w:rsidRDefault="00FA3C57" w:rsidP="00FA3C57">
      <w:pPr>
        <w:pStyle w:val="Odstavec1-1a"/>
        <w:numPr>
          <w:ilvl w:val="0"/>
          <w:numId w:val="0"/>
        </w:numPr>
        <w:ind w:left="1077" w:hanging="340"/>
        <w:rPr>
          <w:rStyle w:val="Tun"/>
        </w:rPr>
      </w:pPr>
    </w:p>
    <w:p w14:paraId="6740FABD" w14:textId="77777777" w:rsidR="00FA3C57" w:rsidRPr="00AE4B52" w:rsidRDefault="00FA3C57" w:rsidP="00FA3C57">
      <w:pPr>
        <w:pStyle w:val="Odstavec1-1a"/>
        <w:numPr>
          <w:ilvl w:val="0"/>
          <w:numId w:val="0"/>
        </w:numPr>
        <w:ind w:left="1077" w:hanging="340"/>
        <w:rPr>
          <w:rStyle w:val="Tun"/>
        </w:rPr>
      </w:pP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7F7BCA62" w14:textId="7EF8E7E2" w:rsidR="002D3591" w:rsidRDefault="004E644F" w:rsidP="00AE4B52">
      <w:pPr>
        <w:pStyle w:val="Odrka1-1"/>
      </w:pPr>
      <w:r>
        <w:t>schvalovací protokol stavby – posuzovací část</w:t>
      </w:r>
    </w:p>
    <w:p w14:paraId="4270DE9E" w14:textId="70F6F585" w:rsidR="002D3591" w:rsidRDefault="002D3591" w:rsidP="00AE4B52">
      <w:pPr>
        <w:pStyle w:val="Odrka1-1"/>
      </w:pPr>
      <w:r>
        <w:t>dokumentace pro územní řízení</w:t>
      </w:r>
    </w:p>
    <w:p w14:paraId="4D35D18C" w14:textId="77777777" w:rsidR="00FA3C57" w:rsidRDefault="00FA3C57" w:rsidP="00FA3C57">
      <w:pPr>
        <w:pStyle w:val="Odrka1-1"/>
        <w:numPr>
          <w:ilvl w:val="0"/>
          <w:numId w:val="0"/>
        </w:numPr>
        <w:ind w:left="1077"/>
      </w:pPr>
    </w:p>
    <w:p w14:paraId="7F192E5C" w14:textId="6DD73050" w:rsidR="001F518E" w:rsidRPr="00146B60" w:rsidRDefault="00FA3C57" w:rsidP="00FA3C57">
      <w:pPr>
        <w:pStyle w:val="Textbezodsazen"/>
        <w:jc w:val="center"/>
        <w:rPr>
          <w:i/>
        </w:rPr>
      </w:pPr>
      <w:r w:rsidRPr="00146B60">
        <w:rPr>
          <w:i/>
        </w:rPr>
        <w:t>Související dokumenty obdržel Zhotovitel jako součást Zadávací dokumentace a k této smlouvě o dílo se tak již fyzicky nepřipojují.</w:t>
      </w: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0D07C3D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7DEFD92D" w14:textId="761F3BF3"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936A20">
        <w:rPr>
          <w:sz w:val="18"/>
          <w:szCs w:val="18"/>
          <w:highlight w:val="yellow"/>
        </w:rPr>
        <w:t>…</w:t>
      </w:r>
      <w:r w:rsidR="00936A20" w:rsidRPr="006A698D">
        <w:rPr>
          <w:sz w:val="18"/>
          <w:szCs w:val="18"/>
          <w:highlight w:val="yellow"/>
        </w:rPr>
        <w:t>VLOŽÍ ZHOTOVITEL</w:t>
      </w:r>
      <w:r w:rsidR="00936A20">
        <w:rPr>
          <w:sz w:val="18"/>
          <w:szCs w:val="18"/>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77777777" w:rsidR="006A698D" w:rsidRPr="006A698D" w:rsidRDefault="006A698D" w:rsidP="006A69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77777777" w:rsidR="006A698D" w:rsidRPr="006A698D" w:rsidRDefault="006A698D" w:rsidP="006A69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0C002F9B"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5A703B">
        <w:t>Do přílohy smlouvy bude vloženo grafické znázornění postupu prací (Harmonogram postupu prací) předložené</w:t>
      </w:r>
      <w:r w:rsidR="00A349C6" w:rsidRPr="005A703B">
        <w:t xml:space="preserve"> v </w:t>
      </w:r>
      <w:r w:rsidRPr="005A703B">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9"/>
          <w:footerReference w:type="default" r:id="rId30"/>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40A485E3" w:rsidR="00502690" w:rsidRPr="00FA3C57" w:rsidRDefault="002038D5" w:rsidP="00502690">
      <w:pPr>
        <w:pStyle w:val="Nadpistabulky"/>
        <w:rPr>
          <w:rFonts w:asciiTheme="minorHAnsi" w:hAnsiTheme="minorHAnsi"/>
          <w:b w:val="0"/>
          <w:i/>
          <w:color w:val="FF0000"/>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w:t>
      </w:r>
      <w:r w:rsidR="00FA3C57" w:rsidRPr="00146B60">
        <w:rPr>
          <w:rFonts w:asciiTheme="minorHAnsi" w:hAnsiTheme="minorHAnsi"/>
          <w:b w:val="0"/>
          <w:i/>
          <w:sz w:val="18"/>
          <w:szCs w:val="18"/>
        </w:rPr>
        <w:t>(vyjma podpisu této smlouvy a jejích případných dodatků)</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77777777" w:rsidR="00502690"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95FBD" w:rsidRDefault="002038D5" w:rsidP="002038D5">
            <w:pPr>
              <w:pStyle w:val="Tabulka"/>
            </w:pPr>
            <w:r w:rsidRPr="00F95FBD">
              <w:t>Adresa</w:t>
            </w:r>
          </w:p>
        </w:tc>
        <w:tc>
          <w:tcPr>
            <w:tcW w:w="5812" w:type="dxa"/>
          </w:tcPr>
          <w:p w14:paraId="18261CB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05A8DA2"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r w:rsidR="00E963E8">
        <w:rPr>
          <w:rFonts w:asciiTheme="minorHAnsi" w:hAnsiTheme="minorHAnsi"/>
          <w:sz w:val="18"/>
          <w:szCs w:val="18"/>
        </w:rPr>
        <w:t xml:space="preserve"> </w:t>
      </w:r>
      <w:r w:rsidR="00E963E8" w:rsidRPr="00146B60">
        <w:rPr>
          <w:rFonts w:asciiTheme="minorHAnsi" w:hAnsiTheme="minorHAnsi"/>
          <w:sz w:val="18"/>
          <w:szCs w:val="18"/>
        </w:rPr>
        <w:t>a ve věcech obchodních</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637D5D79" w14:textId="77777777" w:rsidR="001F518E" w:rsidRPr="00F95FBD" w:rsidRDefault="001F518E" w:rsidP="001F518E">
      <w:pPr>
        <w:pStyle w:val="Nadpisbezsl1-2"/>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2BF753FA" w14:textId="77777777" w:rsidR="00D41CFE" w:rsidRPr="00542AC2" w:rsidRDefault="00D41CFE" w:rsidP="00D41CFE">
      <w:pPr>
        <w:pStyle w:val="Tabulka"/>
        <w:rPr>
          <w:strike/>
        </w:rPr>
      </w:pPr>
    </w:p>
    <w:p w14:paraId="46A01472" w14:textId="4B9421FD" w:rsidR="00D41CFE" w:rsidRPr="008B41C5" w:rsidRDefault="00D41CFE" w:rsidP="00D41CFE">
      <w:pPr>
        <w:pStyle w:val="Nadpistabulky"/>
        <w:rPr>
          <w:sz w:val="18"/>
          <w:szCs w:val="18"/>
        </w:rPr>
      </w:pPr>
      <w:r w:rsidRPr="008B41C5">
        <w:rPr>
          <w:sz w:val="18"/>
          <w:szCs w:val="18"/>
        </w:rPr>
        <w:t>S</w:t>
      </w:r>
      <w:r w:rsidR="00C240B6" w:rsidRPr="008B41C5">
        <w:rPr>
          <w:sz w:val="18"/>
          <w:szCs w:val="18"/>
        </w:rPr>
        <w:t>peciali</w:t>
      </w:r>
      <w:r w:rsidR="008B41C5" w:rsidRPr="008B41C5">
        <w:rPr>
          <w:sz w:val="18"/>
          <w:szCs w:val="18"/>
        </w:rPr>
        <w:t>sta</w:t>
      </w:r>
      <w:r w:rsidR="00C240B6" w:rsidRPr="008B41C5">
        <w:rPr>
          <w:sz w:val="18"/>
          <w:szCs w:val="18"/>
        </w:rPr>
        <w:t xml:space="preserve"> </w:t>
      </w:r>
      <w:r w:rsidR="00286890" w:rsidRPr="008B41C5">
        <w:rPr>
          <w:sz w:val="18"/>
          <w:szCs w:val="18"/>
        </w:rPr>
        <w:t>odpovědný za p</w:t>
      </w:r>
      <w:r w:rsidR="00C240B6" w:rsidRPr="008B41C5">
        <w:rPr>
          <w:sz w:val="18"/>
          <w:szCs w:val="18"/>
        </w:rPr>
        <w:t>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77777777" w:rsidR="00D41CFE" w:rsidRPr="00F95FBD" w:rsidRDefault="00D41CFE" w:rsidP="00D41CFE">
      <w:pPr>
        <w:pStyle w:val="Nadpistabulky"/>
        <w:rPr>
          <w:sz w:val="18"/>
          <w:szCs w:val="18"/>
        </w:rPr>
      </w:pPr>
      <w:r>
        <w:rPr>
          <w:sz w:val="18"/>
          <w:szCs w:val="18"/>
        </w:rPr>
        <w:t>S</w:t>
      </w:r>
      <w:r w:rsidR="00C240B6">
        <w:rPr>
          <w:sz w:val="18"/>
          <w:szCs w:val="18"/>
        </w:rPr>
        <w:t xml:space="preserve">tavbyvedoucí </w:t>
      </w:r>
      <w:r w:rsidRPr="00CB1C6E">
        <w:rPr>
          <w:sz w:val="18"/>
          <w:szCs w:val="18"/>
        </w:rPr>
        <w:t xml:space="preserve">(vedoucí prací)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lastRenderedPageBreak/>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6D483B" w14:textId="6E01B1AE" w:rsidR="00DF2BFF" w:rsidRPr="00542AC2" w:rsidRDefault="00DF2BFF" w:rsidP="00DF2BFF">
      <w:pPr>
        <w:pStyle w:val="Tabulka"/>
        <w:rPr>
          <w:strike/>
        </w:rPr>
      </w:pPr>
    </w:p>
    <w:p w14:paraId="7E78DB7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31A5B6" w14:textId="7E38A8F0" w:rsidR="00165977" w:rsidRPr="00F95FBD" w:rsidRDefault="00165977" w:rsidP="00165977">
      <w:pPr>
        <w:pStyle w:val="Tabulka"/>
      </w:pPr>
    </w:p>
    <w:p w14:paraId="78AF1260"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2B73CC2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60F63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5D29A3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8B9949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6CFF91" w14:textId="77777777" w:rsidR="00165977" w:rsidRPr="00F95FBD" w:rsidRDefault="00165977" w:rsidP="00165977">
            <w:pPr>
              <w:pStyle w:val="Tabulka"/>
            </w:pPr>
            <w:r w:rsidRPr="00F95FBD">
              <w:t>Adresa</w:t>
            </w:r>
          </w:p>
        </w:tc>
        <w:tc>
          <w:tcPr>
            <w:tcW w:w="5812" w:type="dxa"/>
          </w:tcPr>
          <w:p w14:paraId="3495250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4CCF15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856C85" w14:textId="77777777" w:rsidR="00165977" w:rsidRPr="00F95FBD" w:rsidRDefault="00165977" w:rsidP="00165977">
            <w:pPr>
              <w:pStyle w:val="Tabulka"/>
            </w:pPr>
            <w:r w:rsidRPr="00F95FBD">
              <w:t>E-mail</w:t>
            </w:r>
          </w:p>
        </w:tc>
        <w:tc>
          <w:tcPr>
            <w:tcW w:w="5812" w:type="dxa"/>
          </w:tcPr>
          <w:p w14:paraId="33A10F1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02F9F3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552BC52" w14:textId="77777777" w:rsidR="00165977" w:rsidRPr="00F95FBD" w:rsidRDefault="00165977" w:rsidP="00165977">
            <w:pPr>
              <w:pStyle w:val="Tabulka"/>
            </w:pPr>
            <w:r w:rsidRPr="00F95FBD">
              <w:t>Telefon</w:t>
            </w:r>
          </w:p>
        </w:tc>
        <w:tc>
          <w:tcPr>
            <w:tcW w:w="5812" w:type="dxa"/>
          </w:tcPr>
          <w:p w14:paraId="520F4DF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FC5661" w14:textId="77777777" w:rsidR="007C5289" w:rsidRPr="00F95FBD" w:rsidRDefault="007C5289" w:rsidP="007C5289">
      <w:pPr>
        <w:pStyle w:val="Tabulka"/>
      </w:pPr>
      <w:bookmarkStart w:id="0" w:name="_GoBack"/>
      <w:bookmarkEnd w:id="0"/>
    </w:p>
    <w:p w14:paraId="448A86B4" w14:textId="3E0A223B" w:rsidR="007C5289" w:rsidRPr="00F95FBD" w:rsidRDefault="00631359" w:rsidP="007C5289">
      <w:pPr>
        <w:pStyle w:val="Nadpistabulky"/>
        <w:rPr>
          <w:sz w:val="18"/>
          <w:szCs w:val="18"/>
        </w:rPr>
      </w:pPr>
      <w:r>
        <w:rPr>
          <w:sz w:val="18"/>
          <w:szCs w:val="18"/>
        </w:rPr>
        <w:t>Osoba odpovědná za</w:t>
      </w:r>
      <w:r w:rsidR="007C5289">
        <w:rPr>
          <w:sz w:val="18"/>
          <w:szCs w:val="18"/>
        </w:rPr>
        <w:t xml:space="preserve"> </w:t>
      </w:r>
      <w:r w:rsidR="007C5289" w:rsidRPr="00631359">
        <w:rPr>
          <w:sz w:val="18"/>
          <w:szCs w:val="18"/>
        </w:rPr>
        <w:t>bezpečnost</w:t>
      </w:r>
      <w:r w:rsidRPr="00631359">
        <w:rPr>
          <w:color w:val="FF0000"/>
          <w:sz w:val="18"/>
          <w:szCs w:val="18"/>
        </w:rPr>
        <w:t xml:space="preserve"> </w:t>
      </w:r>
      <w:r w:rsidR="00A349C6" w:rsidRPr="00631359">
        <w:rPr>
          <w:sz w:val="18"/>
          <w:szCs w:val="18"/>
        </w:rPr>
        <w:t>a</w:t>
      </w:r>
      <w:r w:rsidR="00A349C6">
        <w:rPr>
          <w:sz w:val="18"/>
          <w:szCs w:val="18"/>
        </w:rPr>
        <w:t> </w:t>
      </w:r>
      <w:r w:rsidR="007C5289">
        <w:rPr>
          <w:sz w:val="18"/>
          <w:szCs w:val="18"/>
        </w:rPr>
        <w:t>ochran zdraví při práci</w:t>
      </w:r>
    </w:p>
    <w:tbl>
      <w:tblPr>
        <w:tblStyle w:val="Tabulka10"/>
        <w:tblW w:w="8868" w:type="dxa"/>
        <w:tblLook w:val="04A0" w:firstRow="1" w:lastRow="0" w:firstColumn="1" w:lastColumn="0" w:noHBand="0" w:noVBand="1"/>
      </w:tblPr>
      <w:tblGrid>
        <w:gridCol w:w="3056"/>
        <w:gridCol w:w="5812"/>
      </w:tblGrid>
      <w:tr w:rsidR="007C5289" w:rsidRPr="00F95FBD" w14:paraId="2547B9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5E7B7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0B3301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318CC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A8BA24" w14:textId="77777777" w:rsidR="007C5289" w:rsidRPr="00F95FBD" w:rsidRDefault="007C5289" w:rsidP="003149C0">
            <w:pPr>
              <w:pStyle w:val="Tabulka"/>
            </w:pPr>
            <w:r w:rsidRPr="00F95FBD">
              <w:t>Adresa</w:t>
            </w:r>
          </w:p>
        </w:tc>
        <w:tc>
          <w:tcPr>
            <w:tcW w:w="5812" w:type="dxa"/>
          </w:tcPr>
          <w:p w14:paraId="22F9C57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615B4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76CB1D" w14:textId="77777777" w:rsidR="007C5289" w:rsidRPr="00F95FBD" w:rsidRDefault="007C5289" w:rsidP="003149C0">
            <w:pPr>
              <w:pStyle w:val="Tabulka"/>
            </w:pPr>
            <w:r w:rsidRPr="00F95FBD">
              <w:t>E-mail</w:t>
            </w:r>
          </w:p>
        </w:tc>
        <w:tc>
          <w:tcPr>
            <w:tcW w:w="5812" w:type="dxa"/>
          </w:tcPr>
          <w:p w14:paraId="6D5AF92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89550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AF608" w14:textId="77777777" w:rsidR="007C5289" w:rsidRPr="00F95FBD" w:rsidRDefault="007C5289" w:rsidP="003149C0">
            <w:pPr>
              <w:pStyle w:val="Tabulka"/>
            </w:pPr>
            <w:r w:rsidRPr="00F95FBD">
              <w:t>Telefon</w:t>
            </w:r>
          </w:p>
        </w:tc>
        <w:tc>
          <w:tcPr>
            <w:tcW w:w="5812" w:type="dxa"/>
          </w:tcPr>
          <w:p w14:paraId="4EAD47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F227F3" w14:textId="04247635" w:rsidR="007C5289" w:rsidRPr="00F95FBD" w:rsidRDefault="007C5289" w:rsidP="007C5289">
      <w:pPr>
        <w:pStyle w:val="Tabulka"/>
      </w:pPr>
    </w:p>
    <w:p w14:paraId="57F348AD" w14:textId="5B2BC33E" w:rsidR="007C5289" w:rsidRPr="00F95FBD" w:rsidRDefault="007C5289" w:rsidP="007C5289">
      <w:pPr>
        <w:pStyle w:val="Nadpistabulky"/>
        <w:rPr>
          <w:sz w:val="18"/>
          <w:szCs w:val="18"/>
        </w:rPr>
      </w:pPr>
      <w:r w:rsidRPr="00F95FBD">
        <w:rPr>
          <w:sz w:val="18"/>
          <w:szCs w:val="18"/>
        </w:rPr>
        <w:t xml:space="preserve">Osoba odpovědná za </w:t>
      </w:r>
      <w:r w:rsidR="001B67F1">
        <w:rPr>
          <w:sz w:val="18"/>
          <w:szCs w:val="18"/>
        </w:rPr>
        <w:t>realizační</w:t>
      </w:r>
      <w:r>
        <w:rPr>
          <w:sz w:val="18"/>
          <w:szCs w:val="18"/>
        </w:rPr>
        <w:t xml:space="preserve"> dokumentaci sdělovacího</w:t>
      </w:r>
      <w:r w:rsidR="00A349C6">
        <w:rPr>
          <w:sz w:val="18"/>
          <w:szCs w:val="18"/>
        </w:rPr>
        <w:t xml:space="preserve"> </w:t>
      </w:r>
      <w:r>
        <w:rPr>
          <w:sz w:val="18"/>
          <w:szCs w:val="18"/>
        </w:rPr>
        <w:t>zařízení</w:t>
      </w:r>
    </w:p>
    <w:tbl>
      <w:tblPr>
        <w:tblStyle w:val="Tabulka10"/>
        <w:tblW w:w="8868" w:type="dxa"/>
        <w:tblLook w:val="04A0" w:firstRow="1" w:lastRow="0" w:firstColumn="1" w:lastColumn="0" w:noHBand="0" w:noVBand="1"/>
      </w:tblPr>
      <w:tblGrid>
        <w:gridCol w:w="3056"/>
        <w:gridCol w:w="5812"/>
      </w:tblGrid>
      <w:tr w:rsidR="007C5289" w:rsidRPr="00F95FBD" w14:paraId="1E8B1F2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3805E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F47BF8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0AE232F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783E5" w14:textId="77777777" w:rsidR="007C5289" w:rsidRPr="00F95FBD" w:rsidRDefault="007C5289" w:rsidP="003149C0">
            <w:pPr>
              <w:pStyle w:val="Tabulka"/>
            </w:pPr>
            <w:r w:rsidRPr="00F95FBD">
              <w:t>Adresa</w:t>
            </w:r>
          </w:p>
        </w:tc>
        <w:tc>
          <w:tcPr>
            <w:tcW w:w="5812" w:type="dxa"/>
          </w:tcPr>
          <w:p w14:paraId="1ECBC8C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94AA67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C90751" w14:textId="77777777" w:rsidR="007C5289" w:rsidRPr="00F95FBD" w:rsidRDefault="007C5289" w:rsidP="003149C0">
            <w:pPr>
              <w:pStyle w:val="Tabulka"/>
            </w:pPr>
            <w:r w:rsidRPr="00F95FBD">
              <w:t>E-mail</w:t>
            </w:r>
          </w:p>
        </w:tc>
        <w:tc>
          <w:tcPr>
            <w:tcW w:w="5812" w:type="dxa"/>
          </w:tcPr>
          <w:p w14:paraId="152A780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10A5B2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DFFBFD" w14:textId="77777777" w:rsidR="007C5289" w:rsidRPr="00F95FBD" w:rsidRDefault="007C5289" w:rsidP="003149C0">
            <w:pPr>
              <w:pStyle w:val="Tabulka"/>
            </w:pPr>
            <w:r w:rsidRPr="00F95FBD">
              <w:t>Telefon</w:t>
            </w:r>
          </w:p>
        </w:tc>
        <w:tc>
          <w:tcPr>
            <w:tcW w:w="5812" w:type="dxa"/>
          </w:tcPr>
          <w:p w14:paraId="2ED308E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121D7FB9" w:rsidR="007C5289" w:rsidRDefault="007C5289" w:rsidP="007C5289">
      <w:pPr>
        <w:pStyle w:val="Tabulka"/>
        <w:rPr>
          <w:strike/>
        </w:rPr>
      </w:pPr>
    </w:p>
    <w:p w14:paraId="7FA34E50" w14:textId="47CE6096" w:rsidR="00666B41" w:rsidRPr="00F95FBD" w:rsidRDefault="00666B41" w:rsidP="00666B41">
      <w:pPr>
        <w:pStyle w:val="Nadpistabulky"/>
        <w:rPr>
          <w:sz w:val="18"/>
          <w:szCs w:val="18"/>
        </w:rPr>
      </w:pPr>
      <w:r w:rsidRPr="00F95FBD">
        <w:rPr>
          <w:sz w:val="18"/>
          <w:szCs w:val="18"/>
        </w:rPr>
        <w:t xml:space="preserve">Osoba odpovědná za </w:t>
      </w:r>
      <w:r>
        <w:rPr>
          <w:sz w:val="18"/>
          <w:szCs w:val="18"/>
        </w:rPr>
        <w:t>realizační dokumentaci zabezpečovacího zařízení</w:t>
      </w:r>
    </w:p>
    <w:tbl>
      <w:tblPr>
        <w:tblStyle w:val="Tabulka10"/>
        <w:tblW w:w="8868" w:type="dxa"/>
        <w:tblLook w:val="04A0" w:firstRow="1" w:lastRow="0" w:firstColumn="1" w:lastColumn="0" w:noHBand="0" w:noVBand="1"/>
      </w:tblPr>
      <w:tblGrid>
        <w:gridCol w:w="3056"/>
        <w:gridCol w:w="5812"/>
      </w:tblGrid>
      <w:tr w:rsidR="00666B41" w:rsidRPr="00F95FBD" w14:paraId="153E2D69" w14:textId="77777777" w:rsidTr="004E64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0042A2" w14:textId="77777777" w:rsidR="00666B41" w:rsidRPr="00F95FBD" w:rsidRDefault="00666B41" w:rsidP="004E644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009062A" w14:textId="77777777" w:rsidR="00666B41" w:rsidRPr="00F95FBD" w:rsidRDefault="00666B41" w:rsidP="004E644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66B41" w:rsidRPr="00F95FBD" w14:paraId="1FF9CD19" w14:textId="77777777" w:rsidTr="004E644F">
        <w:tc>
          <w:tcPr>
            <w:cnfStyle w:val="001000000000" w:firstRow="0" w:lastRow="0" w:firstColumn="1" w:lastColumn="0" w:oddVBand="0" w:evenVBand="0" w:oddHBand="0" w:evenHBand="0" w:firstRowFirstColumn="0" w:firstRowLastColumn="0" w:lastRowFirstColumn="0" w:lastRowLastColumn="0"/>
            <w:tcW w:w="3056" w:type="dxa"/>
          </w:tcPr>
          <w:p w14:paraId="0D60D8CF" w14:textId="77777777" w:rsidR="00666B41" w:rsidRPr="00F95FBD" w:rsidRDefault="00666B41" w:rsidP="004E644F">
            <w:pPr>
              <w:pStyle w:val="Tabulka"/>
            </w:pPr>
            <w:r w:rsidRPr="00F95FBD">
              <w:t>Adresa</w:t>
            </w:r>
          </w:p>
        </w:tc>
        <w:tc>
          <w:tcPr>
            <w:tcW w:w="5812" w:type="dxa"/>
          </w:tcPr>
          <w:p w14:paraId="576A3180" w14:textId="77777777" w:rsidR="00666B41" w:rsidRPr="00F95FBD" w:rsidRDefault="00666B41" w:rsidP="004E644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6B41" w:rsidRPr="00F95FBD" w14:paraId="24A4E7FF" w14:textId="77777777" w:rsidTr="004E644F">
        <w:tc>
          <w:tcPr>
            <w:cnfStyle w:val="001000000000" w:firstRow="0" w:lastRow="0" w:firstColumn="1" w:lastColumn="0" w:oddVBand="0" w:evenVBand="0" w:oddHBand="0" w:evenHBand="0" w:firstRowFirstColumn="0" w:firstRowLastColumn="0" w:lastRowFirstColumn="0" w:lastRowLastColumn="0"/>
            <w:tcW w:w="3056" w:type="dxa"/>
          </w:tcPr>
          <w:p w14:paraId="4D3E0A81" w14:textId="77777777" w:rsidR="00666B41" w:rsidRPr="00F95FBD" w:rsidRDefault="00666B41" w:rsidP="004E644F">
            <w:pPr>
              <w:pStyle w:val="Tabulka"/>
            </w:pPr>
            <w:r w:rsidRPr="00F95FBD">
              <w:t>E-mail</w:t>
            </w:r>
          </w:p>
        </w:tc>
        <w:tc>
          <w:tcPr>
            <w:tcW w:w="5812" w:type="dxa"/>
          </w:tcPr>
          <w:p w14:paraId="6025C935" w14:textId="77777777" w:rsidR="00666B41" w:rsidRPr="00F95FBD" w:rsidRDefault="00666B41" w:rsidP="004E644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6B41" w:rsidRPr="00F95FBD" w14:paraId="0FD7FCC1" w14:textId="77777777" w:rsidTr="004E644F">
        <w:tc>
          <w:tcPr>
            <w:cnfStyle w:val="001000000000" w:firstRow="0" w:lastRow="0" w:firstColumn="1" w:lastColumn="0" w:oddVBand="0" w:evenVBand="0" w:oddHBand="0" w:evenHBand="0" w:firstRowFirstColumn="0" w:firstRowLastColumn="0" w:lastRowFirstColumn="0" w:lastRowLastColumn="0"/>
            <w:tcW w:w="3056" w:type="dxa"/>
          </w:tcPr>
          <w:p w14:paraId="6564F122" w14:textId="77777777" w:rsidR="00666B41" w:rsidRPr="00F95FBD" w:rsidRDefault="00666B41" w:rsidP="004E644F">
            <w:pPr>
              <w:pStyle w:val="Tabulka"/>
            </w:pPr>
            <w:r w:rsidRPr="00F95FBD">
              <w:t>Telefon</w:t>
            </w:r>
          </w:p>
        </w:tc>
        <w:tc>
          <w:tcPr>
            <w:tcW w:w="5812" w:type="dxa"/>
          </w:tcPr>
          <w:p w14:paraId="6C839AD6" w14:textId="77777777" w:rsidR="00666B41" w:rsidRPr="00F95FBD" w:rsidRDefault="00666B41" w:rsidP="004E644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B99202" w14:textId="77777777" w:rsidR="00666B41" w:rsidRPr="00542AC2" w:rsidRDefault="00666B41" w:rsidP="007C5289">
      <w:pPr>
        <w:pStyle w:val="Tabulka"/>
        <w:rPr>
          <w:strike/>
        </w:rPr>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785931C4" w:rsidR="007C5289" w:rsidRPr="007C5289" w:rsidRDefault="007C5289" w:rsidP="00301E5A">
            <w:pPr>
              <w:pStyle w:val="Tabulka"/>
              <w:cnfStyle w:val="000000000000" w:firstRow="0" w:lastRow="0" w:firstColumn="0" w:lastColumn="0" w:oddVBand="0" w:evenVBand="0" w:oddHBand="0" w:evenHBand="0" w:firstRowFirstColumn="0" w:firstRowLastColumn="0" w:lastRowFirstColumn="0" w:lastRowLastColumn="0"/>
            </w:pPr>
            <w:r w:rsidRPr="00301E5A">
              <w:t xml:space="preserve">Minimálně </w:t>
            </w:r>
            <w:r w:rsidR="00301E5A" w:rsidRPr="00301E5A">
              <w:t>50</w:t>
            </w:r>
            <w:r w:rsidRPr="00301E5A">
              <w:t xml:space="preserve"> mil. Kč na jednu pojistnou událost</w:t>
            </w:r>
            <w:r w:rsidR="00A349C6" w:rsidRPr="00301E5A">
              <w:t xml:space="preserve"> a </w:t>
            </w:r>
            <w:r w:rsidR="00301E5A" w:rsidRPr="00301E5A">
              <w:t>1</w:t>
            </w:r>
            <w:r w:rsidRPr="00301E5A">
              <w:t>00 mil. Kč</w:t>
            </w:r>
            <w:r w:rsidR="00A349C6" w:rsidRPr="00301E5A">
              <w:t xml:space="preserve"> v </w:t>
            </w:r>
            <w:r w:rsidRPr="00301E5A">
              <w:t>úhrnu za rok</w:t>
            </w:r>
            <w:r w:rsidRPr="007C5289">
              <w:t xml:space="preserve">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proofErr w:type="gramStart"/>
      <w:r w:rsidRPr="00D4031F">
        <w:t>č.j.</w:t>
      </w:r>
      <w:proofErr w:type="gramEnd"/>
      <w:r w:rsidRPr="00D4031F">
        <w:t xml:space="preserve">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 xml:space="preserve">z </w:t>
            </w:r>
            <w:proofErr w:type="gramStart"/>
            <w:r w:rsidRPr="00D4031F">
              <w:rPr>
                <w:rFonts w:eastAsia="Times New Roman"/>
                <w:bCs/>
                <w:sz w:val="18"/>
                <w:szCs w:val="18"/>
              </w:rPr>
              <w:t>toho :</w:t>
            </w:r>
            <w:proofErr w:type="gramEnd"/>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868"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3011"/>
      </w:tblGrid>
      <w:tr w:rsidR="000E65EA" w:rsidRPr="00D4031F" w14:paraId="706DFD20" w14:textId="77777777" w:rsidTr="00D4031F">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3011"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D4031F">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3011"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D4031F">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3011"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D4031F">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3011"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D4031F">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3011"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D4031F">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3011"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D4031F">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D4031F">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3011"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D4031F">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3011"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D4031F">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3011"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D4031F">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D4031F">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3011"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D4031F">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3011"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D4031F">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3011"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D4031F">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3011"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D4031F">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3011"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D4031F">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3011"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D4031F">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3011"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D4031F">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3011"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D4031F">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3011"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0E65EA" w:rsidRPr="00D4031F" w14:paraId="4ED36339" w14:textId="77777777" w:rsidTr="00EE2D3D">
        <w:tc>
          <w:tcPr>
            <w:tcW w:w="3259"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3260"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3260"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EE2D3D">
        <w:tc>
          <w:tcPr>
            <w:tcW w:w="3259"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3260"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EE2D3D">
        <w:tc>
          <w:tcPr>
            <w:tcW w:w="3259"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EE2D3D">
        <w:tc>
          <w:tcPr>
            <w:tcW w:w="3259"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EE2D3D">
        <w:tc>
          <w:tcPr>
            <w:tcW w:w="3259"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EE2D3D">
        <w:tc>
          <w:tcPr>
            <w:tcW w:w="3259"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3260"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EE2D3D">
        <w:tc>
          <w:tcPr>
            <w:tcW w:w="3259"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3260"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proofErr w:type="spellStart"/>
            <w:r w:rsidRPr="00D4031F">
              <w:rPr>
                <w:rFonts w:eastAsia="Times New Roman"/>
                <w:b/>
                <w:bCs/>
                <w:sz w:val="18"/>
                <w:szCs w:val="18"/>
              </w:rPr>
              <w:t>xxx</w:t>
            </w:r>
            <w:proofErr w:type="spellEnd"/>
          </w:p>
        </w:tc>
        <w:tc>
          <w:tcPr>
            <w:tcW w:w="3260"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194F3B" w14:textId="77777777" w:rsidR="00F94AE7" w:rsidRDefault="00F94AE7" w:rsidP="00962258">
      <w:pPr>
        <w:spacing w:after="0" w:line="240" w:lineRule="auto"/>
      </w:pPr>
      <w:r>
        <w:separator/>
      </w:r>
    </w:p>
  </w:endnote>
  <w:endnote w:type="continuationSeparator" w:id="0">
    <w:p w14:paraId="0E25BAF5" w14:textId="77777777" w:rsidR="00F94AE7" w:rsidRDefault="00F94AE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B41C5" w:rsidRPr="003462EB" w14:paraId="0C3BB159" w14:textId="77777777" w:rsidTr="00F13FDA">
      <w:tc>
        <w:tcPr>
          <w:tcW w:w="1021" w:type="dxa"/>
          <w:vAlign w:val="bottom"/>
        </w:tcPr>
        <w:p w14:paraId="636207E5" w14:textId="5E3DD8C7" w:rsidR="008B41C5" w:rsidRPr="00B8518B" w:rsidRDefault="008B41C5" w:rsidP="00997C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1359">
            <w:rPr>
              <w:rStyle w:val="slostrnky"/>
              <w:noProof/>
            </w:rPr>
            <w:t>8</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8B41C5" w:rsidRDefault="008B41C5" w:rsidP="00F13FDA">
          <w:pPr>
            <w:pStyle w:val="Zpatvlevo"/>
          </w:pPr>
          <w:r w:rsidRPr="00B41CFD">
            <w:t>Smlouva o dílo</w:t>
          </w:r>
        </w:p>
        <w:p w14:paraId="20698C65" w14:textId="77777777" w:rsidR="008B41C5" w:rsidRPr="003462EB" w:rsidRDefault="008B41C5" w:rsidP="00B63BD1">
          <w:pPr>
            <w:pStyle w:val="Zpatvlevo"/>
          </w:pPr>
          <w:r>
            <w:t>Z</w:t>
          </w:r>
          <w:r w:rsidRPr="00B63BD1">
            <w:t>hotovení Projektové dokumentace a stavby</w:t>
          </w:r>
        </w:p>
      </w:tc>
    </w:tr>
  </w:tbl>
  <w:p w14:paraId="690F4EB7" w14:textId="77777777" w:rsidR="008B41C5" w:rsidRPr="00F13FDA" w:rsidRDefault="008B41C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B41C5" w:rsidRPr="003462EB" w14:paraId="178176A4" w14:textId="77777777" w:rsidTr="00F13FDA">
      <w:tc>
        <w:tcPr>
          <w:tcW w:w="1021" w:type="dxa"/>
          <w:vAlign w:val="bottom"/>
        </w:tcPr>
        <w:p w14:paraId="74A79D6D" w14:textId="77777777" w:rsidR="008B41C5" w:rsidRPr="00B8518B" w:rsidRDefault="008B4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8B41C5" w:rsidRPr="00DD4862" w:rsidRDefault="008B41C5" w:rsidP="00F13FDA">
          <w:pPr>
            <w:pStyle w:val="Zpatvlevo"/>
            <w:rPr>
              <w:b/>
            </w:rPr>
          </w:pPr>
          <w:r>
            <w:rPr>
              <w:b/>
            </w:rPr>
            <w:t>Příloha č. 4</w:t>
          </w:r>
        </w:p>
        <w:p w14:paraId="485C5726" w14:textId="77777777" w:rsidR="008B41C5" w:rsidRDefault="008B41C5" w:rsidP="00F13FDA">
          <w:pPr>
            <w:pStyle w:val="Zpatvlevo"/>
          </w:pPr>
          <w:r w:rsidRPr="00B41CFD">
            <w:t>Smlouva o dílo</w:t>
          </w:r>
        </w:p>
        <w:p w14:paraId="1988285F" w14:textId="77777777" w:rsidR="008B41C5" w:rsidRPr="003462EB" w:rsidRDefault="008B41C5" w:rsidP="00F13FDA">
          <w:pPr>
            <w:pStyle w:val="Zpatvlevo"/>
          </w:pPr>
          <w:r>
            <w:t>Z</w:t>
          </w:r>
          <w:r w:rsidRPr="00B63BD1">
            <w:t>hotovení Projektové dokumentace a stavby</w:t>
          </w:r>
        </w:p>
      </w:tc>
    </w:tr>
  </w:tbl>
  <w:p w14:paraId="5CB138E9" w14:textId="77777777" w:rsidR="008B41C5" w:rsidRPr="00F13FDA" w:rsidRDefault="008B41C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B41C5" w:rsidRPr="009E09BE" w14:paraId="6642596F" w14:textId="77777777" w:rsidTr="00934B6B">
      <w:tc>
        <w:tcPr>
          <w:tcW w:w="0" w:type="auto"/>
          <w:tcMar>
            <w:left w:w="0" w:type="dxa"/>
            <w:right w:w="0" w:type="dxa"/>
          </w:tcMar>
          <w:vAlign w:val="bottom"/>
        </w:tcPr>
        <w:p w14:paraId="779B97E4" w14:textId="77777777" w:rsidR="008B41C5" w:rsidRPr="00DD4862" w:rsidRDefault="008B41C5" w:rsidP="00934B6B">
          <w:pPr>
            <w:pStyle w:val="Zpatvpravo"/>
            <w:rPr>
              <w:b/>
            </w:rPr>
          </w:pPr>
          <w:r w:rsidRPr="00DD4862">
            <w:rPr>
              <w:b/>
            </w:rPr>
            <w:t xml:space="preserve">Příloha č. </w:t>
          </w:r>
          <w:r>
            <w:rPr>
              <w:b/>
            </w:rPr>
            <w:t>4</w:t>
          </w:r>
        </w:p>
        <w:p w14:paraId="271EEA9C" w14:textId="77777777" w:rsidR="008B41C5" w:rsidRPr="003462EB" w:rsidRDefault="008B41C5" w:rsidP="00934B6B">
          <w:pPr>
            <w:pStyle w:val="Zpatvpravo"/>
          </w:pPr>
          <w:r>
            <w:t>Smlouva o dílo</w:t>
          </w:r>
        </w:p>
        <w:p w14:paraId="681B21FC" w14:textId="77777777" w:rsidR="008B41C5" w:rsidRPr="003462EB" w:rsidRDefault="008B41C5"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3CC85763" w:rsidR="008B41C5" w:rsidRPr="009E09BE" w:rsidRDefault="008B41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3135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31359">
            <w:rPr>
              <w:rStyle w:val="slostrnky"/>
              <w:noProof/>
            </w:rPr>
            <w:t>1</w:t>
          </w:r>
          <w:r>
            <w:rPr>
              <w:rStyle w:val="slostrnky"/>
            </w:rPr>
            <w:fldChar w:fldCharType="end"/>
          </w:r>
        </w:p>
      </w:tc>
    </w:tr>
  </w:tbl>
  <w:p w14:paraId="1A6DDA75" w14:textId="77777777" w:rsidR="008B41C5" w:rsidRPr="00B8518B" w:rsidRDefault="008B41C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B41C5" w:rsidRPr="003462EB" w14:paraId="3B5DA880" w14:textId="77777777" w:rsidTr="00F13FDA">
      <w:tc>
        <w:tcPr>
          <w:tcW w:w="1021" w:type="dxa"/>
          <w:vAlign w:val="bottom"/>
        </w:tcPr>
        <w:p w14:paraId="73EB134A" w14:textId="77777777" w:rsidR="008B41C5" w:rsidRPr="00B8518B" w:rsidRDefault="008B4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8B41C5" w:rsidRPr="00DD4862" w:rsidRDefault="008B41C5" w:rsidP="00F13FDA">
          <w:pPr>
            <w:pStyle w:val="Zpatvlevo"/>
            <w:rPr>
              <w:b/>
            </w:rPr>
          </w:pPr>
          <w:r>
            <w:rPr>
              <w:b/>
            </w:rPr>
            <w:t>Příloha č. 5</w:t>
          </w:r>
        </w:p>
        <w:p w14:paraId="434C49BE" w14:textId="77777777" w:rsidR="008B41C5" w:rsidRDefault="008B41C5" w:rsidP="00F13FDA">
          <w:pPr>
            <w:pStyle w:val="Zpatvlevo"/>
          </w:pPr>
          <w:r w:rsidRPr="00B41CFD">
            <w:t>Smlouva o dílo</w:t>
          </w:r>
        </w:p>
        <w:p w14:paraId="60B5D949" w14:textId="77777777" w:rsidR="008B41C5" w:rsidRPr="003462EB" w:rsidRDefault="008B41C5" w:rsidP="00F13FDA">
          <w:pPr>
            <w:pStyle w:val="Zpatvlevo"/>
          </w:pPr>
          <w:r>
            <w:t>Z</w:t>
          </w:r>
          <w:r w:rsidRPr="00B63BD1">
            <w:t>hotovení Projektové dokumentace a stavby</w:t>
          </w:r>
        </w:p>
      </w:tc>
    </w:tr>
  </w:tbl>
  <w:p w14:paraId="13160E52" w14:textId="77777777" w:rsidR="008B41C5" w:rsidRPr="00F13FDA" w:rsidRDefault="008B41C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B41C5" w:rsidRPr="009E09BE" w14:paraId="4C440C92" w14:textId="77777777" w:rsidTr="00934B6B">
      <w:tc>
        <w:tcPr>
          <w:tcW w:w="0" w:type="auto"/>
          <w:tcMar>
            <w:left w:w="0" w:type="dxa"/>
            <w:right w:w="0" w:type="dxa"/>
          </w:tcMar>
          <w:vAlign w:val="bottom"/>
        </w:tcPr>
        <w:p w14:paraId="5EB37122" w14:textId="77777777" w:rsidR="008B41C5" w:rsidRPr="00DD4862" w:rsidRDefault="008B41C5" w:rsidP="00934B6B">
          <w:pPr>
            <w:pStyle w:val="Zpatvpravo"/>
            <w:rPr>
              <w:b/>
            </w:rPr>
          </w:pPr>
          <w:r w:rsidRPr="00DD4862">
            <w:rPr>
              <w:b/>
            </w:rPr>
            <w:t xml:space="preserve">Příloha č. </w:t>
          </w:r>
          <w:r>
            <w:rPr>
              <w:b/>
            </w:rPr>
            <w:t>5</w:t>
          </w:r>
        </w:p>
        <w:p w14:paraId="25080FD4" w14:textId="77777777" w:rsidR="008B41C5" w:rsidRPr="003462EB" w:rsidRDefault="008B41C5" w:rsidP="00934B6B">
          <w:pPr>
            <w:pStyle w:val="Zpatvpravo"/>
          </w:pPr>
          <w:r>
            <w:t>Smlouva o dílo</w:t>
          </w:r>
        </w:p>
        <w:p w14:paraId="4153EFC3" w14:textId="77777777" w:rsidR="008B41C5" w:rsidRPr="003462EB" w:rsidRDefault="008B41C5"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56C7FCDE" w:rsidR="008B41C5" w:rsidRPr="009E09BE" w:rsidRDefault="008B41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3135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31359">
            <w:rPr>
              <w:rStyle w:val="slostrnky"/>
              <w:noProof/>
            </w:rPr>
            <w:t>1</w:t>
          </w:r>
          <w:r>
            <w:rPr>
              <w:rStyle w:val="slostrnky"/>
            </w:rPr>
            <w:fldChar w:fldCharType="end"/>
          </w:r>
        </w:p>
      </w:tc>
    </w:tr>
  </w:tbl>
  <w:p w14:paraId="69A3209E" w14:textId="77777777" w:rsidR="008B41C5" w:rsidRPr="00B8518B" w:rsidRDefault="008B41C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B41C5" w:rsidRPr="003462EB" w14:paraId="0B4FB1A6" w14:textId="77777777" w:rsidTr="00F13FDA">
      <w:tc>
        <w:tcPr>
          <w:tcW w:w="1021" w:type="dxa"/>
          <w:vAlign w:val="bottom"/>
        </w:tcPr>
        <w:p w14:paraId="3EFBE15C" w14:textId="343078F8" w:rsidR="008B41C5" w:rsidRPr="00B8518B" w:rsidRDefault="008B4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135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31359">
            <w:rPr>
              <w:rStyle w:val="slostrnky"/>
              <w:noProof/>
            </w:rPr>
            <w:t>3</w:t>
          </w:r>
          <w:r>
            <w:rPr>
              <w:rStyle w:val="slostrnky"/>
            </w:rPr>
            <w:fldChar w:fldCharType="end"/>
          </w:r>
        </w:p>
      </w:tc>
      <w:tc>
        <w:tcPr>
          <w:tcW w:w="0" w:type="auto"/>
          <w:vAlign w:val="bottom"/>
        </w:tcPr>
        <w:p w14:paraId="60015924" w14:textId="77777777" w:rsidR="008B41C5" w:rsidRPr="00DD4862" w:rsidRDefault="008B41C5" w:rsidP="00F13FDA">
          <w:pPr>
            <w:pStyle w:val="Zpatvlevo"/>
            <w:rPr>
              <w:b/>
            </w:rPr>
          </w:pPr>
          <w:r>
            <w:rPr>
              <w:b/>
            </w:rPr>
            <w:t>Příloha č. 6</w:t>
          </w:r>
        </w:p>
        <w:p w14:paraId="2EC5A84D" w14:textId="77777777" w:rsidR="008B41C5" w:rsidRDefault="008B41C5" w:rsidP="00F13FDA">
          <w:pPr>
            <w:pStyle w:val="Zpatvlevo"/>
          </w:pPr>
          <w:r w:rsidRPr="00B41CFD">
            <w:t>Smlouva o dílo</w:t>
          </w:r>
        </w:p>
        <w:p w14:paraId="6FD64CDD" w14:textId="77777777" w:rsidR="008B41C5" w:rsidRPr="003462EB" w:rsidRDefault="008B41C5" w:rsidP="00F13FDA">
          <w:pPr>
            <w:pStyle w:val="Zpatvlevo"/>
          </w:pPr>
          <w:r>
            <w:t>Z</w:t>
          </w:r>
          <w:r w:rsidRPr="00B63BD1">
            <w:t>hotovení Projektové dokumentace a stavby</w:t>
          </w:r>
        </w:p>
      </w:tc>
    </w:tr>
  </w:tbl>
  <w:p w14:paraId="0B5EEE6C" w14:textId="77777777" w:rsidR="008B41C5" w:rsidRPr="00F13FDA" w:rsidRDefault="008B41C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B41C5" w:rsidRPr="009E09BE" w14:paraId="076217E4" w14:textId="77777777" w:rsidTr="00934B6B">
      <w:tc>
        <w:tcPr>
          <w:tcW w:w="0" w:type="auto"/>
          <w:tcMar>
            <w:left w:w="0" w:type="dxa"/>
            <w:right w:w="0" w:type="dxa"/>
          </w:tcMar>
          <w:vAlign w:val="bottom"/>
        </w:tcPr>
        <w:p w14:paraId="528DFA01" w14:textId="77777777" w:rsidR="008B41C5" w:rsidRPr="00DD4862" w:rsidRDefault="008B41C5" w:rsidP="00934B6B">
          <w:pPr>
            <w:pStyle w:val="Zpatvpravo"/>
            <w:rPr>
              <w:b/>
            </w:rPr>
          </w:pPr>
          <w:r w:rsidRPr="00DD4862">
            <w:rPr>
              <w:b/>
            </w:rPr>
            <w:t xml:space="preserve">Příloha č. </w:t>
          </w:r>
          <w:r>
            <w:rPr>
              <w:b/>
            </w:rPr>
            <w:t>6</w:t>
          </w:r>
        </w:p>
        <w:p w14:paraId="2BBCE469" w14:textId="77777777" w:rsidR="008B41C5" w:rsidRPr="003462EB" w:rsidRDefault="008B41C5" w:rsidP="00934B6B">
          <w:pPr>
            <w:pStyle w:val="Zpatvpravo"/>
          </w:pPr>
          <w:r>
            <w:t>Smlouva o dílo</w:t>
          </w:r>
        </w:p>
        <w:p w14:paraId="08936724" w14:textId="77777777" w:rsidR="008B41C5" w:rsidRPr="003462EB" w:rsidRDefault="008B41C5"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6A31E6E6" w:rsidR="008B41C5" w:rsidRPr="009E09BE" w:rsidRDefault="008B41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3135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31359">
            <w:rPr>
              <w:rStyle w:val="slostrnky"/>
              <w:noProof/>
            </w:rPr>
            <w:t>3</w:t>
          </w:r>
          <w:r>
            <w:rPr>
              <w:rStyle w:val="slostrnky"/>
            </w:rPr>
            <w:fldChar w:fldCharType="end"/>
          </w:r>
        </w:p>
      </w:tc>
    </w:tr>
  </w:tbl>
  <w:p w14:paraId="593B45D1" w14:textId="77777777" w:rsidR="008B41C5" w:rsidRPr="00B8518B" w:rsidRDefault="008B41C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B41C5" w:rsidRPr="003462EB" w14:paraId="475B86B7" w14:textId="77777777" w:rsidTr="00F13FDA">
      <w:tc>
        <w:tcPr>
          <w:tcW w:w="1021" w:type="dxa"/>
          <w:vAlign w:val="bottom"/>
        </w:tcPr>
        <w:p w14:paraId="4168F800" w14:textId="77777777" w:rsidR="008B41C5" w:rsidRPr="00B8518B" w:rsidRDefault="008B4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8B41C5" w:rsidRPr="00DD4862" w:rsidRDefault="008B41C5" w:rsidP="00F13FDA">
          <w:pPr>
            <w:pStyle w:val="Zpatvlevo"/>
            <w:rPr>
              <w:b/>
            </w:rPr>
          </w:pPr>
          <w:r>
            <w:rPr>
              <w:b/>
            </w:rPr>
            <w:t>Příloha č. 7</w:t>
          </w:r>
        </w:p>
        <w:p w14:paraId="393A5AA8" w14:textId="77777777" w:rsidR="008B41C5" w:rsidRDefault="008B41C5" w:rsidP="00F13FDA">
          <w:pPr>
            <w:pStyle w:val="Zpatvlevo"/>
          </w:pPr>
          <w:r w:rsidRPr="00B41CFD">
            <w:t>Smlouva o dílo</w:t>
          </w:r>
        </w:p>
        <w:p w14:paraId="0EB4C0F7" w14:textId="77777777" w:rsidR="008B41C5" w:rsidRPr="003462EB" w:rsidRDefault="008B41C5" w:rsidP="00F13FDA">
          <w:pPr>
            <w:pStyle w:val="Zpatvlevo"/>
          </w:pPr>
          <w:r>
            <w:t>Z</w:t>
          </w:r>
          <w:r w:rsidRPr="00B63BD1">
            <w:t>hotovení Projektové dokumentace a stavby</w:t>
          </w:r>
        </w:p>
      </w:tc>
    </w:tr>
  </w:tbl>
  <w:p w14:paraId="1D4C0328" w14:textId="77777777" w:rsidR="008B41C5" w:rsidRPr="00F13FDA" w:rsidRDefault="008B41C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B41C5" w:rsidRPr="009E09BE" w14:paraId="376722D6" w14:textId="77777777" w:rsidTr="00934B6B">
      <w:tc>
        <w:tcPr>
          <w:tcW w:w="0" w:type="auto"/>
          <w:tcMar>
            <w:left w:w="0" w:type="dxa"/>
            <w:right w:w="0" w:type="dxa"/>
          </w:tcMar>
          <w:vAlign w:val="bottom"/>
        </w:tcPr>
        <w:p w14:paraId="177BD19C" w14:textId="77777777" w:rsidR="008B41C5" w:rsidRPr="00DD4862" w:rsidRDefault="008B41C5" w:rsidP="00934B6B">
          <w:pPr>
            <w:pStyle w:val="Zpatvpravo"/>
            <w:rPr>
              <w:b/>
            </w:rPr>
          </w:pPr>
          <w:r w:rsidRPr="00DD4862">
            <w:rPr>
              <w:b/>
            </w:rPr>
            <w:t xml:space="preserve">Příloha č. </w:t>
          </w:r>
          <w:r>
            <w:rPr>
              <w:b/>
            </w:rPr>
            <w:t>7</w:t>
          </w:r>
        </w:p>
        <w:p w14:paraId="0425195A" w14:textId="77777777" w:rsidR="008B41C5" w:rsidRPr="003462EB" w:rsidRDefault="008B41C5" w:rsidP="00934B6B">
          <w:pPr>
            <w:pStyle w:val="Zpatvpravo"/>
          </w:pPr>
          <w:r>
            <w:t>Smlouva o dílo</w:t>
          </w:r>
        </w:p>
        <w:p w14:paraId="1E4A56B5" w14:textId="77777777" w:rsidR="008B41C5" w:rsidRPr="003462EB" w:rsidRDefault="008B41C5"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2F76F064" w:rsidR="008B41C5" w:rsidRPr="009E09BE" w:rsidRDefault="008B41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3135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31359">
            <w:rPr>
              <w:rStyle w:val="slostrnky"/>
              <w:noProof/>
            </w:rPr>
            <w:t>1</w:t>
          </w:r>
          <w:r>
            <w:rPr>
              <w:rStyle w:val="slostrnky"/>
            </w:rPr>
            <w:fldChar w:fldCharType="end"/>
          </w:r>
        </w:p>
      </w:tc>
    </w:tr>
  </w:tbl>
  <w:p w14:paraId="0AB044E9" w14:textId="77777777" w:rsidR="008B41C5" w:rsidRPr="00B8518B" w:rsidRDefault="008B41C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B41C5" w:rsidRPr="003462EB" w14:paraId="37043566" w14:textId="77777777" w:rsidTr="00F13FDA">
      <w:tc>
        <w:tcPr>
          <w:tcW w:w="1021" w:type="dxa"/>
          <w:vAlign w:val="bottom"/>
        </w:tcPr>
        <w:p w14:paraId="7FB47E05" w14:textId="77777777" w:rsidR="008B41C5" w:rsidRPr="00B8518B" w:rsidRDefault="008B4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8B41C5" w:rsidRPr="00DD4862" w:rsidRDefault="008B41C5" w:rsidP="00F13FDA">
          <w:pPr>
            <w:pStyle w:val="Zpatvlevo"/>
            <w:rPr>
              <w:b/>
            </w:rPr>
          </w:pPr>
          <w:r>
            <w:rPr>
              <w:b/>
            </w:rPr>
            <w:t>Příloha č. 8</w:t>
          </w:r>
        </w:p>
        <w:p w14:paraId="7E46E238" w14:textId="77777777" w:rsidR="008B41C5" w:rsidRDefault="008B41C5" w:rsidP="00F13FDA">
          <w:pPr>
            <w:pStyle w:val="Zpatvlevo"/>
          </w:pPr>
          <w:r w:rsidRPr="00B41CFD">
            <w:t>Smlouva o dílo</w:t>
          </w:r>
        </w:p>
        <w:p w14:paraId="00617CFA" w14:textId="77777777" w:rsidR="008B41C5" w:rsidRPr="003462EB" w:rsidRDefault="008B41C5" w:rsidP="00F13FDA">
          <w:pPr>
            <w:pStyle w:val="Zpatvlevo"/>
          </w:pPr>
          <w:r>
            <w:t>Z</w:t>
          </w:r>
          <w:r w:rsidRPr="00B63BD1">
            <w:t>hotovení Projektové dokumentace a stavby</w:t>
          </w:r>
        </w:p>
      </w:tc>
    </w:tr>
  </w:tbl>
  <w:p w14:paraId="378154D6" w14:textId="77777777" w:rsidR="008B41C5" w:rsidRPr="00F13FDA" w:rsidRDefault="008B41C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B41C5" w:rsidRPr="009E09BE" w14:paraId="4400289A" w14:textId="77777777" w:rsidTr="00934B6B">
      <w:tc>
        <w:tcPr>
          <w:tcW w:w="0" w:type="auto"/>
          <w:tcMar>
            <w:left w:w="0" w:type="dxa"/>
            <w:right w:w="0" w:type="dxa"/>
          </w:tcMar>
          <w:vAlign w:val="bottom"/>
        </w:tcPr>
        <w:p w14:paraId="5EE5CFD2" w14:textId="77777777" w:rsidR="008B41C5" w:rsidRPr="00DD4862" w:rsidRDefault="008B41C5" w:rsidP="00934B6B">
          <w:pPr>
            <w:pStyle w:val="Zpatvpravo"/>
            <w:rPr>
              <w:b/>
            </w:rPr>
          </w:pPr>
          <w:r w:rsidRPr="00DD4862">
            <w:rPr>
              <w:b/>
            </w:rPr>
            <w:t xml:space="preserve">Příloha č. </w:t>
          </w:r>
          <w:r>
            <w:rPr>
              <w:b/>
            </w:rPr>
            <w:t>8</w:t>
          </w:r>
        </w:p>
        <w:p w14:paraId="31628953" w14:textId="77777777" w:rsidR="008B41C5" w:rsidRPr="003462EB" w:rsidRDefault="008B41C5" w:rsidP="00934B6B">
          <w:pPr>
            <w:pStyle w:val="Zpatvpravo"/>
          </w:pPr>
          <w:r>
            <w:t>Smlouva o dílo</w:t>
          </w:r>
        </w:p>
        <w:p w14:paraId="2C3B0D6B" w14:textId="77777777" w:rsidR="008B41C5" w:rsidRPr="003462EB" w:rsidRDefault="008B41C5"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46A86728" w:rsidR="008B41C5" w:rsidRPr="009E09BE" w:rsidRDefault="008B41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3135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31359">
            <w:rPr>
              <w:rStyle w:val="slostrnky"/>
              <w:noProof/>
            </w:rPr>
            <w:t>1</w:t>
          </w:r>
          <w:r>
            <w:rPr>
              <w:rStyle w:val="slostrnky"/>
            </w:rPr>
            <w:fldChar w:fldCharType="end"/>
          </w:r>
        </w:p>
      </w:tc>
    </w:tr>
  </w:tbl>
  <w:p w14:paraId="5522624D" w14:textId="77777777" w:rsidR="008B41C5" w:rsidRPr="00B8518B" w:rsidRDefault="008B41C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B41C5" w:rsidRPr="009E09BE" w14:paraId="68DD1CBE" w14:textId="77777777" w:rsidTr="00F13FDA">
      <w:tc>
        <w:tcPr>
          <w:tcW w:w="0" w:type="auto"/>
          <w:tcMar>
            <w:left w:w="0" w:type="dxa"/>
            <w:right w:w="0" w:type="dxa"/>
          </w:tcMar>
          <w:vAlign w:val="bottom"/>
        </w:tcPr>
        <w:p w14:paraId="6FB2DC35" w14:textId="77777777" w:rsidR="008B41C5" w:rsidRPr="003462EB" w:rsidRDefault="008B41C5" w:rsidP="00F13FDA">
          <w:pPr>
            <w:pStyle w:val="Zpatvpravo"/>
          </w:pPr>
          <w:r>
            <w:t>Smlouva o dílo</w:t>
          </w:r>
        </w:p>
        <w:p w14:paraId="3BB6CFBF" w14:textId="77777777" w:rsidR="008B41C5" w:rsidRPr="003462EB" w:rsidRDefault="008B41C5"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4F79AD79" w:rsidR="008B41C5" w:rsidRPr="009E09BE" w:rsidRDefault="008B41C5" w:rsidP="00997C8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31359">
            <w:rPr>
              <w:rStyle w:val="slostrnky"/>
              <w:noProof/>
            </w:rPr>
            <w:t>7</w:t>
          </w:r>
          <w:r w:rsidRPr="00B8518B">
            <w:rPr>
              <w:rStyle w:val="slostrnky"/>
            </w:rPr>
            <w:fldChar w:fldCharType="end"/>
          </w:r>
          <w:r w:rsidRPr="00B8518B">
            <w:rPr>
              <w:rStyle w:val="slostrnky"/>
            </w:rPr>
            <w:t>/</w:t>
          </w:r>
          <w:r>
            <w:rPr>
              <w:rStyle w:val="slostrnky"/>
            </w:rPr>
            <w:t>9</w:t>
          </w:r>
        </w:p>
      </w:tc>
    </w:tr>
  </w:tbl>
  <w:p w14:paraId="05A4A1EF" w14:textId="77777777" w:rsidR="008B41C5" w:rsidRPr="00B8518B" w:rsidRDefault="008B41C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B41C5" w:rsidRPr="003462EB" w14:paraId="17A00C67" w14:textId="77777777" w:rsidTr="00F13FDA">
      <w:tc>
        <w:tcPr>
          <w:tcW w:w="1021" w:type="dxa"/>
          <w:vAlign w:val="bottom"/>
        </w:tcPr>
        <w:p w14:paraId="391F9ADB" w14:textId="1F8003FF" w:rsidR="008B41C5" w:rsidRPr="00B8518B" w:rsidRDefault="008B4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135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31359">
            <w:rPr>
              <w:rStyle w:val="slostrnky"/>
              <w:noProof/>
            </w:rPr>
            <w:t>4</w:t>
          </w:r>
          <w:r>
            <w:rPr>
              <w:rStyle w:val="slostrnky"/>
            </w:rPr>
            <w:fldChar w:fldCharType="end"/>
          </w:r>
        </w:p>
      </w:tc>
      <w:tc>
        <w:tcPr>
          <w:tcW w:w="0" w:type="auto"/>
          <w:vAlign w:val="bottom"/>
        </w:tcPr>
        <w:p w14:paraId="0C84A86A" w14:textId="09C7F556" w:rsidR="008B41C5" w:rsidRPr="00DD4862" w:rsidRDefault="008B41C5" w:rsidP="00F13FDA">
          <w:pPr>
            <w:pStyle w:val="Zpatvlevo"/>
            <w:rPr>
              <w:b/>
            </w:rPr>
          </w:pPr>
          <w:r>
            <w:rPr>
              <w:b/>
            </w:rPr>
            <w:t>Příloha č. 10</w:t>
          </w:r>
        </w:p>
        <w:p w14:paraId="583DB0B7" w14:textId="77777777" w:rsidR="008B41C5" w:rsidRDefault="008B41C5" w:rsidP="00F13FDA">
          <w:pPr>
            <w:pStyle w:val="Zpatvlevo"/>
          </w:pPr>
          <w:r w:rsidRPr="00B41CFD">
            <w:t>Smlouva o dílo</w:t>
          </w:r>
        </w:p>
        <w:p w14:paraId="51B13DE3" w14:textId="77777777" w:rsidR="008B41C5" w:rsidRPr="003462EB" w:rsidRDefault="008B41C5" w:rsidP="00F13FDA">
          <w:pPr>
            <w:pStyle w:val="Zpatvlevo"/>
          </w:pPr>
          <w:r>
            <w:t>Z</w:t>
          </w:r>
          <w:r w:rsidRPr="00B63BD1">
            <w:t>hotovení Projektové dokumentace a stavby</w:t>
          </w:r>
        </w:p>
      </w:tc>
    </w:tr>
  </w:tbl>
  <w:p w14:paraId="72088436" w14:textId="77777777" w:rsidR="008B41C5" w:rsidRPr="00F13FDA" w:rsidRDefault="008B41C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B41C5" w:rsidRPr="009E09BE" w14:paraId="481F7ED1" w14:textId="77777777" w:rsidTr="00934B6B">
      <w:tc>
        <w:tcPr>
          <w:tcW w:w="0" w:type="auto"/>
          <w:tcMar>
            <w:left w:w="0" w:type="dxa"/>
            <w:right w:w="0" w:type="dxa"/>
          </w:tcMar>
          <w:vAlign w:val="bottom"/>
        </w:tcPr>
        <w:p w14:paraId="5F919DFC" w14:textId="77777777" w:rsidR="008B41C5" w:rsidRPr="00DD4862" w:rsidRDefault="008B41C5" w:rsidP="00934B6B">
          <w:pPr>
            <w:pStyle w:val="Zpatvpravo"/>
            <w:rPr>
              <w:b/>
            </w:rPr>
          </w:pPr>
          <w:r w:rsidRPr="00DD4862">
            <w:rPr>
              <w:b/>
            </w:rPr>
            <w:t xml:space="preserve">Příloha č. </w:t>
          </w:r>
          <w:r>
            <w:rPr>
              <w:b/>
            </w:rPr>
            <w:t>9</w:t>
          </w:r>
        </w:p>
        <w:p w14:paraId="7066BC56" w14:textId="77777777" w:rsidR="008B41C5" w:rsidRPr="003462EB" w:rsidRDefault="008B41C5" w:rsidP="00934B6B">
          <w:pPr>
            <w:pStyle w:val="Zpatvpravo"/>
          </w:pPr>
          <w:r>
            <w:t>Smlouva o dílo</w:t>
          </w:r>
        </w:p>
        <w:p w14:paraId="30542FBF" w14:textId="77777777" w:rsidR="008B41C5" w:rsidRPr="003462EB" w:rsidRDefault="008B41C5"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12B54A28" w:rsidR="008B41C5" w:rsidRPr="009E09BE" w:rsidRDefault="008B41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3135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31359">
            <w:rPr>
              <w:rStyle w:val="slostrnky"/>
              <w:noProof/>
            </w:rPr>
            <w:t>1</w:t>
          </w:r>
          <w:r>
            <w:rPr>
              <w:rStyle w:val="slostrnky"/>
            </w:rPr>
            <w:fldChar w:fldCharType="end"/>
          </w:r>
        </w:p>
      </w:tc>
    </w:tr>
  </w:tbl>
  <w:p w14:paraId="7B50E386" w14:textId="77777777" w:rsidR="008B41C5" w:rsidRPr="00B8518B" w:rsidRDefault="008B41C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B41C5" w:rsidRPr="009E09BE" w14:paraId="6CFE5A53" w14:textId="77777777" w:rsidTr="00934B6B">
      <w:tc>
        <w:tcPr>
          <w:tcW w:w="0" w:type="auto"/>
          <w:tcMar>
            <w:left w:w="0" w:type="dxa"/>
            <w:right w:w="0" w:type="dxa"/>
          </w:tcMar>
          <w:vAlign w:val="bottom"/>
        </w:tcPr>
        <w:p w14:paraId="1415EFFB" w14:textId="6A561E21" w:rsidR="008B41C5" w:rsidRPr="00DD4862" w:rsidRDefault="008B41C5" w:rsidP="00934B6B">
          <w:pPr>
            <w:pStyle w:val="Zpatvpravo"/>
            <w:rPr>
              <w:b/>
            </w:rPr>
          </w:pPr>
          <w:r w:rsidRPr="00DD4862">
            <w:rPr>
              <w:b/>
            </w:rPr>
            <w:t xml:space="preserve">Příloha č. </w:t>
          </w:r>
          <w:r>
            <w:rPr>
              <w:b/>
            </w:rPr>
            <w:t>10</w:t>
          </w:r>
        </w:p>
        <w:p w14:paraId="28A41979" w14:textId="77777777" w:rsidR="008B41C5" w:rsidRPr="003462EB" w:rsidRDefault="008B41C5" w:rsidP="00934B6B">
          <w:pPr>
            <w:pStyle w:val="Zpatvpravo"/>
          </w:pPr>
          <w:r>
            <w:t>Smlouva o dílo</w:t>
          </w:r>
        </w:p>
        <w:p w14:paraId="3A71EDA8" w14:textId="77777777" w:rsidR="008B41C5" w:rsidRPr="003462EB" w:rsidRDefault="008B41C5"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6018DDD9" w:rsidR="008B41C5" w:rsidRPr="009E09BE" w:rsidRDefault="008B41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3135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31359">
            <w:rPr>
              <w:rStyle w:val="slostrnky"/>
              <w:noProof/>
            </w:rPr>
            <w:t>4</w:t>
          </w:r>
          <w:r>
            <w:rPr>
              <w:rStyle w:val="slostrnky"/>
            </w:rPr>
            <w:fldChar w:fldCharType="end"/>
          </w:r>
        </w:p>
      </w:tc>
    </w:tr>
  </w:tbl>
  <w:p w14:paraId="74DC007C" w14:textId="77777777" w:rsidR="008B41C5" w:rsidRPr="00B8518B" w:rsidRDefault="008B41C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8B41C5" w:rsidRDefault="008B41C5" w:rsidP="00BF2895">
    <w:pPr>
      <w:pStyle w:val="Zpat"/>
      <w:rPr>
        <w:sz w:val="2"/>
        <w:szCs w:val="2"/>
      </w:rPr>
    </w:pPr>
  </w:p>
  <w:p w14:paraId="53999A41" w14:textId="71675330" w:rsidR="008B41C5" w:rsidRPr="001E4BDC" w:rsidRDefault="008B41C5" w:rsidP="00BF2895">
    <w:pPr>
      <w:pStyle w:val="Zpat"/>
      <w:rPr>
        <w:sz w:val="12"/>
        <w:szCs w:val="12"/>
      </w:rPr>
    </w:pP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B41C5" w:rsidRPr="009E09BE" w14:paraId="7F0601D1" w14:textId="77777777" w:rsidTr="00E963E8">
      <w:tc>
        <w:tcPr>
          <w:tcW w:w="0" w:type="auto"/>
          <w:tcMar>
            <w:left w:w="0" w:type="dxa"/>
            <w:right w:w="0" w:type="dxa"/>
          </w:tcMar>
          <w:vAlign w:val="bottom"/>
        </w:tcPr>
        <w:p w14:paraId="4D08E845" w14:textId="77777777" w:rsidR="008B41C5" w:rsidRPr="003462EB" w:rsidRDefault="008B41C5" w:rsidP="00E963E8">
          <w:pPr>
            <w:pStyle w:val="Zpatvpravo"/>
          </w:pPr>
          <w:r>
            <w:t>Smlouva o dílo</w:t>
          </w:r>
        </w:p>
        <w:p w14:paraId="69C38770" w14:textId="77777777" w:rsidR="008B41C5" w:rsidRPr="003462EB" w:rsidRDefault="008B41C5" w:rsidP="00E963E8">
          <w:pPr>
            <w:pStyle w:val="Zpatvpravo"/>
            <w:rPr>
              <w:rStyle w:val="slostrnky"/>
              <w:b w:val="0"/>
              <w:color w:val="auto"/>
              <w:sz w:val="12"/>
            </w:rPr>
          </w:pPr>
          <w:r>
            <w:t>Z</w:t>
          </w:r>
          <w:r w:rsidRPr="00B63BD1">
            <w:t>hotovení Projektové dokumentace a stavby</w:t>
          </w:r>
        </w:p>
      </w:tc>
      <w:tc>
        <w:tcPr>
          <w:tcW w:w="1021" w:type="dxa"/>
          <w:vAlign w:val="bottom"/>
        </w:tcPr>
        <w:p w14:paraId="0D2FD4DE" w14:textId="54A18C6A" w:rsidR="008B41C5" w:rsidRPr="009E09BE" w:rsidRDefault="008B41C5" w:rsidP="00E963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31359">
            <w:rPr>
              <w:rStyle w:val="slostrnky"/>
              <w:noProof/>
            </w:rPr>
            <w:t>1</w:t>
          </w:r>
          <w:r w:rsidRPr="00B8518B">
            <w:rPr>
              <w:rStyle w:val="slostrnky"/>
            </w:rPr>
            <w:fldChar w:fldCharType="end"/>
          </w:r>
          <w:r w:rsidRPr="00B8518B">
            <w:rPr>
              <w:rStyle w:val="slostrnky"/>
            </w:rPr>
            <w:t>/</w:t>
          </w:r>
          <w:r>
            <w:rPr>
              <w:rStyle w:val="slostrnky"/>
            </w:rPr>
            <w:t>9</w:t>
          </w:r>
        </w:p>
      </w:tc>
    </w:tr>
  </w:tbl>
  <w:p w14:paraId="46BF864E" w14:textId="77777777" w:rsidR="008B41C5" w:rsidRPr="001E4BDC" w:rsidRDefault="008B41C5"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B41C5" w:rsidRPr="003462EB" w14:paraId="642DC659" w14:textId="77777777" w:rsidTr="00F13FDA">
      <w:tc>
        <w:tcPr>
          <w:tcW w:w="1021" w:type="dxa"/>
          <w:vAlign w:val="bottom"/>
        </w:tcPr>
        <w:p w14:paraId="05B06B54" w14:textId="77777777" w:rsidR="008B41C5" w:rsidRPr="00B8518B" w:rsidRDefault="008B4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8B41C5" w:rsidRPr="00DD4862" w:rsidRDefault="008B41C5" w:rsidP="00F13FDA">
          <w:pPr>
            <w:pStyle w:val="Zpatvlevo"/>
            <w:rPr>
              <w:b/>
            </w:rPr>
          </w:pPr>
          <w:r w:rsidRPr="00DD4862">
            <w:rPr>
              <w:b/>
            </w:rPr>
            <w:t>Příloha č. 1</w:t>
          </w:r>
        </w:p>
        <w:p w14:paraId="407EE127" w14:textId="77777777" w:rsidR="008B41C5" w:rsidRDefault="008B41C5" w:rsidP="00F13FDA">
          <w:pPr>
            <w:pStyle w:val="Zpatvlevo"/>
          </w:pPr>
          <w:r w:rsidRPr="00B41CFD">
            <w:t>Smlouva o dílo</w:t>
          </w:r>
        </w:p>
        <w:p w14:paraId="5E9062DE" w14:textId="77777777" w:rsidR="008B41C5" w:rsidRPr="003462EB" w:rsidRDefault="008B41C5" w:rsidP="00F13FDA">
          <w:pPr>
            <w:pStyle w:val="Zpatvlevo"/>
          </w:pPr>
          <w:r>
            <w:t>Z</w:t>
          </w:r>
          <w:r w:rsidRPr="00B63BD1">
            <w:t>hotovení Projektové dokumentace a stavby</w:t>
          </w:r>
        </w:p>
      </w:tc>
    </w:tr>
  </w:tbl>
  <w:p w14:paraId="4B1F2D28" w14:textId="77777777" w:rsidR="008B41C5" w:rsidRPr="00F13FDA" w:rsidRDefault="008B41C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8B41C5" w:rsidRDefault="008B41C5"/>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B41C5" w:rsidRPr="009E09BE" w14:paraId="640C53A3" w14:textId="77777777" w:rsidTr="00934B6B">
      <w:tc>
        <w:tcPr>
          <w:tcW w:w="0" w:type="auto"/>
          <w:tcMar>
            <w:left w:w="0" w:type="dxa"/>
            <w:right w:w="0" w:type="dxa"/>
          </w:tcMar>
          <w:vAlign w:val="bottom"/>
        </w:tcPr>
        <w:p w14:paraId="1F3DDB04" w14:textId="77777777" w:rsidR="008B41C5" w:rsidRPr="00DD4862" w:rsidRDefault="008B41C5" w:rsidP="00934B6B">
          <w:pPr>
            <w:pStyle w:val="Zpatvpravo"/>
            <w:rPr>
              <w:b/>
            </w:rPr>
          </w:pPr>
          <w:r w:rsidRPr="00DD4862">
            <w:rPr>
              <w:b/>
            </w:rPr>
            <w:t>Příloha č. 1</w:t>
          </w:r>
        </w:p>
        <w:p w14:paraId="2307E66C" w14:textId="77777777" w:rsidR="008B41C5" w:rsidRPr="003462EB" w:rsidRDefault="008B41C5" w:rsidP="00934B6B">
          <w:pPr>
            <w:pStyle w:val="Zpatvpravo"/>
          </w:pPr>
          <w:r>
            <w:t>Smlouva o dílo</w:t>
          </w:r>
        </w:p>
        <w:p w14:paraId="011F7908" w14:textId="77777777" w:rsidR="008B41C5" w:rsidRPr="003462EB" w:rsidRDefault="008B41C5"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66826D53" w:rsidR="008B41C5" w:rsidRPr="009E09BE" w:rsidRDefault="008B41C5"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3135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31359">
            <w:rPr>
              <w:rStyle w:val="slostrnky"/>
              <w:noProof/>
            </w:rPr>
            <w:t>1</w:t>
          </w:r>
          <w:r>
            <w:rPr>
              <w:rStyle w:val="slostrnky"/>
            </w:rPr>
            <w:fldChar w:fldCharType="end"/>
          </w:r>
        </w:p>
      </w:tc>
    </w:tr>
  </w:tbl>
  <w:p w14:paraId="47F1712A" w14:textId="77777777" w:rsidR="008B41C5" w:rsidRPr="00B8518B" w:rsidRDefault="008B41C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B41C5" w:rsidRPr="003462EB" w14:paraId="0BBEB616" w14:textId="77777777" w:rsidTr="00F13FDA">
      <w:tc>
        <w:tcPr>
          <w:tcW w:w="1021" w:type="dxa"/>
          <w:vAlign w:val="bottom"/>
        </w:tcPr>
        <w:p w14:paraId="6D2FDC0A" w14:textId="77777777" w:rsidR="008B41C5" w:rsidRPr="00B8518B" w:rsidRDefault="008B4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8B41C5" w:rsidRPr="00DD4862" w:rsidRDefault="008B41C5" w:rsidP="00F13FDA">
          <w:pPr>
            <w:pStyle w:val="Zpatvlevo"/>
            <w:rPr>
              <w:b/>
            </w:rPr>
          </w:pPr>
          <w:r>
            <w:rPr>
              <w:b/>
            </w:rPr>
            <w:t>Příloha č. 2</w:t>
          </w:r>
        </w:p>
        <w:p w14:paraId="49286FA0" w14:textId="77777777" w:rsidR="008B41C5" w:rsidRDefault="008B41C5" w:rsidP="00F13FDA">
          <w:pPr>
            <w:pStyle w:val="Zpatvlevo"/>
          </w:pPr>
          <w:r w:rsidRPr="00B41CFD">
            <w:t>Smlouva o dílo</w:t>
          </w:r>
        </w:p>
        <w:p w14:paraId="2F4F2EAF" w14:textId="77777777" w:rsidR="008B41C5" w:rsidRPr="003462EB" w:rsidRDefault="008B41C5" w:rsidP="00F13FDA">
          <w:pPr>
            <w:pStyle w:val="Zpatvlevo"/>
          </w:pPr>
          <w:r>
            <w:t>Z</w:t>
          </w:r>
          <w:r w:rsidRPr="00B63BD1">
            <w:t>hotovení Projektové dokumentace a stavby</w:t>
          </w:r>
        </w:p>
      </w:tc>
    </w:tr>
  </w:tbl>
  <w:p w14:paraId="2E5C1A8C" w14:textId="77777777" w:rsidR="008B41C5" w:rsidRPr="00F13FDA" w:rsidRDefault="008B41C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B41C5" w:rsidRPr="009E09BE" w14:paraId="39F222F1" w14:textId="77777777" w:rsidTr="00934B6B">
      <w:tc>
        <w:tcPr>
          <w:tcW w:w="0" w:type="auto"/>
          <w:tcMar>
            <w:left w:w="0" w:type="dxa"/>
            <w:right w:w="0" w:type="dxa"/>
          </w:tcMar>
          <w:vAlign w:val="bottom"/>
        </w:tcPr>
        <w:p w14:paraId="45B7265B" w14:textId="77777777" w:rsidR="008B41C5" w:rsidRPr="00DD4862" w:rsidRDefault="008B41C5" w:rsidP="00934B6B">
          <w:pPr>
            <w:pStyle w:val="Zpatvpravo"/>
            <w:rPr>
              <w:b/>
            </w:rPr>
          </w:pPr>
          <w:r w:rsidRPr="00DD4862">
            <w:rPr>
              <w:b/>
            </w:rPr>
            <w:t>Příloha č. 2</w:t>
          </w:r>
        </w:p>
        <w:p w14:paraId="1E47570A" w14:textId="77777777" w:rsidR="008B41C5" w:rsidRPr="003462EB" w:rsidRDefault="008B41C5" w:rsidP="00934B6B">
          <w:pPr>
            <w:pStyle w:val="Zpatvpravo"/>
          </w:pPr>
          <w:r>
            <w:t>Smlouva o dílo</w:t>
          </w:r>
        </w:p>
        <w:p w14:paraId="31E2D647" w14:textId="77777777" w:rsidR="008B41C5" w:rsidRPr="003462EB" w:rsidRDefault="008B41C5"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2B407191" w:rsidR="008B41C5" w:rsidRPr="009E09BE" w:rsidRDefault="008B41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3135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31359">
            <w:rPr>
              <w:rStyle w:val="slostrnky"/>
              <w:noProof/>
            </w:rPr>
            <w:t>1</w:t>
          </w:r>
          <w:r>
            <w:rPr>
              <w:rStyle w:val="slostrnky"/>
            </w:rPr>
            <w:fldChar w:fldCharType="end"/>
          </w:r>
        </w:p>
      </w:tc>
    </w:tr>
  </w:tbl>
  <w:p w14:paraId="19334840" w14:textId="77777777" w:rsidR="008B41C5" w:rsidRPr="00B8518B" w:rsidRDefault="008B41C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B41C5" w:rsidRPr="003462EB" w14:paraId="5F7BD0FA" w14:textId="77777777" w:rsidTr="00F13FDA">
      <w:tc>
        <w:tcPr>
          <w:tcW w:w="1021" w:type="dxa"/>
          <w:vAlign w:val="bottom"/>
        </w:tcPr>
        <w:p w14:paraId="6ED25A52" w14:textId="77777777" w:rsidR="008B41C5" w:rsidRPr="00B8518B" w:rsidRDefault="008B4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8B41C5" w:rsidRPr="00DD4862" w:rsidRDefault="008B41C5" w:rsidP="00F13FDA">
          <w:pPr>
            <w:pStyle w:val="Zpatvlevo"/>
            <w:rPr>
              <w:b/>
            </w:rPr>
          </w:pPr>
          <w:r>
            <w:rPr>
              <w:b/>
            </w:rPr>
            <w:t>Příloha č. 3</w:t>
          </w:r>
        </w:p>
        <w:p w14:paraId="2507A82B" w14:textId="77777777" w:rsidR="008B41C5" w:rsidRDefault="008B41C5" w:rsidP="00F13FDA">
          <w:pPr>
            <w:pStyle w:val="Zpatvlevo"/>
          </w:pPr>
          <w:r w:rsidRPr="00B41CFD">
            <w:t>Smlouva o dílo</w:t>
          </w:r>
        </w:p>
        <w:p w14:paraId="31CB4DFE" w14:textId="77777777" w:rsidR="008B41C5" w:rsidRPr="003462EB" w:rsidRDefault="008B41C5" w:rsidP="00F13FDA">
          <w:pPr>
            <w:pStyle w:val="Zpatvlevo"/>
          </w:pPr>
          <w:r>
            <w:t>Z</w:t>
          </w:r>
          <w:r w:rsidRPr="00B63BD1">
            <w:t>hotovení Projektové dokumentace a stavby</w:t>
          </w:r>
        </w:p>
      </w:tc>
    </w:tr>
  </w:tbl>
  <w:p w14:paraId="2C0D0081" w14:textId="77777777" w:rsidR="008B41C5" w:rsidRPr="00F13FDA" w:rsidRDefault="008B41C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B41C5" w:rsidRPr="009E09BE" w14:paraId="1724B44A" w14:textId="77777777" w:rsidTr="00934B6B">
      <w:tc>
        <w:tcPr>
          <w:tcW w:w="0" w:type="auto"/>
          <w:tcMar>
            <w:left w:w="0" w:type="dxa"/>
            <w:right w:w="0" w:type="dxa"/>
          </w:tcMar>
          <w:vAlign w:val="bottom"/>
        </w:tcPr>
        <w:p w14:paraId="6BCA8218" w14:textId="77777777" w:rsidR="008B41C5" w:rsidRPr="00DD4862" w:rsidRDefault="008B41C5" w:rsidP="00934B6B">
          <w:pPr>
            <w:pStyle w:val="Zpatvpravo"/>
            <w:rPr>
              <w:b/>
            </w:rPr>
          </w:pPr>
          <w:r w:rsidRPr="00DD4862">
            <w:rPr>
              <w:b/>
            </w:rPr>
            <w:t xml:space="preserve">Příloha č. </w:t>
          </w:r>
          <w:r>
            <w:rPr>
              <w:b/>
            </w:rPr>
            <w:t>3</w:t>
          </w:r>
        </w:p>
        <w:p w14:paraId="52EDCD13" w14:textId="77777777" w:rsidR="008B41C5" w:rsidRPr="003462EB" w:rsidRDefault="008B41C5" w:rsidP="00934B6B">
          <w:pPr>
            <w:pStyle w:val="Zpatvpravo"/>
          </w:pPr>
          <w:r>
            <w:t>Smlouva o dílo</w:t>
          </w:r>
        </w:p>
        <w:p w14:paraId="07E14393" w14:textId="77777777" w:rsidR="008B41C5" w:rsidRPr="003462EB" w:rsidRDefault="008B41C5"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25076053" w:rsidR="008B41C5" w:rsidRPr="009E09BE" w:rsidRDefault="008B41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3135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31359">
            <w:rPr>
              <w:rStyle w:val="slostrnky"/>
              <w:noProof/>
            </w:rPr>
            <w:t>1</w:t>
          </w:r>
          <w:r>
            <w:rPr>
              <w:rStyle w:val="slostrnky"/>
            </w:rPr>
            <w:fldChar w:fldCharType="end"/>
          </w:r>
        </w:p>
      </w:tc>
    </w:tr>
  </w:tbl>
  <w:p w14:paraId="762526CA" w14:textId="77777777" w:rsidR="008B41C5" w:rsidRPr="00B8518B" w:rsidRDefault="008B41C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F5BD5B" w14:textId="77777777" w:rsidR="00F94AE7" w:rsidRDefault="00F94AE7" w:rsidP="00962258">
      <w:pPr>
        <w:spacing w:after="0" w:line="240" w:lineRule="auto"/>
      </w:pPr>
      <w:r>
        <w:separator/>
      </w:r>
    </w:p>
  </w:footnote>
  <w:footnote w:type="continuationSeparator" w:id="0">
    <w:p w14:paraId="1BB037B3" w14:textId="77777777" w:rsidR="00F94AE7" w:rsidRDefault="00F94AE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B41C5" w14:paraId="15F803D2" w14:textId="77777777" w:rsidTr="00B22106">
      <w:trPr>
        <w:trHeight w:hRule="exact" w:val="936"/>
      </w:trPr>
      <w:tc>
        <w:tcPr>
          <w:tcW w:w="1361" w:type="dxa"/>
          <w:tcMar>
            <w:left w:w="0" w:type="dxa"/>
            <w:right w:w="0" w:type="dxa"/>
          </w:tcMar>
        </w:tcPr>
        <w:p w14:paraId="4641E639" w14:textId="77777777" w:rsidR="008B41C5" w:rsidRPr="00B8518B" w:rsidRDefault="008B41C5" w:rsidP="00FC6389">
          <w:pPr>
            <w:pStyle w:val="Zpat"/>
            <w:rPr>
              <w:rStyle w:val="slostrnky"/>
            </w:rPr>
          </w:pPr>
        </w:p>
      </w:tc>
      <w:tc>
        <w:tcPr>
          <w:tcW w:w="3458" w:type="dxa"/>
          <w:shd w:val="clear" w:color="auto" w:fill="auto"/>
          <w:tcMar>
            <w:left w:w="0" w:type="dxa"/>
            <w:right w:w="0" w:type="dxa"/>
          </w:tcMar>
        </w:tcPr>
        <w:p w14:paraId="6929FCCF" w14:textId="77777777" w:rsidR="008B41C5" w:rsidRDefault="008B41C5"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8B41C5" w:rsidRPr="00D6163D" w:rsidRDefault="008B41C5" w:rsidP="00FC6389">
          <w:pPr>
            <w:pStyle w:val="Druhdokumentu"/>
          </w:pPr>
        </w:p>
      </w:tc>
    </w:tr>
    <w:tr w:rsidR="008B41C5" w14:paraId="76D44D13" w14:textId="77777777" w:rsidTr="00E963E8">
      <w:trPr>
        <w:trHeight w:hRule="exact" w:val="624"/>
      </w:trPr>
      <w:tc>
        <w:tcPr>
          <w:tcW w:w="1361" w:type="dxa"/>
          <w:tcMar>
            <w:left w:w="0" w:type="dxa"/>
            <w:right w:w="0" w:type="dxa"/>
          </w:tcMar>
        </w:tcPr>
        <w:p w14:paraId="66B7441D" w14:textId="77777777" w:rsidR="008B41C5" w:rsidRPr="00B8518B" w:rsidRDefault="008B41C5" w:rsidP="00FC6389">
          <w:pPr>
            <w:pStyle w:val="Zpat"/>
            <w:rPr>
              <w:rStyle w:val="slostrnky"/>
            </w:rPr>
          </w:pPr>
        </w:p>
      </w:tc>
      <w:tc>
        <w:tcPr>
          <w:tcW w:w="3458" w:type="dxa"/>
          <w:shd w:val="clear" w:color="auto" w:fill="auto"/>
          <w:tcMar>
            <w:left w:w="0" w:type="dxa"/>
            <w:right w:w="0" w:type="dxa"/>
          </w:tcMar>
        </w:tcPr>
        <w:p w14:paraId="1FBCE88D" w14:textId="77777777" w:rsidR="008B41C5" w:rsidRDefault="008B41C5" w:rsidP="00FC6389">
          <w:pPr>
            <w:pStyle w:val="Zpat"/>
          </w:pPr>
        </w:p>
      </w:tc>
      <w:tc>
        <w:tcPr>
          <w:tcW w:w="5756" w:type="dxa"/>
          <w:shd w:val="clear" w:color="auto" w:fill="auto"/>
          <w:tcMar>
            <w:left w:w="0" w:type="dxa"/>
            <w:right w:w="0" w:type="dxa"/>
          </w:tcMar>
        </w:tcPr>
        <w:p w14:paraId="2D321ECC" w14:textId="77777777" w:rsidR="008B41C5" w:rsidRPr="00D6163D" w:rsidRDefault="008B41C5" w:rsidP="00FC6389">
          <w:pPr>
            <w:pStyle w:val="Druhdokumentu"/>
          </w:pPr>
        </w:p>
      </w:tc>
    </w:tr>
  </w:tbl>
  <w:p w14:paraId="499DD15B" w14:textId="77777777" w:rsidR="008B41C5" w:rsidRPr="00D6163D" w:rsidRDefault="008B41C5" w:rsidP="00FC6389">
    <w:pPr>
      <w:pStyle w:val="Zhlav"/>
      <w:rPr>
        <w:sz w:val="8"/>
        <w:szCs w:val="8"/>
      </w:rPr>
    </w:pPr>
  </w:p>
  <w:p w14:paraId="467568D9" w14:textId="77777777" w:rsidR="008B41C5" w:rsidRPr="00460660" w:rsidRDefault="008B41C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6A52" w14:textId="77777777" w:rsidR="008B41C5" w:rsidRPr="00D6163D" w:rsidRDefault="008B41C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8B41C5" w:rsidRPr="00D6163D" w:rsidRDefault="008B41C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8B41C5" w:rsidRPr="00D6163D" w:rsidRDefault="008B41C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8B41C5" w:rsidRPr="00D6163D" w:rsidRDefault="008B41C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8B41C5" w:rsidRPr="00D6163D" w:rsidRDefault="008B41C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8B41C5" w:rsidRPr="00D6163D" w:rsidRDefault="008B41C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8B41C5" w:rsidRPr="00D6163D" w:rsidRDefault="008B41C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8B41C5" w:rsidRPr="00D6163D" w:rsidRDefault="008B41C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8B41C5" w:rsidRPr="00D6163D" w:rsidRDefault="008B41C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4FAB01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num>
  <w:num w:numId="35">
    <w:abstractNumId w:val="8"/>
  </w:num>
  <w:num w:numId="36">
    <w:abstractNumId w:val="12"/>
  </w:num>
  <w:num w:numId="3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41EC8"/>
    <w:rsid w:val="000432C2"/>
    <w:rsid w:val="0004706B"/>
    <w:rsid w:val="0006588D"/>
    <w:rsid w:val="00067A5E"/>
    <w:rsid w:val="000719BB"/>
    <w:rsid w:val="00072A65"/>
    <w:rsid w:val="00072C1E"/>
    <w:rsid w:val="000A1915"/>
    <w:rsid w:val="000B4EB8"/>
    <w:rsid w:val="000C2D3C"/>
    <w:rsid w:val="000C41F2"/>
    <w:rsid w:val="000C4EB8"/>
    <w:rsid w:val="000D22C4"/>
    <w:rsid w:val="000D27D1"/>
    <w:rsid w:val="000E1A7F"/>
    <w:rsid w:val="000E65EA"/>
    <w:rsid w:val="00105B99"/>
    <w:rsid w:val="00106CD8"/>
    <w:rsid w:val="00110085"/>
    <w:rsid w:val="00112864"/>
    <w:rsid w:val="00114472"/>
    <w:rsid w:val="00114988"/>
    <w:rsid w:val="00115069"/>
    <w:rsid w:val="001150F2"/>
    <w:rsid w:val="00124A35"/>
    <w:rsid w:val="00133726"/>
    <w:rsid w:val="00143EC0"/>
    <w:rsid w:val="001452A4"/>
    <w:rsid w:val="00146B60"/>
    <w:rsid w:val="00154A1A"/>
    <w:rsid w:val="00155EB3"/>
    <w:rsid w:val="00161D53"/>
    <w:rsid w:val="001656A2"/>
    <w:rsid w:val="00165977"/>
    <w:rsid w:val="00170EC5"/>
    <w:rsid w:val="00173A70"/>
    <w:rsid w:val="001747C1"/>
    <w:rsid w:val="001765F9"/>
    <w:rsid w:val="00177D6B"/>
    <w:rsid w:val="00183FBA"/>
    <w:rsid w:val="00187660"/>
    <w:rsid w:val="00191F90"/>
    <w:rsid w:val="00195A65"/>
    <w:rsid w:val="00196F60"/>
    <w:rsid w:val="001A14B8"/>
    <w:rsid w:val="001B0C6A"/>
    <w:rsid w:val="001B4E74"/>
    <w:rsid w:val="001B67F1"/>
    <w:rsid w:val="001C52D9"/>
    <w:rsid w:val="001C5817"/>
    <w:rsid w:val="001C645F"/>
    <w:rsid w:val="001C68BE"/>
    <w:rsid w:val="001E072E"/>
    <w:rsid w:val="001E678E"/>
    <w:rsid w:val="001F518E"/>
    <w:rsid w:val="002038D5"/>
    <w:rsid w:val="002071BB"/>
    <w:rsid w:val="00207DF5"/>
    <w:rsid w:val="002112C4"/>
    <w:rsid w:val="00225027"/>
    <w:rsid w:val="00225674"/>
    <w:rsid w:val="002333E5"/>
    <w:rsid w:val="00237604"/>
    <w:rsid w:val="00237B02"/>
    <w:rsid w:val="00240B81"/>
    <w:rsid w:val="00247D01"/>
    <w:rsid w:val="00252206"/>
    <w:rsid w:val="00255B10"/>
    <w:rsid w:val="00261A5B"/>
    <w:rsid w:val="00262E5B"/>
    <w:rsid w:val="00276AFE"/>
    <w:rsid w:val="00286890"/>
    <w:rsid w:val="00286E07"/>
    <w:rsid w:val="00286EA8"/>
    <w:rsid w:val="002A3B57"/>
    <w:rsid w:val="002C31BF"/>
    <w:rsid w:val="002D1625"/>
    <w:rsid w:val="002D3591"/>
    <w:rsid w:val="002D6EE5"/>
    <w:rsid w:val="002D7FD6"/>
    <w:rsid w:val="002E0CD7"/>
    <w:rsid w:val="002E0CFB"/>
    <w:rsid w:val="002E5C7B"/>
    <w:rsid w:val="002F4333"/>
    <w:rsid w:val="0030003A"/>
    <w:rsid w:val="00300AAD"/>
    <w:rsid w:val="00301E5A"/>
    <w:rsid w:val="00304327"/>
    <w:rsid w:val="00305B6B"/>
    <w:rsid w:val="00307320"/>
    <w:rsid w:val="00310622"/>
    <w:rsid w:val="003149C0"/>
    <w:rsid w:val="0031713C"/>
    <w:rsid w:val="0032038D"/>
    <w:rsid w:val="0032370F"/>
    <w:rsid w:val="00327EEF"/>
    <w:rsid w:val="00331951"/>
    <w:rsid w:val="0033239F"/>
    <w:rsid w:val="0034274B"/>
    <w:rsid w:val="00342DC7"/>
    <w:rsid w:val="00343B09"/>
    <w:rsid w:val="00346C8B"/>
    <w:rsid w:val="0034719F"/>
    <w:rsid w:val="00350A35"/>
    <w:rsid w:val="003571D8"/>
    <w:rsid w:val="00357BC6"/>
    <w:rsid w:val="00361422"/>
    <w:rsid w:val="003645C4"/>
    <w:rsid w:val="0037545D"/>
    <w:rsid w:val="0038722B"/>
    <w:rsid w:val="0039231C"/>
    <w:rsid w:val="00392910"/>
    <w:rsid w:val="00392EB6"/>
    <w:rsid w:val="00394474"/>
    <w:rsid w:val="003956C6"/>
    <w:rsid w:val="003B23D6"/>
    <w:rsid w:val="003C33F2"/>
    <w:rsid w:val="003D6859"/>
    <w:rsid w:val="003D756E"/>
    <w:rsid w:val="003E420D"/>
    <w:rsid w:val="003E4C13"/>
    <w:rsid w:val="003F26BB"/>
    <w:rsid w:val="00401D55"/>
    <w:rsid w:val="004078F3"/>
    <w:rsid w:val="00407971"/>
    <w:rsid w:val="004160CB"/>
    <w:rsid w:val="00427794"/>
    <w:rsid w:val="004328E4"/>
    <w:rsid w:val="00450F07"/>
    <w:rsid w:val="00450F44"/>
    <w:rsid w:val="00453CD3"/>
    <w:rsid w:val="00455CE8"/>
    <w:rsid w:val="00460660"/>
    <w:rsid w:val="00464BA9"/>
    <w:rsid w:val="00465097"/>
    <w:rsid w:val="00470146"/>
    <w:rsid w:val="00483969"/>
    <w:rsid w:val="00486107"/>
    <w:rsid w:val="00491827"/>
    <w:rsid w:val="004A1038"/>
    <w:rsid w:val="004A17ED"/>
    <w:rsid w:val="004B28FA"/>
    <w:rsid w:val="004B4299"/>
    <w:rsid w:val="004C35AB"/>
    <w:rsid w:val="004C4399"/>
    <w:rsid w:val="004C787C"/>
    <w:rsid w:val="004D09FB"/>
    <w:rsid w:val="004D395E"/>
    <w:rsid w:val="004E6233"/>
    <w:rsid w:val="004E644F"/>
    <w:rsid w:val="004E7A1F"/>
    <w:rsid w:val="004F4B9B"/>
    <w:rsid w:val="00500E0F"/>
    <w:rsid w:val="00502690"/>
    <w:rsid w:val="0050510F"/>
    <w:rsid w:val="0050666E"/>
    <w:rsid w:val="00511AB9"/>
    <w:rsid w:val="00515632"/>
    <w:rsid w:val="00523BB5"/>
    <w:rsid w:val="00523EA7"/>
    <w:rsid w:val="005406EB"/>
    <w:rsid w:val="00542AC2"/>
    <w:rsid w:val="00544816"/>
    <w:rsid w:val="00553375"/>
    <w:rsid w:val="00555884"/>
    <w:rsid w:val="00555952"/>
    <w:rsid w:val="005614AC"/>
    <w:rsid w:val="0056278A"/>
    <w:rsid w:val="005736B7"/>
    <w:rsid w:val="00575E5A"/>
    <w:rsid w:val="0057614D"/>
    <w:rsid w:val="00580245"/>
    <w:rsid w:val="00582A82"/>
    <w:rsid w:val="00590C91"/>
    <w:rsid w:val="005A1F44"/>
    <w:rsid w:val="005A703B"/>
    <w:rsid w:val="005B778D"/>
    <w:rsid w:val="005C28FB"/>
    <w:rsid w:val="005D3C39"/>
    <w:rsid w:val="005D6794"/>
    <w:rsid w:val="005E22EE"/>
    <w:rsid w:val="005E7125"/>
    <w:rsid w:val="005E7D74"/>
    <w:rsid w:val="005F14BD"/>
    <w:rsid w:val="005F3A8C"/>
    <w:rsid w:val="00600ECE"/>
    <w:rsid w:val="00600FA0"/>
    <w:rsid w:val="00601A8C"/>
    <w:rsid w:val="0061068E"/>
    <w:rsid w:val="006115D3"/>
    <w:rsid w:val="00623FDC"/>
    <w:rsid w:val="00631359"/>
    <w:rsid w:val="006443DA"/>
    <w:rsid w:val="00647324"/>
    <w:rsid w:val="0065610E"/>
    <w:rsid w:val="00660AD3"/>
    <w:rsid w:val="00666B41"/>
    <w:rsid w:val="00674838"/>
    <w:rsid w:val="006776B6"/>
    <w:rsid w:val="00693150"/>
    <w:rsid w:val="006A32ED"/>
    <w:rsid w:val="006A5570"/>
    <w:rsid w:val="006A5576"/>
    <w:rsid w:val="006A689C"/>
    <w:rsid w:val="006A698D"/>
    <w:rsid w:val="006B3D79"/>
    <w:rsid w:val="006B6FE4"/>
    <w:rsid w:val="006C2343"/>
    <w:rsid w:val="006C442A"/>
    <w:rsid w:val="006E0578"/>
    <w:rsid w:val="006E157B"/>
    <w:rsid w:val="006E314D"/>
    <w:rsid w:val="006E7799"/>
    <w:rsid w:val="006F680F"/>
    <w:rsid w:val="006F782C"/>
    <w:rsid w:val="00704D1E"/>
    <w:rsid w:val="007066C0"/>
    <w:rsid w:val="00710723"/>
    <w:rsid w:val="007145F3"/>
    <w:rsid w:val="00723ED1"/>
    <w:rsid w:val="007340BC"/>
    <w:rsid w:val="00740AF5"/>
    <w:rsid w:val="00743525"/>
    <w:rsid w:val="007470DC"/>
    <w:rsid w:val="00752F93"/>
    <w:rsid w:val="007541A2"/>
    <w:rsid w:val="00755818"/>
    <w:rsid w:val="007616C2"/>
    <w:rsid w:val="0076286B"/>
    <w:rsid w:val="007629F8"/>
    <w:rsid w:val="00766846"/>
    <w:rsid w:val="00770776"/>
    <w:rsid w:val="00773071"/>
    <w:rsid w:val="00773E76"/>
    <w:rsid w:val="0077673A"/>
    <w:rsid w:val="00780051"/>
    <w:rsid w:val="00781C11"/>
    <w:rsid w:val="007846E1"/>
    <w:rsid w:val="007847D6"/>
    <w:rsid w:val="007853BA"/>
    <w:rsid w:val="00792BEB"/>
    <w:rsid w:val="007A089C"/>
    <w:rsid w:val="007A4505"/>
    <w:rsid w:val="007A5172"/>
    <w:rsid w:val="007A67A0"/>
    <w:rsid w:val="007A7DDE"/>
    <w:rsid w:val="007B1534"/>
    <w:rsid w:val="007B570C"/>
    <w:rsid w:val="007B5A0E"/>
    <w:rsid w:val="007C5289"/>
    <w:rsid w:val="007D26F9"/>
    <w:rsid w:val="007E0021"/>
    <w:rsid w:val="007E4A6E"/>
    <w:rsid w:val="007F56A7"/>
    <w:rsid w:val="007F6702"/>
    <w:rsid w:val="00800851"/>
    <w:rsid w:val="00807DD0"/>
    <w:rsid w:val="008156D5"/>
    <w:rsid w:val="00821D01"/>
    <w:rsid w:val="00826B7B"/>
    <w:rsid w:val="008341DD"/>
    <w:rsid w:val="0083541D"/>
    <w:rsid w:val="00837C02"/>
    <w:rsid w:val="00846789"/>
    <w:rsid w:val="00855469"/>
    <w:rsid w:val="008572B8"/>
    <w:rsid w:val="00866994"/>
    <w:rsid w:val="00870E5F"/>
    <w:rsid w:val="008760DD"/>
    <w:rsid w:val="00883098"/>
    <w:rsid w:val="008911C8"/>
    <w:rsid w:val="008928D0"/>
    <w:rsid w:val="008A3568"/>
    <w:rsid w:val="008A6E79"/>
    <w:rsid w:val="008A7656"/>
    <w:rsid w:val="008B17AB"/>
    <w:rsid w:val="008B2F29"/>
    <w:rsid w:val="008B385F"/>
    <w:rsid w:val="008B41C5"/>
    <w:rsid w:val="008B48D3"/>
    <w:rsid w:val="008C44D5"/>
    <w:rsid w:val="008C50F3"/>
    <w:rsid w:val="008C7539"/>
    <w:rsid w:val="008C7EFE"/>
    <w:rsid w:val="008D03B9"/>
    <w:rsid w:val="008D29D5"/>
    <w:rsid w:val="008D30C7"/>
    <w:rsid w:val="008F18D6"/>
    <w:rsid w:val="008F2C9B"/>
    <w:rsid w:val="008F3458"/>
    <w:rsid w:val="008F7242"/>
    <w:rsid w:val="008F797B"/>
    <w:rsid w:val="00904780"/>
    <w:rsid w:val="0090635B"/>
    <w:rsid w:val="009101F9"/>
    <w:rsid w:val="0091239E"/>
    <w:rsid w:val="009152C2"/>
    <w:rsid w:val="00922385"/>
    <w:rsid w:val="009223DF"/>
    <w:rsid w:val="009250AA"/>
    <w:rsid w:val="00934B6B"/>
    <w:rsid w:val="00935154"/>
    <w:rsid w:val="0093538C"/>
    <w:rsid w:val="00936091"/>
    <w:rsid w:val="00936A20"/>
    <w:rsid w:val="00940D8A"/>
    <w:rsid w:val="00946FE9"/>
    <w:rsid w:val="00960C0C"/>
    <w:rsid w:val="00962258"/>
    <w:rsid w:val="00962919"/>
    <w:rsid w:val="009678B7"/>
    <w:rsid w:val="0098100D"/>
    <w:rsid w:val="00983CE6"/>
    <w:rsid w:val="00985DF9"/>
    <w:rsid w:val="00991F33"/>
    <w:rsid w:val="00992D9C"/>
    <w:rsid w:val="00995DF9"/>
    <w:rsid w:val="00996CB8"/>
    <w:rsid w:val="00997C8B"/>
    <w:rsid w:val="009A4EFB"/>
    <w:rsid w:val="009A522E"/>
    <w:rsid w:val="009B05A9"/>
    <w:rsid w:val="009B2E97"/>
    <w:rsid w:val="009B4201"/>
    <w:rsid w:val="009B5146"/>
    <w:rsid w:val="009C418E"/>
    <w:rsid w:val="009C442C"/>
    <w:rsid w:val="009D25D3"/>
    <w:rsid w:val="009D7398"/>
    <w:rsid w:val="009D7EE9"/>
    <w:rsid w:val="009E07F4"/>
    <w:rsid w:val="009F0168"/>
    <w:rsid w:val="009F0867"/>
    <w:rsid w:val="009F178B"/>
    <w:rsid w:val="009F309B"/>
    <w:rsid w:val="009F392E"/>
    <w:rsid w:val="009F53C5"/>
    <w:rsid w:val="009F638B"/>
    <w:rsid w:val="009F6914"/>
    <w:rsid w:val="00A0740E"/>
    <w:rsid w:val="00A21A01"/>
    <w:rsid w:val="00A21B2B"/>
    <w:rsid w:val="00A349C6"/>
    <w:rsid w:val="00A43167"/>
    <w:rsid w:val="00A50641"/>
    <w:rsid w:val="00A530BF"/>
    <w:rsid w:val="00A6177B"/>
    <w:rsid w:val="00A637A7"/>
    <w:rsid w:val="00A652B8"/>
    <w:rsid w:val="00A66136"/>
    <w:rsid w:val="00A6689C"/>
    <w:rsid w:val="00A7050F"/>
    <w:rsid w:val="00A71189"/>
    <w:rsid w:val="00A7364A"/>
    <w:rsid w:val="00A74DCC"/>
    <w:rsid w:val="00A753ED"/>
    <w:rsid w:val="00A76E05"/>
    <w:rsid w:val="00A77512"/>
    <w:rsid w:val="00A944F1"/>
    <w:rsid w:val="00A94C2F"/>
    <w:rsid w:val="00AA1063"/>
    <w:rsid w:val="00AA1092"/>
    <w:rsid w:val="00AA21DA"/>
    <w:rsid w:val="00AA3403"/>
    <w:rsid w:val="00AA4762"/>
    <w:rsid w:val="00AA4CBB"/>
    <w:rsid w:val="00AA65FA"/>
    <w:rsid w:val="00AA7351"/>
    <w:rsid w:val="00AA7AB8"/>
    <w:rsid w:val="00AB34E2"/>
    <w:rsid w:val="00AB5342"/>
    <w:rsid w:val="00AB5F0F"/>
    <w:rsid w:val="00AB643E"/>
    <w:rsid w:val="00AD056F"/>
    <w:rsid w:val="00AD0C7B"/>
    <w:rsid w:val="00AD57AF"/>
    <w:rsid w:val="00AD5F1A"/>
    <w:rsid w:val="00AD6731"/>
    <w:rsid w:val="00AE1267"/>
    <w:rsid w:val="00AE4B52"/>
    <w:rsid w:val="00AE7B30"/>
    <w:rsid w:val="00AF7AEE"/>
    <w:rsid w:val="00B008D5"/>
    <w:rsid w:val="00B02F73"/>
    <w:rsid w:val="00B05B31"/>
    <w:rsid w:val="00B0619F"/>
    <w:rsid w:val="00B13A26"/>
    <w:rsid w:val="00B15D0D"/>
    <w:rsid w:val="00B16773"/>
    <w:rsid w:val="00B22106"/>
    <w:rsid w:val="00B25797"/>
    <w:rsid w:val="00B42F40"/>
    <w:rsid w:val="00B5431A"/>
    <w:rsid w:val="00B63BD1"/>
    <w:rsid w:val="00B675F5"/>
    <w:rsid w:val="00B75E94"/>
    <w:rsid w:val="00B75EE1"/>
    <w:rsid w:val="00B77228"/>
    <w:rsid w:val="00B77481"/>
    <w:rsid w:val="00B8518B"/>
    <w:rsid w:val="00B97CC3"/>
    <w:rsid w:val="00BB1390"/>
    <w:rsid w:val="00BB1F16"/>
    <w:rsid w:val="00BB31AD"/>
    <w:rsid w:val="00BC06C4"/>
    <w:rsid w:val="00BC5BDD"/>
    <w:rsid w:val="00BD5DE9"/>
    <w:rsid w:val="00BD7E91"/>
    <w:rsid w:val="00BD7F0D"/>
    <w:rsid w:val="00BE5FD5"/>
    <w:rsid w:val="00BF2895"/>
    <w:rsid w:val="00BF4C5D"/>
    <w:rsid w:val="00C01453"/>
    <w:rsid w:val="00C02D0A"/>
    <w:rsid w:val="00C03A6E"/>
    <w:rsid w:val="00C04CDD"/>
    <w:rsid w:val="00C14413"/>
    <w:rsid w:val="00C226C0"/>
    <w:rsid w:val="00C240B6"/>
    <w:rsid w:val="00C42FE6"/>
    <w:rsid w:val="00C44F6A"/>
    <w:rsid w:val="00C55DD6"/>
    <w:rsid w:val="00C6198E"/>
    <w:rsid w:val="00C708EA"/>
    <w:rsid w:val="00C717BC"/>
    <w:rsid w:val="00C729BC"/>
    <w:rsid w:val="00C7526B"/>
    <w:rsid w:val="00C76E46"/>
    <w:rsid w:val="00C778A5"/>
    <w:rsid w:val="00C9118F"/>
    <w:rsid w:val="00C95162"/>
    <w:rsid w:val="00CA143D"/>
    <w:rsid w:val="00CB1C6E"/>
    <w:rsid w:val="00CB2DC6"/>
    <w:rsid w:val="00CB4F6D"/>
    <w:rsid w:val="00CB6A37"/>
    <w:rsid w:val="00CB7684"/>
    <w:rsid w:val="00CC1E14"/>
    <w:rsid w:val="00CC4EA8"/>
    <w:rsid w:val="00CC6517"/>
    <w:rsid w:val="00CC7C8F"/>
    <w:rsid w:val="00CD1FC4"/>
    <w:rsid w:val="00CF3873"/>
    <w:rsid w:val="00D01353"/>
    <w:rsid w:val="00D034A0"/>
    <w:rsid w:val="00D07A9E"/>
    <w:rsid w:val="00D21061"/>
    <w:rsid w:val="00D4031F"/>
    <w:rsid w:val="00D4108E"/>
    <w:rsid w:val="00D41385"/>
    <w:rsid w:val="00D41CFE"/>
    <w:rsid w:val="00D4328E"/>
    <w:rsid w:val="00D50FE6"/>
    <w:rsid w:val="00D51439"/>
    <w:rsid w:val="00D5749A"/>
    <w:rsid w:val="00D6163D"/>
    <w:rsid w:val="00D63033"/>
    <w:rsid w:val="00D701DC"/>
    <w:rsid w:val="00D765EC"/>
    <w:rsid w:val="00D831A3"/>
    <w:rsid w:val="00D86204"/>
    <w:rsid w:val="00D90F8A"/>
    <w:rsid w:val="00D97BE3"/>
    <w:rsid w:val="00DA3711"/>
    <w:rsid w:val="00DB0CD2"/>
    <w:rsid w:val="00DB20D5"/>
    <w:rsid w:val="00DD11B7"/>
    <w:rsid w:val="00DD364C"/>
    <w:rsid w:val="00DD46F3"/>
    <w:rsid w:val="00DD4862"/>
    <w:rsid w:val="00DE56F2"/>
    <w:rsid w:val="00DF116D"/>
    <w:rsid w:val="00DF2BFF"/>
    <w:rsid w:val="00DF7604"/>
    <w:rsid w:val="00E16FF7"/>
    <w:rsid w:val="00E26D68"/>
    <w:rsid w:val="00E30910"/>
    <w:rsid w:val="00E31C62"/>
    <w:rsid w:val="00E44045"/>
    <w:rsid w:val="00E618C4"/>
    <w:rsid w:val="00E62689"/>
    <w:rsid w:val="00E7415D"/>
    <w:rsid w:val="00E779C0"/>
    <w:rsid w:val="00E865D7"/>
    <w:rsid w:val="00E878EE"/>
    <w:rsid w:val="00E901A3"/>
    <w:rsid w:val="00E963E8"/>
    <w:rsid w:val="00EA585B"/>
    <w:rsid w:val="00EA6EC7"/>
    <w:rsid w:val="00EB104F"/>
    <w:rsid w:val="00EB46E5"/>
    <w:rsid w:val="00ED14BD"/>
    <w:rsid w:val="00EE2D3D"/>
    <w:rsid w:val="00EE31BD"/>
    <w:rsid w:val="00EE7A4C"/>
    <w:rsid w:val="00F016C7"/>
    <w:rsid w:val="00F12DEC"/>
    <w:rsid w:val="00F13FDA"/>
    <w:rsid w:val="00F1715C"/>
    <w:rsid w:val="00F203EA"/>
    <w:rsid w:val="00F21E6B"/>
    <w:rsid w:val="00F310F8"/>
    <w:rsid w:val="00F31AAC"/>
    <w:rsid w:val="00F33223"/>
    <w:rsid w:val="00F35939"/>
    <w:rsid w:val="00F422D3"/>
    <w:rsid w:val="00F43D42"/>
    <w:rsid w:val="00F45607"/>
    <w:rsid w:val="00F4722B"/>
    <w:rsid w:val="00F47C07"/>
    <w:rsid w:val="00F5015C"/>
    <w:rsid w:val="00F54432"/>
    <w:rsid w:val="00F566DC"/>
    <w:rsid w:val="00F57BA0"/>
    <w:rsid w:val="00F659EB"/>
    <w:rsid w:val="00F762A8"/>
    <w:rsid w:val="00F776EF"/>
    <w:rsid w:val="00F77822"/>
    <w:rsid w:val="00F86A74"/>
    <w:rsid w:val="00F86BA6"/>
    <w:rsid w:val="00F9450F"/>
    <w:rsid w:val="00F94AE7"/>
    <w:rsid w:val="00F95BCB"/>
    <w:rsid w:val="00F95FBD"/>
    <w:rsid w:val="00FA3C57"/>
    <w:rsid w:val="00FB420E"/>
    <w:rsid w:val="00FB6342"/>
    <w:rsid w:val="00FC6389"/>
    <w:rsid w:val="00FD3830"/>
    <w:rsid w:val="00FE695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706221799">
      <w:bodyDiv w:val="1"/>
      <w:marLeft w:val="0"/>
      <w:marRight w:val="0"/>
      <w:marTop w:val="0"/>
      <w:marBottom w:val="0"/>
      <w:divBdr>
        <w:top w:val="none" w:sz="0" w:space="0" w:color="auto"/>
        <w:left w:val="none" w:sz="0" w:space="0" w:color="auto"/>
        <w:bottom w:val="none" w:sz="0" w:space="0" w:color="auto"/>
        <w:right w:val="none" w:sz="0" w:space="0" w:color="auto"/>
      </w:divBdr>
    </w:div>
    <w:div w:id="121628346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F2943CD-3803-4D7C-A3CF-7FE74C04F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32</Pages>
  <Words>5512</Words>
  <Characters>32523</Characters>
  <Application>Microsoft Office Word</Application>
  <DocSecurity>0</DocSecurity>
  <Lines>271</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Pluhařová Lenka</cp:lastModifiedBy>
  <cp:revision>3</cp:revision>
  <cp:lastPrinted>2021-01-18T08:04:00Z</cp:lastPrinted>
  <dcterms:created xsi:type="dcterms:W3CDTF">2021-09-15T14:05:00Z</dcterms:created>
  <dcterms:modified xsi:type="dcterms:W3CDTF">2021-09-15T17:58:00Z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