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6CB13935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5199" w:rsidRPr="00D633E7">
        <w:rPr>
          <w:rFonts w:asciiTheme="majorHAnsi" w:eastAsia="Times New Roman" w:hAnsiTheme="majorHAnsi" w:cs="Times New Roman"/>
          <w:lang w:eastAsia="cs-CZ"/>
        </w:rPr>
        <w:t>6</w:t>
      </w:r>
      <w:r w:rsidR="003000DF" w:rsidRPr="00D633E7">
        <w:rPr>
          <w:rFonts w:asciiTheme="majorHAnsi" w:eastAsia="Times New Roman" w:hAnsiTheme="majorHAnsi" w:cs="Times New Roman"/>
          <w:lang w:eastAsia="cs-CZ"/>
        </w:rPr>
        <w:t>c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2157479" w:rsidR="004E1498" w:rsidRPr="004E1498" w:rsidRDefault="00832FCF" w:rsidP="00832FCF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="004E1498" w:rsidRPr="00832FCF">
        <w:rPr>
          <w:rFonts w:eastAsia="Times New Roman" w:cs="Times New Roman"/>
          <w:lang w:eastAsia="cs-CZ"/>
        </w:rPr>
        <w:t xml:space="preserve">zastoupená </w:t>
      </w:r>
      <w:r w:rsidRPr="00832FCF">
        <w:rPr>
          <w:rFonts w:eastAsia="Times New Roman" w:cs="Times New Roman"/>
          <w:b/>
          <w:lang w:eastAsia="cs-CZ"/>
        </w:rPr>
        <w:t>Ing. Ondřejem Červenkou</w:t>
      </w:r>
      <w:r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7EFD0C09" w14:textId="07718E76" w:rsidR="004E1498" w:rsidRPr="004E1498" w:rsidRDefault="004E1498" w:rsidP="00832FC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E40E7C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832FCF" w:rsidRPr="00832FCF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Liberec a Most</w:t>
      </w:r>
      <w:r w:rsidR="00121F9D">
        <w:rPr>
          <w:rFonts w:eastAsia="Times New Roman" w:cs="Times New Roman"/>
          <w:b/>
          <w:lang w:eastAsia="cs-CZ"/>
        </w:rPr>
        <w:t xml:space="preserve">“ / </w:t>
      </w:r>
      <w:r w:rsidR="00240267">
        <w:rPr>
          <w:rFonts w:eastAsia="Times New Roman" w:cs="Times New Roman"/>
          <w:b/>
          <w:lang w:eastAsia="cs-CZ"/>
        </w:rPr>
        <w:t>I</w:t>
      </w:r>
      <w:r w:rsidR="00121F9D">
        <w:rPr>
          <w:rFonts w:eastAsia="Times New Roman" w:cs="Times New Roman"/>
          <w:b/>
          <w:lang w:eastAsia="cs-CZ"/>
        </w:rPr>
        <w:t>II. část</w:t>
      </w:r>
      <w:r w:rsidRPr="004E1498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0B0F71">
        <w:rPr>
          <w:rFonts w:eastAsia="Times New Roman" w:cs="Times New Roman"/>
          <w:lang w:eastAsia="cs-CZ"/>
        </w:rPr>
        <w:t>č.j.</w:t>
      </w:r>
      <w:proofErr w:type="gramEnd"/>
      <w:r w:rsidR="000D278B" w:rsidRPr="000B0F71">
        <w:rPr>
          <w:rFonts w:eastAsia="Times New Roman" w:cs="Times New Roman"/>
          <w:lang w:eastAsia="cs-CZ"/>
        </w:rPr>
        <w:t xml:space="preserve"> veřejné zakázky </w:t>
      </w:r>
      <w:r w:rsidR="000B0F71" w:rsidRPr="000B0F71">
        <w:rPr>
          <w:rFonts w:eastAsia="Times New Roman" w:cs="Times New Roman"/>
          <w:lang w:eastAsia="cs-CZ"/>
        </w:rPr>
        <w:t>5064/2021-SŽ</w:t>
      </w:r>
      <w:r w:rsidR="000B0F71">
        <w:rPr>
          <w:rFonts w:eastAsia="Times New Roman" w:cs="Times New Roman"/>
          <w:lang w:eastAsia="cs-CZ"/>
        </w:rPr>
        <w:t>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A956EF7" w:rsidR="004E1498" w:rsidRPr="004E1498" w:rsidRDefault="004E1498" w:rsidP="00592757">
      <w:pPr>
        <w:pStyle w:val="Nadpis2"/>
        <w:jc w:val="left"/>
      </w:pPr>
      <w:r w:rsidRPr="004E1498">
        <w:t xml:space="preserve">Předmětem díla </w:t>
      </w:r>
      <w:r w:rsidRPr="00EF7F05">
        <w:t xml:space="preserve">je </w:t>
      </w:r>
      <w:r w:rsidR="00EF7F05" w:rsidRPr="00EF7F05">
        <w:t>zaměření stávajícího stavu - železniční svršek, spodek, terén, komunikace a veškeré shora viditelné předměty a pevná zařízení dle předpisu Účelová železniční mapa velkého měřítka (SŽ M20/MP010) a Opatření k zaměřování objektů železniční dopravní cesty (SŽ M20/MP006).</w:t>
      </w:r>
    </w:p>
    <w:p w14:paraId="31E5226B" w14:textId="2070CC29" w:rsidR="004E1498" w:rsidRPr="00E9023A" w:rsidRDefault="004E1498" w:rsidP="00592757">
      <w:pPr>
        <w:pStyle w:val="Nadpis2"/>
        <w:jc w:val="left"/>
      </w:pPr>
      <w:r w:rsidRPr="00E9023A">
        <w:t>Předmět díla je blíže specifikován v přílo</w:t>
      </w:r>
      <w:r w:rsidR="00CB53B1" w:rsidRPr="00E9023A">
        <w:t>ze</w:t>
      </w:r>
      <w:r w:rsidRPr="00E9023A">
        <w:t xml:space="preserve"> </w:t>
      </w:r>
      <w:r w:rsidR="00EF7F05" w:rsidRPr="00E9023A">
        <w:t xml:space="preserve">č. 1 </w:t>
      </w:r>
      <w:r w:rsidR="006566F7" w:rsidRPr="00E9023A">
        <w:t>S</w:t>
      </w:r>
      <w:r w:rsidRPr="00E9023A">
        <w:t>mlouvy.</w:t>
      </w:r>
    </w:p>
    <w:p w14:paraId="3E663345" w14:textId="32BAB7A6" w:rsidR="004E1498" w:rsidRPr="00E9023A" w:rsidRDefault="004E1498" w:rsidP="00592757">
      <w:pPr>
        <w:pStyle w:val="Nadpis2"/>
        <w:jc w:val="left"/>
      </w:pPr>
      <w:r w:rsidRPr="00E9023A">
        <w:t>Předmět díla musí b</w:t>
      </w:r>
      <w:r w:rsidR="0025256E" w:rsidRPr="00E9023A">
        <w:t xml:space="preserve">ýt proveden v souladu s normami ČSN a technickými normami </w:t>
      </w:r>
      <w:r w:rsidR="00EF7F05" w:rsidRPr="00E9023A">
        <w:t>uvedenými v příloze č. 1</w:t>
      </w:r>
      <w:r w:rsidR="006566F7" w:rsidRPr="00E9023A">
        <w:t xml:space="preserve"> S</w:t>
      </w:r>
      <w:r w:rsidRPr="00E9023A">
        <w:t>mlouvy.</w:t>
      </w:r>
    </w:p>
    <w:p w14:paraId="620E778C" w14:textId="6F2A762A" w:rsidR="004E1498" w:rsidRPr="0070735C" w:rsidRDefault="0025256E" w:rsidP="00275474">
      <w:pPr>
        <w:pStyle w:val="Nadpis2"/>
        <w:jc w:val="left"/>
      </w:pPr>
      <w:r w:rsidRPr="0070735C">
        <w:t>Jakost a provedení Předmětu díla je určeno</w:t>
      </w:r>
      <w:r w:rsidR="004E1498" w:rsidRPr="0070735C">
        <w:t xml:space="preserve"> předlohou.</w:t>
      </w:r>
    </w:p>
    <w:p w14:paraId="4B04172D" w14:textId="77777777" w:rsidR="000B3AD5" w:rsidRPr="000B3AD5" w:rsidRDefault="000B3AD5" w:rsidP="000B3AD5">
      <w:pPr>
        <w:rPr>
          <w:highlight w:val="yellow"/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9EA29AF" w14:textId="77777777" w:rsidR="003306BF" w:rsidRPr="0070735C" w:rsidRDefault="00810E9B" w:rsidP="00275474">
      <w:pPr>
        <w:pStyle w:val="Nadpis2"/>
        <w:jc w:val="left"/>
      </w:pPr>
      <w:r w:rsidRPr="0070735C">
        <w:t>Fakturace bude provedena</w:t>
      </w:r>
      <w:r w:rsidR="003306BF" w:rsidRPr="0070735C">
        <w:t xml:space="preserve"> následovně:</w:t>
      </w:r>
    </w:p>
    <w:p w14:paraId="28C81697" w14:textId="317BCEE0" w:rsidR="00810E9B" w:rsidRPr="001F4C97" w:rsidRDefault="0070735C" w:rsidP="0070735C">
      <w:pPr>
        <w:pStyle w:val="Nadpis2"/>
        <w:numPr>
          <w:ilvl w:val="0"/>
          <w:numId w:val="0"/>
        </w:numPr>
        <w:ind w:left="1134" w:hanging="558"/>
        <w:jc w:val="left"/>
      </w:pPr>
      <w:r w:rsidRPr="0070735C">
        <w:t>3.4.1</w:t>
      </w:r>
      <w:r w:rsidRPr="0070735C">
        <w:tab/>
      </w:r>
      <w:r w:rsidR="003306BF" w:rsidRPr="00194C37">
        <w:t>70% z celkové ceny</w:t>
      </w:r>
      <w:r w:rsidR="003306BF">
        <w:t xml:space="preserve"> díla bez DPH, </w:t>
      </w:r>
      <w:proofErr w:type="gramStart"/>
      <w:r w:rsidR="003306BF">
        <w:t xml:space="preserve">tj. </w:t>
      </w:r>
      <w:r w:rsidR="003306BF" w:rsidRPr="000B0F71">
        <w:rPr>
          <w:highlight w:val="green"/>
        </w:rPr>
        <w:t>.......</w:t>
      </w:r>
      <w:r w:rsidR="000B0F71" w:rsidRPr="000B0F71">
        <w:rPr>
          <w:highlight w:val="green"/>
        </w:rPr>
        <w:t>...</w:t>
      </w:r>
      <w:r w:rsidR="003306BF" w:rsidRPr="000B0F71">
        <w:rPr>
          <w:highlight w:val="green"/>
        </w:rPr>
        <w:t>.</w:t>
      </w:r>
      <w:r w:rsidR="003306BF">
        <w:t>Kč</w:t>
      </w:r>
      <w:proofErr w:type="gramEnd"/>
      <w:r w:rsidR="003306BF">
        <w:t xml:space="preserve"> bez DPH bude fakturováno po realizaci části díla uvedené v bodě 4.3.1 této Smlouvy, </w:t>
      </w:r>
      <w:r w:rsidR="00CB53B1">
        <w:t xml:space="preserve">na základě </w:t>
      </w:r>
      <w:r w:rsidR="003306BF" w:rsidRPr="001F4C97">
        <w:t>faktury vystavené Zhotovitelem po předání a převzetí</w:t>
      </w:r>
      <w:r w:rsidR="00F26143">
        <w:t xml:space="preserve"> této části </w:t>
      </w:r>
      <w:r w:rsidR="003306BF" w:rsidRPr="001F4C97">
        <w:t xml:space="preserve">díla na základě </w:t>
      </w:r>
      <w:r w:rsidR="00CB53B1" w:rsidRPr="001F4C97">
        <w:t xml:space="preserve">předávacího protokolu podepsaného </w:t>
      </w:r>
      <w:r w:rsidR="006566F7" w:rsidRPr="001F4C97">
        <w:t>oběma S</w:t>
      </w:r>
      <w:r w:rsidR="003306BF" w:rsidRPr="001F4C97">
        <w:t>mluvními stranami.</w:t>
      </w:r>
      <w:r w:rsidR="00F26143">
        <w:t xml:space="preserve"> </w:t>
      </w:r>
      <w:r w:rsidR="00F26143" w:rsidRPr="00194C37">
        <w:rPr>
          <w:b/>
        </w:rPr>
        <w:t xml:space="preserve">Fakturace bude provedena nejpozději do </w:t>
      </w:r>
      <w:proofErr w:type="gramStart"/>
      <w:r w:rsidR="00F26143" w:rsidRPr="00194C37">
        <w:rPr>
          <w:b/>
        </w:rPr>
        <w:t>27.12.2021</w:t>
      </w:r>
      <w:proofErr w:type="gramEnd"/>
      <w:r w:rsidR="00F26143" w:rsidRPr="00194C37">
        <w:rPr>
          <w:b/>
        </w:rPr>
        <w:t>.</w:t>
      </w:r>
    </w:p>
    <w:p w14:paraId="51853253" w14:textId="0B43C3D6" w:rsidR="003306BF" w:rsidRPr="001F4C97" w:rsidRDefault="0070735C" w:rsidP="0070735C">
      <w:pPr>
        <w:ind w:left="1134" w:hanging="567"/>
        <w:rPr>
          <w:lang w:eastAsia="cs-CZ"/>
        </w:rPr>
      </w:pPr>
      <w:r w:rsidRPr="0070735C">
        <w:rPr>
          <w:lang w:eastAsia="cs-CZ"/>
        </w:rPr>
        <w:t>3.4.2</w:t>
      </w:r>
      <w:r w:rsidRPr="0070735C">
        <w:rPr>
          <w:lang w:eastAsia="cs-CZ"/>
        </w:rPr>
        <w:tab/>
      </w:r>
      <w:r w:rsidR="003306BF" w:rsidRPr="00194C37">
        <w:rPr>
          <w:lang w:eastAsia="cs-CZ"/>
        </w:rPr>
        <w:t>30% z celkové ceny</w:t>
      </w:r>
      <w:bookmarkStart w:id="0" w:name="_GoBack"/>
      <w:bookmarkEnd w:id="0"/>
      <w:r w:rsidR="003306BF" w:rsidRPr="001F4C97">
        <w:rPr>
          <w:lang w:eastAsia="cs-CZ"/>
        </w:rPr>
        <w:t xml:space="preserve"> díla bez DPH, </w:t>
      </w:r>
      <w:proofErr w:type="gramStart"/>
      <w:r w:rsidR="003306BF" w:rsidRPr="001F4C97">
        <w:rPr>
          <w:lang w:eastAsia="cs-CZ"/>
        </w:rPr>
        <w:t xml:space="preserve">tj. </w:t>
      </w:r>
      <w:r w:rsidR="003306BF" w:rsidRPr="000B0F71">
        <w:rPr>
          <w:highlight w:val="green"/>
          <w:lang w:eastAsia="cs-CZ"/>
        </w:rPr>
        <w:t>.............</w:t>
      </w:r>
      <w:r w:rsidR="003306BF" w:rsidRPr="001F4C97">
        <w:rPr>
          <w:lang w:eastAsia="cs-CZ"/>
        </w:rPr>
        <w:t>Kč</w:t>
      </w:r>
      <w:proofErr w:type="gramEnd"/>
      <w:r w:rsidR="003306BF" w:rsidRPr="001F4C97">
        <w:rPr>
          <w:lang w:eastAsia="cs-CZ"/>
        </w:rPr>
        <w:t xml:space="preserve"> bez DPH bude fakturováno po realizaci kompletního díla, na základě faktury vystavené Z</w:t>
      </w:r>
      <w:r w:rsidR="001F4C97" w:rsidRPr="001F4C97">
        <w:rPr>
          <w:lang w:eastAsia="cs-CZ"/>
        </w:rPr>
        <w:t xml:space="preserve">hotovitelem po </w:t>
      </w:r>
      <w:r w:rsidR="003306BF" w:rsidRPr="001F4C97">
        <w:rPr>
          <w:lang w:eastAsia="cs-CZ"/>
        </w:rPr>
        <w:t xml:space="preserve">předání a převzetí </w:t>
      </w:r>
      <w:r w:rsidR="001F4C97" w:rsidRPr="001F4C97">
        <w:rPr>
          <w:lang w:eastAsia="cs-CZ"/>
        </w:rPr>
        <w:t>kompletního díla n</w:t>
      </w:r>
      <w:r w:rsidR="00E51BA7">
        <w:rPr>
          <w:lang w:eastAsia="cs-CZ"/>
        </w:rPr>
        <w:t>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BEE8902" w:rsidR="004E1498" w:rsidRPr="00EF7F05" w:rsidRDefault="004E1498" w:rsidP="00592757">
      <w:pPr>
        <w:pStyle w:val="Nadpis2"/>
        <w:jc w:val="left"/>
      </w:pPr>
      <w:r w:rsidRPr="004E1498">
        <w:t xml:space="preserve">Místem plnění </w:t>
      </w:r>
      <w:r w:rsidRPr="00EF7F05">
        <w:t>je</w:t>
      </w:r>
      <w:r w:rsidR="00EF7F05" w:rsidRPr="00EF7F05">
        <w:t xml:space="preserve"> obvod Správy železniční geodézie v traťových úsecích uvedených v příloze č. 1 této smlouvy.</w:t>
      </w:r>
    </w:p>
    <w:p w14:paraId="773EB070" w14:textId="4945A4D4" w:rsidR="00CB53B1" w:rsidRPr="00762EDE" w:rsidRDefault="00CB53B1" w:rsidP="00B066C9">
      <w:pPr>
        <w:pStyle w:val="Nadpis2"/>
        <w:spacing w:line="360" w:lineRule="auto"/>
        <w:ind w:left="578" w:hanging="578"/>
        <w:jc w:val="left"/>
      </w:pPr>
      <w:r w:rsidRPr="00275474">
        <w:t xml:space="preserve">Smlouva se uzavírá na dobu </w:t>
      </w:r>
      <w:r w:rsidRPr="00762EDE">
        <w:t xml:space="preserve">určitou </w:t>
      </w:r>
      <w:r w:rsidRPr="00762EDE">
        <w:rPr>
          <w:b/>
        </w:rPr>
        <w:t xml:space="preserve">do </w:t>
      </w:r>
      <w:proofErr w:type="gramStart"/>
      <w:r w:rsidR="00501DA9" w:rsidRPr="00762EDE">
        <w:rPr>
          <w:b/>
        </w:rPr>
        <w:t>31.05.2022</w:t>
      </w:r>
      <w:proofErr w:type="gramEnd"/>
    </w:p>
    <w:p w14:paraId="624D8729" w14:textId="7BE2DE4D" w:rsidR="005740C3" w:rsidRDefault="004E1498" w:rsidP="00B066C9">
      <w:pPr>
        <w:pStyle w:val="Nadpis2"/>
        <w:spacing w:line="360" w:lineRule="auto"/>
        <w:jc w:val="left"/>
      </w:pPr>
      <w:r w:rsidRPr="004E1498">
        <w:t>Z</w:t>
      </w:r>
      <w:r w:rsidR="005740C3">
        <w:t xml:space="preserve">hotovitel je povinen provést a předat </w:t>
      </w:r>
      <w:r w:rsidR="00F10FD1">
        <w:t>Předmět d</w:t>
      </w:r>
      <w:r w:rsidR="00B066C9">
        <w:t>íla následovně</w:t>
      </w:r>
      <w:r w:rsidR="00F10FD1">
        <w:t>:</w:t>
      </w:r>
    </w:p>
    <w:p w14:paraId="0E0125B2" w14:textId="536730C4" w:rsidR="00F10FD1" w:rsidRPr="00762EDE" w:rsidRDefault="003306BF" w:rsidP="00B066C9">
      <w:pPr>
        <w:spacing w:after="0" w:line="360" w:lineRule="auto"/>
        <w:ind w:left="1134" w:hanging="558"/>
        <w:rPr>
          <w:lang w:eastAsia="cs-CZ"/>
        </w:rPr>
      </w:pPr>
      <w:r w:rsidRPr="004552AF">
        <w:rPr>
          <w:lang w:eastAsia="cs-CZ"/>
        </w:rPr>
        <w:t>4.3.1</w:t>
      </w:r>
      <w:r w:rsidRPr="004552AF">
        <w:rPr>
          <w:lang w:eastAsia="cs-CZ"/>
        </w:rPr>
        <w:tab/>
      </w:r>
      <w:r w:rsidR="00F10FD1" w:rsidRPr="00762EDE">
        <w:rPr>
          <w:lang w:eastAsia="cs-CZ"/>
        </w:rPr>
        <w:t xml:space="preserve">TÚ 0702 Most nové nádraží, km 1,782 – 3,050 </w:t>
      </w:r>
      <w:r w:rsidR="00F10FD1" w:rsidRPr="00762EDE">
        <w:rPr>
          <w:b/>
          <w:lang w:eastAsia="cs-CZ"/>
        </w:rPr>
        <w:t xml:space="preserve">do </w:t>
      </w:r>
      <w:proofErr w:type="gramStart"/>
      <w:r w:rsidR="00F10FD1" w:rsidRPr="00762EDE">
        <w:rPr>
          <w:b/>
          <w:lang w:eastAsia="cs-CZ"/>
        </w:rPr>
        <w:t>30.11.2021</w:t>
      </w:r>
      <w:proofErr w:type="gramEnd"/>
    </w:p>
    <w:p w14:paraId="0FAD4FCA" w14:textId="3AA7C5D8" w:rsidR="00F10FD1" w:rsidRDefault="003306BF" w:rsidP="00B066C9">
      <w:pPr>
        <w:spacing w:after="0" w:line="360" w:lineRule="auto"/>
        <w:ind w:left="1134" w:hanging="558"/>
        <w:rPr>
          <w:lang w:eastAsia="cs-CZ"/>
        </w:rPr>
      </w:pPr>
      <w:r w:rsidRPr="00762EDE">
        <w:rPr>
          <w:lang w:eastAsia="cs-CZ"/>
        </w:rPr>
        <w:t>4.3.2</w:t>
      </w:r>
      <w:r w:rsidRPr="00762EDE">
        <w:rPr>
          <w:lang w:eastAsia="cs-CZ"/>
        </w:rPr>
        <w:tab/>
      </w:r>
      <w:r w:rsidR="00F10FD1" w:rsidRPr="00762EDE">
        <w:rPr>
          <w:lang w:eastAsia="cs-CZ"/>
        </w:rPr>
        <w:t xml:space="preserve">TÚ 0702 Most nové nádraží, km 3,050 – 4,320 </w:t>
      </w:r>
      <w:r w:rsidR="00F10FD1" w:rsidRPr="00762EDE">
        <w:rPr>
          <w:b/>
          <w:lang w:eastAsia="cs-CZ"/>
        </w:rPr>
        <w:t xml:space="preserve">do </w:t>
      </w:r>
      <w:proofErr w:type="gramStart"/>
      <w:r w:rsidR="00501DA9" w:rsidRPr="00762EDE">
        <w:rPr>
          <w:b/>
          <w:lang w:eastAsia="cs-CZ"/>
        </w:rPr>
        <w:t>30</w:t>
      </w:r>
      <w:r w:rsidR="00F10FD1" w:rsidRPr="00762EDE">
        <w:rPr>
          <w:b/>
          <w:lang w:eastAsia="cs-CZ"/>
        </w:rPr>
        <w:t>.</w:t>
      </w:r>
      <w:r w:rsidR="00501DA9" w:rsidRPr="00762EDE">
        <w:rPr>
          <w:b/>
          <w:lang w:eastAsia="cs-CZ"/>
        </w:rPr>
        <w:t>04</w:t>
      </w:r>
      <w:r w:rsidR="00F10FD1" w:rsidRPr="00762EDE">
        <w:rPr>
          <w:b/>
          <w:lang w:eastAsia="cs-CZ"/>
        </w:rPr>
        <w:t>.2022</w:t>
      </w:r>
      <w:proofErr w:type="gramEnd"/>
    </w:p>
    <w:p w14:paraId="4AE0DFE4" w14:textId="5287B25C" w:rsidR="004E1498" w:rsidRPr="006C5FE8" w:rsidRDefault="00CB53B1" w:rsidP="00BC4DC9">
      <w:pPr>
        <w:pStyle w:val="Nadpis2"/>
      </w:pPr>
      <w:r w:rsidRPr="006C5FE8">
        <w:t>Zhotovitel je povinen zahájit plnění Díla nej</w:t>
      </w:r>
      <w:r w:rsidR="00EF7F05" w:rsidRPr="006C5FE8">
        <w:t>později do 5</w:t>
      </w:r>
      <w:r w:rsidR="006566F7" w:rsidRPr="006C5FE8">
        <w:t xml:space="preserve"> dnů od účinnosti S</w:t>
      </w:r>
      <w:r w:rsidRPr="006C5FE8">
        <w:t>mlouvy</w:t>
      </w:r>
      <w:r w:rsidR="00BC4DC9" w:rsidRPr="006C5FE8">
        <w:t>. V případě, že Zhotovitel nezahájí plnění nejpo</w:t>
      </w:r>
      <w:r w:rsidR="00EF7F05" w:rsidRPr="006C5FE8">
        <w:t>zději 6</w:t>
      </w:r>
      <w:r w:rsidR="006566F7" w:rsidRPr="006C5FE8">
        <w:t xml:space="preserve"> den od účinnosti této S</w:t>
      </w:r>
      <w:r w:rsidR="00BC4DC9" w:rsidRPr="006C5FE8">
        <w:t>mlouvy, je povinen zaplatit Objednateli smluvní pokutu ve výši 50.000,-Kč a Objednatel má právo odstoupit o</w:t>
      </w:r>
      <w:r w:rsidR="006566F7" w:rsidRPr="006C5FE8">
        <w:t>d této Smlouvy. Odstoupením od S</w:t>
      </w:r>
      <w:r w:rsidR="00BC4DC9" w:rsidRPr="006C5FE8">
        <w:t>mlouvy nejsou dotčeny další sankce sjed</w:t>
      </w:r>
      <w:r w:rsidR="006566F7" w:rsidRPr="006C5FE8">
        <w:t>nané v této S</w:t>
      </w:r>
      <w:r w:rsidR="00BC4DC9" w:rsidRPr="006C5FE8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190010C" w:rsidR="00FD17C6" w:rsidRPr="000D0921" w:rsidRDefault="00FD17C6" w:rsidP="00275474">
      <w:pPr>
        <w:pStyle w:val="Nadpis2"/>
        <w:jc w:val="left"/>
      </w:pPr>
      <w:r w:rsidRPr="000D0921">
        <w:t>Na provedení Díla se budou podílet č</w:t>
      </w:r>
      <w:r w:rsidR="00816B59" w:rsidRPr="000D0921">
        <w:t>lenové realizačního týmu uvedení</w:t>
      </w:r>
      <w:r w:rsidR="000D0921" w:rsidRPr="000D0921">
        <w:t xml:space="preserve"> v příloze č. </w:t>
      </w:r>
      <w:r w:rsidR="000D0921" w:rsidRPr="000B37B7">
        <w:t>2</w:t>
      </w:r>
      <w:r w:rsidR="000D0921" w:rsidRPr="000D0921">
        <w:t xml:space="preserve"> </w:t>
      </w:r>
      <w:r w:rsidR="006566F7" w:rsidRPr="000D0921">
        <w:t>této S</w:t>
      </w:r>
      <w:r w:rsidRPr="000D0921">
        <w:t>mlouvy.</w:t>
      </w:r>
    </w:p>
    <w:p w14:paraId="5BBC90E2" w14:textId="6430FC51" w:rsidR="00FD17C6" w:rsidRPr="000D0921" w:rsidRDefault="00FD17C6" w:rsidP="00275474">
      <w:pPr>
        <w:pStyle w:val="Nadpis2"/>
        <w:jc w:val="left"/>
      </w:pPr>
      <w:r w:rsidRPr="000D0921">
        <w:t>Zhotovitel může v průběhu plnění Předmětu díla nahradit některé osoby z osob, uvedených v seznamu realizačního týmu dle přílohy č</w:t>
      </w:r>
      <w:r w:rsidR="000D0921" w:rsidRPr="000B37B7">
        <w:t>. 2</w:t>
      </w:r>
      <w:r w:rsidRPr="000D0921">
        <w:t xml:space="preserve"> této </w:t>
      </w:r>
      <w:r w:rsidR="00A605AE" w:rsidRPr="000D0921">
        <w:t>S</w:t>
      </w:r>
      <w:r w:rsidRPr="000D0921">
        <w:t>mlouvy, pouze po předchozím souhlasu Objednatele na základě písemné žádosti Zhotovitele. V případě, že Zhotovitel požádá o změnu některých členů realizační</w:t>
      </w:r>
      <w:r w:rsidR="000D0921" w:rsidRPr="000D0921">
        <w:t>ho týmu uvedeného v příloze č</w:t>
      </w:r>
      <w:r w:rsidR="000D0921" w:rsidRPr="000B37B7">
        <w:t>. 2</w:t>
      </w:r>
      <w:r w:rsidRPr="000D092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0B3AD5" w:rsidRDefault="004E1498" w:rsidP="009C30C5">
      <w:pPr>
        <w:pStyle w:val="Nadpis2"/>
        <w:ind w:left="567" w:hanging="567"/>
        <w:jc w:val="left"/>
      </w:pPr>
      <w:r w:rsidRPr="000B3AD5">
        <w:rPr>
          <w:rFonts w:eastAsia="Calibri"/>
        </w:rPr>
        <w:t xml:space="preserve">Tato </w:t>
      </w:r>
      <w:r w:rsidR="00D9782E" w:rsidRPr="000B3AD5">
        <w:rPr>
          <w:rFonts w:eastAsia="Calibri"/>
        </w:rPr>
        <w:t>Sml</w:t>
      </w:r>
      <w:r w:rsidRPr="000B3AD5">
        <w:rPr>
          <w:rFonts w:eastAsia="Calibri"/>
        </w:rPr>
        <w:t xml:space="preserve">ouva nabývá platnosti okamžikem podpisu poslední ze </w:t>
      </w:r>
      <w:r w:rsidR="00D9782E" w:rsidRPr="000B3AD5">
        <w:rPr>
          <w:rFonts w:eastAsia="Calibri"/>
        </w:rPr>
        <w:t>Sml</w:t>
      </w:r>
      <w:r w:rsidRPr="000B3AD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06CBB1A" w14:textId="03D1B885" w:rsidR="006E6E61" w:rsidRPr="00580267" w:rsidRDefault="000D0921" w:rsidP="000D092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80267">
        <w:rPr>
          <w:rFonts w:eastAsia="Times New Roman" w:cs="Times New Roman"/>
          <w:lang w:eastAsia="cs-CZ"/>
        </w:rPr>
        <w:t>Bližší specifikace</w:t>
      </w:r>
    </w:p>
    <w:p w14:paraId="665289CB" w14:textId="5DB9166A" w:rsidR="006E6E61" w:rsidRPr="00580267" w:rsidRDefault="0058026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80267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676BB264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9A7826B" w14:textId="5022D1D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62D86BDC" w14:textId="1DBC09C6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51CFAB39" w14:textId="48CC02D6" w:rsidR="007735B6" w:rsidRDefault="007735B6" w:rsidP="00613238">
      <w:pPr>
        <w:spacing w:after="0" w:line="276" w:lineRule="auto"/>
        <w:rPr>
          <w:rFonts w:asciiTheme="majorHAnsi" w:hAnsiTheme="majorHAnsi"/>
        </w:rPr>
      </w:pPr>
    </w:p>
    <w:p w14:paraId="5595B098" w14:textId="77777777" w:rsidR="007735B6" w:rsidRDefault="007735B6" w:rsidP="00613238">
      <w:pPr>
        <w:spacing w:after="0" w:line="276" w:lineRule="auto"/>
        <w:rPr>
          <w:rFonts w:asciiTheme="majorHAnsi" w:hAnsiTheme="majorHAnsi"/>
        </w:rPr>
      </w:pPr>
    </w:p>
    <w:p w14:paraId="248AB4F0" w14:textId="64ECEDC3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706A4560" w14:textId="536D9CA0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1E861C" w14:textId="77777777" w:rsidR="00143F9A" w:rsidRDefault="00143F9A" w:rsidP="00613238">
      <w:pPr>
        <w:spacing w:after="0" w:line="276" w:lineRule="auto"/>
        <w:rPr>
          <w:rFonts w:asciiTheme="majorHAnsi" w:hAnsiTheme="majorHAnsi"/>
        </w:rPr>
      </w:pPr>
    </w:p>
    <w:p w14:paraId="2FA0D040" w14:textId="12B079BB" w:rsidR="00613238" w:rsidRDefault="00143F9A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DC1DCC5" w:rsidR="00613238" w:rsidRDefault="00143F9A" w:rsidP="00613238">
      <w:pPr>
        <w:spacing w:after="0" w:line="276" w:lineRule="auto"/>
        <w:rPr>
          <w:rFonts w:asciiTheme="majorHAnsi" w:hAnsiTheme="majorHAnsi"/>
        </w:rPr>
      </w:pPr>
      <w:r w:rsidRPr="0026480F">
        <w:rPr>
          <w:b/>
          <w:noProof/>
        </w:rPr>
        <w:t>Ing. Ondřej Červenka</w:t>
      </w:r>
      <w:r w:rsidRPr="0026480F">
        <w:rPr>
          <w:noProof/>
        </w:rPr>
        <w:t xml:space="preserve"> </w:t>
      </w:r>
      <w:r w:rsidR="00613238" w:rsidRPr="0026480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E41E4EF" w:rsidR="00D9782E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ředitel organizační jednotky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40F88F73" w14:textId="48FF20C7" w:rsidR="00143F9A" w:rsidRDefault="00143F9A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143F9A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565435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4C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4C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BCD6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7B82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F2D6639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4C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4C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2294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BE8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0F71"/>
    <w:rsid w:val="000B1AB0"/>
    <w:rsid w:val="000B324A"/>
    <w:rsid w:val="000B37B7"/>
    <w:rsid w:val="000B3AD5"/>
    <w:rsid w:val="000D0921"/>
    <w:rsid w:val="000D278B"/>
    <w:rsid w:val="000E23A7"/>
    <w:rsid w:val="00105CB1"/>
    <w:rsid w:val="0010693F"/>
    <w:rsid w:val="00107E5E"/>
    <w:rsid w:val="00114472"/>
    <w:rsid w:val="00121F9D"/>
    <w:rsid w:val="0013379C"/>
    <w:rsid w:val="00143F9A"/>
    <w:rsid w:val="001550BC"/>
    <w:rsid w:val="001605B9"/>
    <w:rsid w:val="00170EC5"/>
    <w:rsid w:val="001747C1"/>
    <w:rsid w:val="00184743"/>
    <w:rsid w:val="00193A76"/>
    <w:rsid w:val="00194C37"/>
    <w:rsid w:val="001A6752"/>
    <w:rsid w:val="001C0FC2"/>
    <w:rsid w:val="001C298C"/>
    <w:rsid w:val="001D3AFC"/>
    <w:rsid w:val="001D68A6"/>
    <w:rsid w:val="001F4C97"/>
    <w:rsid w:val="00207DF5"/>
    <w:rsid w:val="00216193"/>
    <w:rsid w:val="002313EA"/>
    <w:rsid w:val="00240267"/>
    <w:rsid w:val="0025256E"/>
    <w:rsid w:val="0025341D"/>
    <w:rsid w:val="0026480F"/>
    <w:rsid w:val="00275474"/>
    <w:rsid w:val="00280E07"/>
    <w:rsid w:val="0029605F"/>
    <w:rsid w:val="002C31BF"/>
    <w:rsid w:val="002D08B1"/>
    <w:rsid w:val="002D6523"/>
    <w:rsid w:val="002E0CD7"/>
    <w:rsid w:val="003000DF"/>
    <w:rsid w:val="003013FA"/>
    <w:rsid w:val="003071BD"/>
    <w:rsid w:val="003306BF"/>
    <w:rsid w:val="00341DCF"/>
    <w:rsid w:val="00357BC6"/>
    <w:rsid w:val="003768D7"/>
    <w:rsid w:val="0038088E"/>
    <w:rsid w:val="003956C6"/>
    <w:rsid w:val="003A0DCF"/>
    <w:rsid w:val="003A4D59"/>
    <w:rsid w:val="003B39EC"/>
    <w:rsid w:val="003B5DD6"/>
    <w:rsid w:val="003B5FC3"/>
    <w:rsid w:val="003C079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52AF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01DA9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80267"/>
    <w:rsid w:val="00592757"/>
    <w:rsid w:val="00597E84"/>
    <w:rsid w:val="005B76DD"/>
    <w:rsid w:val="005D5624"/>
    <w:rsid w:val="005F0D4A"/>
    <w:rsid w:val="005F1404"/>
    <w:rsid w:val="0060520C"/>
    <w:rsid w:val="0061068E"/>
    <w:rsid w:val="00613238"/>
    <w:rsid w:val="006535D5"/>
    <w:rsid w:val="006566F7"/>
    <w:rsid w:val="00660AD3"/>
    <w:rsid w:val="00677B7F"/>
    <w:rsid w:val="006A5570"/>
    <w:rsid w:val="006A689C"/>
    <w:rsid w:val="006B3D79"/>
    <w:rsid w:val="006C5FE8"/>
    <w:rsid w:val="006C7697"/>
    <w:rsid w:val="006D7AFE"/>
    <w:rsid w:val="006E0578"/>
    <w:rsid w:val="006E314D"/>
    <w:rsid w:val="006E6E61"/>
    <w:rsid w:val="007061F8"/>
    <w:rsid w:val="0070735C"/>
    <w:rsid w:val="00710723"/>
    <w:rsid w:val="00723ED1"/>
    <w:rsid w:val="00725199"/>
    <w:rsid w:val="00743525"/>
    <w:rsid w:val="007510DD"/>
    <w:rsid w:val="00753EBA"/>
    <w:rsid w:val="00756BBA"/>
    <w:rsid w:val="0076286B"/>
    <w:rsid w:val="00762EDE"/>
    <w:rsid w:val="00766846"/>
    <w:rsid w:val="007735B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2FCF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76FD4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066C9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1318D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50F35"/>
    <w:rsid w:val="00D6163D"/>
    <w:rsid w:val="00D633E7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1BA7"/>
    <w:rsid w:val="00E55F3F"/>
    <w:rsid w:val="00E9023A"/>
    <w:rsid w:val="00EB104F"/>
    <w:rsid w:val="00ED14BD"/>
    <w:rsid w:val="00EF1804"/>
    <w:rsid w:val="00EF7F05"/>
    <w:rsid w:val="00F0533E"/>
    <w:rsid w:val="00F1048D"/>
    <w:rsid w:val="00F10FD1"/>
    <w:rsid w:val="00F12C80"/>
    <w:rsid w:val="00F12DEC"/>
    <w:rsid w:val="00F1715C"/>
    <w:rsid w:val="00F26143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8B575D-6ED4-461F-98E0-F7411AEA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1530</Words>
  <Characters>9032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37</cp:revision>
  <cp:lastPrinted>2021-09-07T12:21:00Z</cp:lastPrinted>
  <dcterms:created xsi:type="dcterms:W3CDTF">2021-07-21T08:32:00Z</dcterms:created>
  <dcterms:modified xsi:type="dcterms:W3CDTF">2021-09-07T12:22:00Z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