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EBE854D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5535B4">
        <w:rPr>
          <w:b/>
          <w:color w:val="FF5200" w:themeColor="accent2"/>
          <w:sz w:val="36"/>
          <w:szCs w:val="36"/>
        </w:rPr>
        <w:t>„</w:t>
      </w:r>
      <w:r w:rsidR="005535B4" w:rsidRPr="005535B4">
        <w:rPr>
          <w:b/>
          <w:color w:val="FF5200" w:themeColor="accent2"/>
          <w:sz w:val="36"/>
          <w:szCs w:val="36"/>
        </w:rPr>
        <w:t xml:space="preserve">Nákup </w:t>
      </w:r>
      <w:r w:rsidR="005A2B65">
        <w:rPr>
          <w:b/>
          <w:color w:val="FF5200" w:themeColor="accent2"/>
          <w:sz w:val="36"/>
          <w:szCs w:val="36"/>
        </w:rPr>
        <w:t>vysoušečů obuvi</w:t>
      </w:r>
      <w:r w:rsidR="0031280B" w:rsidRPr="005535B4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  <w:r w:rsidR="000128D4" w:rsidRPr="005535B4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5535B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 (</w:t>
      </w:r>
      <w:r w:rsidR="00B3578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16858</w:t>
      </w:r>
      <w:r w:rsidR="005535B4" w:rsidRPr="005535B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/2021-SŽ-OŘ UNL-OVZ</w:t>
      </w:r>
      <w:r w:rsidR="000128D4" w:rsidRPr="005535B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6866703" w14:textId="77777777" w:rsidR="005535B4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4D2AD321" w14:textId="6AA1F543" w:rsidR="005535B4" w:rsidRDefault="00B3578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1815619" w:history="1">
            <w:r w:rsidR="005535B4" w:rsidRPr="00E32449">
              <w:rPr>
                <w:rStyle w:val="Hypertextovodkaz"/>
                <w:noProof/>
              </w:rPr>
              <w:t>Kapitola 1.</w:t>
            </w:r>
            <w:r w:rsidR="005535B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535B4" w:rsidRPr="00E32449">
              <w:rPr>
                <w:rStyle w:val="Hypertextovodkaz"/>
                <w:noProof/>
              </w:rPr>
              <w:t>Základní údaje k nabídce</w:t>
            </w:r>
            <w:r w:rsidR="005535B4">
              <w:rPr>
                <w:noProof/>
                <w:webHidden/>
              </w:rPr>
              <w:tab/>
            </w:r>
            <w:r w:rsidR="005535B4">
              <w:rPr>
                <w:noProof/>
                <w:webHidden/>
              </w:rPr>
              <w:fldChar w:fldCharType="begin"/>
            </w:r>
            <w:r w:rsidR="005535B4">
              <w:rPr>
                <w:noProof/>
                <w:webHidden/>
              </w:rPr>
              <w:instrText xml:space="preserve"> PAGEREF _Toc81815619 \h </w:instrText>
            </w:r>
            <w:r w:rsidR="005535B4">
              <w:rPr>
                <w:noProof/>
                <w:webHidden/>
              </w:rPr>
            </w:r>
            <w:r w:rsidR="005535B4">
              <w:rPr>
                <w:noProof/>
                <w:webHidden/>
              </w:rPr>
              <w:fldChar w:fldCharType="separate"/>
            </w:r>
            <w:r w:rsidR="005535B4">
              <w:rPr>
                <w:noProof/>
                <w:webHidden/>
              </w:rPr>
              <w:t>2</w:t>
            </w:r>
            <w:r w:rsidR="005535B4">
              <w:rPr>
                <w:noProof/>
                <w:webHidden/>
              </w:rPr>
              <w:fldChar w:fldCharType="end"/>
            </w:r>
          </w:hyperlink>
        </w:p>
        <w:p w14:paraId="7EF2682F" w14:textId="520C9718" w:rsidR="005535B4" w:rsidRDefault="00B3578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1815620" w:history="1">
            <w:r w:rsidR="005535B4" w:rsidRPr="00E32449">
              <w:rPr>
                <w:rStyle w:val="Hypertextovodkaz"/>
                <w:noProof/>
              </w:rPr>
              <w:t>Kapitola 2.</w:t>
            </w:r>
            <w:r w:rsidR="005535B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535B4" w:rsidRPr="00E32449">
              <w:rPr>
                <w:rStyle w:val="Hypertextovodkaz"/>
                <w:noProof/>
              </w:rPr>
              <w:t>Čestné prohlášení o splnění základní způsobilosti</w:t>
            </w:r>
            <w:r w:rsidR="005535B4">
              <w:rPr>
                <w:noProof/>
                <w:webHidden/>
              </w:rPr>
              <w:tab/>
            </w:r>
            <w:r w:rsidR="005535B4">
              <w:rPr>
                <w:noProof/>
                <w:webHidden/>
              </w:rPr>
              <w:fldChar w:fldCharType="begin"/>
            </w:r>
            <w:r w:rsidR="005535B4">
              <w:rPr>
                <w:noProof/>
                <w:webHidden/>
              </w:rPr>
              <w:instrText xml:space="preserve"> PAGEREF _Toc81815620 \h </w:instrText>
            </w:r>
            <w:r w:rsidR="005535B4">
              <w:rPr>
                <w:noProof/>
                <w:webHidden/>
              </w:rPr>
            </w:r>
            <w:r w:rsidR="005535B4">
              <w:rPr>
                <w:noProof/>
                <w:webHidden/>
              </w:rPr>
              <w:fldChar w:fldCharType="separate"/>
            </w:r>
            <w:r w:rsidR="005535B4">
              <w:rPr>
                <w:noProof/>
                <w:webHidden/>
              </w:rPr>
              <w:t>3</w:t>
            </w:r>
            <w:r w:rsidR="005535B4">
              <w:rPr>
                <w:noProof/>
                <w:webHidden/>
              </w:rPr>
              <w:fldChar w:fldCharType="end"/>
            </w:r>
          </w:hyperlink>
        </w:p>
        <w:p w14:paraId="3493D30E" w14:textId="27B386C0" w:rsidR="005535B4" w:rsidRDefault="00B3578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1815621" w:history="1">
            <w:r w:rsidR="005535B4" w:rsidRPr="00E32449">
              <w:rPr>
                <w:rStyle w:val="Hypertextovodkaz"/>
                <w:noProof/>
              </w:rPr>
              <w:t>Kapitola 3.</w:t>
            </w:r>
            <w:r w:rsidR="005535B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535B4" w:rsidRPr="00E32449">
              <w:rPr>
                <w:rStyle w:val="Hypertextovodkaz"/>
                <w:noProof/>
              </w:rPr>
              <w:t>Čestné prohlášení účastníka k neuzavření zakázaných dohod</w:t>
            </w:r>
            <w:r w:rsidR="005535B4">
              <w:rPr>
                <w:noProof/>
                <w:webHidden/>
              </w:rPr>
              <w:tab/>
            </w:r>
            <w:r w:rsidR="005535B4">
              <w:rPr>
                <w:noProof/>
                <w:webHidden/>
              </w:rPr>
              <w:fldChar w:fldCharType="begin"/>
            </w:r>
            <w:r w:rsidR="005535B4">
              <w:rPr>
                <w:noProof/>
                <w:webHidden/>
              </w:rPr>
              <w:instrText xml:space="preserve"> PAGEREF _Toc81815621 \h </w:instrText>
            </w:r>
            <w:r w:rsidR="005535B4">
              <w:rPr>
                <w:noProof/>
                <w:webHidden/>
              </w:rPr>
            </w:r>
            <w:r w:rsidR="005535B4">
              <w:rPr>
                <w:noProof/>
                <w:webHidden/>
              </w:rPr>
              <w:fldChar w:fldCharType="separate"/>
            </w:r>
            <w:r w:rsidR="005535B4">
              <w:rPr>
                <w:noProof/>
                <w:webHidden/>
              </w:rPr>
              <w:t>4</w:t>
            </w:r>
            <w:r w:rsidR="005535B4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bookmarkStart w:id="0" w:name="_GoBack"/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81815619"/>
      <w:bookmarkEnd w:id="0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4A2CD07E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0209559" w14:textId="77777777" w:rsidR="005535B4" w:rsidRPr="004E1498" w:rsidRDefault="005535B4" w:rsidP="005535B4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Oblastní</w:t>
      </w:r>
      <w:r w:rsidRPr="00071E9D">
        <w:rPr>
          <w:rFonts w:eastAsia="Times New Roman" w:cs="Times New Roman"/>
          <w:lang w:eastAsia="cs-CZ"/>
        </w:rPr>
        <w:t xml:space="preserve"> ředitelství Ústí nad Labem</w:t>
      </w:r>
    </w:p>
    <w:p w14:paraId="6D0E500B" w14:textId="77777777" w:rsidR="005535B4" w:rsidRDefault="005535B4" w:rsidP="005535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Železničářská 1386/3, </w:t>
      </w:r>
      <w:r w:rsidRPr="00071E9D">
        <w:rPr>
          <w:rFonts w:eastAsia="Times New Roman" w:cs="Times New Roman"/>
          <w:lang w:eastAsia="cs-CZ"/>
        </w:rPr>
        <w:t>400 03 Ústí nad Labem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31622019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</w:t>
      </w:r>
      <w:r w:rsidRPr="005535B4">
        <w:t>odání nabíd</w:t>
      </w:r>
      <w:r w:rsidR="004C76E9" w:rsidRPr="005535B4">
        <w:t>ky</w:t>
      </w:r>
      <w:r w:rsidRPr="005535B4">
        <w:t xml:space="preserve"> na veřejnou zakázku zadávanou</w:t>
      </w:r>
      <w:r w:rsidR="004C76E9" w:rsidRPr="005535B4">
        <w:t xml:space="preserve"> jako </w:t>
      </w:r>
      <w:r w:rsidR="000128D4" w:rsidRPr="005535B4">
        <w:rPr>
          <w:rFonts w:eastAsia="Times New Roman" w:cs="Times New Roman"/>
          <w:lang w:eastAsia="cs-CZ"/>
        </w:rPr>
        <w:t>veřejnou zakázku malého rozsahu</w:t>
      </w:r>
      <w:r w:rsidRPr="005535B4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0042BCBF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5535B4">
        <w:tab/>
      </w:r>
      <w:r w:rsidR="005535B4" w:rsidRPr="005535B4">
        <w:rPr>
          <w:highlight w:val="green"/>
        </w:rPr>
        <w:t>[VLOŽÍ ÚČASTNÍK]</w:t>
      </w:r>
    </w:p>
    <w:p w14:paraId="40797117" w14:textId="603A9FAC" w:rsidR="005535B4" w:rsidRDefault="005535B4" w:rsidP="008B1A2C">
      <w:r>
        <w:t>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621E8">
        <w:rPr>
          <w:highlight w:val="green"/>
        </w:rPr>
        <w:t>[VLOŽÍ ÚČASTNÍK]</w:t>
      </w:r>
    </w:p>
    <w:p w14:paraId="0FEFFD08" w14:textId="73881EFC" w:rsidR="005535B4" w:rsidRDefault="005535B4" w:rsidP="008B1A2C">
      <w:r>
        <w:t>Celková nabídková cena v Kč včetně DPH:</w:t>
      </w:r>
      <w:r w:rsidRPr="005535B4">
        <w:t xml:space="preserve"> </w:t>
      </w:r>
      <w:r w:rsidRPr="005535B4">
        <w:tab/>
      </w:r>
      <w:r w:rsidRPr="006621E8">
        <w:rPr>
          <w:highlight w:val="green"/>
        </w:rPr>
        <w:t>[VLOŽÍ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B3578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B3578E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8181562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81815621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1F7B3D87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5F433D7" w14:textId="5A003D45" w:rsidR="005535B4" w:rsidRDefault="005535B4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63B5ACE" w14:textId="30CFB3AA" w:rsidR="005535B4" w:rsidRDefault="005535B4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B2C51C2" w14:textId="75CF59B0" w:rsidR="005535B4" w:rsidRDefault="005535B4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EB09EF6" w14:textId="0C45741D" w:rsidR="005535B4" w:rsidRDefault="005535B4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F8445AA" w14:textId="77777777" w:rsidR="005535B4" w:rsidRPr="00A035EA" w:rsidRDefault="005535B4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1D6CCFD" w14:textId="64C495A2" w:rsidR="00A93A74" w:rsidRDefault="00A93A74" w:rsidP="00A93A74"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835E63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578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578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F0D9F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D5E4E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F008EB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57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578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4411FB87" w14:textId="77777777" w:rsidR="005535B4" w:rsidRDefault="005535B4" w:rsidP="005535B4">
          <w:pPr>
            <w:pStyle w:val="Zpat"/>
          </w:pPr>
          <w:r>
            <w:t>Oblastní ředitelství Ústí nad Labem</w:t>
          </w:r>
        </w:p>
        <w:p w14:paraId="00EB4276" w14:textId="77777777" w:rsidR="005535B4" w:rsidRDefault="005535B4" w:rsidP="005535B4">
          <w:pPr>
            <w:pStyle w:val="Zpat"/>
          </w:pPr>
          <w:r>
            <w:t>Železničářská 1386/31</w:t>
          </w:r>
        </w:p>
        <w:p w14:paraId="3F9D14E1" w14:textId="5C61693B" w:rsidR="00F1715C" w:rsidRDefault="005535B4" w:rsidP="005535B4">
          <w:pPr>
            <w:pStyle w:val="Zpat"/>
          </w:pPr>
          <w:r>
            <w:t>400 03 Ústí nad Labem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7E5FD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FDA8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4BB0EC1F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578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578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26F730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1DAA82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35B4"/>
    <w:rsid w:val="00557C28"/>
    <w:rsid w:val="005736B7"/>
    <w:rsid w:val="00575E5A"/>
    <w:rsid w:val="005A2B65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277E4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3578E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B1F8CA"/>
  <w15:docId w15:val="{CD1F40D0-D7FE-4AB8-8B70-2C92CD2EA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B0FD89-01BB-48D4-BC07-92BD3AF96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4</Pages>
  <Words>548</Words>
  <Characters>3240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18</cp:revision>
  <cp:lastPrinted>2017-11-28T17:18:00Z</cp:lastPrinted>
  <dcterms:created xsi:type="dcterms:W3CDTF">2020-06-29T15:29:00Z</dcterms:created>
  <dcterms:modified xsi:type="dcterms:W3CDTF">2021-09-09T08:58:00Z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