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1B2BF2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1604EA">
        <w:rPr>
          <w:b/>
          <w:color w:val="FF5200" w:themeColor="accent2"/>
          <w:sz w:val="36"/>
          <w:szCs w:val="36"/>
        </w:rPr>
        <w:t>názvem „</w:t>
      </w:r>
      <w:r w:rsidR="001604EA" w:rsidRPr="001604EA">
        <w:rPr>
          <w:b/>
          <w:color w:val="FF5200" w:themeColor="accent2"/>
          <w:sz w:val="36"/>
          <w:szCs w:val="36"/>
        </w:rPr>
        <w:t>Instalace FVE na výpravní budově v ŽST Děčín východ</w:t>
      </w:r>
      <w:r w:rsidR="0031280B" w:rsidRPr="001604EA">
        <w:rPr>
          <w:b/>
          <w:color w:val="FF5200" w:themeColor="accent2"/>
          <w:sz w:val="36"/>
          <w:szCs w:val="36"/>
        </w:rPr>
        <w:t>“</w:t>
      </w:r>
      <w:r w:rsidR="000128D4" w:rsidRPr="001604EA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r w:rsidR="000128D4" w:rsidRPr="007453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8421D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16562</w:t>
      </w:r>
      <w:r w:rsidR="007453C0" w:rsidRPr="007453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</w:t>
      </w:r>
      <w:r w:rsidR="000128D4" w:rsidRPr="007453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B1318F7" w14:textId="77777777" w:rsidR="007453C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6B1B68A" w14:textId="212A3240" w:rsidR="007453C0" w:rsidRDefault="008421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4" w:history="1">
            <w:r w:rsidR="007453C0" w:rsidRPr="00A56F84">
              <w:rPr>
                <w:rStyle w:val="Hypertextovodkaz"/>
                <w:noProof/>
              </w:rPr>
              <w:t>Kapitola 1.</w:t>
            </w:r>
            <w:r w:rsidR="007453C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453C0" w:rsidRPr="00A56F84">
              <w:rPr>
                <w:rStyle w:val="Hypertextovodkaz"/>
                <w:noProof/>
              </w:rPr>
              <w:t>Základní údaje k nabídce</w:t>
            </w:r>
            <w:r w:rsidR="007453C0">
              <w:rPr>
                <w:noProof/>
                <w:webHidden/>
              </w:rPr>
              <w:tab/>
            </w:r>
            <w:r w:rsidR="007453C0">
              <w:rPr>
                <w:noProof/>
                <w:webHidden/>
              </w:rPr>
              <w:fldChar w:fldCharType="begin"/>
            </w:r>
            <w:r w:rsidR="007453C0">
              <w:rPr>
                <w:noProof/>
                <w:webHidden/>
              </w:rPr>
              <w:instrText xml:space="preserve"> PAGEREF _Toc78269824 \h </w:instrText>
            </w:r>
            <w:r w:rsidR="007453C0">
              <w:rPr>
                <w:noProof/>
                <w:webHidden/>
              </w:rPr>
            </w:r>
            <w:r w:rsidR="007453C0">
              <w:rPr>
                <w:noProof/>
                <w:webHidden/>
              </w:rPr>
              <w:fldChar w:fldCharType="separate"/>
            </w:r>
            <w:r w:rsidR="007453C0">
              <w:rPr>
                <w:noProof/>
                <w:webHidden/>
              </w:rPr>
              <w:t>2</w:t>
            </w:r>
            <w:r w:rsidR="007453C0">
              <w:rPr>
                <w:noProof/>
                <w:webHidden/>
              </w:rPr>
              <w:fldChar w:fldCharType="end"/>
            </w:r>
          </w:hyperlink>
        </w:p>
        <w:p w14:paraId="0AB49AE3" w14:textId="2A8255D1" w:rsidR="007453C0" w:rsidRDefault="008421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5" w:history="1">
            <w:r w:rsidR="007453C0" w:rsidRPr="00A56F84">
              <w:rPr>
                <w:rStyle w:val="Hypertextovodkaz"/>
                <w:noProof/>
              </w:rPr>
              <w:t>Kapitola 2.</w:t>
            </w:r>
            <w:r w:rsidR="007453C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453C0" w:rsidRPr="00A56F84">
              <w:rPr>
                <w:rStyle w:val="Hypertextovodkaz"/>
                <w:noProof/>
              </w:rPr>
              <w:t>Čestné prohlášení o splnění základní způsobilosti</w:t>
            </w:r>
            <w:r w:rsidR="007453C0">
              <w:rPr>
                <w:noProof/>
                <w:webHidden/>
              </w:rPr>
              <w:tab/>
            </w:r>
            <w:r w:rsidR="007453C0">
              <w:rPr>
                <w:noProof/>
                <w:webHidden/>
              </w:rPr>
              <w:fldChar w:fldCharType="begin"/>
            </w:r>
            <w:r w:rsidR="007453C0">
              <w:rPr>
                <w:noProof/>
                <w:webHidden/>
              </w:rPr>
              <w:instrText xml:space="preserve"> PAGEREF _Toc78269825 \h </w:instrText>
            </w:r>
            <w:r w:rsidR="007453C0">
              <w:rPr>
                <w:noProof/>
                <w:webHidden/>
              </w:rPr>
            </w:r>
            <w:r w:rsidR="007453C0">
              <w:rPr>
                <w:noProof/>
                <w:webHidden/>
              </w:rPr>
              <w:fldChar w:fldCharType="separate"/>
            </w:r>
            <w:r w:rsidR="007453C0">
              <w:rPr>
                <w:noProof/>
                <w:webHidden/>
              </w:rPr>
              <w:t>3</w:t>
            </w:r>
            <w:r w:rsidR="007453C0">
              <w:rPr>
                <w:noProof/>
                <w:webHidden/>
              </w:rPr>
              <w:fldChar w:fldCharType="end"/>
            </w:r>
          </w:hyperlink>
        </w:p>
        <w:p w14:paraId="4DA6A645" w14:textId="79A9F6B2" w:rsidR="007453C0" w:rsidRDefault="008421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6" w:history="1">
            <w:r w:rsidR="007453C0" w:rsidRPr="00A56F84">
              <w:rPr>
                <w:rStyle w:val="Hypertextovodkaz"/>
                <w:noProof/>
              </w:rPr>
              <w:t>Kapitola 3.</w:t>
            </w:r>
            <w:r w:rsidR="007453C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453C0" w:rsidRPr="00A56F84">
              <w:rPr>
                <w:rStyle w:val="Hypertextovodkaz"/>
                <w:noProof/>
              </w:rPr>
              <w:t>Čestné prohlášení účastníka k neuzavření zakázaných dohod</w:t>
            </w:r>
            <w:r w:rsidR="007453C0">
              <w:rPr>
                <w:noProof/>
                <w:webHidden/>
              </w:rPr>
              <w:tab/>
            </w:r>
            <w:r w:rsidR="007453C0">
              <w:rPr>
                <w:noProof/>
                <w:webHidden/>
              </w:rPr>
              <w:fldChar w:fldCharType="begin"/>
            </w:r>
            <w:r w:rsidR="007453C0">
              <w:rPr>
                <w:noProof/>
                <w:webHidden/>
              </w:rPr>
              <w:instrText xml:space="preserve"> PAGEREF _Toc78269826 \h </w:instrText>
            </w:r>
            <w:r w:rsidR="007453C0">
              <w:rPr>
                <w:noProof/>
                <w:webHidden/>
              </w:rPr>
            </w:r>
            <w:r w:rsidR="007453C0">
              <w:rPr>
                <w:noProof/>
                <w:webHidden/>
              </w:rPr>
              <w:fldChar w:fldCharType="separate"/>
            </w:r>
            <w:r w:rsidR="007453C0">
              <w:rPr>
                <w:noProof/>
                <w:webHidden/>
              </w:rPr>
              <w:t>4</w:t>
            </w:r>
            <w:r w:rsidR="007453C0">
              <w:rPr>
                <w:noProof/>
                <w:webHidden/>
              </w:rPr>
              <w:fldChar w:fldCharType="end"/>
            </w:r>
          </w:hyperlink>
        </w:p>
        <w:p w14:paraId="0D457A90" w14:textId="1A1B59C0" w:rsidR="007453C0" w:rsidRDefault="008421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7" w:history="1">
            <w:r w:rsidR="007453C0" w:rsidRPr="00A56F84">
              <w:rPr>
                <w:rStyle w:val="Hypertextovodkaz"/>
                <w:noProof/>
              </w:rPr>
              <w:t>Kapitola 4.</w:t>
            </w:r>
            <w:r w:rsidR="007453C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453C0" w:rsidRPr="00A56F84">
              <w:rPr>
                <w:rStyle w:val="Hypertextovodkaz"/>
                <w:noProof/>
              </w:rPr>
              <w:t>Čestné prohlášení o splnění technické kvalifikace</w:t>
            </w:r>
            <w:r w:rsidR="007453C0">
              <w:rPr>
                <w:noProof/>
                <w:webHidden/>
              </w:rPr>
              <w:tab/>
            </w:r>
            <w:r w:rsidR="007453C0">
              <w:rPr>
                <w:noProof/>
                <w:webHidden/>
              </w:rPr>
              <w:fldChar w:fldCharType="begin"/>
            </w:r>
            <w:r w:rsidR="007453C0">
              <w:rPr>
                <w:noProof/>
                <w:webHidden/>
              </w:rPr>
              <w:instrText xml:space="preserve"> PAGEREF _Toc78269827 \h </w:instrText>
            </w:r>
            <w:r w:rsidR="007453C0">
              <w:rPr>
                <w:noProof/>
                <w:webHidden/>
              </w:rPr>
            </w:r>
            <w:r w:rsidR="007453C0">
              <w:rPr>
                <w:noProof/>
                <w:webHidden/>
              </w:rPr>
              <w:fldChar w:fldCharType="separate"/>
            </w:r>
            <w:r w:rsidR="007453C0">
              <w:rPr>
                <w:noProof/>
                <w:webHidden/>
              </w:rPr>
              <w:t>5</w:t>
            </w:r>
            <w:r w:rsidR="007453C0">
              <w:rPr>
                <w:noProof/>
                <w:webHidden/>
              </w:rPr>
              <w:fldChar w:fldCharType="end"/>
            </w:r>
          </w:hyperlink>
        </w:p>
        <w:p w14:paraId="3D7BA374" w14:textId="73B733A5" w:rsidR="007453C0" w:rsidRDefault="008421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8" w:history="1">
            <w:r w:rsidR="007453C0" w:rsidRPr="00A56F84">
              <w:rPr>
                <w:rStyle w:val="Hypertextovodkaz"/>
                <w:noProof/>
              </w:rPr>
              <w:t>Kapitola 5.</w:t>
            </w:r>
            <w:r w:rsidR="007453C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453C0" w:rsidRPr="00A56F84">
              <w:rPr>
                <w:rStyle w:val="Hypertextovodkaz"/>
                <w:noProof/>
              </w:rPr>
              <w:t>Seznam osob</w:t>
            </w:r>
            <w:r w:rsidR="007453C0">
              <w:rPr>
                <w:noProof/>
                <w:webHidden/>
              </w:rPr>
              <w:tab/>
            </w:r>
            <w:r w:rsidR="007453C0">
              <w:rPr>
                <w:noProof/>
                <w:webHidden/>
              </w:rPr>
              <w:fldChar w:fldCharType="begin"/>
            </w:r>
            <w:r w:rsidR="007453C0">
              <w:rPr>
                <w:noProof/>
                <w:webHidden/>
              </w:rPr>
              <w:instrText xml:space="preserve"> PAGEREF _Toc78269828 \h </w:instrText>
            </w:r>
            <w:r w:rsidR="007453C0">
              <w:rPr>
                <w:noProof/>
                <w:webHidden/>
              </w:rPr>
            </w:r>
            <w:r w:rsidR="007453C0">
              <w:rPr>
                <w:noProof/>
                <w:webHidden/>
              </w:rPr>
              <w:fldChar w:fldCharType="separate"/>
            </w:r>
            <w:r w:rsidR="007453C0">
              <w:rPr>
                <w:noProof/>
                <w:webHidden/>
              </w:rPr>
              <w:t>6</w:t>
            </w:r>
            <w:r w:rsidR="007453C0">
              <w:rPr>
                <w:noProof/>
                <w:webHidden/>
              </w:rPr>
              <w:fldChar w:fldCharType="end"/>
            </w:r>
          </w:hyperlink>
        </w:p>
        <w:p w14:paraId="4B3A7B5F" w14:textId="7836E875" w:rsidR="007453C0" w:rsidRDefault="008421D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9" w:history="1">
            <w:r w:rsidR="007453C0" w:rsidRPr="00A56F84">
              <w:rPr>
                <w:rStyle w:val="Hypertextovodkaz"/>
                <w:noProof/>
              </w:rPr>
              <w:t>Kapitola 6.</w:t>
            </w:r>
            <w:r w:rsidR="007453C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453C0" w:rsidRPr="00A56F84">
              <w:rPr>
                <w:rStyle w:val="Hypertextovodkaz"/>
                <w:noProof/>
              </w:rPr>
              <w:t>Čestné prohlášení o poddodavatelích</w:t>
            </w:r>
            <w:r w:rsidR="007453C0">
              <w:rPr>
                <w:noProof/>
                <w:webHidden/>
              </w:rPr>
              <w:tab/>
            </w:r>
            <w:r w:rsidR="007453C0">
              <w:rPr>
                <w:noProof/>
                <w:webHidden/>
              </w:rPr>
              <w:fldChar w:fldCharType="begin"/>
            </w:r>
            <w:r w:rsidR="007453C0">
              <w:rPr>
                <w:noProof/>
                <w:webHidden/>
              </w:rPr>
              <w:instrText xml:space="preserve"> PAGEREF _Toc78269829 \h </w:instrText>
            </w:r>
            <w:r w:rsidR="007453C0">
              <w:rPr>
                <w:noProof/>
                <w:webHidden/>
              </w:rPr>
            </w:r>
            <w:r w:rsidR="007453C0">
              <w:rPr>
                <w:noProof/>
                <w:webHidden/>
              </w:rPr>
              <w:fldChar w:fldCharType="separate"/>
            </w:r>
            <w:r w:rsidR="007453C0">
              <w:rPr>
                <w:noProof/>
                <w:webHidden/>
              </w:rPr>
              <w:t>7</w:t>
            </w:r>
            <w:r w:rsidR="007453C0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826982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AA25AAF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417DDC57" w14:textId="14CF77DA" w:rsidR="000B1EF4" w:rsidRDefault="000B1EF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06BCD1F6" w14:textId="136DA9C3" w:rsidR="000B1EF4" w:rsidRPr="004E1498" w:rsidRDefault="000B1EF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0B1EF4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0B1EF4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0B1EF4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B1EF4">
        <w:rPr>
          <w:rFonts w:eastAsia="Times New Roman" w:cs="Times New Roman"/>
          <w:highlight w:val="yellow"/>
          <w:lang w:eastAsia="cs-CZ"/>
        </w:rPr>
        <w:tab/>
      </w:r>
      <w:r w:rsidRPr="000B1EF4">
        <w:rPr>
          <w:rFonts w:eastAsia="Times New Roman" w:cs="Times New Roman"/>
          <w:highlight w:val="yellow"/>
          <w:lang w:eastAsia="cs-CZ"/>
        </w:rPr>
        <w:tab/>
      </w:r>
      <w:r w:rsidRPr="000B1EF4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0B1EF4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B1EF4">
        <w:rPr>
          <w:rFonts w:eastAsia="Times New Roman" w:cs="Times New Roman"/>
          <w:highlight w:val="yellow"/>
          <w:lang w:eastAsia="cs-CZ"/>
        </w:rPr>
        <w:tab/>
      </w:r>
      <w:r w:rsidRPr="000B1EF4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0B1EF4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0B1EF4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0B1EF4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331BA4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="001571DA">
        <w:t>s názvem „</w:t>
      </w:r>
      <w:r w:rsidR="001571DA" w:rsidRPr="001571DA">
        <w:rPr>
          <w:b/>
          <w:bCs/>
        </w:rPr>
        <w:t>Instalace FVE na výpravní budově v ŽST Děčín východ</w:t>
      </w:r>
      <w:r w:rsidR="001571DA">
        <w:t xml:space="preserve">“ </w:t>
      </w:r>
      <w:r>
        <w:t>zadávanou</w:t>
      </w:r>
      <w:r w:rsidR="004C76E9">
        <w:t xml:space="preserve"> </w:t>
      </w:r>
      <w:r w:rsidR="004C76E9" w:rsidRPr="000B1EF4">
        <w:t xml:space="preserve">jako </w:t>
      </w:r>
      <w:r w:rsidR="000128D4" w:rsidRPr="000B1EF4">
        <w:rPr>
          <w:rFonts w:eastAsia="Times New Roman" w:cs="Times New Roman"/>
          <w:lang w:eastAsia="cs-CZ"/>
        </w:rPr>
        <w:t>podlimitní sektorovou veřejnou zakázku</w:t>
      </w:r>
      <w:r w:rsidRPr="000B1EF4">
        <w:t>, jsou pravdivé</w:t>
      </w:r>
      <w:r w:rsidR="009771C9" w:rsidRPr="000B1EF4">
        <w:t>, úplné a odpovídají sk</w:t>
      </w:r>
      <w:r w:rsidR="009771C9">
        <w:t>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724DCC2" w14:textId="77777777" w:rsidR="000B1EF4" w:rsidRDefault="000B1EF4" w:rsidP="000B1EF4">
      <w:r w:rsidRPr="0036741E">
        <w:t>Celková nabídková cena v Kč bez DPH:</w:t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5C35FC5B" w14:textId="77777777" w:rsidR="000B1EF4" w:rsidRDefault="000B1EF4" w:rsidP="000B1EF4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1E1F0EE5" w14:textId="77777777" w:rsidR="000B1EF4" w:rsidRDefault="000B1EF4" w:rsidP="000B1EF4">
      <w:r>
        <w:t>Celková nabídková cena v Kč včetně DPH:</w:t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421D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9C3E11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421DA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rPr>
            <w:u w:val="single"/>
          </w:r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354C1C">
            <w:rPr>
              <w:rStyle w:val="Zstupntext"/>
              <w:color w:val="auto"/>
            </w:rPr>
            <w:t>Zvolte položku.</w:t>
          </w:r>
        </w:sdtContent>
      </w:sdt>
      <w:r w:rsidR="00E85D44" w:rsidRPr="009C3E11">
        <w:rPr>
          <w:rStyle w:val="Znakapoznpodarou"/>
          <w:highlight w:val="yellow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8269825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7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826982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78269827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2640243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</w:t>
      </w:r>
      <w:r w:rsidR="00E85D44" w:rsidRPr="00354C1C">
        <w:rPr>
          <w:rFonts w:eastAsia="Times New Roman" w:cs="Times New Roman"/>
          <w:b/>
          <w:bCs/>
          <w:lang w:eastAsia="cs-CZ"/>
        </w:rPr>
        <w:t>3 roky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354C1C" w:rsidRPr="00354C1C">
        <w:rPr>
          <w:rFonts w:eastAsia="Times New Roman" w:cs="Times New Roman"/>
          <w:b/>
          <w:bCs/>
          <w:lang w:eastAsia="cs-CZ"/>
        </w:rPr>
        <w:t>2</w:t>
      </w:r>
      <w:r w:rsidR="00E85D44" w:rsidRPr="00354C1C">
        <w:rPr>
          <w:rFonts w:eastAsia="Times New Roman" w:cs="Times New Roman"/>
          <w:b/>
          <w:bCs/>
          <w:lang w:eastAsia="cs-CZ"/>
        </w:rPr>
        <w:t xml:space="preserve"> </w:t>
      </w:r>
      <w:r w:rsidR="00E85D44" w:rsidRPr="00354C1C">
        <w:rPr>
          <w:rFonts w:eastAsia="Times New Roman" w:cs="Times New Roman"/>
          <w:lang w:eastAsia="cs-CZ"/>
        </w:rPr>
        <w:t>významn</w:t>
      </w:r>
      <w:r w:rsidR="00354C1C" w:rsidRPr="00354C1C">
        <w:rPr>
          <w:rFonts w:eastAsia="Times New Roman" w:cs="Times New Roman"/>
          <w:lang w:eastAsia="cs-CZ"/>
        </w:rPr>
        <w:t>é</w:t>
      </w:r>
      <w:r w:rsidR="00E85D44" w:rsidRPr="00354C1C">
        <w:rPr>
          <w:rFonts w:eastAsia="Times New Roman" w:cs="Times New Roman"/>
          <w:lang w:eastAsia="cs-CZ"/>
        </w:rPr>
        <w:t xml:space="preserve"> dodávk</w:t>
      </w:r>
      <w:r w:rsidR="00354C1C" w:rsidRPr="00354C1C">
        <w:rPr>
          <w:rFonts w:eastAsia="Times New Roman" w:cs="Times New Roman"/>
          <w:lang w:eastAsia="cs-CZ"/>
        </w:rPr>
        <w:t>y</w:t>
      </w:r>
      <w:r w:rsidR="00E85D44">
        <w:rPr>
          <w:rFonts w:eastAsia="Times New Roman" w:cs="Times New Roman"/>
          <w:lang w:eastAsia="cs-CZ"/>
        </w:rPr>
        <w:t xml:space="preserve"> definovaných v čl.</w:t>
      </w:r>
      <w:r w:rsidR="00354C1C">
        <w:rPr>
          <w:rFonts w:eastAsia="Times New Roman" w:cs="Times New Roman"/>
          <w:lang w:eastAsia="cs-CZ"/>
        </w:rPr>
        <w:t xml:space="preserve"> 7.5.</w:t>
      </w:r>
      <w:bookmarkStart w:id="4" w:name="_GoBack"/>
      <w:bookmarkEnd w:id="4"/>
      <w:r w:rsidR="00354C1C">
        <w:rPr>
          <w:rFonts w:eastAsia="Times New Roman" w:cs="Times New Roman"/>
          <w:lang w:eastAsia="cs-CZ"/>
        </w:rPr>
        <w:t>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354C1C">
        <w:rPr>
          <w:rFonts w:eastAsia="Times New Roman" w:cs="Times New Roman"/>
          <w:b/>
          <w:bCs/>
          <w:lang w:eastAsia="cs-CZ"/>
        </w:rPr>
        <w:t>za každou</w:t>
      </w:r>
      <w:r w:rsidR="00E85D44">
        <w:rPr>
          <w:rFonts w:eastAsia="Times New Roman" w:cs="Times New Roman"/>
          <w:lang w:eastAsia="cs-CZ"/>
        </w:rPr>
        <w:t xml:space="preserve"> </w:t>
      </w:r>
      <w:r w:rsidR="00354C1C">
        <w:rPr>
          <w:rFonts w:eastAsia="Times New Roman" w:cs="Times New Roman"/>
          <w:lang w:eastAsia="cs-CZ"/>
        </w:rPr>
        <w:t xml:space="preserve">v </w:t>
      </w:r>
      <w:r w:rsidR="00E85D44">
        <w:rPr>
          <w:rFonts w:eastAsia="Times New Roman" w:cs="Times New Roman"/>
          <w:lang w:eastAsia="cs-CZ"/>
        </w:rPr>
        <w:t xml:space="preserve">hodnotě </w:t>
      </w:r>
      <w:r w:rsidR="00354C1C" w:rsidRPr="00354C1C">
        <w:rPr>
          <w:rFonts w:eastAsia="Times New Roman" w:cs="Times New Roman"/>
          <w:b/>
          <w:bCs/>
          <w:lang w:eastAsia="cs-CZ"/>
        </w:rPr>
        <w:t>800 000,-</w:t>
      </w:r>
      <w:r w:rsidR="00E85D44" w:rsidRPr="00354C1C">
        <w:rPr>
          <w:rFonts w:eastAsia="Times New Roman" w:cs="Times New Roman"/>
          <w:b/>
          <w:bCs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C8DFF66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433EE31" w:rsidR="00E85D44" w:rsidRDefault="008F6551" w:rsidP="008F655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</w:t>
            </w:r>
            <w:r w:rsidR="00354C1C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4B63CA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09EE659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</w:t>
            </w:r>
            <w:r w:rsidR="00354C1C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78269828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55F150F" w14:textId="77777777" w:rsidR="00254248" w:rsidRPr="00994EB3" w:rsidRDefault="00254248" w:rsidP="00254248">
      <w:pPr>
        <w:spacing w:after="0"/>
        <w:rPr>
          <w:rFonts w:eastAsia="Times New Roman" w:cs="Times New Roman"/>
          <w:lang w:eastAsia="cs-CZ"/>
        </w:rPr>
      </w:pPr>
      <w:r w:rsidRPr="00994EB3">
        <w:rPr>
          <w:rFonts w:eastAsia="Times New Roman" w:cs="Times New Roman"/>
          <w:lang w:eastAsia="cs-CZ"/>
        </w:rPr>
        <w:t>Přílohy:</w:t>
      </w:r>
      <w:r>
        <w:rPr>
          <w:rFonts w:eastAsia="Times New Roman" w:cs="Times New Roman"/>
          <w:lang w:eastAsia="cs-CZ"/>
        </w:rPr>
        <w:t xml:space="preserve"> </w:t>
      </w:r>
      <w:r w:rsidRPr="0022719F">
        <w:rPr>
          <w:rFonts w:ascii="Verdana" w:hAnsi="Verdana" w:cs="Calibri"/>
          <w:highlight w:val="yellow"/>
        </w:rPr>
        <w:t>[DODAVATEL UPRAVÍ DLE POTŘEBY]</w:t>
      </w:r>
    </w:p>
    <w:p w14:paraId="2BB7822B" w14:textId="77777777" w:rsidR="00254248" w:rsidRPr="0022719F" w:rsidRDefault="00254248" w:rsidP="00254248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94EB3">
        <w:rPr>
          <w:rFonts w:eastAsia="Times New Roman" w:cs="Times New Roman"/>
          <w:lang w:eastAsia="cs-CZ"/>
        </w:rPr>
        <w:t>Životopis</w:t>
      </w:r>
      <w:r w:rsidRPr="0022719F">
        <w:rPr>
          <w:rFonts w:eastAsia="Times New Roman" w:cs="Times New Roman"/>
          <w:highlight w:val="yellow"/>
          <w:lang w:eastAsia="cs-CZ"/>
        </w:rPr>
        <w:t xml:space="preserve"> Název funkce</w:t>
      </w:r>
    </w:p>
    <w:p w14:paraId="67A774CC" w14:textId="1D470484" w:rsidR="00B87D91" w:rsidRDefault="00254248" w:rsidP="00254248">
      <w:pPr>
        <w:spacing w:after="0"/>
      </w:pPr>
      <w:r w:rsidRPr="0022719F">
        <w:rPr>
          <w:rFonts w:eastAsia="Times New Roman" w:cs="Times New Roman"/>
          <w:highlight w:val="yellow"/>
          <w:lang w:eastAsia="cs-CZ"/>
        </w:rPr>
        <w:t xml:space="preserve">Jiné </w:t>
      </w:r>
      <w:r w:rsidRPr="0022719F">
        <w:rPr>
          <w:rFonts w:ascii="Verdana" w:hAnsi="Verdana" w:cs="Calibri"/>
          <w:highlight w:val="yellow"/>
        </w:rPr>
        <w:t>[doklady požadované u jednotlivých členů realizačního týmu]</w:t>
      </w:r>
      <w:r w:rsidRPr="00F0533E">
        <w:t xml:space="preserve"> </w:t>
      </w:r>
    </w:p>
    <w:p w14:paraId="4884F44D" w14:textId="2F9CF83A" w:rsidR="00443E91" w:rsidRDefault="00443E91" w:rsidP="00254248">
      <w:pPr>
        <w:spacing w:after="0"/>
      </w:pPr>
    </w:p>
    <w:p w14:paraId="33EBA323" w14:textId="71DE35ED" w:rsidR="00443E91" w:rsidRDefault="00443E91" w:rsidP="00254248">
      <w:pPr>
        <w:spacing w:after="0"/>
      </w:pPr>
    </w:p>
    <w:p w14:paraId="74C7B87C" w14:textId="2CFD62C3" w:rsidR="00443E91" w:rsidRDefault="00443E91" w:rsidP="00254248">
      <w:pPr>
        <w:spacing w:after="0"/>
      </w:pPr>
    </w:p>
    <w:p w14:paraId="0FC2941B" w14:textId="36B88B4D" w:rsidR="00443E91" w:rsidRDefault="00443E91" w:rsidP="00254248">
      <w:pPr>
        <w:spacing w:after="0"/>
      </w:pPr>
    </w:p>
    <w:p w14:paraId="60C4EB5A" w14:textId="7D85C87D" w:rsidR="00443E91" w:rsidRDefault="00443E91" w:rsidP="00254248">
      <w:pPr>
        <w:spacing w:after="0"/>
      </w:pPr>
    </w:p>
    <w:p w14:paraId="106959BA" w14:textId="34A3E0DB" w:rsidR="00443E91" w:rsidRDefault="00443E91" w:rsidP="00254248">
      <w:pPr>
        <w:spacing w:after="0"/>
      </w:pPr>
    </w:p>
    <w:p w14:paraId="0DF5F273" w14:textId="2F62E4CB" w:rsidR="00443E91" w:rsidRDefault="00443E91" w:rsidP="00254248">
      <w:pPr>
        <w:spacing w:after="0"/>
      </w:pPr>
    </w:p>
    <w:p w14:paraId="7FF0105E" w14:textId="37B0D112" w:rsidR="00443E91" w:rsidRDefault="00443E91" w:rsidP="00254248">
      <w:pPr>
        <w:spacing w:after="0"/>
      </w:pPr>
    </w:p>
    <w:p w14:paraId="1551812C" w14:textId="72D54275" w:rsidR="00443E91" w:rsidRDefault="00443E91" w:rsidP="00254248">
      <w:pPr>
        <w:spacing w:after="0"/>
      </w:pPr>
    </w:p>
    <w:p w14:paraId="7A637BA9" w14:textId="558BF7A8" w:rsidR="00443E91" w:rsidRDefault="00443E91" w:rsidP="00254248">
      <w:pPr>
        <w:spacing w:after="0"/>
      </w:pPr>
    </w:p>
    <w:p w14:paraId="75A8CC35" w14:textId="67AF07D6" w:rsidR="00443E91" w:rsidRDefault="00443E91" w:rsidP="00254248">
      <w:pPr>
        <w:spacing w:after="0"/>
      </w:pPr>
    </w:p>
    <w:p w14:paraId="40CC7CE0" w14:textId="7FDF78EF" w:rsidR="00443E91" w:rsidRDefault="00443E91" w:rsidP="00254248">
      <w:pPr>
        <w:spacing w:after="0"/>
      </w:pPr>
    </w:p>
    <w:p w14:paraId="3B2F67AE" w14:textId="24A9459F" w:rsidR="00443E91" w:rsidRDefault="00443E91" w:rsidP="00254248">
      <w:pPr>
        <w:spacing w:after="0"/>
      </w:pPr>
    </w:p>
    <w:p w14:paraId="0CE09C36" w14:textId="1FD586FB" w:rsidR="00443E91" w:rsidRDefault="00443E91" w:rsidP="00254248">
      <w:pPr>
        <w:spacing w:after="0"/>
      </w:pPr>
    </w:p>
    <w:p w14:paraId="5DA809F9" w14:textId="1293778B" w:rsidR="00443E91" w:rsidRDefault="00443E91" w:rsidP="00254248">
      <w:pPr>
        <w:spacing w:after="0"/>
      </w:pPr>
    </w:p>
    <w:p w14:paraId="3E5DBA0E" w14:textId="2CB78B85" w:rsidR="00443E91" w:rsidRDefault="00443E91" w:rsidP="00254248">
      <w:pPr>
        <w:spacing w:after="0"/>
      </w:pPr>
    </w:p>
    <w:p w14:paraId="18703E64" w14:textId="25164A56" w:rsidR="00443E91" w:rsidRDefault="00443E91" w:rsidP="00254248">
      <w:pPr>
        <w:spacing w:after="0"/>
      </w:pPr>
    </w:p>
    <w:p w14:paraId="632E8E12" w14:textId="0C0D37A9" w:rsidR="00443E91" w:rsidRDefault="00443E91" w:rsidP="00254248">
      <w:pPr>
        <w:spacing w:after="0"/>
      </w:pPr>
    </w:p>
    <w:p w14:paraId="721D102E" w14:textId="6002A0FB" w:rsidR="00443E91" w:rsidRDefault="00443E91" w:rsidP="00254248">
      <w:pPr>
        <w:spacing w:after="0"/>
      </w:pPr>
    </w:p>
    <w:p w14:paraId="5FE6A927" w14:textId="2EF4338E" w:rsidR="00443E91" w:rsidRDefault="00443E91" w:rsidP="00254248">
      <w:pPr>
        <w:spacing w:after="0"/>
      </w:pPr>
    </w:p>
    <w:p w14:paraId="696AA81F" w14:textId="3BC0AFCA" w:rsidR="00443E91" w:rsidRDefault="00443E91" w:rsidP="00254248">
      <w:pPr>
        <w:spacing w:after="0"/>
      </w:pPr>
    </w:p>
    <w:p w14:paraId="6A249BE4" w14:textId="197D6CEC" w:rsidR="00443E91" w:rsidRDefault="00443E91" w:rsidP="00254248">
      <w:pPr>
        <w:spacing w:after="0"/>
      </w:pPr>
    </w:p>
    <w:p w14:paraId="7BC84D35" w14:textId="4E46E24A" w:rsidR="00443E91" w:rsidRDefault="00443E91" w:rsidP="00254248">
      <w:pPr>
        <w:spacing w:after="0"/>
      </w:pPr>
    </w:p>
    <w:p w14:paraId="10640A6D" w14:textId="68F0AD65" w:rsidR="00443E91" w:rsidRDefault="00443E91" w:rsidP="00254248">
      <w:pPr>
        <w:spacing w:after="0"/>
      </w:pPr>
    </w:p>
    <w:p w14:paraId="7438E590" w14:textId="45CBB867" w:rsidR="00443E91" w:rsidRDefault="00443E91" w:rsidP="00254248">
      <w:pPr>
        <w:spacing w:after="0"/>
      </w:pPr>
    </w:p>
    <w:p w14:paraId="336E2142" w14:textId="22FEB2A7" w:rsidR="00443E91" w:rsidRDefault="00443E91" w:rsidP="00254248">
      <w:pPr>
        <w:spacing w:after="0"/>
      </w:pPr>
    </w:p>
    <w:p w14:paraId="201863B2" w14:textId="62B571E3" w:rsidR="00443E91" w:rsidRDefault="00443E91" w:rsidP="00254248">
      <w:pPr>
        <w:spacing w:after="0"/>
      </w:pPr>
    </w:p>
    <w:p w14:paraId="65DF0394" w14:textId="3799371B" w:rsidR="00443E91" w:rsidRDefault="00443E91" w:rsidP="00254248">
      <w:pPr>
        <w:spacing w:after="0"/>
      </w:pPr>
    </w:p>
    <w:p w14:paraId="0BE3E7B2" w14:textId="413C45D2" w:rsidR="00443E91" w:rsidRDefault="00443E91" w:rsidP="00254248">
      <w:pPr>
        <w:spacing w:after="0"/>
      </w:pPr>
    </w:p>
    <w:p w14:paraId="404F5EEF" w14:textId="3FF9C1E7" w:rsidR="00443E91" w:rsidRDefault="00443E91" w:rsidP="00254248">
      <w:pPr>
        <w:spacing w:after="0"/>
      </w:pPr>
    </w:p>
    <w:p w14:paraId="6B9094E8" w14:textId="24AD67E4" w:rsidR="00443E91" w:rsidRDefault="00443E91" w:rsidP="00254248">
      <w:pPr>
        <w:spacing w:after="0"/>
      </w:pPr>
    </w:p>
    <w:p w14:paraId="2B7766FA" w14:textId="1EB653CC" w:rsidR="00443E91" w:rsidRDefault="00443E91" w:rsidP="00254248">
      <w:pPr>
        <w:spacing w:after="0"/>
      </w:pPr>
    </w:p>
    <w:p w14:paraId="53B97DD1" w14:textId="0E1CAA6C" w:rsidR="00443E91" w:rsidRDefault="00443E91" w:rsidP="00254248">
      <w:pPr>
        <w:spacing w:after="0"/>
      </w:pPr>
    </w:p>
    <w:p w14:paraId="53D3992A" w14:textId="46E3E3AE" w:rsidR="00443E91" w:rsidRPr="000128D4" w:rsidRDefault="00443E91" w:rsidP="00443E91">
      <w:pPr>
        <w:pStyle w:val="Nadpis2"/>
        <w:numPr>
          <w:ilvl w:val="0"/>
          <w:numId w:val="34"/>
        </w:numPr>
      </w:pPr>
      <w:bookmarkStart w:id="7" w:name="_Toc78269829"/>
      <w:r>
        <w:lastRenderedPageBreak/>
        <w:t>Čestné prohlášení o poddodavatelích</w:t>
      </w:r>
      <w:bookmarkEnd w:id="7"/>
    </w:p>
    <w:p w14:paraId="77A7CE2D" w14:textId="77777777" w:rsidR="00443E91" w:rsidRDefault="00443E91" w:rsidP="00443E91">
      <w:pPr>
        <w:spacing w:after="0" w:line="240" w:lineRule="auto"/>
        <w:rPr>
          <w:rFonts w:eastAsia="Times New Roman" w:cs="Times New Roman"/>
          <w:lang w:eastAsia="x-none"/>
        </w:rPr>
      </w:pPr>
    </w:p>
    <w:p w14:paraId="7B9D8017" w14:textId="417A4077" w:rsidR="00443E91" w:rsidRDefault="00443E91" w:rsidP="00443E91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6447FA59" w14:textId="3F43710E" w:rsidR="00443E91" w:rsidRDefault="00443E91" w:rsidP="00443E9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8" w:name="Zaškrtávací1"/>
    <w:p w14:paraId="6A3917CE" w14:textId="51C428CF" w:rsidR="00443E91" w:rsidRPr="00443E91" w:rsidRDefault="00443E91" w:rsidP="00443E91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8421DA">
        <w:fldChar w:fldCharType="separate"/>
      </w:r>
      <w:r w:rsidRPr="00443E91">
        <w:fldChar w:fldCharType="end"/>
      </w:r>
      <w:bookmarkEnd w:id="8"/>
      <w:r w:rsidRPr="00443E91">
        <w:tab/>
        <w:t>Při plnění veřejné zakázky s názvem „</w:t>
      </w:r>
      <w:r w:rsidR="001571DA" w:rsidRPr="001571DA">
        <w:rPr>
          <w:b/>
          <w:bCs/>
        </w:rPr>
        <w:t>Instalace FVE na výpravní budově v ŽST Děčín východ</w:t>
      </w:r>
      <w:r w:rsidRPr="00443E91">
        <w:t>“ nepoužije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2B533133" w14:textId="5408E4B1" w:rsidR="00443E91" w:rsidRPr="00443E91" w:rsidRDefault="00443E91" w:rsidP="00443E91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8421DA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1571DA" w:rsidRPr="001571DA">
        <w:rPr>
          <w:b/>
          <w:bCs/>
        </w:rPr>
        <w:t>Instalace FVE na výpravní budově v ŽST Děčín východ</w:t>
      </w:r>
      <w:r w:rsidRPr="00443E91">
        <w:t>“ použije tyto poddodavatele:</w:t>
      </w:r>
    </w:p>
    <w:p w14:paraId="1954EDF2" w14:textId="77777777" w:rsidR="00443E91" w:rsidRDefault="00443E91" w:rsidP="00443E9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004D693" w14:textId="77777777" w:rsidR="00443E91" w:rsidRDefault="00443E91" w:rsidP="00443E91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1571DA" w:rsidRPr="005F0577" w14:paraId="49A9D544" w14:textId="77777777" w:rsidTr="007B073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4FB0BF" w14:textId="77777777" w:rsidR="001571DA" w:rsidRPr="005F0577" w:rsidRDefault="001571DA" w:rsidP="007B073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3C4ED9" w14:textId="77777777" w:rsidR="001571DA" w:rsidRPr="005F0577" w:rsidRDefault="001571DA" w:rsidP="007B073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1571DA" w:rsidRPr="005F0577" w14:paraId="5829B46F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5A96F249BB5F4323B619AE5067E28640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676F5E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5BEAA5CC611048CA94B065D91796376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2281E94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1A606537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E697380C49754E9DB5E250573FACF55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FBE7A8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F8158B4F7CED40C9892D9017860CE2A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F30701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6A89BCF6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A4940C09BA81488B8F921E9DD25F072F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17BD21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8128541A1B3C49DFA777310360FD1D3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F8623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36DEF26C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CA726230F3C74C2099682E2C79E3215F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317D0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76786172283540E4A5967E721F241FA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55565C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4A00B858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2085137432"/>
            <w:placeholder>
              <w:docPart w:val="F069133C32D1414AB1DEF3D0970C51F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06DB66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2079504028"/>
            <w:placeholder>
              <w:docPart w:val="33C1EA8E31064C348C5EE7858ECE6FD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1B9A70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1242C50E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1993667343"/>
            <w:placeholder>
              <w:docPart w:val="9D515BD2E4E44A4E8C1B79D1A237FBD7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ACD2FA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205336816"/>
            <w:placeholder>
              <w:docPart w:val="6A2ABB9CF7434113ADF51DC906154A2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266D7A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35D7462B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1086031411"/>
            <w:placeholder>
              <w:docPart w:val="1CA8DE210EDC40D6B7B63674B49989C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8E547F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951428158"/>
            <w:placeholder>
              <w:docPart w:val="BE9F3F9231584604BEA18ECD9C4F933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4C5EA2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0B68B3A4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497931481"/>
            <w:placeholder>
              <w:docPart w:val="DA6DAAF0D6BE4E4E8F661AC290D31A6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ABA6E1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740838909"/>
            <w:placeholder>
              <w:docPart w:val="1FF07E49E43F4553913CAC441BE20E9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A2DD59D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368CDAAE" w14:textId="77777777" w:rsidR="009C3E11" w:rsidRDefault="009C3E11" w:rsidP="009C3E11">
      <w:pPr>
        <w:rPr>
          <w:lang w:eastAsia="cs-CZ"/>
        </w:rPr>
      </w:pPr>
    </w:p>
    <w:p w14:paraId="56BFC85D" w14:textId="77777777" w:rsidR="009C3E11" w:rsidRDefault="009C3E11" w:rsidP="009C3E11">
      <w:pPr>
        <w:rPr>
          <w:lang w:eastAsia="cs-CZ"/>
        </w:rPr>
      </w:pPr>
    </w:p>
    <w:p w14:paraId="29C63792" w14:textId="77777777" w:rsidR="009C3E11" w:rsidRDefault="009C3E11" w:rsidP="009C3E11">
      <w:pPr>
        <w:rPr>
          <w:lang w:eastAsia="cs-CZ"/>
        </w:rPr>
      </w:pPr>
    </w:p>
    <w:p w14:paraId="0E171EB1" w14:textId="77777777" w:rsidR="009C3E11" w:rsidRDefault="009C3E11" w:rsidP="009C3E11">
      <w:pPr>
        <w:rPr>
          <w:lang w:eastAsia="cs-CZ"/>
        </w:rPr>
      </w:pPr>
    </w:p>
    <w:p w14:paraId="7EFAA621" w14:textId="308C3697" w:rsidR="009C3E11" w:rsidRDefault="009C3E11" w:rsidP="009C3E11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0C4474E" w14:textId="77777777" w:rsidR="009C3E11" w:rsidRDefault="009C3E11" w:rsidP="009C3E11"/>
    <w:p w14:paraId="34F07D56" w14:textId="77777777" w:rsidR="009C3E11" w:rsidRPr="009C3E11" w:rsidRDefault="009C3E11" w:rsidP="009C3E11">
      <w:pPr>
        <w:rPr>
          <w:highlight w:val="yellow"/>
        </w:rPr>
      </w:pPr>
      <w:r w:rsidRPr="009C3E11">
        <w:rPr>
          <w:highlight w:val="yellow"/>
        </w:rPr>
        <w:t>Jméno a Příjmení (účastníka)</w:t>
      </w:r>
    </w:p>
    <w:p w14:paraId="09052BC8" w14:textId="77777777" w:rsidR="009C3E11" w:rsidRPr="00F0533E" w:rsidRDefault="009C3E11" w:rsidP="009C3E11">
      <w:r w:rsidRPr="009C3E11">
        <w:rPr>
          <w:highlight w:val="yellow"/>
        </w:rPr>
        <w:t>funkce osoby</w:t>
      </w:r>
    </w:p>
    <w:p w14:paraId="7CC2AF7F" w14:textId="77777777" w:rsidR="00443E91" w:rsidRPr="00F0533E" w:rsidRDefault="00443E91" w:rsidP="00254248">
      <w:pPr>
        <w:spacing w:after="0"/>
      </w:pPr>
    </w:p>
    <w:sectPr w:rsidR="00443E91" w:rsidRPr="00F0533E" w:rsidSect="00027E55">
      <w:headerReference w:type="first" r:id="rId18"/>
      <w:footerReference w:type="first" r:id="rId19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D39FF" w14:textId="77777777" w:rsidR="001604EA" w:rsidRDefault="001604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E41BF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1D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1D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23E3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25B7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A47ADE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1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1D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3C994A" w14:textId="77777777" w:rsidR="001604EA" w:rsidRPr="00945BA7" w:rsidRDefault="001604EA" w:rsidP="001604EA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12D17923" w14:textId="77777777" w:rsidR="001604EA" w:rsidRPr="00945BA7" w:rsidRDefault="001604EA" w:rsidP="001604EA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3F9D14E1" w14:textId="0920F19C" w:rsidR="00F1715C" w:rsidRDefault="001604EA" w:rsidP="001604EA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C4AFE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D858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AF79EDE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1D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1D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6B79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E53D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BD0B633" w14:textId="77777777" w:rsidR="00443E91" w:rsidRPr="001571DA" w:rsidRDefault="00443E91" w:rsidP="00443E91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31933291" w14:textId="77777777" w:rsidR="00443E91" w:rsidRPr="005F0577" w:rsidRDefault="00443E91" w:rsidP="00443E91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3628E" w14:textId="77777777" w:rsidR="001604EA" w:rsidRDefault="001604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4B0A" w14:textId="77777777" w:rsidR="001604EA" w:rsidRDefault="001604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AA1EDEE6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668E8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11"/>
  </w:num>
  <w:num w:numId="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B1EF4"/>
    <w:rsid w:val="000E23A7"/>
    <w:rsid w:val="000F7070"/>
    <w:rsid w:val="0010693F"/>
    <w:rsid w:val="00114472"/>
    <w:rsid w:val="001550BC"/>
    <w:rsid w:val="001571DA"/>
    <w:rsid w:val="001604EA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54248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1C"/>
    <w:rsid w:val="00354C5C"/>
    <w:rsid w:val="00357BC6"/>
    <w:rsid w:val="0036634F"/>
    <w:rsid w:val="003956C6"/>
    <w:rsid w:val="003B596F"/>
    <w:rsid w:val="00441430"/>
    <w:rsid w:val="00443E91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53C0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21DA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551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E11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18B9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363441D6-8497-45CC-9C42-96E973BA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1571D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aspi://module='ASPI'&amp;link='134/2016%20Sb.%2523'&amp;ucin-k-dni='30.12.9999'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96F249BB5F4323B619AE5067E28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5AA3A7-A7DC-48CE-8CA6-35630A686EAC}"/>
      </w:docPartPr>
      <w:docPartBody>
        <w:p w:rsidR="006B4118" w:rsidRDefault="008C37B9" w:rsidP="008C37B9">
          <w:pPr>
            <w:pStyle w:val="5A96F249BB5F4323B619AE5067E286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EAA5CC611048CA94B065D917963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BB9B8-B356-4443-81C0-BA12361488C6}"/>
      </w:docPartPr>
      <w:docPartBody>
        <w:p w:rsidR="006B4118" w:rsidRDefault="008C37B9" w:rsidP="008C37B9">
          <w:pPr>
            <w:pStyle w:val="5BEAA5CC611048CA94B065D9179637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97380C49754E9DB5E250573FACF5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A1825-C386-48AE-9C76-627D321A7CE5}"/>
      </w:docPartPr>
      <w:docPartBody>
        <w:p w:rsidR="006B4118" w:rsidRDefault="008C37B9" w:rsidP="008C37B9">
          <w:pPr>
            <w:pStyle w:val="E697380C49754E9DB5E250573FACF5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158B4F7CED40C9892D9017860CE2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661A4-7643-4ACA-8600-CCF3D6A45349}"/>
      </w:docPartPr>
      <w:docPartBody>
        <w:p w:rsidR="006B4118" w:rsidRDefault="008C37B9" w:rsidP="008C37B9">
          <w:pPr>
            <w:pStyle w:val="F8158B4F7CED40C9892D9017860CE2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940C09BA81488B8F921E9DD25F0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5F1BD-BE03-4D1E-B37E-1BBE0EE011AC}"/>
      </w:docPartPr>
      <w:docPartBody>
        <w:p w:rsidR="006B4118" w:rsidRDefault="008C37B9" w:rsidP="008C37B9">
          <w:pPr>
            <w:pStyle w:val="A4940C09BA81488B8F921E9DD25F07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28541A1B3C49DFA777310360FD1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BF611-BEC6-4999-A192-4369E39450E1}"/>
      </w:docPartPr>
      <w:docPartBody>
        <w:p w:rsidR="006B4118" w:rsidRDefault="008C37B9" w:rsidP="008C37B9">
          <w:pPr>
            <w:pStyle w:val="8128541A1B3C49DFA777310360FD1D3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A726230F3C74C2099682E2C79E32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749D29-FCC6-456C-B41F-5F8D7F3B22B5}"/>
      </w:docPartPr>
      <w:docPartBody>
        <w:p w:rsidR="006B4118" w:rsidRDefault="008C37B9" w:rsidP="008C37B9">
          <w:pPr>
            <w:pStyle w:val="CA726230F3C74C2099682E2C79E321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6786172283540E4A5967E721F241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169997-9758-4445-9F0C-A7BC0F55444D}"/>
      </w:docPartPr>
      <w:docPartBody>
        <w:p w:rsidR="006B4118" w:rsidRDefault="008C37B9" w:rsidP="008C37B9">
          <w:pPr>
            <w:pStyle w:val="76786172283540E4A5967E721F241F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69133C32D1414AB1DEF3D0970C5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29606-07FB-40C5-AAAF-2C4BF992FFD2}"/>
      </w:docPartPr>
      <w:docPartBody>
        <w:p w:rsidR="006B4118" w:rsidRDefault="008C37B9" w:rsidP="008C37B9">
          <w:pPr>
            <w:pStyle w:val="F069133C32D1414AB1DEF3D0970C51F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C1EA8E31064C348C5EE7858ECE6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DB183-A84B-4A3B-AC31-ECA8E8E542C5}"/>
      </w:docPartPr>
      <w:docPartBody>
        <w:p w:rsidR="006B4118" w:rsidRDefault="008C37B9" w:rsidP="008C37B9">
          <w:pPr>
            <w:pStyle w:val="33C1EA8E31064C348C5EE7858ECE6FD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D515BD2E4E44A4E8C1B79D1A237F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1107EC-7279-4331-A6AE-D13DFB14EB3D}"/>
      </w:docPartPr>
      <w:docPartBody>
        <w:p w:rsidR="006B4118" w:rsidRDefault="008C37B9" w:rsidP="008C37B9">
          <w:pPr>
            <w:pStyle w:val="9D515BD2E4E44A4E8C1B79D1A237FBD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2ABB9CF7434113ADF51DC906154A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C534B-493C-486A-889C-0E1A8E3F6301}"/>
      </w:docPartPr>
      <w:docPartBody>
        <w:p w:rsidR="006B4118" w:rsidRDefault="008C37B9" w:rsidP="008C37B9">
          <w:pPr>
            <w:pStyle w:val="6A2ABB9CF7434113ADF51DC906154A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A8DE210EDC40D6B7B63674B49989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6772C-5342-4775-BB57-38482590DADD}"/>
      </w:docPartPr>
      <w:docPartBody>
        <w:p w:rsidR="006B4118" w:rsidRDefault="008C37B9" w:rsidP="008C37B9">
          <w:pPr>
            <w:pStyle w:val="1CA8DE210EDC40D6B7B63674B49989C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9F3F9231584604BEA18ECD9C4F9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8E0A8-8FFB-4782-81F2-6471A441F11F}"/>
      </w:docPartPr>
      <w:docPartBody>
        <w:p w:rsidR="006B4118" w:rsidRDefault="008C37B9" w:rsidP="008C37B9">
          <w:pPr>
            <w:pStyle w:val="BE9F3F9231584604BEA18ECD9C4F93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6DAAF0D6BE4E4E8F661AC290D31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7D3EB-A159-465F-BF78-34007D0E209C}"/>
      </w:docPartPr>
      <w:docPartBody>
        <w:p w:rsidR="006B4118" w:rsidRDefault="008C37B9" w:rsidP="008C37B9">
          <w:pPr>
            <w:pStyle w:val="DA6DAAF0D6BE4E4E8F661AC290D31A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FF07E49E43F4553913CAC441BE20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442EAB-1D38-4EE5-8801-FA1E6591BA61}"/>
      </w:docPartPr>
      <w:docPartBody>
        <w:p w:rsidR="006B4118" w:rsidRDefault="008C37B9" w:rsidP="008C37B9">
          <w:pPr>
            <w:pStyle w:val="1FF07E49E43F4553913CAC441BE20E9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B9"/>
    <w:rsid w:val="006B4118"/>
    <w:rsid w:val="008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37B9"/>
    <w:rPr>
      <w:color w:val="808080"/>
    </w:rPr>
  </w:style>
  <w:style w:type="paragraph" w:customStyle="1" w:styleId="5A96F249BB5F4323B619AE5067E28640">
    <w:name w:val="5A96F249BB5F4323B619AE5067E28640"/>
    <w:rsid w:val="008C37B9"/>
  </w:style>
  <w:style w:type="paragraph" w:customStyle="1" w:styleId="5BEAA5CC611048CA94B065D917963763">
    <w:name w:val="5BEAA5CC611048CA94B065D917963763"/>
    <w:rsid w:val="008C37B9"/>
  </w:style>
  <w:style w:type="paragraph" w:customStyle="1" w:styleId="E697380C49754E9DB5E250573FACF553">
    <w:name w:val="E697380C49754E9DB5E250573FACF553"/>
    <w:rsid w:val="008C37B9"/>
  </w:style>
  <w:style w:type="paragraph" w:customStyle="1" w:styleId="F8158B4F7CED40C9892D9017860CE2A0">
    <w:name w:val="F8158B4F7CED40C9892D9017860CE2A0"/>
    <w:rsid w:val="008C37B9"/>
  </w:style>
  <w:style w:type="paragraph" w:customStyle="1" w:styleId="A4940C09BA81488B8F921E9DD25F072F">
    <w:name w:val="A4940C09BA81488B8F921E9DD25F072F"/>
    <w:rsid w:val="008C37B9"/>
  </w:style>
  <w:style w:type="paragraph" w:customStyle="1" w:styleId="8128541A1B3C49DFA777310360FD1D38">
    <w:name w:val="8128541A1B3C49DFA777310360FD1D38"/>
    <w:rsid w:val="008C37B9"/>
  </w:style>
  <w:style w:type="paragraph" w:customStyle="1" w:styleId="CA726230F3C74C2099682E2C79E3215F">
    <w:name w:val="CA726230F3C74C2099682E2C79E3215F"/>
    <w:rsid w:val="008C37B9"/>
  </w:style>
  <w:style w:type="paragraph" w:customStyle="1" w:styleId="76786172283540E4A5967E721F241FA6">
    <w:name w:val="76786172283540E4A5967E721F241FA6"/>
    <w:rsid w:val="008C37B9"/>
  </w:style>
  <w:style w:type="paragraph" w:customStyle="1" w:styleId="F069133C32D1414AB1DEF3D0970C51FC">
    <w:name w:val="F069133C32D1414AB1DEF3D0970C51FC"/>
    <w:rsid w:val="008C37B9"/>
  </w:style>
  <w:style w:type="paragraph" w:customStyle="1" w:styleId="33C1EA8E31064C348C5EE7858ECE6FDB">
    <w:name w:val="33C1EA8E31064C348C5EE7858ECE6FDB"/>
    <w:rsid w:val="008C37B9"/>
  </w:style>
  <w:style w:type="paragraph" w:customStyle="1" w:styleId="9D515BD2E4E44A4E8C1B79D1A237FBD7">
    <w:name w:val="9D515BD2E4E44A4E8C1B79D1A237FBD7"/>
    <w:rsid w:val="008C37B9"/>
  </w:style>
  <w:style w:type="paragraph" w:customStyle="1" w:styleId="6A2ABB9CF7434113ADF51DC906154A2C">
    <w:name w:val="6A2ABB9CF7434113ADF51DC906154A2C"/>
    <w:rsid w:val="008C37B9"/>
  </w:style>
  <w:style w:type="paragraph" w:customStyle="1" w:styleId="1CA8DE210EDC40D6B7B63674B49989C8">
    <w:name w:val="1CA8DE210EDC40D6B7B63674B49989C8"/>
    <w:rsid w:val="008C37B9"/>
  </w:style>
  <w:style w:type="paragraph" w:customStyle="1" w:styleId="BE9F3F9231584604BEA18ECD9C4F9331">
    <w:name w:val="BE9F3F9231584604BEA18ECD9C4F9331"/>
    <w:rsid w:val="008C37B9"/>
  </w:style>
  <w:style w:type="paragraph" w:customStyle="1" w:styleId="DA6DAAF0D6BE4E4E8F661AC290D31A64">
    <w:name w:val="DA6DAAF0D6BE4E4E8F661AC290D31A64"/>
    <w:rsid w:val="008C37B9"/>
  </w:style>
  <w:style w:type="paragraph" w:customStyle="1" w:styleId="1FF07E49E43F4553913CAC441BE20E9D">
    <w:name w:val="1FF07E49E43F4553913CAC441BE20E9D"/>
    <w:rsid w:val="008C3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20CE50-1A30-4128-A4DE-24B9AC63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100</TotalTime>
  <Pages>7</Pages>
  <Words>936</Words>
  <Characters>5525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21</cp:revision>
  <cp:lastPrinted>2017-11-28T17:18:00Z</cp:lastPrinted>
  <dcterms:created xsi:type="dcterms:W3CDTF">2020-06-29T15:29:00Z</dcterms:created>
  <dcterms:modified xsi:type="dcterms:W3CDTF">2021-09-03T10:05:00Z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