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CC19F" w14:textId="74E28513" w:rsidR="003E784C" w:rsidRPr="003B5BED" w:rsidRDefault="00724BE9" w:rsidP="00471F7F">
      <w:pPr>
        <w:pStyle w:val="TPTitul2"/>
        <w:tabs>
          <w:tab w:val="left" w:pos="703"/>
          <w:tab w:val="left" w:pos="6631"/>
        </w:tabs>
        <w:jc w:val="left"/>
      </w:pPr>
      <w:bookmarkStart w:id="0" w:name="_GoBack"/>
      <w:bookmarkEnd w:id="0"/>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1CA89ED4" w:rsidR="00D631C9"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32494408" w:history="1">
        <w:r w:rsidR="00D631C9" w:rsidRPr="00C21C2F">
          <w:rPr>
            <w:rStyle w:val="Hypertextovodkaz"/>
            <w:noProof/>
          </w:rPr>
          <w:t>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Výklad pojmů</w:t>
        </w:r>
        <w:r w:rsidR="00D631C9">
          <w:rPr>
            <w:noProof/>
            <w:webHidden/>
          </w:rPr>
          <w:tab/>
        </w:r>
        <w:r w:rsidR="00D631C9">
          <w:rPr>
            <w:noProof/>
            <w:webHidden/>
          </w:rPr>
          <w:fldChar w:fldCharType="begin"/>
        </w:r>
        <w:r w:rsidR="00D631C9">
          <w:rPr>
            <w:noProof/>
            <w:webHidden/>
          </w:rPr>
          <w:instrText xml:space="preserve"> PAGEREF _Toc32494408 \h </w:instrText>
        </w:r>
        <w:r w:rsidR="00D631C9">
          <w:rPr>
            <w:noProof/>
            <w:webHidden/>
          </w:rPr>
        </w:r>
        <w:r w:rsidR="00D631C9">
          <w:rPr>
            <w:noProof/>
            <w:webHidden/>
          </w:rPr>
          <w:fldChar w:fldCharType="separate"/>
        </w:r>
        <w:r w:rsidR="00D631C9">
          <w:rPr>
            <w:noProof/>
            <w:webHidden/>
          </w:rPr>
          <w:t>3</w:t>
        </w:r>
        <w:r w:rsidR="00D631C9">
          <w:rPr>
            <w:noProof/>
            <w:webHidden/>
          </w:rPr>
          <w:fldChar w:fldCharType="end"/>
        </w:r>
      </w:hyperlink>
    </w:p>
    <w:p w14:paraId="7D200DEB" w14:textId="0BF3C29D" w:rsidR="00D631C9" w:rsidRDefault="00E467D2">
      <w:pPr>
        <w:pStyle w:val="Obsah1"/>
        <w:rPr>
          <w:rFonts w:asciiTheme="minorHAnsi" w:eastAsiaTheme="minorEastAsia" w:hAnsiTheme="minorHAnsi" w:cstheme="minorBidi"/>
          <w:b w:val="0"/>
          <w:bCs w:val="0"/>
          <w:caps w:val="0"/>
          <w:noProof/>
          <w:sz w:val="22"/>
          <w:szCs w:val="22"/>
          <w:lang w:eastAsia="cs-CZ"/>
        </w:rPr>
      </w:pPr>
      <w:hyperlink w:anchor="_Toc32494409" w:history="1">
        <w:r w:rsidR="00D631C9" w:rsidRPr="00C21C2F">
          <w:rPr>
            <w:rStyle w:val="Hypertextovodkaz"/>
            <w:noProof/>
          </w:rPr>
          <w:t>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Doba a místo plnění</w:t>
        </w:r>
        <w:r w:rsidR="00D631C9">
          <w:rPr>
            <w:noProof/>
            <w:webHidden/>
          </w:rPr>
          <w:tab/>
        </w:r>
        <w:r w:rsidR="00D631C9">
          <w:rPr>
            <w:noProof/>
            <w:webHidden/>
          </w:rPr>
          <w:fldChar w:fldCharType="begin"/>
        </w:r>
        <w:r w:rsidR="00D631C9">
          <w:rPr>
            <w:noProof/>
            <w:webHidden/>
          </w:rPr>
          <w:instrText xml:space="preserve"> PAGEREF _Toc32494409 \h </w:instrText>
        </w:r>
        <w:r w:rsidR="00D631C9">
          <w:rPr>
            <w:noProof/>
            <w:webHidden/>
          </w:rPr>
        </w:r>
        <w:r w:rsidR="00D631C9">
          <w:rPr>
            <w:noProof/>
            <w:webHidden/>
          </w:rPr>
          <w:fldChar w:fldCharType="separate"/>
        </w:r>
        <w:r w:rsidR="00D631C9">
          <w:rPr>
            <w:noProof/>
            <w:webHidden/>
          </w:rPr>
          <w:t>7</w:t>
        </w:r>
        <w:r w:rsidR="00D631C9">
          <w:rPr>
            <w:noProof/>
            <w:webHidden/>
          </w:rPr>
          <w:fldChar w:fldCharType="end"/>
        </w:r>
      </w:hyperlink>
    </w:p>
    <w:p w14:paraId="51C2DBF8" w14:textId="0E546B5E" w:rsidR="00D631C9" w:rsidRDefault="00E467D2">
      <w:pPr>
        <w:pStyle w:val="Obsah1"/>
        <w:rPr>
          <w:rFonts w:asciiTheme="minorHAnsi" w:eastAsiaTheme="minorEastAsia" w:hAnsiTheme="minorHAnsi" w:cstheme="minorBidi"/>
          <w:b w:val="0"/>
          <w:bCs w:val="0"/>
          <w:caps w:val="0"/>
          <w:noProof/>
          <w:sz w:val="22"/>
          <w:szCs w:val="22"/>
          <w:lang w:eastAsia="cs-CZ"/>
        </w:rPr>
      </w:pPr>
      <w:hyperlink w:anchor="_Toc32494410" w:history="1">
        <w:r w:rsidR="00D631C9" w:rsidRPr="00C21C2F">
          <w:rPr>
            <w:rStyle w:val="Hypertextovodkaz"/>
            <w:noProof/>
          </w:rPr>
          <w:t>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Práva a povinnosti obou stran</w:t>
        </w:r>
        <w:r w:rsidR="00D631C9">
          <w:rPr>
            <w:noProof/>
            <w:webHidden/>
          </w:rPr>
          <w:tab/>
        </w:r>
        <w:r w:rsidR="00D631C9">
          <w:rPr>
            <w:noProof/>
            <w:webHidden/>
          </w:rPr>
          <w:fldChar w:fldCharType="begin"/>
        </w:r>
        <w:r w:rsidR="00D631C9">
          <w:rPr>
            <w:noProof/>
            <w:webHidden/>
          </w:rPr>
          <w:instrText xml:space="preserve"> PAGEREF _Toc32494410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3B7D8CA4" w14:textId="2133DC6E" w:rsidR="00D631C9" w:rsidRDefault="00E467D2">
      <w:pPr>
        <w:pStyle w:val="Obsah1"/>
        <w:rPr>
          <w:rFonts w:asciiTheme="minorHAnsi" w:eastAsiaTheme="minorEastAsia" w:hAnsiTheme="minorHAnsi" w:cstheme="minorBidi"/>
          <w:b w:val="0"/>
          <w:bCs w:val="0"/>
          <w:caps w:val="0"/>
          <w:noProof/>
          <w:sz w:val="22"/>
          <w:szCs w:val="22"/>
          <w:lang w:eastAsia="cs-CZ"/>
        </w:rPr>
      </w:pPr>
      <w:hyperlink w:anchor="_Toc32494411" w:history="1">
        <w:r w:rsidR="00D631C9" w:rsidRPr="00C21C2F">
          <w:rPr>
            <w:rStyle w:val="Hypertextovodkaz"/>
            <w:noProof/>
          </w:rPr>
          <w:t>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Dodavatele</w:t>
        </w:r>
        <w:r w:rsidR="00D631C9">
          <w:rPr>
            <w:noProof/>
            <w:webHidden/>
          </w:rPr>
          <w:tab/>
        </w:r>
        <w:r w:rsidR="00D631C9">
          <w:rPr>
            <w:noProof/>
            <w:webHidden/>
          </w:rPr>
          <w:fldChar w:fldCharType="begin"/>
        </w:r>
        <w:r w:rsidR="00D631C9">
          <w:rPr>
            <w:noProof/>
            <w:webHidden/>
          </w:rPr>
          <w:instrText xml:space="preserve"> PAGEREF _Toc32494411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5A89375C" w14:textId="3F3B8510" w:rsidR="00D631C9" w:rsidRDefault="00E467D2">
      <w:pPr>
        <w:pStyle w:val="Obsah1"/>
        <w:rPr>
          <w:rFonts w:asciiTheme="minorHAnsi" w:eastAsiaTheme="minorEastAsia" w:hAnsiTheme="minorHAnsi" w:cstheme="minorBidi"/>
          <w:b w:val="0"/>
          <w:bCs w:val="0"/>
          <w:caps w:val="0"/>
          <w:noProof/>
          <w:sz w:val="22"/>
          <w:szCs w:val="22"/>
          <w:lang w:eastAsia="cs-CZ"/>
        </w:rPr>
      </w:pPr>
      <w:hyperlink w:anchor="_Toc32494412" w:history="1">
        <w:r w:rsidR="00D631C9" w:rsidRPr="00C21C2F">
          <w:rPr>
            <w:rStyle w:val="Hypertextovodkaz"/>
            <w:noProof/>
          </w:rPr>
          <w:t>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objednatele</w:t>
        </w:r>
        <w:r w:rsidR="00D631C9">
          <w:rPr>
            <w:noProof/>
            <w:webHidden/>
          </w:rPr>
          <w:tab/>
        </w:r>
        <w:r w:rsidR="00D631C9">
          <w:rPr>
            <w:noProof/>
            <w:webHidden/>
          </w:rPr>
          <w:fldChar w:fldCharType="begin"/>
        </w:r>
        <w:r w:rsidR="00D631C9">
          <w:rPr>
            <w:noProof/>
            <w:webHidden/>
          </w:rPr>
          <w:instrText xml:space="preserve"> PAGEREF _Toc32494412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5D1D9EB6" w14:textId="075DB8F1" w:rsidR="00D631C9" w:rsidRDefault="00E467D2">
      <w:pPr>
        <w:pStyle w:val="Obsah1"/>
        <w:rPr>
          <w:rFonts w:asciiTheme="minorHAnsi" w:eastAsiaTheme="minorEastAsia" w:hAnsiTheme="minorHAnsi" w:cstheme="minorBidi"/>
          <w:b w:val="0"/>
          <w:bCs w:val="0"/>
          <w:caps w:val="0"/>
          <w:noProof/>
          <w:sz w:val="22"/>
          <w:szCs w:val="22"/>
          <w:lang w:eastAsia="cs-CZ"/>
        </w:rPr>
      </w:pPr>
      <w:hyperlink w:anchor="_Toc32494413" w:history="1">
        <w:r w:rsidR="00D631C9" w:rsidRPr="00C21C2F">
          <w:rPr>
            <w:rStyle w:val="Hypertextovodkaz"/>
            <w:noProof/>
          </w:rPr>
          <w:t>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Licenční ujednání</w:t>
        </w:r>
        <w:r w:rsidR="00D631C9">
          <w:rPr>
            <w:noProof/>
            <w:webHidden/>
          </w:rPr>
          <w:tab/>
        </w:r>
        <w:r w:rsidR="00D631C9">
          <w:rPr>
            <w:noProof/>
            <w:webHidden/>
          </w:rPr>
          <w:fldChar w:fldCharType="begin"/>
        </w:r>
        <w:r w:rsidR="00D631C9">
          <w:rPr>
            <w:noProof/>
            <w:webHidden/>
          </w:rPr>
          <w:instrText xml:space="preserve"> PAGEREF _Toc32494413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545E813C" w14:textId="034CFDC4" w:rsidR="00D631C9" w:rsidRDefault="00E467D2">
      <w:pPr>
        <w:pStyle w:val="Obsah2"/>
        <w:rPr>
          <w:rFonts w:asciiTheme="minorHAnsi" w:eastAsiaTheme="minorEastAsia" w:hAnsiTheme="minorHAnsi" w:cstheme="minorBidi"/>
          <w:smallCaps w:val="0"/>
          <w:noProof/>
          <w:sz w:val="22"/>
          <w:szCs w:val="22"/>
          <w:lang w:eastAsia="cs-CZ"/>
        </w:rPr>
      </w:pPr>
      <w:hyperlink w:anchor="_Toc32494414" w:history="1">
        <w:r w:rsidR="00D631C9" w:rsidRPr="00C21C2F">
          <w:rPr>
            <w:rStyle w:val="Hypertextovodkaz"/>
            <w:bCs/>
            <w:noProof/>
          </w:rPr>
          <w:t>6.1.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jako Autorské dílo</w:t>
        </w:r>
        <w:r w:rsidR="00D631C9">
          <w:rPr>
            <w:noProof/>
            <w:webHidden/>
          </w:rPr>
          <w:tab/>
        </w:r>
        <w:r w:rsidR="00D631C9">
          <w:rPr>
            <w:noProof/>
            <w:webHidden/>
          </w:rPr>
          <w:fldChar w:fldCharType="begin"/>
        </w:r>
        <w:r w:rsidR="00D631C9">
          <w:rPr>
            <w:noProof/>
            <w:webHidden/>
          </w:rPr>
          <w:instrText xml:space="preserve"> PAGEREF _Toc32494414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4890C1D3" w14:textId="0B6273F1" w:rsidR="00D631C9" w:rsidRDefault="00E467D2">
      <w:pPr>
        <w:pStyle w:val="Obsah2"/>
        <w:rPr>
          <w:rFonts w:asciiTheme="minorHAnsi" w:eastAsiaTheme="minorEastAsia" w:hAnsiTheme="minorHAnsi" w:cstheme="minorBidi"/>
          <w:smallCaps w:val="0"/>
          <w:noProof/>
          <w:sz w:val="22"/>
          <w:szCs w:val="22"/>
          <w:lang w:eastAsia="cs-CZ"/>
        </w:rPr>
      </w:pPr>
      <w:hyperlink w:anchor="_Toc32494415" w:history="1">
        <w:r w:rsidR="00D631C9" w:rsidRPr="00C21C2F">
          <w:rPr>
            <w:rStyle w:val="Hypertextovodkaz"/>
            <w:bCs/>
            <w:noProof/>
          </w:rPr>
          <w:t>6.2.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Standardní Software</w:t>
        </w:r>
        <w:r w:rsidR="00D631C9">
          <w:rPr>
            <w:noProof/>
            <w:webHidden/>
          </w:rPr>
          <w:tab/>
        </w:r>
        <w:r w:rsidR="00D631C9">
          <w:rPr>
            <w:noProof/>
            <w:webHidden/>
          </w:rPr>
          <w:fldChar w:fldCharType="begin"/>
        </w:r>
        <w:r w:rsidR="00D631C9">
          <w:rPr>
            <w:noProof/>
            <w:webHidden/>
          </w:rPr>
          <w:instrText xml:space="preserve"> PAGEREF _Toc32494415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74688C1F" w14:textId="209C392E" w:rsidR="00D631C9" w:rsidRDefault="00E467D2">
      <w:pPr>
        <w:pStyle w:val="Obsah2"/>
        <w:rPr>
          <w:rFonts w:asciiTheme="minorHAnsi" w:eastAsiaTheme="minorEastAsia" w:hAnsiTheme="minorHAnsi" w:cstheme="minorBidi"/>
          <w:smallCaps w:val="0"/>
          <w:noProof/>
          <w:sz w:val="22"/>
          <w:szCs w:val="22"/>
          <w:lang w:eastAsia="cs-CZ"/>
        </w:rPr>
      </w:pPr>
      <w:hyperlink w:anchor="_Toc32494416" w:history="1">
        <w:r w:rsidR="00D631C9" w:rsidRPr="00C21C2F">
          <w:rPr>
            <w:rStyle w:val="Hypertextovodkaz"/>
            <w:bCs/>
            <w:noProof/>
          </w:rPr>
          <w:t>6.3.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vztahující se k Hardware</w:t>
        </w:r>
        <w:r w:rsidR="00D631C9">
          <w:rPr>
            <w:noProof/>
            <w:webHidden/>
          </w:rPr>
          <w:tab/>
        </w:r>
        <w:r w:rsidR="00D631C9">
          <w:rPr>
            <w:noProof/>
            <w:webHidden/>
          </w:rPr>
          <w:fldChar w:fldCharType="begin"/>
        </w:r>
        <w:r w:rsidR="00D631C9">
          <w:rPr>
            <w:noProof/>
            <w:webHidden/>
          </w:rPr>
          <w:instrText xml:space="preserve"> PAGEREF _Toc32494416 \h </w:instrText>
        </w:r>
        <w:r w:rsidR="00D631C9">
          <w:rPr>
            <w:noProof/>
            <w:webHidden/>
          </w:rPr>
        </w:r>
        <w:r w:rsidR="00D631C9">
          <w:rPr>
            <w:noProof/>
            <w:webHidden/>
          </w:rPr>
          <w:fldChar w:fldCharType="separate"/>
        </w:r>
        <w:r w:rsidR="00D631C9">
          <w:rPr>
            <w:noProof/>
            <w:webHidden/>
          </w:rPr>
          <w:t>10</w:t>
        </w:r>
        <w:r w:rsidR="00D631C9">
          <w:rPr>
            <w:noProof/>
            <w:webHidden/>
          </w:rPr>
          <w:fldChar w:fldCharType="end"/>
        </w:r>
      </w:hyperlink>
    </w:p>
    <w:p w14:paraId="69D4849C" w14:textId="7D60932C" w:rsidR="00D631C9" w:rsidRDefault="00E467D2">
      <w:pPr>
        <w:pStyle w:val="Obsah1"/>
        <w:rPr>
          <w:rFonts w:asciiTheme="minorHAnsi" w:eastAsiaTheme="minorEastAsia" w:hAnsiTheme="minorHAnsi" w:cstheme="minorBidi"/>
          <w:b w:val="0"/>
          <w:bCs w:val="0"/>
          <w:caps w:val="0"/>
          <w:noProof/>
          <w:sz w:val="22"/>
          <w:szCs w:val="22"/>
          <w:lang w:eastAsia="cs-CZ"/>
        </w:rPr>
      </w:pPr>
      <w:hyperlink w:anchor="_Toc32494417" w:history="1">
        <w:r w:rsidR="00D631C9" w:rsidRPr="00C21C2F">
          <w:rPr>
            <w:rStyle w:val="Hypertextovodkaz"/>
            <w:noProof/>
          </w:rPr>
          <w:t>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Zdrojový kód a dokumentace</w:t>
        </w:r>
        <w:r w:rsidR="00D631C9">
          <w:rPr>
            <w:noProof/>
            <w:webHidden/>
          </w:rPr>
          <w:tab/>
        </w:r>
        <w:r w:rsidR="00D631C9">
          <w:rPr>
            <w:noProof/>
            <w:webHidden/>
          </w:rPr>
          <w:fldChar w:fldCharType="begin"/>
        </w:r>
        <w:r w:rsidR="00D631C9">
          <w:rPr>
            <w:noProof/>
            <w:webHidden/>
          </w:rPr>
          <w:instrText xml:space="preserve"> PAGEREF _Toc32494417 \h </w:instrText>
        </w:r>
        <w:r w:rsidR="00D631C9">
          <w:rPr>
            <w:noProof/>
            <w:webHidden/>
          </w:rPr>
        </w:r>
        <w:r w:rsidR="00D631C9">
          <w:rPr>
            <w:noProof/>
            <w:webHidden/>
          </w:rPr>
          <w:fldChar w:fldCharType="separate"/>
        </w:r>
        <w:r w:rsidR="00D631C9">
          <w:rPr>
            <w:noProof/>
            <w:webHidden/>
          </w:rPr>
          <w:t>10</w:t>
        </w:r>
        <w:r w:rsidR="00D631C9">
          <w:rPr>
            <w:noProof/>
            <w:webHidden/>
          </w:rPr>
          <w:fldChar w:fldCharType="end"/>
        </w:r>
      </w:hyperlink>
    </w:p>
    <w:p w14:paraId="18F03E8C" w14:textId="5335454A" w:rsidR="00D631C9" w:rsidRDefault="00E467D2">
      <w:pPr>
        <w:pStyle w:val="Obsah1"/>
        <w:rPr>
          <w:rFonts w:asciiTheme="minorHAnsi" w:eastAsiaTheme="minorEastAsia" w:hAnsiTheme="minorHAnsi" w:cstheme="minorBidi"/>
          <w:b w:val="0"/>
          <w:bCs w:val="0"/>
          <w:caps w:val="0"/>
          <w:noProof/>
          <w:sz w:val="22"/>
          <w:szCs w:val="22"/>
          <w:lang w:eastAsia="cs-CZ"/>
        </w:rPr>
      </w:pPr>
      <w:hyperlink w:anchor="_Toc32494418" w:history="1">
        <w:r w:rsidR="00D631C9" w:rsidRPr="00C21C2F">
          <w:rPr>
            <w:rStyle w:val="Hypertextovodkaz"/>
            <w:noProof/>
          </w:rPr>
          <w:t>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Akceptační řízení</w:t>
        </w:r>
        <w:r w:rsidR="00D631C9">
          <w:rPr>
            <w:noProof/>
            <w:webHidden/>
          </w:rPr>
          <w:tab/>
        </w:r>
        <w:r w:rsidR="00D631C9">
          <w:rPr>
            <w:noProof/>
            <w:webHidden/>
          </w:rPr>
          <w:fldChar w:fldCharType="begin"/>
        </w:r>
        <w:r w:rsidR="00D631C9">
          <w:rPr>
            <w:noProof/>
            <w:webHidden/>
          </w:rPr>
          <w:instrText xml:space="preserve"> PAGEREF _Toc32494418 \h </w:instrText>
        </w:r>
        <w:r w:rsidR="00D631C9">
          <w:rPr>
            <w:noProof/>
            <w:webHidden/>
          </w:rPr>
        </w:r>
        <w:r w:rsidR="00D631C9">
          <w:rPr>
            <w:noProof/>
            <w:webHidden/>
          </w:rPr>
          <w:fldChar w:fldCharType="separate"/>
        </w:r>
        <w:r w:rsidR="00D631C9">
          <w:rPr>
            <w:noProof/>
            <w:webHidden/>
          </w:rPr>
          <w:t>11</w:t>
        </w:r>
        <w:r w:rsidR="00D631C9">
          <w:rPr>
            <w:noProof/>
            <w:webHidden/>
          </w:rPr>
          <w:fldChar w:fldCharType="end"/>
        </w:r>
      </w:hyperlink>
    </w:p>
    <w:p w14:paraId="539C4D96" w14:textId="44180515" w:rsidR="00D631C9" w:rsidRDefault="00E467D2">
      <w:pPr>
        <w:pStyle w:val="Obsah1"/>
        <w:rPr>
          <w:rFonts w:asciiTheme="minorHAnsi" w:eastAsiaTheme="minorEastAsia" w:hAnsiTheme="minorHAnsi" w:cstheme="minorBidi"/>
          <w:b w:val="0"/>
          <w:bCs w:val="0"/>
          <w:caps w:val="0"/>
          <w:noProof/>
          <w:sz w:val="22"/>
          <w:szCs w:val="22"/>
          <w:lang w:eastAsia="cs-CZ"/>
        </w:rPr>
      </w:pPr>
      <w:hyperlink w:anchor="_Toc32494419" w:history="1">
        <w:r w:rsidR="00D631C9" w:rsidRPr="00C21C2F">
          <w:rPr>
            <w:rStyle w:val="Hypertextovodkaz"/>
            <w:noProof/>
          </w:rPr>
          <w:t>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Školení</w:t>
        </w:r>
        <w:r w:rsidR="00D631C9">
          <w:rPr>
            <w:noProof/>
            <w:webHidden/>
          </w:rPr>
          <w:tab/>
        </w:r>
        <w:r w:rsidR="00D631C9">
          <w:rPr>
            <w:noProof/>
            <w:webHidden/>
          </w:rPr>
          <w:fldChar w:fldCharType="begin"/>
        </w:r>
        <w:r w:rsidR="00D631C9">
          <w:rPr>
            <w:noProof/>
            <w:webHidden/>
          </w:rPr>
          <w:instrText xml:space="preserve"> PAGEREF _Toc32494419 \h </w:instrText>
        </w:r>
        <w:r w:rsidR="00D631C9">
          <w:rPr>
            <w:noProof/>
            <w:webHidden/>
          </w:rPr>
        </w:r>
        <w:r w:rsidR="00D631C9">
          <w:rPr>
            <w:noProof/>
            <w:webHidden/>
          </w:rPr>
          <w:fldChar w:fldCharType="separate"/>
        </w:r>
        <w:r w:rsidR="00D631C9">
          <w:rPr>
            <w:noProof/>
            <w:webHidden/>
          </w:rPr>
          <w:t>12</w:t>
        </w:r>
        <w:r w:rsidR="00D631C9">
          <w:rPr>
            <w:noProof/>
            <w:webHidden/>
          </w:rPr>
          <w:fldChar w:fldCharType="end"/>
        </w:r>
      </w:hyperlink>
    </w:p>
    <w:p w14:paraId="2E594D55" w14:textId="2E03766B" w:rsidR="00D631C9" w:rsidRDefault="00E467D2" w:rsidP="008311F5">
      <w:pPr>
        <w:pStyle w:val="TPinformantext"/>
        <w:rPr>
          <w:rFonts w:asciiTheme="minorHAnsi" w:eastAsiaTheme="minorEastAsia" w:hAnsiTheme="minorHAnsi" w:cstheme="minorBidi"/>
          <w:sz w:val="22"/>
          <w:szCs w:val="22"/>
          <w:lang w:eastAsia="cs-CZ"/>
        </w:rPr>
      </w:pPr>
      <w:hyperlink w:anchor="_Toc32494420" w:history="1">
        <w:r w:rsidR="00D631C9" w:rsidRPr="00C21C2F">
          <w:rPr>
            <w:rStyle w:val="Hypertextovodkaz"/>
          </w:rPr>
          <w:t>10.</w:t>
        </w:r>
        <w:r w:rsidR="00D631C9">
          <w:rPr>
            <w:rFonts w:asciiTheme="minorHAnsi" w:eastAsiaTheme="minorEastAsia" w:hAnsiTheme="minorHAnsi" w:cstheme="minorBidi"/>
            <w:sz w:val="22"/>
            <w:szCs w:val="22"/>
            <w:lang w:eastAsia="cs-CZ"/>
          </w:rPr>
          <w:tab/>
        </w:r>
        <w:r w:rsidR="00D631C9" w:rsidRPr="00C21C2F">
          <w:rPr>
            <w:rStyle w:val="Hypertextovodkaz"/>
          </w:rPr>
          <w:t>HELPdesk</w:t>
        </w:r>
        <w:r w:rsidR="00D631C9">
          <w:rPr>
            <w:webHidden/>
          </w:rPr>
          <w:tab/>
        </w:r>
        <w:r w:rsidR="00D631C9">
          <w:rPr>
            <w:webHidden/>
          </w:rPr>
          <w:fldChar w:fldCharType="begin"/>
        </w:r>
        <w:r w:rsidR="00D631C9">
          <w:rPr>
            <w:webHidden/>
          </w:rPr>
          <w:instrText xml:space="preserve"> PAGEREF _Toc32494420 \h </w:instrText>
        </w:r>
        <w:r w:rsidR="00D631C9">
          <w:rPr>
            <w:webHidden/>
          </w:rPr>
        </w:r>
        <w:r w:rsidR="00D631C9">
          <w:rPr>
            <w:webHidden/>
          </w:rPr>
          <w:fldChar w:fldCharType="separate"/>
        </w:r>
        <w:r w:rsidR="00D631C9">
          <w:rPr>
            <w:webHidden/>
          </w:rPr>
          <w:t>13</w:t>
        </w:r>
        <w:r w:rsidR="00D631C9">
          <w:rPr>
            <w:webHidden/>
          </w:rPr>
          <w:fldChar w:fldCharType="end"/>
        </w:r>
      </w:hyperlink>
    </w:p>
    <w:p w14:paraId="32F8878D" w14:textId="5EBE703B" w:rsidR="00D631C9" w:rsidRDefault="00E467D2">
      <w:pPr>
        <w:pStyle w:val="Obsah1"/>
        <w:rPr>
          <w:rFonts w:asciiTheme="minorHAnsi" w:eastAsiaTheme="minorEastAsia" w:hAnsiTheme="minorHAnsi" w:cstheme="minorBidi"/>
          <w:b w:val="0"/>
          <w:bCs w:val="0"/>
          <w:caps w:val="0"/>
          <w:noProof/>
          <w:sz w:val="22"/>
          <w:szCs w:val="22"/>
          <w:lang w:eastAsia="cs-CZ"/>
        </w:rPr>
      </w:pPr>
      <w:hyperlink w:anchor="_Toc32494421" w:history="1">
        <w:r w:rsidR="00D631C9" w:rsidRPr="00C21C2F">
          <w:rPr>
            <w:rStyle w:val="Hypertextovodkaz"/>
            <w:noProof/>
          </w:rPr>
          <w:t>11.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nahlášení incidentu</w:t>
        </w:r>
        <w:r w:rsidR="00D631C9">
          <w:rPr>
            <w:noProof/>
            <w:webHidden/>
          </w:rPr>
          <w:tab/>
        </w:r>
        <w:r w:rsidR="00D631C9">
          <w:rPr>
            <w:noProof/>
            <w:webHidden/>
          </w:rPr>
          <w:fldChar w:fldCharType="begin"/>
        </w:r>
        <w:r w:rsidR="00D631C9">
          <w:rPr>
            <w:noProof/>
            <w:webHidden/>
          </w:rPr>
          <w:instrText xml:space="preserve"> PAGEREF _Toc32494421 \h </w:instrText>
        </w:r>
        <w:r w:rsidR="00D631C9">
          <w:rPr>
            <w:noProof/>
            <w:webHidden/>
          </w:rPr>
        </w:r>
        <w:r w:rsidR="00D631C9">
          <w:rPr>
            <w:noProof/>
            <w:webHidden/>
          </w:rPr>
          <w:fldChar w:fldCharType="separate"/>
        </w:r>
        <w:r w:rsidR="00D631C9">
          <w:rPr>
            <w:noProof/>
            <w:webHidden/>
          </w:rPr>
          <w:t>14</w:t>
        </w:r>
        <w:r w:rsidR="00D631C9">
          <w:rPr>
            <w:noProof/>
            <w:webHidden/>
          </w:rPr>
          <w:fldChar w:fldCharType="end"/>
        </w:r>
      </w:hyperlink>
    </w:p>
    <w:p w14:paraId="0375059E" w14:textId="55D9BFAF" w:rsidR="00D631C9" w:rsidRDefault="00E467D2">
      <w:pPr>
        <w:pStyle w:val="Obsah1"/>
        <w:rPr>
          <w:rFonts w:asciiTheme="minorHAnsi" w:eastAsiaTheme="minorEastAsia" w:hAnsiTheme="minorHAnsi" w:cstheme="minorBidi"/>
          <w:b w:val="0"/>
          <w:bCs w:val="0"/>
          <w:caps w:val="0"/>
          <w:noProof/>
          <w:sz w:val="22"/>
          <w:szCs w:val="22"/>
          <w:lang w:eastAsia="cs-CZ"/>
        </w:rPr>
      </w:pPr>
      <w:hyperlink w:anchor="_Toc32494422" w:history="1">
        <w:r w:rsidR="00D631C9" w:rsidRPr="00C21C2F">
          <w:rPr>
            <w:rStyle w:val="Hypertextovodkaz"/>
            <w:noProof/>
          </w:rPr>
          <w:t>12.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SERVISNí modely</w:t>
        </w:r>
        <w:r w:rsidR="00D631C9">
          <w:rPr>
            <w:noProof/>
            <w:webHidden/>
          </w:rPr>
          <w:tab/>
        </w:r>
        <w:r w:rsidR="00D631C9">
          <w:rPr>
            <w:noProof/>
            <w:webHidden/>
          </w:rPr>
          <w:fldChar w:fldCharType="begin"/>
        </w:r>
        <w:r w:rsidR="00D631C9">
          <w:rPr>
            <w:noProof/>
            <w:webHidden/>
          </w:rPr>
          <w:instrText xml:space="preserve"> PAGEREF _Toc32494422 \h </w:instrText>
        </w:r>
        <w:r w:rsidR="00D631C9">
          <w:rPr>
            <w:noProof/>
            <w:webHidden/>
          </w:rPr>
        </w:r>
        <w:r w:rsidR="00D631C9">
          <w:rPr>
            <w:noProof/>
            <w:webHidden/>
          </w:rPr>
          <w:fldChar w:fldCharType="separate"/>
        </w:r>
        <w:r w:rsidR="00D631C9">
          <w:rPr>
            <w:noProof/>
            <w:webHidden/>
          </w:rPr>
          <w:t>14</w:t>
        </w:r>
        <w:r w:rsidR="00D631C9">
          <w:rPr>
            <w:noProof/>
            <w:webHidden/>
          </w:rPr>
          <w:fldChar w:fldCharType="end"/>
        </w:r>
      </w:hyperlink>
    </w:p>
    <w:p w14:paraId="3B652643" w14:textId="7EFCEF00" w:rsidR="00D631C9" w:rsidRDefault="00E467D2">
      <w:pPr>
        <w:pStyle w:val="Obsah1"/>
        <w:rPr>
          <w:rFonts w:asciiTheme="minorHAnsi" w:eastAsiaTheme="minorEastAsia" w:hAnsiTheme="minorHAnsi" w:cstheme="minorBidi"/>
          <w:b w:val="0"/>
          <w:bCs w:val="0"/>
          <w:caps w:val="0"/>
          <w:noProof/>
          <w:sz w:val="22"/>
          <w:szCs w:val="22"/>
          <w:lang w:eastAsia="cs-CZ"/>
        </w:rPr>
      </w:pPr>
      <w:hyperlink w:anchor="_Toc32494423" w:history="1">
        <w:r w:rsidR="00D631C9" w:rsidRPr="00C21C2F">
          <w:rPr>
            <w:rStyle w:val="Hypertextovodkaz"/>
            <w:noProof/>
          </w:rPr>
          <w:t>13.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Účast poddodavatelů</w:t>
        </w:r>
        <w:r w:rsidR="00D631C9">
          <w:rPr>
            <w:noProof/>
            <w:webHidden/>
          </w:rPr>
          <w:tab/>
        </w:r>
        <w:r w:rsidR="00D631C9">
          <w:rPr>
            <w:noProof/>
            <w:webHidden/>
          </w:rPr>
          <w:fldChar w:fldCharType="begin"/>
        </w:r>
        <w:r w:rsidR="00D631C9">
          <w:rPr>
            <w:noProof/>
            <w:webHidden/>
          </w:rPr>
          <w:instrText xml:space="preserve"> PAGEREF _Toc32494423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3279A418" w14:textId="7C779E9E" w:rsidR="00D631C9" w:rsidRDefault="00E467D2">
      <w:pPr>
        <w:pStyle w:val="Obsah1"/>
        <w:rPr>
          <w:rFonts w:asciiTheme="minorHAnsi" w:eastAsiaTheme="minorEastAsia" w:hAnsiTheme="minorHAnsi" w:cstheme="minorBidi"/>
          <w:b w:val="0"/>
          <w:bCs w:val="0"/>
          <w:caps w:val="0"/>
          <w:noProof/>
          <w:sz w:val="22"/>
          <w:szCs w:val="22"/>
          <w:lang w:eastAsia="cs-CZ"/>
        </w:rPr>
      </w:pPr>
      <w:hyperlink w:anchor="_Toc32494424" w:history="1">
        <w:r w:rsidR="00D631C9" w:rsidRPr="00C21C2F">
          <w:rPr>
            <w:rStyle w:val="Hypertextovodkaz"/>
            <w:noProof/>
          </w:rPr>
          <w:t>14.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Realizační tým</w:t>
        </w:r>
        <w:r w:rsidR="00D631C9">
          <w:rPr>
            <w:noProof/>
            <w:webHidden/>
          </w:rPr>
          <w:tab/>
        </w:r>
        <w:r w:rsidR="00D631C9">
          <w:rPr>
            <w:noProof/>
            <w:webHidden/>
          </w:rPr>
          <w:fldChar w:fldCharType="begin"/>
        </w:r>
        <w:r w:rsidR="00D631C9">
          <w:rPr>
            <w:noProof/>
            <w:webHidden/>
          </w:rPr>
          <w:instrText xml:space="preserve"> PAGEREF _Toc32494424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7F98F8B1" w14:textId="7D3FDA2E" w:rsidR="00D631C9" w:rsidRDefault="00E467D2">
      <w:pPr>
        <w:pStyle w:val="Obsah1"/>
        <w:rPr>
          <w:rFonts w:asciiTheme="minorHAnsi" w:eastAsiaTheme="minorEastAsia" w:hAnsiTheme="minorHAnsi" w:cstheme="minorBidi"/>
          <w:b w:val="0"/>
          <w:bCs w:val="0"/>
          <w:caps w:val="0"/>
          <w:noProof/>
          <w:sz w:val="22"/>
          <w:szCs w:val="22"/>
          <w:lang w:eastAsia="cs-CZ"/>
        </w:rPr>
      </w:pPr>
      <w:hyperlink w:anchor="_Toc32494425" w:history="1">
        <w:r w:rsidR="00D631C9" w:rsidRPr="00C21C2F">
          <w:rPr>
            <w:rStyle w:val="Hypertextovodkaz"/>
            <w:noProof/>
          </w:rPr>
          <w:t>15.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Komunikace stran</w:t>
        </w:r>
        <w:r w:rsidR="00D631C9">
          <w:rPr>
            <w:noProof/>
            <w:webHidden/>
          </w:rPr>
          <w:tab/>
        </w:r>
        <w:r w:rsidR="00D631C9">
          <w:rPr>
            <w:noProof/>
            <w:webHidden/>
          </w:rPr>
          <w:fldChar w:fldCharType="begin"/>
        </w:r>
        <w:r w:rsidR="00D631C9">
          <w:rPr>
            <w:noProof/>
            <w:webHidden/>
          </w:rPr>
          <w:instrText xml:space="preserve"> PAGEREF _Toc32494425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2A89A58C" w14:textId="67DE852A" w:rsidR="00D631C9" w:rsidRDefault="00E467D2">
      <w:pPr>
        <w:pStyle w:val="Obsah1"/>
        <w:rPr>
          <w:rFonts w:asciiTheme="minorHAnsi" w:eastAsiaTheme="minorEastAsia" w:hAnsiTheme="minorHAnsi" w:cstheme="minorBidi"/>
          <w:b w:val="0"/>
          <w:bCs w:val="0"/>
          <w:caps w:val="0"/>
          <w:noProof/>
          <w:sz w:val="22"/>
          <w:szCs w:val="22"/>
          <w:lang w:eastAsia="cs-CZ"/>
        </w:rPr>
      </w:pPr>
      <w:hyperlink w:anchor="_Toc32494426" w:history="1">
        <w:r w:rsidR="00D631C9" w:rsidRPr="00C21C2F">
          <w:rPr>
            <w:rStyle w:val="Hypertextovodkaz"/>
            <w:noProof/>
          </w:rPr>
          <w:t>16.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Smluvní pokuty</w:t>
        </w:r>
        <w:r w:rsidR="00D631C9">
          <w:rPr>
            <w:noProof/>
            <w:webHidden/>
          </w:rPr>
          <w:tab/>
        </w:r>
        <w:r w:rsidR="00D631C9">
          <w:rPr>
            <w:noProof/>
            <w:webHidden/>
          </w:rPr>
          <w:fldChar w:fldCharType="begin"/>
        </w:r>
        <w:r w:rsidR="00D631C9">
          <w:rPr>
            <w:noProof/>
            <w:webHidden/>
          </w:rPr>
          <w:instrText xml:space="preserve"> PAGEREF _Toc32494426 \h </w:instrText>
        </w:r>
        <w:r w:rsidR="00D631C9">
          <w:rPr>
            <w:noProof/>
            <w:webHidden/>
          </w:rPr>
        </w:r>
        <w:r w:rsidR="00D631C9">
          <w:rPr>
            <w:noProof/>
            <w:webHidden/>
          </w:rPr>
          <w:fldChar w:fldCharType="separate"/>
        </w:r>
        <w:r w:rsidR="00D631C9">
          <w:rPr>
            <w:noProof/>
            <w:webHidden/>
          </w:rPr>
          <w:t>16</w:t>
        </w:r>
        <w:r w:rsidR="00D631C9">
          <w:rPr>
            <w:noProof/>
            <w:webHidden/>
          </w:rPr>
          <w:fldChar w:fldCharType="end"/>
        </w:r>
      </w:hyperlink>
    </w:p>
    <w:p w14:paraId="7DA0C073" w14:textId="59170C1A" w:rsidR="00D631C9" w:rsidRDefault="00E467D2">
      <w:pPr>
        <w:pStyle w:val="Obsah1"/>
        <w:rPr>
          <w:rFonts w:asciiTheme="minorHAnsi" w:eastAsiaTheme="minorEastAsia" w:hAnsiTheme="minorHAnsi" w:cstheme="minorBidi"/>
          <w:b w:val="0"/>
          <w:bCs w:val="0"/>
          <w:caps w:val="0"/>
          <w:noProof/>
          <w:sz w:val="22"/>
          <w:szCs w:val="22"/>
          <w:lang w:eastAsia="cs-CZ"/>
        </w:rPr>
      </w:pPr>
      <w:hyperlink w:anchor="_Toc32494427" w:history="1">
        <w:r w:rsidR="00D631C9" w:rsidRPr="00C21C2F">
          <w:rPr>
            <w:rStyle w:val="Hypertextovodkaz"/>
            <w:noProof/>
          </w:rPr>
          <w:t>17.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Záruka za jakost a práva z vadného plnění</w:t>
        </w:r>
        <w:r w:rsidR="00D631C9">
          <w:rPr>
            <w:noProof/>
            <w:webHidden/>
          </w:rPr>
          <w:tab/>
        </w:r>
        <w:r w:rsidR="00D631C9">
          <w:rPr>
            <w:noProof/>
            <w:webHidden/>
          </w:rPr>
          <w:fldChar w:fldCharType="begin"/>
        </w:r>
        <w:r w:rsidR="00D631C9">
          <w:rPr>
            <w:noProof/>
            <w:webHidden/>
          </w:rPr>
          <w:instrText xml:space="preserve"> PAGEREF _Toc32494427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1B03FEC1" w14:textId="01B50A38" w:rsidR="00D631C9" w:rsidRDefault="00E467D2">
      <w:pPr>
        <w:pStyle w:val="Obsah2"/>
        <w:rPr>
          <w:rFonts w:asciiTheme="minorHAnsi" w:eastAsiaTheme="minorEastAsia" w:hAnsiTheme="minorHAnsi" w:cstheme="minorBidi"/>
          <w:smallCaps w:val="0"/>
          <w:noProof/>
          <w:sz w:val="22"/>
          <w:szCs w:val="22"/>
          <w:lang w:eastAsia="cs-CZ"/>
        </w:rPr>
      </w:pPr>
      <w:hyperlink w:anchor="_Toc32494428" w:history="1">
        <w:r w:rsidR="00D631C9" w:rsidRPr="00C21C2F">
          <w:rPr>
            <w:rStyle w:val="Hypertextovodkaz"/>
            <w:bCs/>
            <w:noProof/>
          </w:rPr>
          <w:t>17.1.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Společná ustanovení</w:t>
        </w:r>
        <w:r w:rsidR="00D631C9">
          <w:rPr>
            <w:noProof/>
            <w:webHidden/>
          </w:rPr>
          <w:tab/>
        </w:r>
        <w:r w:rsidR="00D631C9">
          <w:rPr>
            <w:noProof/>
            <w:webHidden/>
          </w:rPr>
          <w:fldChar w:fldCharType="begin"/>
        </w:r>
        <w:r w:rsidR="00D631C9">
          <w:rPr>
            <w:noProof/>
            <w:webHidden/>
          </w:rPr>
          <w:instrText xml:space="preserve"> PAGEREF _Toc32494428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0350F913" w14:textId="5A34AA32" w:rsidR="00D631C9" w:rsidRDefault="00E467D2">
      <w:pPr>
        <w:pStyle w:val="Obsah2"/>
        <w:rPr>
          <w:rFonts w:asciiTheme="minorHAnsi" w:eastAsiaTheme="minorEastAsia" w:hAnsiTheme="minorHAnsi" w:cstheme="minorBidi"/>
          <w:smallCaps w:val="0"/>
          <w:noProof/>
          <w:sz w:val="22"/>
          <w:szCs w:val="22"/>
          <w:lang w:eastAsia="cs-CZ"/>
        </w:rPr>
      </w:pPr>
      <w:hyperlink w:anchor="_Toc32494429" w:history="1">
        <w:r w:rsidR="00D631C9" w:rsidRPr="00C21C2F">
          <w:rPr>
            <w:rStyle w:val="Hypertextovodkaz"/>
            <w:bCs/>
            <w:noProof/>
          </w:rPr>
          <w:t>17.2.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Software</w:t>
        </w:r>
        <w:r w:rsidR="00D631C9">
          <w:rPr>
            <w:noProof/>
            <w:webHidden/>
          </w:rPr>
          <w:tab/>
        </w:r>
        <w:r w:rsidR="00D631C9">
          <w:rPr>
            <w:noProof/>
            <w:webHidden/>
          </w:rPr>
          <w:fldChar w:fldCharType="begin"/>
        </w:r>
        <w:r w:rsidR="00D631C9">
          <w:rPr>
            <w:noProof/>
            <w:webHidden/>
          </w:rPr>
          <w:instrText xml:space="preserve"> PAGEREF _Toc32494429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547001E7" w14:textId="45752619" w:rsidR="00D631C9" w:rsidRDefault="00E467D2">
      <w:pPr>
        <w:pStyle w:val="Obsah2"/>
        <w:rPr>
          <w:rFonts w:asciiTheme="minorHAnsi" w:eastAsiaTheme="minorEastAsia" w:hAnsiTheme="minorHAnsi" w:cstheme="minorBidi"/>
          <w:smallCaps w:val="0"/>
          <w:noProof/>
          <w:sz w:val="22"/>
          <w:szCs w:val="22"/>
          <w:lang w:eastAsia="cs-CZ"/>
        </w:rPr>
      </w:pPr>
      <w:hyperlink w:anchor="_Toc32494430" w:history="1">
        <w:r w:rsidR="00D631C9" w:rsidRPr="00C21C2F">
          <w:rPr>
            <w:rStyle w:val="Hypertextovodkaz"/>
            <w:bCs/>
            <w:noProof/>
          </w:rPr>
          <w:t>17.3.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Hardware</w:t>
        </w:r>
        <w:r w:rsidR="00D631C9">
          <w:rPr>
            <w:noProof/>
            <w:webHidden/>
          </w:rPr>
          <w:tab/>
        </w:r>
        <w:r w:rsidR="00D631C9">
          <w:rPr>
            <w:noProof/>
            <w:webHidden/>
          </w:rPr>
          <w:fldChar w:fldCharType="begin"/>
        </w:r>
        <w:r w:rsidR="00D631C9">
          <w:rPr>
            <w:noProof/>
            <w:webHidden/>
          </w:rPr>
          <w:instrText xml:space="preserve"> PAGEREF _Toc32494430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6805D701" w14:textId="1D426AC4" w:rsidR="00D631C9" w:rsidRDefault="00E467D2">
      <w:pPr>
        <w:pStyle w:val="Obsah1"/>
        <w:rPr>
          <w:rFonts w:asciiTheme="minorHAnsi" w:eastAsiaTheme="minorEastAsia" w:hAnsiTheme="minorHAnsi" w:cstheme="minorBidi"/>
          <w:b w:val="0"/>
          <w:bCs w:val="0"/>
          <w:caps w:val="0"/>
          <w:noProof/>
          <w:sz w:val="22"/>
          <w:szCs w:val="22"/>
          <w:lang w:eastAsia="cs-CZ"/>
        </w:rPr>
      </w:pPr>
      <w:hyperlink w:anchor="_Toc32494431" w:history="1">
        <w:r w:rsidR="00D631C9" w:rsidRPr="00C21C2F">
          <w:rPr>
            <w:rStyle w:val="Hypertextovodkaz"/>
            <w:noProof/>
          </w:rPr>
          <w:t>18.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Ukončení smluvního vztahu</w:t>
        </w:r>
        <w:r w:rsidR="00D631C9">
          <w:rPr>
            <w:noProof/>
            <w:webHidden/>
          </w:rPr>
          <w:tab/>
        </w:r>
        <w:r w:rsidR="00D631C9">
          <w:rPr>
            <w:noProof/>
            <w:webHidden/>
          </w:rPr>
          <w:fldChar w:fldCharType="begin"/>
        </w:r>
        <w:r w:rsidR="00D631C9">
          <w:rPr>
            <w:noProof/>
            <w:webHidden/>
          </w:rPr>
          <w:instrText xml:space="preserve"> PAGEREF _Toc32494431 \h </w:instrText>
        </w:r>
        <w:r w:rsidR="00D631C9">
          <w:rPr>
            <w:noProof/>
            <w:webHidden/>
          </w:rPr>
        </w:r>
        <w:r w:rsidR="00D631C9">
          <w:rPr>
            <w:noProof/>
            <w:webHidden/>
          </w:rPr>
          <w:fldChar w:fldCharType="separate"/>
        </w:r>
        <w:r w:rsidR="00D631C9">
          <w:rPr>
            <w:noProof/>
            <w:webHidden/>
          </w:rPr>
          <w:t>18</w:t>
        </w:r>
        <w:r w:rsidR="00D631C9">
          <w:rPr>
            <w:noProof/>
            <w:webHidden/>
          </w:rPr>
          <w:fldChar w:fldCharType="end"/>
        </w:r>
      </w:hyperlink>
    </w:p>
    <w:p w14:paraId="43163B46" w14:textId="7DF310B8" w:rsidR="00D631C9" w:rsidRDefault="00E467D2">
      <w:pPr>
        <w:pStyle w:val="Obsah1"/>
        <w:rPr>
          <w:rFonts w:asciiTheme="minorHAnsi" w:eastAsiaTheme="minorEastAsia" w:hAnsiTheme="minorHAnsi" w:cstheme="minorBidi"/>
          <w:b w:val="0"/>
          <w:bCs w:val="0"/>
          <w:caps w:val="0"/>
          <w:noProof/>
          <w:sz w:val="22"/>
          <w:szCs w:val="22"/>
          <w:lang w:eastAsia="cs-CZ"/>
        </w:rPr>
      </w:pPr>
      <w:hyperlink w:anchor="_Toc32494432" w:history="1">
        <w:r w:rsidR="00D631C9" w:rsidRPr="00C21C2F">
          <w:rPr>
            <w:rStyle w:val="Hypertextovodkaz"/>
            <w:noProof/>
          </w:rPr>
          <w:t>19.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Změny smlouvy a změnové řízení</w:t>
        </w:r>
        <w:r w:rsidR="00D631C9">
          <w:rPr>
            <w:noProof/>
            <w:webHidden/>
          </w:rPr>
          <w:tab/>
        </w:r>
        <w:r w:rsidR="00D631C9">
          <w:rPr>
            <w:noProof/>
            <w:webHidden/>
          </w:rPr>
          <w:fldChar w:fldCharType="begin"/>
        </w:r>
        <w:r w:rsidR="00D631C9">
          <w:rPr>
            <w:noProof/>
            <w:webHidden/>
          </w:rPr>
          <w:instrText xml:space="preserve"> PAGEREF _Toc32494432 \h </w:instrText>
        </w:r>
        <w:r w:rsidR="00D631C9">
          <w:rPr>
            <w:noProof/>
            <w:webHidden/>
          </w:rPr>
        </w:r>
        <w:r w:rsidR="00D631C9">
          <w:rPr>
            <w:noProof/>
            <w:webHidden/>
          </w:rPr>
          <w:fldChar w:fldCharType="separate"/>
        </w:r>
        <w:r w:rsidR="00D631C9">
          <w:rPr>
            <w:noProof/>
            <w:webHidden/>
          </w:rPr>
          <w:t>18</w:t>
        </w:r>
        <w:r w:rsidR="00D631C9">
          <w:rPr>
            <w:noProof/>
            <w:webHidden/>
          </w:rPr>
          <w:fldChar w:fldCharType="end"/>
        </w:r>
      </w:hyperlink>
    </w:p>
    <w:p w14:paraId="46ECB436" w14:textId="197A7D55" w:rsidR="00D631C9" w:rsidRDefault="00E467D2">
      <w:pPr>
        <w:pStyle w:val="Obsah1"/>
        <w:rPr>
          <w:rFonts w:asciiTheme="minorHAnsi" w:eastAsiaTheme="minorEastAsia" w:hAnsiTheme="minorHAnsi" w:cstheme="minorBidi"/>
          <w:b w:val="0"/>
          <w:bCs w:val="0"/>
          <w:caps w:val="0"/>
          <w:noProof/>
          <w:sz w:val="22"/>
          <w:szCs w:val="22"/>
          <w:lang w:eastAsia="cs-CZ"/>
        </w:rPr>
      </w:pPr>
      <w:hyperlink w:anchor="_Toc32494433" w:history="1">
        <w:r w:rsidR="00D631C9" w:rsidRPr="00C21C2F">
          <w:rPr>
            <w:rStyle w:val="Hypertextovodkaz"/>
            <w:noProof/>
          </w:rPr>
          <w:t>20.</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Kybernetická bezpečnost</w:t>
        </w:r>
        <w:r w:rsidR="00D631C9">
          <w:rPr>
            <w:noProof/>
            <w:webHidden/>
          </w:rPr>
          <w:tab/>
        </w:r>
        <w:r w:rsidR="00D631C9">
          <w:rPr>
            <w:noProof/>
            <w:webHidden/>
          </w:rPr>
          <w:fldChar w:fldCharType="begin"/>
        </w:r>
        <w:r w:rsidR="00D631C9">
          <w:rPr>
            <w:noProof/>
            <w:webHidden/>
          </w:rPr>
          <w:instrText xml:space="preserve"> PAGEREF _Toc32494433 \h </w:instrText>
        </w:r>
        <w:r w:rsidR="00D631C9">
          <w:rPr>
            <w:noProof/>
            <w:webHidden/>
          </w:rPr>
        </w:r>
        <w:r w:rsidR="00D631C9">
          <w:rPr>
            <w:noProof/>
            <w:webHidden/>
          </w:rPr>
          <w:fldChar w:fldCharType="separate"/>
        </w:r>
        <w:r w:rsidR="00D631C9">
          <w:rPr>
            <w:noProof/>
            <w:webHidden/>
          </w:rPr>
          <w:t>19</w:t>
        </w:r>
        <w:r w:rsidR="00D631C9">
          <w:rPr>
            <w:noProof/>
            <w:webHidden/>
          </w:rPr>
          <w:fldChar w:fldCharType="end"/>
        </w:r>
      </w:hyperlink>
    </w:p>
    <w:p w14:paraId="01CA55E9" w14:textId="2C275D0A" w:rsidR="00D631C9" w:rsidRDefault="00E467D2">
      <w:pPr>
        <w:pStyle w:val="Obsah1"/>
        <w:rPr>
          <w:rFonts w:asciiTheme="minorHAnsi" w:eastAsiaTheme="minorEastAsia" w:hAnsiTheme="minorHAnsi" w:cstheme="minorBidi"/>
          <w:b w:val="0"/>
          <w:bCs w:val="0"/>
          <w:caps w:val="0"/>
          <w:noProof/>
          <w:sz w:val="22"/>
          <w:szCs w:val="22"/>
          <w:lang w:eastAsia="cs-CZ"/>
        </w:rPr>
      </w:pPr>
      <w:hyperlink w:anchor="_Toc32494434" w:history="1">
        <w:r w:rsidR="00D631C9" w:rsidRPr="00C21C2F">
          <w:rPr>
            <w:rStyle w:val="Hypertextovodkaz"/>
            <w:noProof/>
          </w:rPr>
          <w:t>21.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osobních údajů</w:t>
        </w:r>
        <w:r w:rsidR="00D631C9">
          <w:rPr>
            <w:noProof/>
            <w:webHidden/>
          </w:rPr>
          <w:tab/>
        </w:r>
        <w:r w:rsidR="00D631C9">
          <w:rPr>
            <w:noProof/>
            <w:webHidden/>
          </w:rPr>
          <w:fldChar w:fldCharType="begin"/>
        </w:r>
        <w:r w:rsidR="00D631C9">
          <w:rPr>
            <w:noProof/>
            <w:webHidden/>
          </w:rPr>
          <w:instrText xml:space="preserve"> PAGEREF _Toc32494434 \h </w:instrText>
        </w:r>
        <w:r w:rsidR="00D631C9">
          <w:rPr>
            <w:noProof/>
            <w:webHidden/>
          </w:rPr>
        </w:r>
        <w:r w:rsidR="00D631C9">
          <w:rPr>
            <w:noProof/>
            <w:webHidden/>
          </w:rPr>
          <w:fldChar w:fldCharType="separate"/>
        </w:r>
        <w:r w:rsidR="00D631C9">
          <w:rPr>
            <w:noProof/>
            <w:webHidden/>
          </w:rPr>
          <w:t>20</w:t>
        </w:r>
        <w:r w:rsidR="00D631C9">
          <w:rPr>
            <w:noProof/>
            <w:webHidden/>
          </w:rPr>
          <w:fldChar w:fldCharType="end"/>
        </w:r>
      </w:hyperlink>
    </w:p>
    <w:p w14:paraId="4A4E7A66" w14:textId="18AD8E70" w:rsidR="00D631C9" w:rsidRDefault="00E467D2">
      <w:pPr>
        <w:pStyle w:val="Obsah1"/>
        <w:rPr>
          <w:rFonts w:asciiTheme="minorHAnsi" w:eastAsiaTheme="minorEastAsia" w:hAnsiTheme="minorHAnsi" w:cstheme="minorBidi"/>
          <w:b w:val="0"/>
          <w:bCs w:val="0"/>
          <w:caps w:val="0"/>
          <w:noProof/>
          <w:sz w:val="22"/>
          <w:szCs w:val="22"/>
          <w:lang w:eastAsia="cs-CZ"/>
        </w:rPr>
      </w:pPr>
      <w:hyperlink w:anchor="_Toc32494435" w:history="1">
        <w:r w:rsidR="00D631C9" w:rsidRPr="00C21C2F">
          <w:rPr>
            <w:rStyle w:val="Hypertextovodkaz"/>
            <w:noProof/>
          </w:rPr>
          <w:t>22.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důvěrných informací</w:t>
        </w:r>
        <w:r w:rsidR="00D631C9">
          <w:rPr>
            <w:noProof/>
            <w:webHidden/>
          </w:rPr>
          <w:tab/>
        </w:r>
        <w:r w:rsidR="00D631C9">
          <w:rPr>
            <w:noProof/>
            <w:webHidden/>
          </w:rPr>
          <w:fldChar w:fldCharType="begin"/>
        </w:r>
        <w:r w:rsidR="00D631C9">
          <w:rPr>
            <w:noProof/>
            <w:webHidden/>
          </w:rPr>
          <w:instrText xml:space="preserve"> PAGEREF _Toc32494435 \h </w:instrText>
        </w:r>
        <w:r w:rsidR="00D631C9">
          <w:rPr>
            <w:noProof/>
            <w:webHidden/>
          </w:rPr>
        </w:r>
        <w:r w:rsidR="00D631C9">
          <w:rPr>
            <w:noProof/>
            <w:webHidden/>
          </w:rPr>
          <w:fldChar w:fldCharType="separate"/>
        </w:r>
        <w:r w:rsidR="00D631C9">
          <w:rPr>
            <w:noProof/>
            <w:webHidden/>
          </w:rPr>
          <w:t>21</w:t>
        </w:r>
        <w:r w:rsidR="00D631C9">
          <w:rPr>
            <w:noProof/>
            <w:webHidden/>
          </w:rPr>
          <w:fldChar w:fldCharType="end"/>
        </w:r>
      </w:hyperlink>
    </w:p>
    <w:p w14:paraId="4881131C" w14:textId="0E07FB7F"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32494408"/>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(ii)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 xml:space="preserve">(iii) informace o průběhu Testů, jsou-li prováděny; </w:t>
      </w:r>
    </w:p>
    <w:p w14:paraId="316756CA" w14:textId="2555792E" w:rsidR="003E784C" w:rsidRDefault="00AD6A8A" w:rsidP="00B37EFD">
      <w:pPr>
        <w:pStyle w:val="TPText-1slovan"/>
        <w:numPr>
          <w:ilvl w:val="0"/>
          <w:numId w:val="0"/>
        </w:numPr>
        <w:ind w:left="1106"/>
      </w:pPr>
      <w:r>
        <w:t xml:space="preserve">(iv)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 xml:space="preserve">většinou neprojevující se navenek uživatelům, v IT obvykle označovaná jako „patch“ nebo „security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způsobem stanoveným ve Smlouvě, tj. vytvořením ticketu v </w:t>
      </w:r>
      <w:r w:rsidR="009F646D">
        <w:t>Helpd</w:t>
      </w:r>
      <w:r w:rsidR="00AD6A8A">
        <w:t xml:space="preserve">esku, </w:t>
      </w:r>
      <w:r w:rsidR="00420D99">
        <w:t xml:space="preserve">vytěžením emailu z emailového serveru Objednatele a jeho vložením do </w:t>
      </w:r>
      <w:r w:rsidR="009F646D">
        <w:t>Helpd</w:t>
      </w:r>
      <w:r w:rsidR="00420D99">
        <w:t xml:space="preserve">esku jako ticketu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lastRenderedPageBreak/>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r w:rsidR="009F646D">
        <w:t>Helpd</w:t>
      </w:r>
      <w:r w:rsidR="00C70AC1">
        <w:t>esk</w:t>
      </w:r>
      <w:r w:rsidR="001C63B2">
        <w:t>u</w:t>
      </w:r>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lastRenderedPageBreak/>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t>Helpd</w:t>
      </w:r>
      <w:r w:rsidR="00E055AF">
        <w:t xml:space="preserve">esku,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AC7C71A"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w:t>
      </w:r>
      <w:r w:rsidR="0000380B">
        <w:lastRenderedPageBreak/>
        <w:t xml:space="preserve">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28DBF1F3" w:rsidR="009619FD" w:rsidRPr="00C34EFE" w:rsidRDefault="009619FD" w:rsidP="00C17E1C">
      <w:pPr>
        <w:pStyle w:val="TPText-1slovan"/>
      </w:pPr>
      <w:r>
        <w:rPr>
          <w:b/>
          <w:bCs/>
        </w:rPr>
        <w:t xml:space="preserve">Objednatel </w:t>
      </w:r>
      <w:r w:rsidR="00413D66">
        <w:t>je</w:t>
      </w:r>
      <w:r w:rsidR="0078160E">
        <w:t xml:space="preserve"> </w:t>
      </w:r>
      <w:r w:rsidR="0078160E" w:rsidRPr="00BB184D">
        <w:rPr>
          <w:rFonts w:cs="Times New Roman"/>
        </w:rPr>
        <w:t>Správa železni</w:t>
      </w:r>
      <w:r w:rsidR="008B1E3E">
        <w:rPr>
          <w:rFonts w:cs="Times New Roman"/>
        </w:rPr>
        <w:t>c</w:t>
      </w:r>
      <w:r w:rsidR="0078160E" w:rsidRPr="00BB184D">
        <w:rPr>
          <w:rFonts w:cs="Times New Roman"/>
        </w:rPr>
        <w:t>, státní organizace, IČO 70994234, se sídlem Praha 1 – Nové Město, Dlážděná 1003/7, PSČ 110 00, zapsaná v obchodním rejstříku vedeném Městským soudem v Praze pod sp. zn. A 48384</w:t>
      </w:r>
      <w:r w:rsidR="0078160E">
        <w:rPr>
          <w:rFonts w:cs="Times New Roma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r w:rsidR="009F646D">
        <w:t>Helpd</w:t>
      </w:r>
      <w:r w:rsidR="00C17E1C">
        <w:t>esk</w:t>
      </w:r>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r w:rsidR="009F646D">
        <w:t>Helpd</w:t>
      </w:r>
      <w:r w:rsidRPr="00036411">
        <w:t xml:space="preserve">esku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r w:rsidR="009F646D">
        <w:t>Help</w:t>
      </w:r>
      <w:r w:rsidRPr="00036411">
        <w:t>esku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r w:rsidR="009F646D">
        <w:t>Help</w:t>
      </w:r>
      <w:r w:rsidRPr="00036411">
        <w:t xml:space="preserve">esku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lastRenderedPageBreak/>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r w:rsidRPr="00B37EFD">
        <w:rPr>
          <w:b/>
          <w:bCs/>
        </w:rPr>
        <w:t>Recovery Point Objective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r w:rsidRPr="00B37EFD">
        <w:rPr>
          <w:b/>
          <w:bCs/>
        </w:rPr>
        <w:t>Recovery Time Objective (RTO)</w:t>
      </w:r>
      <w:r>
        <w:t xml:space="preserve"> je parametr, který vyjadřuje dobu nutnou k obnově chodu služby do akceptované úrovně provozu.</w:t>
      </w:r>
    </w:p>
    <w:p w14:paraId="790B8025" w14:textId="5C0101AE" w:rsidR="00A80735" w:rsidRDefault="009F646D" w:rsidP="00F146D8">
      <w:pPr>
        <w:pStyle w:val="TPText-1slovan"/>
      </w:pPr>
      <w:r>
        <w:rPr>
          <w:b/>
          <w:bCs/>
        </w:rPr>
        <w:t>Help</w:t>
      </w:r>
      <w:r w:rsidR="00CF0087">
        <w:rPr>
          <w:b/>
          <w:bCs/>
        </w:rPr>
        <w:t xml:space="preserve">esk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lastRenderedPageBreak/>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(ii)</w:t>
      </w:r>
      <w:r>
        <w:tab/>
        <w:t>Software, u kterého je s ohledem na jeho (i) marginální význam, (ii) nekomplikovanou propojitelnost či (iii)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62F0B37D" w:rsidR="005E0D14" w:rsidRPr="00841C27" w:rsidRDefault="005E0D14" w:rsidP="00EA4502">
      <w:pPr>
        <w:pStyle w:val="TPText-1slovan"/>
        <w:numPr>
          <w:ilvl w:val="0"/>
          <w:numId w:val="0"/>
        </w:numPr>
        <w:ind w:left="1106"/>
      </w:pPr>
      <w:r>
        <w:t>(iii)</w:t>
      </w:r>
      <w:r>
        <w:tab/>
        <w:t xml:space="preserve">Software, jehož API („Application Programming Interface“) pokrývá všechny moduly a funkcionality </w:t>
      </w:r>
      <w:r w:rsidR="003762DF">
        <w:t>Software,</w:t>
      </w:r>
      <w:r>
        <w:t xml:space="preserve"> je dobře dokumentované, umožňuje zapouzdření Software a jeho adaptaci v rámci měnících se podmínek IT prostředí </w:t>
      </w:r>
      <w:r w:rsidR="00091AD8">
        <w:t>O</w:t>
      </w:r>
      <w:r>
        <w:t>bjednatele a</w:t>
      </w:r>
      <w:r w:rsidR="003762DF">
        <w:t xml:space="preserve"> Software</w:t>
      </w:r>
      <w:r>
        <w:t xml:space="preserve"> bez nutnosti zásahu do Zdrojových kódů Softwaru, a </w:t>
      </w:r>
      <w:r w:rsidR="00B21FA0">
        <w:t xml:space="preserve">Dodavatel </w:t>
      </w:r>
      <w:r>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lastRenderedPageBreak/>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lastRenderedPageBreak/>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32494409"/>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2D2DF89A"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DE5EF1">
        <w:t>.</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32494410"/>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32494411"/>
      <w:r>
        <w:lastRenderedPageBreak/>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Dodavatel se během poskytování Plnění pro Objednatele zavazuje informovat Objednatele o významné změně ovládání Dodavatele podle ust.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xml:space="preserve">, Standardního software nebo IT prostředí Objednatele virem či jiným škodlivým kódem (malware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32494412"/>
      <w:bookmarkEnd w:id="47"/>
      <w:r>
        <w:lastRenderedPageBreak/>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32494413"/>
      <w:r>
        <w:t>L</w:t>
      </w:r>
      <w:r w:rsidR="00A11B07">
        <w:t xml:space="preserve">icenční </w:t>
      </w:r>
      <w:r w:rsidR="00A11B07" w:rsidRPr="00471F7F">
        <w:t>ujednání</w:t>
      </w:r>
      <w:bookmarkEnd w:id="49"/>
    </w:p>
    <w:p w14:paraId="2B78EBC0" w14:textId="589549B4" w:rsidR="007036B7" w:rsidRPr="007036B7" w:rsidRDefault="007036B7" w:rsidP="005A1096">
      <w:pPr>
        <w:pStyle w:val="TPNadpis-2slovan"/>
      </w:pPr>
      <w:bookmarkStart w:id="50" w:name="_Toc32494414"/>
      <w:r>
        <w:t>Software jako Autorské dílo</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32494415"/>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lastRenderedPageBreak/>
        <w:t>Dodavatel</w:t>
      </w:r>
      <w:r w:rsidR="000F0903">
        <w:t xml:space="preserve"> je povinen zajistit poskytnutí podpory (subscription/license maintenance)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32494416"/>
      <w:bookmarkEnd w:id="54"/>
      <w:r>
        <w:lastRenderedPageBreak/>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32494417"/>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lastRenderedPageBreak/>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088B9C3D" w:rsidR="0055737D" w:rsidRPr="00D33EE4" w:rsidRDefault="00D3172A" w:rsidP="00391637">
      <w:pPr>
        <w:pStyle w:val="TPText-1slovan"/>
        <w:numPr>
          <w:ilvl w:val="0"/>
          <w:numId w:val="46"/>
        </w:numPr>
      </w:pPr>
      <w:r w:rsidRPr="009619FD">
        <w:t xml:space="preserve">Objednatel požaduje, aby tato </w:t>
      </w:r>
      <w:r w:rsidR="00391637">
        <w:t>D</w:t>
      </w:r>
      <w:r w:rsidRPr="009619FD">
        <w:t>okumentace byla ve formátech XML DocBook (zdrojové) a PDF (export z XML zdroje pro snadnou distribuci uživatelům) nebo případně</w:t>
      </w:r>
      <w:r w:rsidR="00C11046">
        <w:t xml:space="preserve"> v</w:t>
      </w:r>
      <w:r w:rsidRPr="009619FD">
        <w:t xml:space="preserve"> jiném formátu, který Objednatel schválí po vzájemné dohodě s Dodavatelem. Všechny </w:t>
      </w:r>
      <w:r w:rsidR="00391637">
        <w:t>D</w:t>
      </w:r>
      <w:r w:rsidRPr="009619FD">
        <w:t>okumentace musí být verzované,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 xml:space="preserve">okumentace a automaticky generovaná dokumentace (Javadoc).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32494418"/>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lastRenderedPageBreak/>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r w:rsidR="009F646D">
        <w:t>Helpd</w:t>
      </w:r>
      <w:r w:rsidR="006730E8">
        <w:t>esku,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lastRenderedPageBreak/>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32494419"/>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lastRenderedPageBreak/>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32494420"/>
      <w:r>
        <w:t>HELP</w:t>
      </w:r>
      <w:r w:rsidR="000B581F">
        <w:t>desk</w:t>
      </w:r>
      <w:bookmarkEnd w:id="77"/>
    </w:p>
    <w:p w14:paraId="726C059E" w14:textId="6EF58AC0"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C11046">
        <w:t>i</w:t>
      </w:r>
      <w:r w:rsidR="009138D6">
        <w:t xml:space="preserve"> Smlouvy</w:t>
      </w:r>
      <w:r w:rsidR="00816027">
        <w:t xml:space="preserve"> založit a po celou dobu trvání Smlouvy udržovat v provozu </w:t>
      </w:r>
      <w:r w:rsidR="009F646D">
        <w:t>Helpd</w:t>
      </w:r>
      <w:r w:rsidR="00816027">
        <w:t>esk</w:t>
      </w:r>
      <w:r w:rsidR="00B77EBD">
        <w:t xml:space="preserve"> (včetně úhrady případných licenčních poplatků za </w:t>
      </w:r>
      <w:r w:rsidR="00892FA9">
        <w:t xml:space="preserve">aplikaci </w:t>
      </w:r>
      <w:r w:rsidR="009F646D">
        <w:t>Helpd</w:t>
      </w:r>
      <w:r w:rsidR="00B77EBD">
        <w:t>esk)</w:t>
      </w:r>
      <w:r w:rsidR="00816027">
        <w:t xml:space="preserve"> a udělit náležitá oprávnění k přístupu do </w:t>
      </w:r>
      <w:r w:rsidR="009F646D">
        <w:t>Helpd</w:t>
      </w:r>
      <w:r w:rsidR="00816027">
        <w:t>esku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r w:rsidR="009F646D">
        <w:t>Helpd</w:t>
      </w:r>
      <w:r w:rsidR="009138D6">
        <w:t>esk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r w:rsidR="009F646D">
        <w:t>Helpd</w:t>
      </w:r>
      <w:r w:rsidR="00F146D8">
        <w:t>esk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r w:rsidR="009F646D">
        <w:t>Helpd</w:t>
      </w:r>
      <w:r w:rsidRPr="00E9086F">
        <w:t>esku na webové adrese</w:t>
      </w:r>
      <w:r>
        <w:t xml:space="preserve"> určené Dodavatelem dle provozních podmínek aplikace </w:t>
      </w:r>
      <w:r w:rsidR="009F646D">
        <w:t>Helpdesk</w:t>
      </w:r>
      <w:r w:rsidR="00363C3A">
        <w:t>, případně prostřednictvím přímého datového propojení Helpdesk</w:t>
      </w:r>
      <w:r w:rsidR="007D2F61">
        <w:t>ů</w:t>
      </w:r>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r>
        <w:rPr>
          <w:bCs/>
          <w:szCs w:val="20"/>
        </w:rPr>
        <w:t>Helpd</w:t>
      </w:r>
      <w:r w:rsidR="00E32E1D" w:rsidRPr="001A5461">
        <w:rPr>
          <w:bCs/>
          <w:szCs w:val="20"/>
        </w:rPr>
        <w:t>esk</w:t>
      </w:r>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E95FBF">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r>
        <w:rPr>
          <w:bCs/>
          <w:szCs w:val="20"/>
        </w:rPr>
        <w:t>Helpd</w:t>
      </w:r>
      <w:r w:rsidR="00E32E1D" w:rsidRPr="001A5461">
        <w:rPr>
          <w:bCs/>
          <w:szCs w:val="20"/>
        </w:rPr>
        <w:t xml:space="preserve">esk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w:t>
      </w:r>
      <w:r w:rsidR="00E32E1D" w:rsidRPr="001A5461">
        <w:rPr>
          <w:bCs/>
          <w:szCs w:val="20"/>
        </w:rPr>
        <w:lastRenderedPageBreak/>
        <w:t xml:space="preserve">ze </w:t>
      </w:r>
      <w:r>
        <w:rPr>
          <w:bCs/>
          <w:szCs w:val="20"/>
        </w:rPr>
        <w:t>Helpd</w:t>
      </w:r>
      <w:r w:rsidR="00E32E1D" w:rsidRPr="001A5461">
        <w:rPr>
          <w:bCs/>
          <w:szCs w:val="20"/>
        </w:rPr>
        <w:t xml:space="preserve">esku je záznam o veškerých úkonech </w:t>
      </w:r>
      <w:r>
        <w:rPr>
          <w:bCs/>
          <w:szCs w:val="20"/>
        </w:rPr>
        <w:t>Helpd</w:t>
      </w:r>
      <w:r w:rsidR="00E32E1D" w:rsidRPr="001A5461">
        <w:rPr>
          <w:bCs/>
          <w:szCs w:val="20"/>
        </w:rPr>
        <w:t xml:space="preserve">esku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r>
        <w:t>Helpdesk</w:t>
      </w:r>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r>
        <w:t>Helpdesk</w:t>
      </w:r>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r w:rsidR="009F646D">
        <w:t>Helpdesk</w:t>
      </w:r>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r w:rsidR="009F646D">
        <w:t>Helpdesk</w:t>
      </w:r>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r w:rsidR="009F646D">
        <w:t>Helpdesk</w:t>
      </w:r>
      <w:r>
        <w:t xml:space="preserve"> je</w:t>
      </w:r>
    </w:p>
    <w:p w14:paraId="64EF52DE" w14:textId="4238D53A" w:rsidR="0055599D" w:rsidRDefault="0055599D" w:rsidP="00DA736A">
      <w:pPr>
        <w:pStyle w:val="TPText-1slovan"/>
        <w:numPr>
          <w:ilvl w:val="0"/>
          <w:numId w:val="49"/>
        </w:numPr>
      </w:pPr>
      <w:r>
        <w:t xml:space="preserve">pro úroveň L1 </w:t>
      </w:r>
      <w:r w:rsidR="009F646D">
        <w:t>Helpdesk</w:t>
      </w:r>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r w:rsidR="009F646D">
        <w:t>Helpdesk</w:t>
      </w:r>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r w:rsidR="009F646D">
        <w:t>Helpdesk</w:t>
      </w:r>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32494421"/>
      <w:r>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r w:rsidR="009F646D">
        <w:t>Helpdesk</w:t>
      </w:r>
      <w:r>
        <w:t xml:space="preserve">, odesláním emailu nebo telefonátem na kontaktní číslo </w:t>
      </w:r>
      <w:r w:rsidR="009F646D">
        <w:t>Helpdesk</w:t>
      </w:r>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32494422"/>
      <w:r>
        <w:lastRenderedPageBreak/>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lastRenderedPageBreak/>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32494423"/>
      <w:r>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32494424"/>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lastRenderedPageBreak/>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32494425"/>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32494426"/>
      <w:bookmarkEnd w:id="86"/>
      <w:r>
        <w:t>Smluvní pokuty</w:t>
      </w:r>
      <w:bookmarkEnd w:id="87"/>
    </w:p>
    <w:p w14:paraId="16973C90" w14:textId="211921E2"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lastRenderedPageBreak/>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32494427"/>
      <w:r>
        <w:lastRenderedPageBreak/>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32494428"/>
      <w:r>
        <w:t>Společná ustanovení</w:t>
      </w:r>
      <w:bookmarkEnd w:id="90"/>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r w:rsidR="009F646D">
        <w:t>Helpd</w:t>
      </w:r>
      <w:r>
        <w:t>esku</w:t>
      </w:r>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32494429"/>
      <w:r>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lastRenderedPageBreak/>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32494430"/>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32494431"/>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lastRenderedPageBreak/>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32494432"/>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lastRenderedPageBreak/>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32494433"/>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ohlášením do Helpdesk</w:t>
      </w:r>
      <w:r w:rsidR="001B096A">
        <w:t>u</w:t>
      </w:r>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 xml:space="preserve">ZKB, Vyhlášky o kybernetické bezpečnosti a </w:t>
      </w:r>
      <w:r w:rsidRPr="00004AE2">
        <w:lastRenderedPageBreak/>
        <w:t>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na podmínkách a lhůtě k odstranění nedostatků plnění Smlouvy ve smyslu tohoto </w:t>
      </w:r>
      <w:r w:rsidR="008368F2" w:rsidRPr="00C135A7">
        <w:t>odstavce</w:t>
      </w:r>
      <w:r w:rsidRPr="00C135A7">
        <w:t xml:space="preserve">, přičemž nedohodnou-li se Strany na konkrétní lhůtě, pak je Dodavatel povinen odstranit </w:t>
      </w:r>
      <w:r w:rsidRPr="00C135A7">
        <w:lastRenderedPageBreak/>
        <w:t>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32494434"/>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lastRenderedPageBreak/>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 xml:space="preserve">ařízení obsahující Osobní údaje, pokud je to možné, a vymazat všechny zpracovávané Osobní údaje ze všech svých systémů nebo databází, </w:t>
      </w:r>
      <w:r>
        <w:lastRenderedPageBreak/>
        <w:t>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32494435"/>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p>
    <w:p w14:paraId="6C7F47E5" w14:textId="77777777" w:rsidR="007405D7" w:rsidRDefault="007405D7" w:rsidP="007405D7">
      <w:pPr>
        <w:pStyle w:val="TPText-1slovan"/>
      </w:pPr>
      <w:r>
        <w:lastRenderedPageBreak/>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51A2D2" w14:textId="77777777" w:rsidR="005B77C3" w:rsidRDefault="005B77C3" w:rsidP="00533FFF">
      <w:pPr>
        <w:spacing w:after="0" w:line="240" w:lineRule="auto"/>
      </w:pPr>
      <w:r>
        <w:separator/>
      </w:r>
    </w:p>
  </w:endnote>
  <w:endnote w:type="continuationSeparator" w:id="0">
    <w:p w14:paraId="22663E0E" w14:textId="77777777" w:rsidR="005B77C3" w:rsidRDefault="005B77C3"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71F7F" w:rsidRPr="00471F7F" w14:paraId="59048D64" w14:textId="77777777" w:rsidTr="00D83DFC">
      <w:tc>
        <w:tcPr>
          <w:tcW w:w="1361" w:type="dxa"/>
          <w:tcMar>
            <w:left w:w="0" w:type="dxa"/>
            <w:right w:w="0" w:type="dxa"/>
          </w:tcMar>
          <w:vAlign w:val="bottom"/>
        </w:tcPr>
        <w:p w14:paraId="7EAAC4FF" w14:textId="4841A2F2" w:rsidR="00471F7F" w:rsidRPr="00471F7F" w:rsidRDefault="00471F7F"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E467D2">
            <w:rPr>
              <w:rFonts w:ascii="Verdana" w:eastAsia="Verdana" w:hAnsi="Verdana"/>
              <w:b/>
              <w:noProof/>
              <w:color w:val="FF5200"/>
              <w:sz w:val="12"/>
              <w:szCs w:val="12"/>
            </w:rPr>
            <w:t>20</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E467D2">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471F7F" w:rsidRPr="00471F7F" w:rsidRDefault="00471F7F"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471F7F" w:rsidRPr="00471F7F" w:rsidRDefault="00471F7F"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471F7F" w:rsidRPr="00471F7F" w:rsidRDefault="00471F7F" w:rsidP="00471F7F">
          <w:pPr>
            <w:tabs>
              <w:tab w:val="center" w:pos="4536"/>
              <w:tab w:val="right" w:pos="9072"/>
            </w:tabs>
            <w:spacing w:after="0" w:line="240" w:lineRule="auto"/>
            <w:rPr>
              <w:rFonts w:ascii="Verdana" w:eastAsia="Verdana" w:hAnsi="Verdana"/>
              <w:sz w:val="12"/>
              <w:szCs w:val="12"/>
            </w:rPr>
          </w:pPr>
        </w:p>
      </w:tc>
    </w:tr>
  </w:tbl>
  <w:p w14:paraId="1EB12726" w14:textId="77777777" w:rsidR="00471F7F" w:rsidRPr="00471F7F" w:rsidRDefault="00471F7F"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231E025"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7750901"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471F7F" w:rsidRPr="00471F7F" w14:paraId="1E2FFD23" w14:textId="77777777" w:rsidTr="00D83DFC">
      <w:tc>
        <w:tcPr>
          <w:tcW w:w="1361" w:type="dxa"/>
          <w:tcMar>
            <w:left w:w="0" w:type="dxa"/>
            <w:right w:w="0" w:type="dxa"/>
          </w:tcMar>
          <w:vAlign w:val="bottom"/>
        </w:tcPr>
        <w:p w14:paraId="2EA4DDD2" w14:textId="49B4CB89" w:rsidR="00471F7F" w:rsidRPr="00471F7F" w:rsidRDefault="00471F7F" w:rsidP="00D83DFC">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E467D2">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E467D2">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471F7F" w:rsidRPr="00471F7F" w:rsidRDefault="006B1799" w:rsidP="00D83DFC">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00471F7F" w:rsidRPr="00471F7F">
            <w:rPr>
              <w:rFonts w:ascii="Verdana" w:eastAsia="Verdana" w:hAnsi="Verdana"/>
              <w:sz w:val="12"/>
              <w:szCs w:val="12"/>
            </w:rPr>
            <w:t>.cz</w:t>
          </w:r>
        </w:p>
      </w:tc>
    </w:tr>
  </w:tbl>
  <w:p w14:paraId="29F507E9" w14:textId="77777777" w:rsidR="00471F7F" w:rsidRDefault="00471F7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70751F" w14:textId="77777777" w:rsidR="005B77C3" w:rsidRDefault="005B77C3" w:rsidP="00533FFF">
      <w:pPr>
        <w:spacing w:after="0" w:line="240" w:lineRule="auto"/>
      </w:pPr>
      <w:r>
        <w:separator/>
      </w:r>
    </w:p>
  </w:footnote>
  <w:footnote w:type="continuationSeparator" w:id="0">
    <w:p w14:paraId="6FA8517F" w14:textId="77777777" w:rsidR="005B77C3" w:rsidRDefault="005B77C3" w:rsidP="00533F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0A14" w14:textId="59A1F1F2" w:rsidR="00471F7F" w:rsidRDefault="00471F7F">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15:restartNumberingAfterBreak="0">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15:restartNumberingAfterBreak="0">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15:restartNumberingAfterBreak="0">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2"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6"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3"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4"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1"/>
  </w:num>
  <w:num w:numId="6">
    <w:abstractNumId w:val="41"/>
  </w:num>
  <w:num w:numId="7">
    <w:abstractNumId w:val="53"/>
  </w:num>
  <w:num w:numId="8">
    <w:abstractNumId w:val="45"/>
  </w:num>
  <w:num w:numId="9">
    <w:abstractNumId w:val="16"/>
  </w:num>
  <w:num w:numId="10">
    <w:abstractNumId w:val="23"/>
  </w:num>
  <w:num w:numId="11">
    <w:abstractNumId w:val="54"/>
  </w:num>
  <w:num w:numId="12">
    <w:abstractNumId w:val="42"/>
  </w:num>
  <w:num w:numId="13">
    <w:abstractNumId w:val="2"/>
  </w:num>
  <w:num w:numId="14">
    <w:abstractNumId w:val="30"/>
  </w:num>
  <w:num w:numId="15">
    <w:abstractNumId w:val="38"/>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0"/>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2"/>
  </w:num>
  <w:num w:numId="33">
    <w:abstractNumId w:val="35"/>
  </w:num>
  <w:num w:numId="34">
    <w:abstractNumId w:val="46"/>
  </w:num>
  <w:num w:numId="35">
    <w:abstractNumId w:val="9"/>
  </w:num>
  <w:num w:numId="36">
    <w:abstractNumId w:val="48"/>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7"/>
  </w:num>
  <w:num w:numId="44">
    <w:abstractNumId w:val="36"/>
  </w:num>
  <w:num w:numId="45">
    <w:abstractNumId w:val="44"/>
  </w:num>
  <w:num w:numId="46">
    <w:abstractNumId w:val="12"/>
  </w:num>
  <w:num w:numId="47">
    <w:abstractNumId w:val="50"/>
  </w:num>
  <w:num w:numId="48">
    <w:abstractNumId w:val="10"/>
  </w:num>
  <w:num w:numId="49">
    <w:abstractNumId w:val="39"/>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49"/>
  </w:num>
  <w:num w:numId="69">
    <w:abstractNumId w:val="5"/>
  </w:num>
  <w:num w:numId="70">
    <w:abstractNumId w:val="5"/>
  </w:num>
  <w:num w:numId="71">
    <w:abstractNumId w:val="6"/>
  </w:num>
  <w:num w:numId="72">
    <w:abstractNumId w:val="5"/>
  </w:num>
  <w:num w:numId="73">
    <w:abstractNumId w:val="43"/>
  </w:num>
  <w:num w:numId="74">
    <w:abstractNumId w:val="0"/>
  </w:num>
  <w:num w:numId="75">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523F"/>
    <w:rsid w:val="00275705"/>
    <w:rsid w:val="00283BA7"/>
    <w:rsid w:val="002919AF"/>
    <w:rsid w:val="00292EC7"/>
    <w:rsid w:val="002A0F7C"/>
    <w:rsid w:val="002A2709"/>
    <w:rsid w:val="002A575A"/>
    <w:rsid w:val="002A5DEA"/>
    <w:rsid w:val="002B22F1"/>
    <w:rsid w:val="002B3148"/>
    <w:rsid w:val="002C760E"/>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560C"/>
    <w:rsid w:val="003618EC"/>
    <w:rsid w:val="00363C3A"/>
    <w:rsid w:val="00364CD8"/>
    <w:rsid w:val="00365321"/>
    <w:rsid w:val="00371D29"/>
    <w:rsid w:val="00373FDE"/>
    <w:rsid w:val="003762DF"/>
    <w:rsid w:val="00383BCD"/>
    <w:rsid w:val="00385782"/>
    <w:rsid w:val="00391637"/>
    <w:rsid w:val="003916F6"/>
    <w:rsid w:val="00391D31"/>
    <w:rsid w:val="00397EC3"/>
    <w:rsid w:val="003A47CF"/>
    <w:rsid w:val="003A60F1"/>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B77C3"/>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799"/>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932"/>
    <w:rsid w:val="0078160E"/>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1BB0"/>
    <w:rsid w:val="009A35F3"/>
    <w:rsid w:val="009A4457"/>
    <w:rsid w:val="009B123A"/>
    <w:rsid w:val="009B2418"/>
    <w:rsid w:val="009B2C63"/>
    <w:rsid w:val="009B3128"/>
    <w:rsid w:val="009B57D8"/>
    <w:rsid w:val="009B6FBB"/>
    <w:rsid w:val="009C12F7"/>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C14"/>
    <w:rsid w:val="00C06183"/>
    <w:rsid w:val="00C07E9E"/>
    <w:rsid w:val="00C11046"/>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D1798"/>
    <w:rsid w:val="00CD4FC6"/>
    <w:rsid w:val="00CD5EB8"/>
    <w:rsid w:val="00CE32F8"/>
    <w:rsid w:val="00CF0087"/>
    <w:rsid w:val="00CF5C55"/>
    <w:rsid w:val="00D0485B"/>
    <w:rsid w:val="00D17218"/>
    <w:rsid w:val="00D17442"/>
    <w:rsid w:val="00D3172A"/>
    <w:rsid w:val="00D31834"/>
    <w:rsid w:val="00D33EE4"/>
    <w:rsid w:val="00D34523"/>
    <w:rsid w:val="00D40B71"/>
    <w:rsid w:val="00D410B7"/>
    <w:rsid w:val="00D52079"/>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454DD"/>
    <w:rsid w:val="00E467D2"/>
    <w:rsid w:val="00E53B47"/>
    <w:rsid w:val="00E56CB1"/>
    <w:rsid w:val="00E61F72"/>
    <w:rsid w:val="00E73C45"/>
    <w:rsid w:val="00E75766"/>
    <w:rsid w:val="00E770C8"/>
    <w:rsid w:val="00E81355"/>
    <w:rsid w:val="00E82F6C"/>
    <w:rsid w:val="00E86F13"/>
    <w:rsid w:val="00E9086F"/>
    <w:rsid w:val="00E94320"/>
    <w:rsid w:val="00E95FBF"/>
    <w:rsid w:val="00E97A4A"/>
    <w:rsid w:val="00EA4502"/>
    <w:rsid w:val="00EA5FC9"/>
    <w:rsid w:val="00EA65D4"/>
    <w:rsid w:val="00EB6178"/>
    <w:rsid w:val="00EC2006"/>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6448B3"/>
  <w15:docId w15:val="{0D3E4579-434B-46CD-AAA3-248ADD820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E53019-DC22-4217-B596-C35C266D88AE}">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4.xml><?xml version="1.0" encoding="utf-8"?>
<ds:datastoreItem xmlns:ds="http://schemas.openxmlformats.org/officeDocument/2006/customXml" ds:itemID="{57F27DCB-DE84-4E1C-9D2C-2CE1B61F9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11108</Words>
  <Characters>65541</Characters>
  <Application>Microsoft Office Word</Application>
  <DocSecurity>4</DocSecurity>
  <Lines>546</Lines>
  <Paragraphs>152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Burdová Nikola, Mgr. Bc.</cp:lastModifiedBy>
  <cp:revision>2</cp:revision>
  <dcterms:created xsi:type="dcterms:W3CDTF">2021-07-09T06:40:00Z</dcterms:created>
  <dcterms:modified xsi:type="dcterms:W3CDTF">2021-07-09T06:40:00Z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