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577BAA">
        <w:rPr>
          <w:b/>
        </w:rPr>
        <w:t>„</w:t>
      </w:r>
      <w:r w:rsidR="00577BAA" w:rsidRPr="00577BAA">
        <w:rPr>
          <w:rFonts w:cs="Arial"/>
          <w:b/>
        </w:rPr>
        <w:t>Nákup ocelového portálového jeřábu</w:t>
      </w:r>
      <w:r w:rsidRPr="00577BAA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BD0688" w:rsidRPr="00577BAA" w:rsidRDefault="00BD0688" w:rsidP="00BD0688">
      <w:pPr>
        <w:pStyle w:val="Doplujcdaje"/>
        <w:ind w:firstLine="709"/>
        <w:rPr>
          <w:sz w:val="18"/>
          <w:szCs w:val="18"/>
        </w:rPr>
      </w:pPr>
      <w:r w:rsidRPr="00577BAA">
        <w:rPr>
          <w:sz w:val="18"/>
          <w:szCs w:val="18"/>
        </w:rPr>
        <w:t xml:space="preserve">Příloha </w:t>
      </w:r>
      <w:r w:rsidR="00577BAA" w:rsidRPr="00577BAA">
        <w:rPr>
          <w:sz w:val="18"/>
          <w:szCs w:val="18"/>
        </w:rPr>
        <w:t>1</w:t>
      </w:r>
      <w:r w:rsidRPr="00577BAA">
        <w:rPr>
          <w:sz w:val="18"/>
          <w:szCs w:val="18"/>
        </w:rPr>
        <w:t xml:space="preserve"> Formulář ČP o splnění základní způsobilosti</w:t>
      </w:r>
    </w:p>
    <w:p w:rsidR="00BD0688" w:rsidRPr="00577BAA" w:rsidRDefault="00577BAA" w:rsidP="00BD0688">
      <w:pPr>
        <w:pStyle w:val="Doplujcdaje"/>
        <w:ind w:firstLine="709"/>
        <w:rPr>
          <w:sz w:val="18"/>
          <w:szCs w:val="18"/>
        </w:rPr>
      </w:pPr>
      <w:r w:rsidRPr="00577BAA">
        <w:rPr>
          <w:sz w:val="18"/>
          <w:szCs w:val="18"/>
        </w:rPr>
        <w:t>Příloha 2</w:t>
      </w:r>
      <w:r w:rsidR="00BD0688" w:rsidRPr="00577BAA">
        <w:rPr>
          <w:sz w:val="18"/>
          <w:szCs w:val="18"/>
        </w:rPr>
        <w:t xml:space="preserve"> Formulář nabídky</w:t>
      </w:r>
    </w:p>
    <w:p w:rsidR="00BD0688" w:rsidRPr="00577BAA" w:rsidRDefault="00577BAA" w:rsidP="00BD0688">
      <w:pPr>
        <w:pStyle w:val="Doplujcdaje"/>
        <w:ind w:firstLine="709"/>
        <w:rPr>
          <w:sz w:val="18"/>
          <w:szCs w:val="18"/>
        </w:rPr>
      </w:pPr>
      <w:r w:rsidRPr="00577BAA">
        <w:rPr>
          <w:sz w:val="18"/>
          <w:szCs w:val="18"/>
        </w:rPr>
        <w:t>Příloha 3</w:t>
      </w:r>
      <w:r w:rsidR="00BD0688" w:rsidRPr="00577BAA">
        <w:rPr>
          <w:sz w:val="18"/>
          <w:szCs w:val="18"/>
        </w:rPr>
        <w:t xml:space="preserve"> Návrh </w:t>
      </w:r>
      <w:r w:rsidRPr="00577BAA">
        <w:rPr>
          <w:sz w:val="18"/>
          <w:szCs w:val="18"/>
        </w:rPr>
        <w:t xml:space="preserve">kupní </w:t>
      </w:r>
      <w:r w:rsidR="00BD0688" w:rsidRPr="00577BAA">
        <w:rPr>
          <w:sz w:val="18"/>
          <w:szCs w:val="18"/>
        </w:rPr>
        <w:t xml:space="preserve">smlouvy </w:t>
      </w:r>
    </w:p>
    <w:p w:rsidR="00BD0688" w:rsidRPr="00577BAA" w:rsidRDefault="00577BAA" w:rsidP="00BD0688">
      <w:pPr>
        <w:pStyle w:val="Doplujcdaje"/>
        <w:ind w:firstLine="709"/>
        <w:rPr>
          <w:sz w:val="18"/>
          <w:szCs w:val="18"/>
        </w:rPr>
      </w:pPr>
      <w:r w:rsidRPr="00577BAA">
        <w:rPr>
          <w:sz w:val="18"/>
          <w:szCs w:val="18"/>
        </w:rPr>
        <w:t>Příloha 4</w:t>
      </w:r>
      <w:r w:rsidR="00BD0688" w:rsidRPr="00577BAA">
        <w:rPr>
          <w:sz w:val="18"/>
          <w:szCs w:val="18"/>
        </w:rPr>
        <w:t xml:space="preserve"> Analýza nebezpečí a hodnocení rizik</w:t>
      </w:r>
    </w:p>
    <w:p w:rsidR="00BD0688" w:rsidRPr="00577BAA" w:rsidRDefault="00577BAA" w:rsidP="00BD0688">
      <w:pPr>
        <w:pStyle w:val="Doplujcdaje"/>
        <w:ind w:firstLine="709"/>
        <w:rPr>
          <w:sz w:val="18"/>
          <w:szCs w:val="18"/>
        </w:rPr>
      </w:pPr>
      <w:r w:rsidRPr="00577BAA">
        <w:rPr>
          <w:sz w:val="18"/>
          <w:szCs w:val="18"/>
        </w:rPr>
        <w:t>Příloha 5</w:t>
      </w:r>
      <w:r w:rsidR="00BD0688" w:rsidRPr="00577BAA">
        <w:rPr>
          <w:sz w:val="18"/>
          <w:szCs w:val="18"/>
        </w:rPr>
        <w:t xml:space="preserve"> Čestné prohlášení ve vztahu k zakázaným dohodám</w:t>
      </w:r>
    </w:p>
    <w:p w:rsidR="002561BD" w:rsidRDefault="00577BAA" w:rsidP="00BD0688">
      <w:pPr>
        <w:pStyle w:val="Doplujcdaje"/>
        <w:ind w:firstLine="709"/>
        <w:rPr>
          <w:sz w:val="18"/>
          <w:szCs w:val="18"/>
        </w:rPr>
      </w:pPr>
      <w:r w:rsidRPr="00577BAA">
        <w:rPr>
          <w:sz w:val="18"/>
          <w:szCs w:val="18"/>
        </w:rPr>
        <w:t>Příloha 6</w:t>
      </w:r>
      <w:r w:rsidR="00BD0688" w:rsidRPr="00577BAA">
        <w:rPr>
          <w:sz w:val="18"/>
          <w:szCs w:val="18"/>
        </w:rPr>
        <w:t xml:space="preserve"> Čestné prohlášení k Registru smluv</w:t>
      </w:r>
    </w:p>
    <w:p w:rsidR="001E3194" w:rsidRPr="00577BAA" w:rsidRDefault="001E3194" w:rsidP="00BD0688">
      <w:pPr>
        <w:pStyle w:val="Doplujcdaje"/>
        <w:ind w:firstLine="709"/>
        <w:rPr>
          <w:sz w:val="18"/>
          <w:szCs w:val="18"/>
        </w:rPr>
      </w:pPr>
      <w:r>
        <w:rPr>
          <w:sz w:val="18"/>
          <w:szCs w:val="18"/>
        </w:rPr>
        <w:t xml:space="preserve">Příloha 7 </w:t>
      </w:r>
      <w:r w:rsidRPr="001E3194">
        <w:rPr>
          <w:sz w:val="18"/>
          <w:szCs w:val="18"/>
        </w:rPr>
        <w:t>Opatření pro postup v případě anonymního oznámení o NVS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577BAA" w:rsidRPr="00577BAA">
        <w:rPr>
          <w:rFonts w:cs="Arial"/>
          <w:b/>
        </w:rPr>
        <w:t>Nákup ocelového portálového jeřábu</w:t>
      </w:r>
      <w:r w:rsidRPr="00F05536">
        <w:rPr>
          <w:b/>
        </w:rPr>
        <w:t xml:space="preserve">“ </w:t>
      </w:r>
      <w:r w:rsidRPr="00F05536">
        <w:t>za tuto nabídkovou cenu: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 </w:t>
      </w:r>
      <w:r w:rsidR="00577BAA">
        <w:rPr>
          <w:b/>
          <w:bCs/>
        </w:rPr>
        <w:tab/>
      </w:r>
      <w:r w:rsidRPr="00BB46F9">
        <w:rPr>
          <w:b/>
          <w:bCs/>
          <w:highlight w:val="yellow"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</w:t>
      </w:r>
      <w:r w:rsidR="00577BAA">
        <w:rPr>
          <w:b/>
          <w:bCs/>
        </w:rPr>
        <w:tab/>
      </w:r>
      <w:r w:rsidRPr="00BB46F9">
        <w:rPr>
          <w:b/>
          <w:bCs/>
          <w:highlight w:val="yellow"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DPH           </w:t>
      </w:r>
      <w:r w:rsidR="00577BAA">
        <w:rPr>
          <w:b/>
          <w:bCs/>
        </w:rPr>
        <w:tab/>
      </w:r>
      <w:r w:rsidRPr="00BB46F9">
        <w:rPr>
          <w:b/>
          <w:bCs/>
          <w:highlight w:val="yellow"/>
        </w:rPr>
        <w:t>……………… Kč</w:t>
      </w:r>
    </w:p>
    <w:p w:rsidR="00374707" w:rsidRPr="00577BAA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</w:t>
      </w:r>
      <w:r w:rsidR="00577BAA" w:rsidRPr="00577BAA">
        <w:t xml:space="preserve">kupní </w:t>
      </w:r>
      <w:r w:rsidRPr="00577BAA">
        <w:t>smlouvy.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F05536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Zahájení díla: </w:t>
      </w:r>
      <w:r w:rsidR="00577BAA" w:rsidRPr="00A94031">
        <w:rPr>
          <w:b/>
        </w:rPr>
        <w:t>ihned po nabytí účinnosti smlouvy uveřejněním v 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díla: </w:t>
      </w:r>
      <w:r w:rsidR="00BD68C8">
        <w:rPr>
          <w:b/>
        </w:rPr>
        <w:t>30</w:t>
      </w:r>
      <w:bookmarkStart w:id="0" w:name="_GoBack"/>
      <w:bookmarkEnd w:id="0"/>
      <w:r w:rsidR="00577BAA" w:rsidRPr="00577BAA">
        <w:rPr>
          <w:b/>
        </w:rPr>
        <w:t>. 11. 2021</w:t>
      </w:r>
      <w:r w:rsidRPr="00577BAA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Vl</w:t>
      </w:r>
      <w:r w:rsidR="00BB46F9">
        <w:t xml:space="preserve">astními kapacitami provedeme: </w:t>
      </w:r>
      <w:r w:rsidR="00BB46F9">
        <w:tab/>
      </w:r>
      <w:r w:rsidR="00BB46F9" w:rsidRPr="00BB46F9">
        <w:rPr>
          <w:highlight w:val="yellow"/>
        </w:rPr>
        <w:t>……..</w:t>
      </w:r>
      <w:r w:rsidR="00577BAA">
        <w:t xml:space="preserve"> </w:t>
      </w:r>
      <w:r w:rsidRPr="007364DE"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 xml:space="preserve">ěkterou část veřejné zakázky </w:t>
      </w:r>
      <w:r>
        <w:rPr>
          <w:color w:val="000000"/>
        </w:rPr>
        <w:lastRenderedPageBreak/>
        <w:t>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BB46F9">
        <w:rPr>
          <w:highlight w:val="yellow"/>
        </w:rPr>
        <w:t>……………………………….</w:t>
      </w:r>
    </w:p>
    <w:p w:rsidR="00374707" w:rsidRPr="007364DE" w:rsidRDefault="00374707" w:rsidP="00577BAA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="00577BAA">
        <w:t>kupní smlouva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BB46F9" w:rsidRPr="00BB46F9">
        <w:rPr>
          <w:highlight w:val="yellow"/>
        </w:rPr>
        <w:t>……………………………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  <w:r w:rsidR="00BB46F9" w:rsidRPr="00BB46F9">
        <w:rPr>
          <w:highlight w:val="yellow"/>
        </w:rPr>
        <w:t>…………………………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Proti vzniku škod z provádění veřejné zakázky jsme pojištěni do výše </w:t>
      </w:r>
      <w:r w:rsidRPr="00BB46F9">
        <w:rPr>
          <w:highlight w:val="yellow"/>
        </w:rPr>
        <w:t>……………………,-</w:t>
      </w:r>
      <w:r w:rsidRPr="007364DE">
        <w:t xml:space="preserve">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……………………….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……………………..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D68C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68C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D68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68C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E3194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77BAA"/>
    <w:rsid w:val="0059084E"/>
    <w:rsid w:val="005C1F5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B46F9"/>
    <w:rsid w:val="00BD0688"/>
    <w:rsid w:val="00BD17D5"/>
    <w:rsid w:val="00BD68C8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E18A0A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DFDAF3-7E0B-4C75-8205-B2F55844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17</TotalTime>
  <Pages>2</Pages>
  <Words>474</Words>
  <Characters>2801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Mantlíková Lucie</cp:lastModifiedBy>
  <cp:revision>7</cp:revision>
  <cp:lastPrinted>2017-11-28T17:18:00Z</cp:lastPrinted>
  <dcterms:created xsi:type="dcterms:W3CDTF">2021-02-04T12:02:00Z</dcterms:created>
  <dcterms:modified xsi:type="dcterms:W3CDTF">2021-08-26T05:49:00Z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