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D6FC24C" w14:textId="77777777" w:rsidR="00EA0618" w:rsidRDefault="00EA0618" w:rsidP="00B87D91">
      <w:pPr>
        <w:rPr>
          <w:b/>
          <w:color w:val="FF0000"/>
          <w:sz w:val="36"/>
          <w:szCs w:val="36"/>
        </w:rPr>
      </w:pPr>
    </w:p>
    <w:p w14:paraId="13A73EF5" w14:textId="4A6D47FE" w:rsidR="00D1768A" w:rsidRPr="00EA0618" w:rsidRDefault="008B1A2C" w:rsidP="00B87D91">
      <w:pPr>
        <w:rPr>
          <w:b/>
          <w:sz w:val="36"/>
          <w:szCs w:val="36"/>
        </w:rPr>
      </w:pPr>
      <w:r w:rsidRPr="00D1768A">
        <w:rPr>
          <w:b/>
          <w:color w:val="FF0000"/>
          <w:sz w:val="36"/>
          <w:szCs w:val="36"/>
        </w:rPr>
        <w:t>Krycí list nabídky</w:t>
      </w:r>
      <w:r w:rsidR="0031280B" w:rsidRPr="00D1768A">
        <w:rPr>
          <w:b/>
          <w:color w:val="FF0000"/>
          <w:sz w:val="36"/>
          <w:szCs w:val="36"/>
        </w:rPr>
        <w:t xml:space="preserve"> k veřejné zakázce s </w:t>
      </w:r>
      <w:r w:rsidR="0031280B" w:rsidRPr="00EA0618">
        <w:rPr>
          <w:b/>
          <w:color w:val="FF0000"/>
          <w:sz w:val="36"/>
          <w:szCs w:val="36"/>
        </w:rPr>
        <w:t xml:space="preserve">názvem </w:t>
      </w:r>
      <w:r w:rsidR="008C3977" w:rsidRPr="00EA0618">
        <w:rPr>
          <w:b/>
          <w:color w:val="FF0000"/>
          <w:sz w:val="36"/>
          <w:szCs w:val="36"/>
        </w:rPr>
        <w:t>„Motorgenerátor s podvozkem“</w:t>
      </w:r>
      <w:r w:rsidR="000128D4" w:rsidRPr="00EA0618">
        <w:rPr>
          <w:b/>
          <w:sz w:val="36"/>
          <w:szCs w:val="36"/>
        </w:rPr>
        <w:t xml:space="preserve"> </w:t>
      </w:r>
    </w:p>
    <w:p w14:paraId="523FE11F" w14:textId="5F26D535" w:rsidR="008B1A2C" w:rsidRPr="00D1768A" w:rsidRDefault="000128D4" w:rsidP="00B87D91">
      <w:pPr>
        <w:rPr>
          <w:b/>
          <w:color w:val="FF0000"/>
          <w:sz w:val="36"/>
          <w:szCs w:val="36"/>
        </w:rPr>
      </w:pPr>
      <w:r w:rsidRPr="00EA0618">
        <w:rPr>
          <w:b/>
          <w:color w:val="FF0000"/>
          <w:sz w:val="36"/>
          <w:szCs w:val="36"/>
        </w:rPr>
        <w:t xml:space="preserve">vedené pod </w:t>
      </w:r>
      <w:r w:rsidRPr="00EA0618">
        <w:rPr>
          <w:rFonts w:eastAsia="Times New Roman" w:cs="Times New Roman"/>
          <w:b/>
          <w:color w:val="FF0000"/>
          <w:sz w:val="36"/>
          <w:szCs w:val="36"/>
          <w:lang w:eastAsia="cs-CZ"/>
        </w:rPr>
        <w:t>č.</w:t>
      </w:r>
      <w:r w:rsidR="00EA0618">
        <w:rPr>
          <w:rFonts w:eastAsia="Times New Roman" w:cs="Times New Roman"/>
          <w:b/>
          <w:color w:val="FF0000"/>
          <w:sz w:val="36"/>
          <w:szCs w:val="36"/>
          <w:lang w:eastAsia="cs-CZ"/>
        </w:rPr>
        <w:t xml:space="preserve"> </w:t>
      </w:r>
      <w:r w:rsidRPr="00EA0618">
        <w:rPr>
          <w:rFonts w:eastAsia="Times New Roman" w:cs="Times New Roman"/>
          <w:b/>
          <w:color w:val="FF0000"/>
          <w:sz w:val="36"/>
          <w:szCs w:val="36"/>
          <w:lang w:eastAsia="cs-CZ"/>
        </w:rPr>
        <w:t>j. (</w:t>
      </w:r>
      <w:r w:rsidR="00EA0618" w:rsidRPr="00EA0618">
        <w:rPr>
          <w:rFonts w:eastAsia="Times New Roman" w:cs="Times New Roman"/>
          <w:b/>
          <w:color w:val="FF0000"/>
          <w:sz w:val="36"/>
          <w:szCs w:val="36"/>
          <w:lang w:eastAsia="cs-CZ"/>
        </w:rPr>
        <w:t>15878</w:t>
      </w:r>
      <w:r w:rsidR="00D1768A" w:rsidRPr="00EA0618">
        <w:rPr>
          <w:rFonts w:eastAsia="Times New Roman" w:cs="Times New Roman"/>
          <w:b/>
          <w:color w:val="FF0000"/>
          <w:sz w:val="36"/>
          <w:szCs w:val="36"/>
          <w:lang w:eastAsia="cs-CZ"/>
        </w:rPr>
        <w:t>/2021-SŽ-OŘ UNL-OVZ</w:t>
      </w:r>
      <w:r w:rsidRPr="00EA0618">
        <w:rPr>
          <w:rFonts w:eastAsia="Times New Roman" w:cs="Times New Roman"/>
          <w:b/>
          <w:color w:val="FF0000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DDDBD9A" w14:textId="77777777" w:rsidR="00EA0618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EBF7E0E" w14:textId="699052FD" w:rsidR="00EA0618" w:rsidRDefault="00EA061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0707719" w:history="1">
            <w:r w:rsidRPr="00AE5419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E5419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_Toc80707719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3D95E" w14:textId="1F812CC6" w:rsidR="00EA0618" w:rsidRDefault="00EA061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0707720" w:history="1">
            <w:r w:rsidRPr="00AE541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E541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_Toc80707720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6D5C5" w14:textId="01B2189D" w:rsidR="00EA0618" w:rsidRDefault="00EA061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0707721" w:history="1">
            <w:r w:rsidRPr="00AE541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E541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_Toc80707721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070771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89953CE" w14:textId="5B98DE83" w:rsidR="00D1768A" w:rsidRPr="004E1498" w:rsidRDefault="00D1768A" w:rsidP="00D1768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6D30C898" w14:textId="7A45C91D" w:rsidR="00D1768A" w:rsidRDefault="00D1768A" w:rsidP="00D176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Železničářská 1386/31, </w:t>
      </w:r>
      <w:r w:rsidRPr="00071E9D">
        <w:rPr>
          <w:rFonts w:eastAsia="Times New Roman" w:cs="Times New Roman"/>
          <w:lang w:eastAsia="cs-CZ"/>
        </w:rPr>
        <w:t>400 03 Ústí nad Labem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51830268" w:rsidR="00A93A74" w:rsidRDefault="00A93A74" w:rsidP="008B1A2C">
      <w:r w:rsidRPr="00D1768A">
        <w:t xml:space="preserve">Účastník prohlašuje, že veškeré údaje uvedené v tomto krycím listu, který je přílohou č. </w:t>
      </w:r>
      <w:r w:rsidR="00B87D91" w:rsidRPr="00D1768A">
        <w:t xml:space="preserve">1 </w:t>
      </w:r>
      <w:r w:rsidRPr="00D1768A">
        <w:t>Výzvy k podání nabíd</w:t>
      </w:r>
      <w:r w:rsidR="004C76E9" w:rsidRPr="00D1768A">
        <w:t>ky</w:t>
      </w:r>
      <w:r w:rsidRPr="00D1768A">
        <w:t xml:space="preserve"> na veřejnou zakázku zadávanou</w:t>
      </w:r>
      <w:r w:rsidR="004C76E9" w:rsidRPr="00D1768A">
        <w:t xml:space="preserve"> jako </w:t>
      </w:r>
      <w:r w:rsidR="000128D4" w:rsidRPr="00D1768A">
        <w:rPr>
          <w:rFonts w:eastAsia="Times New Roman" w:cs="Times New Roman"/>
          <w:lang w:eastAsia="cs-CZ"/>
        </w:rPr>
        <w:t>podlimitní sektorovou veřejnou zakázku</w:t>
      </w:r>
      <w:r w:rsidRPr="00D1768A">
        <w:t>, jsou pravdivé</w:t>
      </w:r>
      <w:r w:rsidR="009771C9" w:rsidRPr="00D1768A">
        <w:t>, úplné a odpovídají skutečnosti</w:t>
      </w:r>
      <w:r w:rsidRPr="00D1768A">
        <w:t xml:space="preserve">. Účastník si je vědom důsledků záměrného uvedení nepravdivých údajů, které v rovině tohoto zadávacího řízení </w:t>
      </w:r>
      <w:r w:rsidR="009771C9" w:rsidRPr="00D1768A">
        <w:t>mohou vést až k</w:t>
      </w:r>
      <w:r w:rsidRPr="00D1768A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FA52BF2" w14:textId="77777777" w:rsidR="00D1768A" w:rsidRDefault="00D1768A" w:rsidP="00D1768A">
      <w:r>
        <w:t>Obsah</w:t>
      </w:r>
    </w:p>
    <w:p w14:paraId="5E93D0AF" w14:textId="77777777" w:rsidR="00D1768A" w:rsidRDefault="00D1768A" w:rsidP="00D1768A">
      <w:r w:rsidRPr="0036741E">
        <w:t>Celková nabídková cena v Kč bez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67B9A762" w14:textId="77777777" w:rsidR="00D1768A" w:rsidRDefault="00D1768A" w:rsidP="00D1768A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70CC7C12" w14:textId="77777777" w:rsidR="00D1768A" w:rsidRDefault="00D1768A" w:rsidP="00D1768A">
      <w:r>
        <w:t>Celková nabídková cena v Kč včetně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915FC32" w14:textId="13F31DD7" w:rsidR="008B1A2C" w:rsidRPr="008B1A2C" w:rsidRDefault="00C228EE" w:rsidP="00D1768A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A061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A0618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070772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070772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D48E9A1" w14:textId="77777777" w:rsidR="00D1768A" w:rsidRDefault="00D1768A"/>
    <w:p w14:paraId="02BFC612" w14:textId="77777777" w:rsidR="00D1768A" w:rsidRDefault="00D1768A" w:rsidP="00D1768A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121E55AB" w14:textId="77777777" w:rsidR="00D1768A" w:rsidRDefault="00D1768A" w:rsidP="00D1768A"/>
    <w:p w14:paraId="30C92C49" w14:textId="77777777" w:rsidR="00D1768A" w:rsidRPr="00B87D91" w:rsidRDefault="00D1768A" w:rsidP="00D1768A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30B4A89D" w14:textId="57E0C1D8" w:rsidR="00D1768A" w:rsidRDefault="00D1768A" w:rsidP="00D1768A">
      <w:r w:rsidRPr="00B87D91">
        <w:rPr>
          <w:highlight w:val="green"/>
        </w:rPr>
        <w:t>funkce osoby</w:t>
      </w:r>
    </w:p>
    <w:p w14:paraId="64796EC8" w14:textId="5946AF1A" w:rsidR="00D1768A" w:rsidRDefault="00D1768A" w:rsidP="00D1768A"/>
    <w:p w14:paraId="5AAADD7E" w14:textId="2DA5A910" w:rsidR="00E85D44" w:rsidRDefault="00E85D44" w:rsidP="00D1768A">
      <w:pPr>
        <w:rPr>
          <w:rFonts w:eastAsia="Times New Roman" w:cs="Times New Roman"/>
          <w:lang w:eastAsia="cs-CZ"/>
        </w:rPr>
      </w:pPr>
    </w:p>
    <w:sectPr w:rsidR="00E85D44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1856AF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061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061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3107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1E0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1768A" w14:paraId="0836C1CD" w14:textId="77777777" w:rsidTr="00D1768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BDAE0D9" w:rsidR="00D1768A" w:rsidRPr="00B8518B" w:rsidRDefault="00D1768A" w:rsidP="00D1768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06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061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D1768A" w:rsidRDefault="00D1768A" w:rsidP="00D1768A">
          <w:pPr>
            <w:pStyle w:val="Zpat"/>
          </w:pPr>
          <w:r>
            <w:t>Správa železnic, státní organizace</w:t>
          </w:r>
        </w:p>
        <w:p w14:paraId="088479C8" w14:textId="77777777" w:rsidR="00D1768A" w:rsidRDefault="00D1768A" w:rsidP="00D17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D1768A" w:rsidRDefault="00D1768A" w:rsidP="00D1768A">
          <w:pPr>
            <w:pStyle w:val="Zpat"/>
          </w:pPr>
          <w:r>
            <w:t>Sídlo: Dlážděná 1003/7, 110 00 Praha 1</w:t>
          </w:r>
        </w:p>
        <w:p w14:paraId="11DFF922" w14:textId="77777777" w:rsidR="00D1768A" w:rsidRDefault="00D1768A" w:rsidP="00D1768A">
          <w:pPr>
            <w:pStyle w:val="Zpat"/>
          </w:pPr>
          <w:r>
            <w:t>IČO: 709 94 234 DIČ: CZ 709 94 234</w:t>
          </w:r>
        </w:p>
        <w:p w14:paraId="586541E0" w14:textId="77777777" w:rsidR="00D1768A" w:rsidRDefault="00D1768A" w:rsidP="00D1768A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89A81B5" w14:textId="77777777" w:rsidR="00D1768A" w:rsidRDefault="00D1768A" w:rsidP="00D1768A">
          <w:pPr>
            <w:pStyle w:val="Zpat"/>
          </w:pPr>
          <w:r>
            <w:t>Oblastní ředitelství Ústí nad Labem</w:t>
          </w:r>
        </w:p>
        <w:p w14:paraId="3A6EEB46" w14:textId="77777777" w:rsidR="00D1768A" w:rsidRDefault="00D1768A" w:rsidP="00D1768A">
          <w:pPr>
            <w:pStyle w:val="Zpat"/>
          </w:pPr>
          <w:r>
            <w:t>Železničářská 1386/31</w:t>
          </w:r>
        </w:p>
        <w:p w14:paraId="6067E9D4" w14:textId="4C44B332" w:rsidR="00D1768A" w:rsidRDefault="00D1768A" w:rsidP="00D1768A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3F9D14E1" w14:textId="761A0CBF" w:rsidR="00D1768A" w:rsidRDefault="00D1768A" w:rsidP="00D1768A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25F98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7E57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AB133E2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061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061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F092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399F3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3977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1768A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A0618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192501A1-8B5A-46D8-9B06-C0657839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683ED8-37E1-4DF9-8A1D-9D518C4E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71</TotalTime>
  <Pages>4</Pages>
  <Words>552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Koštířová Lenka</cp:lastModifiedBy>
  <cp:revision>17</cp:revision>
  <cp:lastPrinted>2017-11-28T17:18:00Z</cp:lastPrinted>
  <dcterms:created xsi:type="dcterms:W3CDTF">2020-06-29T15:29:00Z</dcterms:created>
  <dcterms:modified xsi:type="dcterms:W3CDTF">2021-08-24T12:28:00Z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