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Pr="002C0B05" w:rsidRDefault="00596C7E" w:rsidP="00596C7E">
            <w:pPr>
              <w:rPr>
                <w:rStyle w:val="Potovnadresa"/>
              </w:rPr>
            </w:pPr>
          </w:p>
          <w:p w:rsidR="002C0B05" w:rsidRPr="002C0B05" w:rsidRDefault="002C0B05" w:rsidP="002C0B05">
            <w:pPr>
              <w:pStyle w:val="Bezmezer"/>
              <w:rPr>
                <w:b/>
                <w:sz w:val="18"/>
              </w:rPr>
            </w:pPr>
            <w:r w:rsidRPr="002C0B05">
              <w:rPr>
                <w:b/>
                <w:sz w:val="18"/>
              </w:rPr>
              <w:t>Uveřejněno na profilu zadavatele</w:t>
            </w:r>
          </w:p>
          <w:p w:rsidR="00F862D6" w:rsidRPr="002C0B05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4518D5">
            <w:pPr>
              <w:tabs>
                <w:tab w:val="left" w:pos="600"/>
              </w:tabs>
            </w:pPr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C92DCC" w:rsidP="00C92DCC">
            <w:r w:rsidRPr="00C92DCC">
              <w:rPr>
                <w:rFonts w:ascii="Helvetica" w:hAnsi="Helvetica"/>
              </w:rPr>
              <w:t>15450/2021-SŽ-SSV-Ú3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A53853" w:rsidRDefault="00F862D6" w:rsidP="004518D5">
            <w:pPr>
              <w:tabs>
                <w:tab w:val="left" w:pos="600"/>
              </w:tabs>
            </w:pPr>
            <w:r w:rsidRPr="00A53853">
              <w:t>Listů/příloh</w:t>
            </w:r>
          </w:p>
        </w:tc>
        <w:tc>
          <w:tcPr>
            <w:tcW w:w="2552" w:type="dxa"/>
          </w:tcPr>
          <w:p w:rsidR="00F862D6" w:rsidRPr="00A53853" w:rsidRDefault="00A53853" w:rsidP="00116A92">
            <w:r w:rsidRPr="00A53853">
              <w:t>3</w:t>
            </w:r>
            <w:r w:rsidR="003E6B9A" w:rsidRPr="00A53853">
              <w:t>/</w:t>
            </w:r>
            <w:r w:rsidR="00116A92" w:rsidRPr="00A53853">
              <w:t>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Datum</w:t>
            </w:r>
          </w:p>
        </w:tc>
        <w:tc>
          <w:tcPr>
            <w:tcW w:w="2552" w:type="dxa"/>
          </w:tcPr>
          <w:p w:rsidR="009A7568" w:rsidRPr="003E6B9A" w:rsidRDefault="00535DC9" w:rsidP="00535DC9">
            <w:r>
              <w:t>23</w:t>
            </w:r>
            <w:r w:rsidR="003D7442">
              <w:t>. srpna 2021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="00BB73C8">
        <w:rPr>
          <w:rFonts w:eastAsia="Calibri" w:cs="Times New Roman"/>
          <w:lang w:eastAsia="cs-CZ"/>
        </w:rPr>
        <w:t xml:space="preserve">dokumentace č. </w:t>
      </w:r>
      <w:r w:rsidR="00925C8B">
        <w:rPr>
          <w:rFonts w:eastAsia="Times New Roman" w:cs="Times New Roman"/>
          <w:lang w:eastAsia="cs-CZ"/>
        </w:rPr>
        <w:t>1</w:t>
      </w:r>
      <w:r w:rsidR="008846D7">
        <w:rPr>
          <w:rFonts w:eastAsia="Times New Roman" w:cs="Times New Roman"/>
          <w:lang w:eastAsia="cs-CZ"/>
        </w:rPr>
        <w:t>6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B62B0" w:rsidRDefault="009B62B0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A79D9" w:rsidRPr="00BD5319" w:rsidRDefault="005A79D9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62B0" w:rsidRPr="00BD5319" w:rsidRDefault="004568A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</w:t>
      </w:r>
      <w:r w:rsidR="008846D7">
        <w:rPr>
          <w:rFonts w:eastAsia="Calibri" w:cs="Times New Roman"/>
          <w:b/>
          <w:lang w:eastAsia="cs-CZ"/>
        </w:rPr>
        <w:t>3</w:t>
      </w:r>
      <w:r w:rsidR="009B62B0" w:rsidRPr="00BD5319">
        <w:rPr>
          <w:rFonts w:eastAsia="Calibri" w:cs="Times New Roman"/>
          <w:b/>
          <w:lang w:eastAsia="cs-CZ"/>
        </w:rPr>
        <w:t>:</w:t>
      </w:r>
    </w:p>
    <w:p w:rsidR="004568A2" w:rsidRDefault="008846D7" w:rsidP="003D7442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8846D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Při oceňování soupisu prací PS 04-28-01 (T.ú. Střelice - Tetčice, traťové zabezpečovací zařízení), byla zjištěna nesrovnalost v části B, T.ú. Střelice - Tetčice, úprava AVV. Ve stávajícím stavu se v mezistaničním úseku nenacházejí žádné informační body MIB systému AVV. Všechny nové body budou </w:t>
      </w:r>
      <w:bookmarkStart w:id="0" w:name="_GoBack"/>
      <w:bookmarkEnd w:id="0"/>
      <w:r w:rsidRPr="008846D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 PS zřízeny jako dodávka a montáž. Další položka k AVV, položka R75C771 (Dodávka upevňovací soupravy informačního bodu zařízení AVV-MIB) je již v tomto PS nadbytečná. Žádáme zadavatele o vyjasnění - navrhujeme položku odstranit a prověřit další PS v části AVV.</w:t>
      </w:r>
    </w:p>
    <w:p w:rsidR="008846D7" w:rsidRDefault="008846D7" w:rsidP="003D7442">
      <w:pPr>
        <w:spacing w:after="0" w:line="240" w:lineRule="auto"/>
      </w:pPr>
    </w:p>
    <w:p w:rsidR="00886FB6" w:rsidRPr="002C0B05" w:rsidRDefault="004518D5" w:rsidP="00886FB6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4518D5">
        <w:rPr>
          <w:rFonts w:eastAsia="Calibri" w:cs="Times New Roman"/>
          <w:b/>
          <w:lang w:eastAsia="cs-CZ"/>
        </w:rPr>
        <w:t xml:space="preserve">Odpověď: </w:t>
      </w:r>
      <w:r w:rsidRPr="004518D5">
        <w:rPr>
          <w:rFonts w:eastAsia="Calibri" w:cs="Times New Roman"/>
          <w:b/>
          <w:lang w:eastAsia="cs-CZ"/>
        </w:rPr>
        <w:br/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Po ověření zadavatelem byla p</w:t>
      </w:r>
      <w:r w:rsidR="00127751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8</w:t>
      </w:r>
      <w:r w:rsidR="00216C3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CE177D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kód </w:t>
      </w:r>
      <w:r w:rsidR="00127751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R75C771</w:t>
      </w:r>
      <w:r w:rsidR="002732B8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(Dodávka upevňovací soupravy informačního bodu zařízení AVV-MIB)</w:t>
      </w:r>
      <w:r w:rsidR="00127751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zrušena</w:t>
      </w:r>
      <w:r w:rsidR="006F4DB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.</w:t>
      </w:r>
    </w:p>
    <w:p w:rsidR="00BF3D84" w:rsidRPr="002C0B05" w:rsidRDefault="00BF3D84" w:rsidP="00886FB6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</w:p>
    <w:p w:rsidR="00216C3F" w:rsidRPr="002C0B05" w:rsidRDefault="003E5BE2" w:rsidP="0094352E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u w:val="single"/>
          <w:lang w:eastAsia="cs-CZ"/>
        </w:rPr>
        <w:t>Dále byly provedeny úpravy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:</w:t>
      </w:r>
    </w:p>
    <w:p w:rsidR="0094352E" w:rsidRPr="002C0B05" w:rsidRDefault="00216C3F" w:rsidP="0094352E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PS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04-28-01A:</w:t>
      </w:r>
    </w:p>
    <w:p w:rsidR="00216C3F" w:rsidRPr="002C0B05" w:rsidRDefault="00216C3F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Upravena délka kabelu NN (z 555m na 680m)</w:t>
      </w:r>
    </w:p>
    <w:p w:rsidR="00216C3F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Položka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742H12 počet M 680</w:t>
      </w:r>
    </w:p>
    <w:p w:rsidR="006F4DB9" w:rsidRPr="002C0B05" w:rsidRDefault="00BE600C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Upraven počet</w:t>
      </w:r>
      <w:r w:rsidR="006F4DB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460B6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</w:t>
      </w:r>
      <w:r w:rsidR="006F4DB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cpáv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ek</w:t>
      </w:r>
      <w:r w:rsidR="006F4DB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(z 2ks na 3ks) </w:t>
      </w:r>
    </w:p>
    <w:p w:rsidR="00216C3F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  <w:t>Položka 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13, kód 703755 počet kusů 3</w:t>
      </w:r>
    </w:p>
    <w:p w:rsidR="00216C3F" w:rsidRPr="002C0B05" w:rsidRDefault="00216C3F" w:rsidP="0008544A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Doplněn hromosvod a elektroinstalace k RD u přejezdů (3ks)</w:t>
      </w:r>
      <w:r w:rsidR="00920C0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doplněny nové položky: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214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R741FBK počet kusů 12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215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R741FBN-R počet kusů 9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216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R742GBB počet M 450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21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7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R75D117 počet kusů 3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21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8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R741FCF počet M 15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R741FCG počet kusů 3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0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R741FCK počet kusů 3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221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R741FCO počet kusů 3</w:t>
      </w:r>
    </w:p>
    <w:p w:rsidR="0094352E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222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94352E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R741FCP počet kusů 3</w:t>
      </w:r>
    </w:p>
    <w:p w:rsidR="0094352E" w:rsidRPr="002C0B05" w:rsidRDefault="0094352E" w:rsidP="00886FB6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</w:p>
    <w:p w:rsidR="00BF3D84" w:rsidRPr="002C0B05" w:rsidRDefault="00BF3D84" w:rsidP="00886FB6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PS</w:t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05-28-01A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:</w:t>
      </w:r>
    </w:p>
    <w:p w:rsidR="00216C3F" w:rsidRPr="002C0B05" w:rsidRDefault="00216C3F" w:rsidP="00461FFC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Doplněn hromosvod a elektroinstalace k RD u přejezdu (1ks)</w:t>
      </w:r>
      <w:r w:rsidR="00920C0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doplněny nové položky:</w:t>
      </w:r>
    </w:p>
    <w:p w:rsidR="00EA0E56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193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R741FBK počet kusů 4</w:t>
      </w:r>
    </w:p>
    <w:p w:rsidR="00EA0E56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194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R741FBN-R počet kusů 3</w:t>
      </w:r>
    </w:p>
    <w:p w:rsidR="00EA0E56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195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R742GBB počet M 150</w:t>
      </w:r>
    </w:p>
    <w:p w:rsidR="00EA0E56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196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A0E56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R75D117 počet kusů 1</w:t>
      </w:r>
    </w:p>
    <w:p w:rsidR="00B83AF5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197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R741FCF počet M 5</w:t>
      </w:r>
    </w:p>
    <w:p w:rsidR="00B83AF5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198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R741FCG počet kusů 1</w:t>
      </w:r>
    </w:p>
    <w:p w:rsidR="00B83AF5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lastRenderedPageBreak/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199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R741FCK počet kusů 1</w:t>
      </w:r>
    </w:p>
    <w:p w:rsidR="00B83AF5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200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R741FCO počet kusů 1</w:t>
      </w:r>
    </w:p>
    <w:p w:rsidR="00B83AF5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201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3AF5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R741FCP počet kusů 1</w:t>
      </w:r>
    </w:p>
    <w:p w:rsidR="001919EB" w:rsidRPr="002C0B05" w:rsidRDefault="001919EB" w:rsidP="00216C3F">
      <w:pPr>
        <w:pStyle w:val="Odstavecseseznamem"/>
        <w:spacing w:after="0" w:line="240" w:lineRule="auto"/>
        <w:ind w:left="1080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</w:p>
    <w:p w:rsidR="005C5670" w:rsidRPr="002C0B05" w:rsidRDefault="005C5670" w:rsidP="00B83AF5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</w:p>
    <w:p w:rsidR="001919EB" w:rsidRPr="002C0B05" w:rsidRDefault="001919EB" w:rsidP="001919EB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PS 05-28-01</w:t>
      </w:r>
      <w:r w:rsidR="000D7FE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C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:</w:t>
      </w:r>
    </w:p>
    <w:p w:rsidR="00CE177D" w:rsidRPr="002C0B05" w:rsidRDefault="003E5BE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- </w:t>
      </w:r>
      <w:r w:rsidR="001919E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9</w:t>
      </w:r>
      <w:r w:rsidR="00216C3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CE177D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kód R75C771 (Dodávka upevňovací soupravy informačního bodu zařízení AVV-MIB) 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byla</w:t>
      </w:r>
      <w:r w:rsidR="00CE177D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zrušena.</w:t>
      </w:r>
    </w:p>
    <w:p w:rsidR="001919EB" w:rsidRPr="002C0B05" w:rsidRDefault="001919EB" w:rsidP="00B83AF5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</w:p>
    <w:p w:rsidR="005C5670" w:rsidRPr="002C0B05" w:rsidRDefault="005C5670" w:rsidP="005C5670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PS 06-28-01A:</w:t>
      </w:r>
    </w:p>
    <w:p w:rsidR="000D7FE7" w:rsidRPr="002C0B05" w:rsidRDefault="00BE600C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</w:t>
      </w:r>
      <w:r w:rsidR="000D7FE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prav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eny</w:t>
      </w:r>
      <w:r w:rsidR="000D7FE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m3 výkopů (z 188m3 na 470m3)</w:t>
      </w:r>
    </w:p>
    <w:p w:rsidR="00216C3F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  <w:t>Položka 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1, kód 132738 počet M3 470</w:t>
      </w:r>
    </w:p>
    <w:p w:rsidR="00216C3F" w:rsidRPr="002C0B05" w:rsidRDefault="00BE600C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Upravena délka ž</w:t>
      </w:r>
      <w:r w:rsidR="00216C3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lab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</w:t>
      </w:r>
      <w:r w:rsidR="00216C3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120x250 (z 57m na 1050m)</w:t>
      </w:r>
    </w:p>
    <w:p w:rsidR="00DA4D1F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10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702112 počet M 1050</w:t>
      </w:r>
    </w:p>
    <w:p w:rsidR="00216C3F" w:rsidRPr="002C0B05" w:rsidRDefault="00BE600C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Upraven z</w:t>
      </w:r>
      <w:r w:rsidR="00216C3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ához výkopu (z 188m3 na 470m3)</w:t>
      </w:r>
    </w:p>
    <w:p w:rsidR="00DA4D1F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5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17411 počet M3</w:t>
      </w:r>
      <w:r w:rsidR="000D7FE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 </w:t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470</w:t>
      </w:r>
    </w:p>
    <w:p w:rsidR="00216C3F" w:rsidRPr="002C0B05" w:rsidRDefault="00BE600C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Upravena plocha ú</w:t>
      </w:r>
      <w:r w:rsidR="00216C3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prav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y</w:t>
      </w:r>
      <w:r w:rsidR="00216C3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terénu (z 209m2 na 490m2)</w:t>
      </w:r>
    </w:p>
    <w:p w:rsidR="00DA4D1F" w:rsidRPr="002C0B05" w:rsidRDefault="00216C3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6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4D6511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18215</w:t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počet M2</w:t>
      </w:r>
      <w:r w:rsidR="000D7FE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 </w:t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490</w:t>
      </w:r>
    </w:p>
    <w:p w:rsidR="00216C3F" w:rsidRPr="002C0B05" w:rsidRDefault="005F4CAF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Doplnění hromosvodu a elektroinstalace k RD u přejezdu (1ks)</w:t>
      </w:r>
      <w:r w:rsidR="00920C0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doplněny nové položky: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110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R741FBK počet kusů 4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</w:t>
      </w:r>
      <w:r w:rsidR="00045FE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R741FBN-R počet kusů 3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</w:t>
      </w:r>
      <w:r w:rsidR="00045FE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R742GBB počet M 150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</w:t>
      </w:r>
      <w:r w:rsidR="00045FE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3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R75D117 počet kusů 1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</w:t>
      </w:r>
      <w:r w:rsidR="00045FE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4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R741FCF počet M 5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</w:t>
      </w:r>
      <w:r w:rsidR="00045FE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5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R741FCG počet kusů 1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</w:t>
      </w:r>
      <w:r w:rsidR="00045FE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6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R741FCK počet kusů 1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</w:t>
      </w:r>
      <w:r w:rsidR="00045FE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7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R741FCO počet kusů 1</w:t>
      </w:r>
    </w:p>
    <w:p w:rsidR="005C5670" w:rsidRPr="002C0B05" w:rsidRDefault="005F4CAF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11</w:t>
      </w:r>
      <w:r w:rsidR="00045FE9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8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R741FCP počet kusů 1</w:t>
      </w:r>
    </w:p>
    <w:p w:rsidR="005C5670" w:rsidRPr="002C0B05" w:rsidRDefault="005C5670" w:rsidP="00B83AF5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</w:p>
    <w:p w:rsidR="000D7FE7" w:rsidRPr="002C0B05" w:rsidRDefault="000D7FE7" w:rsidP="000D7FE7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PS 06-28-01C:</w:t>
      </w:r>
    </w:p>
    <w:p w:rsidR="00CE177D" w:rsidRPr="002C0B05" w:rsidRDefault="003E5BE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- </w:t>
      </w:r>
      <w:r w:rsidR="000D7FE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8 </w:t>
      </w:r>
      <w:r w:rsidR="00CE177D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kód R75C771 (Dodávka upevňovací soupravy informačního bodu zařízení AVV-MIB) 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byla</w:t>
      </w:r>
      <w:r w:rsidR="00CE177D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zrušena.</w:t>
      </w:r>
    </w:p>
    <w:p w:rsidR="000D7FE7" w:rsidRPr="002C0B05" w:rsidRDefault="000D7FE7" w:rsidP="00B83AF5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</w:p>
    <w:p w:rsidR="005C5670" w:rsidRPr="002C0B05" w:rsidRDefault="005C5670" w:rsidP="005C5670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PS 07-28-01A:</w:t>
      </w:r>
    </w:p>
    <w:p w:rsidR="001E1232" w:rsidRPr="002C0B05" w:rsidRDefault="001E1232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Upraven počet, montáž GTN (z 11ks na 14ks)</w:t>
      </w:r>
    </w:p>
    <w:p w:rsidR="00DA4D1F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93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DA4D1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75B987 počet kusů 14</w:t>
      </w:r>
    </w:p>
    <w:p w:rsidR="001E1232" w:rsidRPr="002C0B05" w:rsidRDefault="001E1232" w:rsidP="003E5BE2">
      <w:pPr>
        <w:pStyle w:val="Odstavecseseznamem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Doplnění hromosvodů a elektroinstalace k RD u přejezdů (2ks)</w:t>
      </w:r>
      <w:r w:rsidR="00920C0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doplněny nové položky: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20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R741FBK počet kusů 8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21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R741FBN-R počet kusů 6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R742GBB počet M 300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223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R75D117 počet kusů 2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24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R741FCF počet M 10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5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R741FCG počet kusů 2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6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R741FCK počet kusů 2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7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R741FCO počet kusů 2</w:t>
      </w:r>
    </w:p>
    <w:p w:rsidR="005C5670" w:rsidRPr="002C0B05" w:rsidRDefault="001E1232" w:rsidP="003E5BE2">
      <w:pPr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ab/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="003E5BE2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22</w:t>
      </w:r>
      <w:r w:rsidR="00E507DB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8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 kód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5C5670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R741FCP počet kusů 2</w:t>
      </w:r>
    </w:p>
    <w:p w:rsidR="00BF3D84" w:rsidRPr="002C0B05" w:rsidRDefault="00BF3D84" w:rsidP="00886FB6">
      <w:pPr>
        <w:spacing w:after="0" w:line="240" w:lineRule="auto"/>
        <w:jc w:val="both"/>
        <w:rPr>
          <w:b/>
          <w:bCs/>
          <w:i/>
          <w:lang w:eastAsia="cs-CZ"/>
        </w:rPr>
      </w:pPr>
    </w:p>
    <w:p w:rsidR="000D7FE7" w:rsidRPr="002C0B05" w:rsidRDefault="000D7FE7" w:rsidP="000D7FE7">
      <w:pPr>
        <w:spacing w:after="0" w:line="240" w:lineRule="auto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PS 07-28-01D:</w:t>
      </w:r>
    </w:p>
    <w:p w:rsidR="00CE177D" w:rsidRPr="002C0B05" w:rsidRDefault="003E5BE2" w:rsidP="003E5BE2">
      <w:pPr>
        <w:tabs>
          <w:tab w:val="left" w:pos="284"/>
        </w:tabs>
        <w:spacing w:after="0" w:line="240" w:lineRule="auto"/>
        <w:ind w:left="284" w:hanging="142"/>
        <w:jc w:val="both"/>
        <w:rPr>
          <w:rFonts w:ascii="Tahoma" w:eastAsia="Times New Roman" w:hAnsi="Tahoma" w:cs="Tahoma"/>
          <w:i/>
          <w:sz w:val="19"/>
          <w:szCs w:val="19"/>
          <w:lang w:eastAsia="cs-CZ"/>
        </w:rPr>
      </w:pP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- </w:t>
      </w:r>
      <w:r w:rsidR="000D7FE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Položka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č.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9</w:t>
      </w:r>
      <w:r w:rsidR="00216C3F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,</w:t>
      </w:r>
      <w:r w:rsidR="00B87C77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</w:t>
      </w:r>
      <w:r w:rsidR="00CE177D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kód R75C771 (Dodávka upevňovací soupravy informačního bodu zařízení AVV-MIB) </w:t>
      </w:r>
      <w:r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>byla</w:t>
      </w:r>
      <w:r w:rsidR="00CE177D" w:rsidRPr="002C0B05">
        <w:rPr>
          <w:rFonts w:ascii="Tahoma" w:eastAsia="Times New Roman" w:hAnsi="Tahoma" w:cs="Tahoma"/>
          <w:i/>
          <w:sz w:val="19"/>
          <w:szCs w:val="19"/>
          <w:lang w:eastAsia="cs-CZ"/>
        </w:rPr>
        <w:t xml:space="preserve"> zrušena.</w:t>
      </w:r>
    </w:p>
    <w:p w:rsidR="009B62B0" w:rsidRPr="002C0B05" w:rsidRDefault="009B62B0" w:rsidP="00CE177D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</w:p>
    <w:p w:rsidR="00116A92" w:rsidRPr="00BD5319" w:rsidRDefault="00116A92" w:rsidP="004A5D9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666E43" w:rsidRPr="00116A92" w:rsidRDefault="00666E43" w:rsidP="00666E43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BD5319" w:rsidRPr="00116A92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2C0B05" w:rsidRPr="00116A92" w:rsidRDefault="002C0B05" w:rsidP="002C0B05">
      <w:pPr>
        <w:spacing w:after="0" w:line="240" w:lineRule="auto"/>
        <w:rPr>
          <w:rFonts w:eastAsia="Times New Roman" w:cs="Times New Roman"/>
          <w:lang w:eastAsia="cs-CZ"/>
        </w:rPr>
      </w:pPr>
      <w:r w:rsidRPr="00116A9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16A92">
        <w:rPr>
          <w:rFonts w:eastAsia="Times New Roman" w:cs="Times New Roman"/>
          <w:b/>
          <w:lang w:eastAsia="cs-CZ"/>
        </w:rPr>
        <w:t>změny/doplnění zadávací dokumentace</w:t>
      </w:r>
      <w:r w:rsidRPr="00116A92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o </w:t>
      </w:r>
      <w:r>
        <w:rPr>
          <w:rFonts w:eastAsia="Times New Roman" w:cs="Times New Roman"/>
          <w:lang w:eastAsia="cs-CZ"/>
        </w:rPr>
        <w:t>2</w:t>
      </w:r>
      <w:r w:rsidRPr="00116A92">
        <w:rPr>
          <w:rFonts w:eastAsia="Times New Roman" w:cs="Times New Roman"/>
          <w:lang w:eastAsia="cs-CZ"/>
        </w:rPr>
        <w:t xml:space="preserve"> pracovní dn</w:t>
      </w:r>
      <w:r>
        <w:rPr>
          <w:rFonts w:eastAsia="Times New Roman" w:cs="Times New Roman"/>
          <w:lang w:eastAsia="cs-CZ"/>
        </w:rPr>
        <w:t>y</w:t>
      </w:r>
      <w:r w:rsidRPr="00116A92">
        <w:rPr>
          <w:rFonts w:eastAsia="Times New Roman" w:cs="Times New Roman"/>
          <w:lang w:eastAsia="cs-CZ"/>
        </w:rPr>
        <w:t xml:space="preserve"> ze dne </w:t>
      </w:r>
      <w:r w:rsidRPr="00116A92">
        <w:rPr>
          <w:rFonts w:eastAsia="Times New Roman" w:cs="Times New Roman"/>
          <w:b/>
          <w:lang w:eastAsia="cs-CZ"/>
        </w:rPr>
        <w:t xml:space="preserve">1. </w:t>
      </w:r>
      <w:r>
        <w:rPr>
          <w:rFonts w:eastAsia="Times New Roman" w:cs="Times New Roman"/>
          <w:b/>
          <w:lang w:eastAsia="cs-CZ"/>
        </w:rPr>
        <w:t>9</w:t>
      </w:r>
      <w:r w:rsidRPr="00116A92">
        <w:rPr>
          <w:rFonts w:eastAsia="Times New Roman" w:cs="Times New Roman"/>
          <w:b/>
          <w:lang w:eastAsia="cs-CZ"/>
        </w:rPr>
        <w:t>. 2021</w:t>
      </w:r>
      <w:r w:rsidRPr="00116A92">
        <w:rPr>
          <w:rFonts w:eastAsia="Times New Roman" w:cs="Times New Roman"/>
          <w:lang w:eastAsia="cs-CZ"/>
        </w:rPr>
        <w:t xml:space="preserve"> na den </w:t>
      </w:r>
      <w:r w:rsidRPr="002C0B05">
        <w:rPr>
          <w:rFonts w:eastAsia="Times New Roman" w:cs="Times New Roman"/>
          <w:b/>
          <w:lang w:eastAsia="cs-CZ"/>
        </w:rPr>
        <w:t>3</w:t>
      </w:r>
      <w:r w:rsidRPr="00116A92">
        <w:rPr>
          <w:rFonts w:eastAsia="Times New Roman" w:cs="Times New Roman"/>
          <w:b/>
          <w:lang w:eastAsia="cs-CZ"/>
        </w:rPr>
        <w:t>. 9. 2021</w:t>
      </w:r>
      <w:r w:rsidRPr="00116A92">
        <w:rPr>
          <w:rFonts w:eastAsia="Times New Roman" w:cs="Times New Roman"/>
          <w:lang w:eastAsia="cs-CZ"/>
        </w:rPr>
        <w:t>.</w:t>
      </w:r>
    </w:p>
    <w:p w:rsidR="002C0B05" w:rsidRPr="00116A92" w:rsidRDefault="002C0B05" w:rsidP="002C0B0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2C0B05" w:rsidRPr="00116A92" w:rsidRDefault="002C0B05" w:rsidP="002C0B0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16A92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116A92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116A92">
        <w:rPr>
          <w:rFonts w:eastAsia="Times New Roman" w:cs="Times New Roman"/>
          <w:lang w:eastAsia="cs-CZ"/>
        </w:rPr>
        <w:t xml:space="preserve"> (evidenční č. VZ Z2021-021724). Změny se týkají těchto ustanovení:</w:t>
      </w:r>
    </w:p>
    <w:p w:rsidR="002C0B05" w:rsidRPr="00116A92" w:rsidRDefault="002C0B05" w:rsidP="002C0B0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2C0B05" w:rsidRPr="00116A92" w:rsidRDefault="002C0B05" w:rsidP="002C0B0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16A92">
        <w:rPr>
          <w:rFonts w:eastAsia="Times New Roman" w:cs="Times New Roman"/>
          <w:b/>
          <w:lang w:eastAsia="cs-CZ"/>
        </w:rPr>
        <w:t xml:space="preserve">Oddíl IV. 2.2): </w:t>
      </w:r>
    </w:p>
    <w:p w:rsidR="002C0B05" w:rsidRPr="00116A92" w:rsidRDefault="002C0B05" w:rsidP="002C0B0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16A92">
        <w:rPr>
          <w:rFonts w:eastAsia="Times New Roman" w:cs="Times New Roman"/>
          <w:lang w:eastAsia="cs-CZ"/>
        </w:rPr>
        <w:t xml:space="preserve">rušíme datum 19. 7.2021 v 9:30 hod. a nahrazujeme datem </w:t>
      </w:r>
      <w:r>
        <w:rPr>
          <w:rFonts w:eastAsia="Times New Roman" w:cs="Times New Roman"/>
          <w:b/>
          <w:lang w:eastAsia="cs-CZ"/>
        </w:rPr>
        <w:t>3</w:t>
      </w:r>
      <w:r w:rsidRPr="00116A92">
        <w:rPr>
          <w:rFonts w:eastAsia="Times New Roman" w:cs="Times New Roman"/>
          <w:b/>
          <w:lang w:eastAsia="cs-CZ"/>
        </w:rPr>
        <w:t>. 9. 2021</w:t>
      </w:r>
      <w:r w:rsidRPr="00116A92">
        <w:rPr>
          <w:rFonts w:eastAsia="Times New Roman" w:cs="Times New Roman"/>
          <w:lang w:eastAsia="cs-CZ"/>
        </w:rPr>
        <w:t xml:space="preserve"> v 9:30 hod.,</w:t>
      </w:r>
      <w:r w:rsidRPr="00116A92">
        <w:rPr>
          <w:rFonts w:eastAsia="Times New Roman" w:cs="Times New Roman"/>
          <w:b/>
          <w:lang w:eastAsia="cs-CZ"/>
        </w:rPr>
        <w:t xml:space="preserve"> </w:t>
      </w:r>
    </w:p>
    <w:p w:rsidR="002C0B05" w:rsidRPr="00116A92" w:rsidRDefault="002C0B05" w:rsidP="002C0B0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16A92">
        <w:rPr>
          <w:rFonts w:eastAsia="Times New Roman" w:cs="Times New Roman"/>
          <w:b/>
          <w:lang w:eastAsia="cs-CZ"/>
        </w:rPr>
        <w:t xml:space="preserve">Oddíl IV. 2.7): </w:t>
      </w:r>
    </w:p>
    <w:p w:rsidR="002C0B05" w:rsidRPr="00116A92" w:rsidRDefault="002C0B05" w:rsidP="002C0B0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16A92">
        <w:rPr>
          <w:rFonts w:eastAsia="Times New Roman" w:cs="Times New Roman"/>
          <w:lang w:eastAsia="cs-CZ"/>
        </w:rPr>
        <w:t xml:space="preserve">rušíme datum 19. 7. 2021 v 9:30 hod. a nahrazujeme datem </w:t>
      </w:r>
      <w:r>
        <w:rPr>
          <w:rFonts w:eastAsia="Times New Roman" w:cs="Times New Roman"/>
          <w:b/>
          <w:lang w:eastAsia="cs-CZ"/>
        </w:rPr>
        <w:t>3</w:t>
      </w:r>
      <w:r w:rsidRPr="00116A92">
        <w:rPr>
          <w:rFonts w:eastAsia="Times New Roman" w:cs="Times New Roman"/>
          <w:b/>
          <w:lang w:eastAsia="cs-CZ"/>
        </w:rPr>
        <w:t>. 9. 2021</w:t>
      </w:r>
      <w:r w:rsidRPr="00116A92">
        <w:rPr>
          <w:rFonts w:eastAsia="Times New Roman" w:cs="Times New Roman"/>
          <w:lang w:eastAsia="cs-CZ"/>
        </w:rPr>
        <w:t xml:space="preserve"> v 9:30 hod.</w:t>
      </w:r>
    </w:p>
    <w:p w:rsidR="002C0B05" w:rsidRPr="00116A92" w:rsidRDefault="002C0B05" w:rsidP="002C0B05">
      <w:pPr>
        <w:spacing w:after="0" w:line="240" w:lineRule="auto"/>
        <w:rPr>
          <w:rFonts w:eastAsia="Times New Roman" w:cs="Times New Roman"/>
          <w:lang w:eastAsia="cs-CZ"/>
        </w:rPr>
      </w:pPr>
    </w:p>
    <w:p w:rsidR="002C0B05" w:rsidRPr="00116A92" w:rsidRDefault="002C0B05" w:rsidP="002C0B05">
      <w:pPr>
        <w:tabs>
          <w:tab w:val="left" w:pos="993"/>
          <w:tab w:val="center" w:pos="7371"/>
        </w:tabs>
        <w:spacing w:after="0" w:line="240" w:lineRule="auto"/>
        <w:jc w:val="both"/>
      </w:pPr>
      <w:r w:rsidRPr="00116A92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116A92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116A92">
        <w:rPr>
          <w:rFonts w:eastAsia="Calibri" w:cs="Times New Roman"/>
          <w:u w:val="single"/>
          <w:lang w:eastAsia="cs-CZ"/>
        </w:rPr>
        <w:t>.</w:t>
      </w:r>
    </w:p>
    <w:p w:rsidR="002C0B05" w:rsidRPr="00BD5319" w:rsidRDefault="002C0B05" w:rsidP="002C0B05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2C0B05" w:rsidRPr="00BD5319" w:rsidRDefault="002C0B05" w:rsidP="002C0B05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116A92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16A92">
        <w:rPr>
          <w:rFonts w:eastAsia="Calibri" w:cs="Times New Roman"/>
          <w:b/>
          <w:bCs/>
          <w:lang w:eastAsia="cs-CZ"/>
        </w:rPr>
        <w:t xml:space="preserve">Příloha: </w:t>
      </w:r>
      <w:r w:rsidRPr="00116A9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16A92">
        <w:rPr>
          <w:rFonts w:eastAsia="Calibri" w:cs="Times New Roman"/>
          <w:bCs/>
          <w:lang w:eastAsia="cs-CZ"/>
        </w:rPr>
        <w:instrText xml:space="preserve"> FORMTEXT </w:instrText>
      </w:r>
      <w:r w:rsidRPr="00116A92">
        <w:rPr>
          <w:rFonts w:eastAsia="Calibri" w:cs="Times New Roman"/>
          <w:bCs/>
          <w:lang w:eastAsia="cs-CZ"/>
        </w:rPr>
      </w:r>
      <w:r w:rsidRPr="00116A92">
        <w:rPr>
          <w:rFonts w:eastAsia="Calibri" w:cs="Times New Roman"/>
          <w:bCs/>
          <w:lang w:eastAsia="cs-CZ"/>
        </w:rPr>
        <w:fldChar w:fldCharType="separate"/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fldChar w:fldCharType="end"/>
      </w:r>
    </w:p>
    <w:p w:rsidR="00D222B3" w:rsidRPr="002C0B05" w:rsidRDefault="003E5BE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0B05">
        <w:rPr>
          <w:rFonts w:eastAsia="Calibri" w:cs="Times New Roman"/>
          <w:lang w:eastAsia="cs-CZ"/>
        </w:rPr>
        <w:t>Rekapitulace_Vysvětlení č.16.xls</w:t>
      </w:r>
    </w:p>
    <w:p w:rsidR="003E5BE2" w:rsidRPr="002C0B05" w:rsidRDefault="003E5BE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0B05">
        <w:rPr>
          <w:rFonts w:eastAsia="Calibri" w:cs="Times New Roman"/>
          <w:lang w:eastAsia="cs-CZ"/>
        </w:rPr>
        <w:t>Soupisy prací_Vysvětlení č.16.xml</w:t>
      </w:r>
    </w:p>
    <w:p w:rsidR="00D222B3" w:rsidRPr="00116A92" w:rsidRDefault="00D222B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222B3" w:rsidRPr="00116A92" w:rsidRDefault="00D222B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C0B05" w:rsidRPr="002C0B05" w:rsidRDefault="002C0B05" w:rsidP="002C0B0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846D7" w:rsidRPr="00BD5319" w:rsidRDefault="002C0B05" w:rsidP="002C0B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C0B05">
        <w:rPr>
          <w:rFonts w:eastAsia="Calibri" w:cs="Times New Roman"/>
          <w:lang w:eastAsia="cs-CZ"/>
        </w:rPr>
        <w:t xml:space="preserve">V Praze dne </w:t>
      </w:r>
      <w:r>
        <w:rPr>
          <w:rFonts w:eastAsia="Calibri" w:cs="Times New Roman"/>
          <w:lang w:eastAsia="cs-CZ"/>
        </w:rPr>
        <w:t>23</w:t>
      </w:r>
      <w:r w:rsidRPr="002C0B05">
        <w:rPr>
          <w:rFonts w:eastAsia="Calibri" w:cs="Times New Roman"/>
          <w:lang w:eastAsia="cs-CZ"/>
        </w:rPr>
        <w:t>. 8. 2021</w:t>
      </w:r>
    </w:p>
    <w:p w:rsidR="008846D7" w:rsidRDefault="008846D7" w:rsidP="008846D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846D7" w:rsidRDefault="008846D7" w:rsidP="008846D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846D7" w:rsidRDefault="008846D7" w:rsidP="008846D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C0B05" w:rsidRDefault="002C0B05" w:rsidP="008846D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C0B05" w:rsidRDefault="002C0B05" w:rsidP="008846D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C0B05" w:rsidRDefault="002C0B05" w:rsidP="008846D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846D7" w:rsidRPr="00BD5319" w:rsidRDefault="008846D7" w:rsidP="008846D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C0B05" w:rsidRPr="00BD5319" w:rsidRDefault="002C0B05" w:rsidP="002C0B0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2C0B05" w:rsidRPr="00BD5319" w:rsidRDefault="002C0B05" w:rsidP="002C0B05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:rsidR="002C0B05" w:rsidRPr="00BD5319" w:rsidRDefault="002C0B05" w:rsidP="002C0B05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:rsidR="002C0B05" w:rsidRPr="00BD5319" w:rsidRDefault="002C0B05" w:rsidP="002C0B05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:rsidR="002C0B05" w:rsidRPr="00BD5319" w:rsidRDefault="002C0B05" w:rsidP="002C0B05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ze dne 02.07.2015</w:t>
      </w:r>
    </w:p>
    <w:p w:rsidR="002C0B05" w:rsidRPr="00BD5319" w:rsidRDefault="002C0B05" w:rsidP="002C0B05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:rsidR="00BD5319" w:rsidRPr="008846D7" w:rsidRDefault="00BD5319" w:rsidP="002C0B05">
      <w:pPr>
        <w:spacing w:after="0" w:line="240" w:lineRule="auto"/>
        <w:rPr>
          <w:rFonts w:eastAsia="Times New Roman" w:cs="Times New Roman"/>
          <w:lang w:eastAsia="cs-CZ"/>
        </w:rPr>
      </w:pPr>
    </w:p>
    <w:sectPr w:rsidR="00BD5319" w:rsidRPr="008846D7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31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31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DF9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D9309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31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31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DF7423" w:rsidP="00331004">
          <w:pPr>
            <w:pStyle w:val="Zpat"/>
          </w:pPr>
          <w:r>
            <w:t>www.spravazelezni</w:t>
          </w:r>
          <w:r w:rsidR="00712ED1">
            <w:t>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9FDDC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710C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0EF0C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04863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0F1E09"/>
    <w:multiLevelType w:val="hybridMultilevel"/>
    <w:tmpl w:val="28828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C15F5"/>
    <w:multiLevelType w:val="hybridMultilevel"/>
    <w:tmpl w:val="F15ABE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2425"/>
    <w:multiLevelType w:val="hybridMultilevel"/>
    <w:tmpl w:val="7E448B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6AC5680D"/>
    <w:multiLevelType w:val="hybridMultilevel"/>
    <w:tmpl w:val="6F92CF66"/>
    <w:lvl w:ilvl="0" w:tplc="58261C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838BC"/>
    <w:multiLevelType w:val="hybridMultilevel"/>
    <w:tmpl w:val="A27E4AAC"/>
    <w:lvl w:ilvl="0" w:tplc="82A20E4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C324D66"/>
    <w:multiLevelType w:val="hybridMultilevel"/>
    <w:tmpl w:val="BC128BE8"/>
    <w:lvl w:ilvl="0" w:tplc="21EE14C2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5FE9"/>
    <w:rsid w:val="00072C1E"/>
    <w:rsid w:val="0009550C"/>
    <w:rsid w:val="00095795"/>
    <w:rsid w:val="000B3A82"/>
    <w:rsid w:val="000B6C7E"/>
    <w:rsid w:val="000B7907"/>
    <w:rsid w:val="000C0429"/>
    <w:rsid w:val="000C45E8"/>
    <w:rsid w:val="000D1A15"/>
    <w:rsid w:val="000D7FE7"/>
    <w:rsid w:val="000F31C9"/>
    <w:rsid w:val="001008D3"/>
    <w:rsid w:val="00114472"/>
    <w:rsid w:val="00116A92"/>
    <w:rsid w:val="00127751"/>
    <w:rsid w:val="00170EC5"/>
    <w:rsid w:val="001747C1"/>
    <w:rsid w:val="0018596A"/>
    <w:rsid w:val="001919EB"/>
    <w:rsid w:val="001B4823"/>
    <w:rsid w:val="001B69C2"/>
    <w:rsid w:val="001C4DA0"/>
    <w:rsid w:val="001E1232"/>
    <w:rsid w:val="0020464D"/>
    <w:rsid w:val="00207DF5"/>
    <w:rsid w:val="00216C3F"/>
    <w:rsid w:val="00226D3E"/>
    <w:rsid w:val="00267369"/>
    <w:rsid w:val="0026785D"/>
    <w:rsid w:val="002732B8"/>
    <w:rsid w:val="00275C0B"/>
    <w:rsid w:val="00284BFC"/>
    <w:rsid w:val="002C0B05"/>
    <w:rsid w:val="002C31BF"/>
    <w:rsid w:val="002D5CBC"/>
    <w:rsid w:val="002D62FE"/>
    <w:rsid w:val="002E0CD7"/>
    <w:rsid w:val="002F026B"/>
    <w:rsid w:val="002F5356"/>
    <w:rsid w:val="00357BC6"/>
    <w:rsid w:val="0037111D"/>
    <w:rsid w:val="003756B9"/>
    <w:rsid w:val="003956C6"/>
    <w:rsid w:val="003A5A29"/>
    <w:rsid w:val="003D7442"/>
    <w:rsid w:val="003E5BE2"/>
    <w:rsid w:val="003E6B9A"/>
    <w:rsid w:val="003E75CE"/>
    <w:rsid w:val="003F3112"/>
    <w:rsid w:val="0041380F"/>
    <w:rsid w:val="00450F07"/>
    <w:rsid w:val="004518D5"/>
    <w:rsid w:val="00453CD3"/>
    <w:rsid w:val="00455BC7"/>
    <w:rsid w:val="004568A2"/>
    <w:rsid w:val="00460660"/>
    <w:rsid w:val="00460B6E"/>
    <w:rsid w:val="00460CCB"/>
    <w:rsid w:val="00477370"/>
    <w:rsid w:val="00486107"/>
    <w:rsid w:val="00491827"/>
    <w:rsid w:val="004926B0"/>
    <w:rsid w:val="004A5D94"/>
    <w:rsid w:val="004A7C69"/>
    <w:rsid w:val="004B5CFF"/>
    <w:rsid w:val="004C4399"/>
    <w:rsid w:val="004C69ED"/>
    <w:rsid w:val="004C787C"/>
    <w:rsid w:val="004D6511"/>
    <w:rsid w:val="004E740A"/>
    <w:rsid w:val="004F4B9B"/>
    <w:rsid w:val="00501654"/>
    <w:rsid w:val="00511AB9"/>
    <w:rsid w:val="00523EA7"/>
    <w:rsid w:val="00535DC9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07E9"/>
    <w:rsid w:val="005925FD"/>
    <w:rsid w:val="00596C7E"/>
    <w:rsid w:val="005A64E9"/>
    <w:rsid w:val="005A79D9"/>
    <w:rsid w:val="005B5EE9"/>
    <w:rsid w:val="005C5670"/>
    <w:rsid w:val="005D75F2"/>
    <w:rsid w:val="005F4CAF"/>
    <w:rsid w:val="006104F6"/>
    <w:rsid w:val="0061068E"/>
    <w:rsid w:val="006145BB"/>
    <w:rsid w:val="00652FD6"/>
    <w:rsid w:val="00660AD3"/>
    <w:rsid w:val="00666E43"/>
    <w:rsid w:val="006A5570"/>
    <w:rsid w:val="006A689C"/>
    <w:rsid w:val="006B3D79"/>
    <w:rsid w:val="006B522C"/>
    <w:rsid w:val="006C5F3F"/>
    <w:rsid w:val="006E0578"/>
    <w:rsid w:val="006E314D"/>
    <w:rsid w:val="006E7F06"/>
    <w:rsid w:val="006F0543"/>
    <w:rsid w:val="006F0F26"/>
    <w:rsid w:val="006F4DB9"/>
    <w:rsid w:val="00710723"/>
    <w:rsid w:val="00712ED1"/>
    <w:rsid w:val="00723ED1"/>
    <w:rsid w:val="00735ED4"/>
    <w:rsid w:val="00743525"/>
    <w:rsid w:val="00746C58"/>
    <w:rsid w:val="007531A0"/>
    <w:rsid w:val="0076286B"/>
    <w:rsid w:val="00764595"/>
    <w:rsid w:val="00766846"/>
    <w:rsid w:val="0077673A"/>
    <w:rsid w:val="007846E1"/>
    <w:rsid w:val="007B570C"/>
    <w:rsid w:val="007D21FA"/>
    <w:rsid w:val="007E4A6E"/>
    <w:rsid w:val="007F56A7"/>
    <w:rsid w:val="00807DD0"/>
    <w:rsid w:val="00813F11"/>
    <w:rsid w:val="00826E6A"/>
    <w:rsid w:val="00844E75"/>
    <w:rsid w:val="00867293"/>
    <w:rsid w:val="008846D7"/>
    <w:rsid w:val="00886FB6"/>
    <w:rsid w:val="00891334"/>
    <w:rsid w:val="008A3568"/>
    <w:rsid w:val="008D03B9"/>
    <w:rsid w:val="008F18D6"/>
    <w:rsid w:val="00904780"/>
    <w:rsid w:val="009107B7"/>
    <w:rsid w:val="009113A8"/>
    <w:rsid w:val="00920C02"/>
    <w:rsid w:val="00922385"/>
    <w:rsid w:val="009223DF"/>
    <w:rsid w:val="00925C8B"/>
    <w:rsid w:val="00936091"/>
    <w:rsid w:val="00940D8A"/>
    <w:rsid w:val="0094352E"/>
    <w:rsid w:val="00962258"/>
    <w:rsid w:val="009678B7"/>
    <w:rsid w:val="00973B7A"/>
    <w:rsid w:val="009805F6"/>
    <w:rsid w:val="00982411"/>
    <w:rsid w:val="00992D9C"/>
    <w:rsid w:val="00996CB8"/>
    <w:rsid w:val="009A51B0"/>
    <w:rsid w:val="009A7568"/>
    <w:rsid w:val="009B2E97"/>
    <w:rsid w:val="009B3C69"/>
    <w:rsid w:val="009B62B0"/>
    <w:rsid w:val="009B72CC"/>
    <w:rsid w:val="009E07F4"/>
    <w:rsid w:val="009F392E"/>
    <w:rsid w:val="00A44328"/>
    <w:rsid w:val="00A53853"/>
    <w:rsid w:val="00A6177B"/>
    <w:rsid w:val="00A66136"/>
    <w:rsid w:val="00A82E42"/>
    <w:rsid w:val="00AA4CBB"/>
    <w:rsid w:val="00AA65FA"/>
    <w:rsid w:val="00AA7351"/>
    <w:rsid w:val="00AA7C98"/>
    <w:rsid w:val="00AD056F"/>
    <w:rsid w:val="00AD2773"/>
    <w:rsid w:val="00AD6731"/>
    <w:rsid w:val="00AE1DDE"/>
    <w:rsid w:val="00AE74D3"/>
    <w:rsid w:val="00B15B5E"/>
    <w:rsid w:val="00B15D0D"/>
    <w:rsid w:val="00B23CA3"/>
    <w:rsid w:val="00B3491A"/>
    <w:rsid w:val="00B42419"/>
    <w:rsid w:val="00B45E9E"/>
    <w:rsid w:val="00B55F9C"/>
    <w:rsid w:val="00B75EE1"/>
    <w:rsid w:val="00B77481"/>
    <w:rsid w:val="00B83AF5"/>
    <w:rsid w:val="00B8518B"/>
    <w:rsid w:val="00B87C77"/>
    <w:rsid w:val="00BB3740"/>
    <w:rsid w:val="00BB73C8"/>
    <w:rsid w:val="00BD5319"/>
    <w:rsid w:val="00BD7E91"/>
    <w:rsid w:val="00BE600C"/>
    <w:rsid w:val="00BF374D"/>
    <w:rsid w:val="00BF3D84"/>
    <w:rsid w:val="00BF6D48"/>
    <w:rsid w:val="00C02D0A"/>
    <w:rsid w:val="00C03A6E"/>
    <w:rsid w:val="00C3002C"/>
    <w:rsid w:val="00C30759"/>
    <w:rsid w:val="00C374BC"/>
    <w:rsid w:val="00C44F6A"/>
    <w:rsid w:val="00C727E5"/>
    <w:rsid w:val="00C8207D"/>
    <w:rsid w:val="00C92DCC"/>
    <w:rsid w:val="00CB7B5A"/>
    <w:rsid w:val="00CC1E2B"/>
    <w:rsid w:val="00CD1FC4"/>
    <w:rsid w:val="00CE177D"/>
    <w:rsid w:val="00CE371D"/>
    <w:rsid w:val="00D02A4D"/>
    <w:rsid w:val="00D21061"/>
    <w:rsid w:val="00D222B3"/>
    <w:rsid w:val="00D316A7"/>
    <w:rsid w:val="00D36EA8"/>
    <w:rsid w:val="00D4108E"/>
    <w:rsid w:val="00D6163D"/>
    <w:rsid w:val="00D63009"/>
    <w:rsid w:val="00D831A3"/>
    <w:rsid w:val="00D8337D"/>
    <w:rsid w:val="00D902AD"/>
    <w:rsid w:val="00DA4D1F"/>
    <w:rsid w:val="00DA6FFE"/>
    <w:rsid w:val="00DC3110"/>
    <w:rsid w:val="00DD46F3"/>
    <w:rsid w:val="00DD58A6"/>
    <w:rsid w:val="00DE56F2"/>
    <w:rsid w:val="00DF116D"/>
    <w:rsid w:val="00DF7423"/>
    <w:rsid w:val="00E10710"/>
    <w:rsid w:val="00E507DB"/>
    <w:rsid w:val="00E824F1"/>
    <w:rsid w:val="00EA0E56"/>
    <w:rsid w:val="00EB104F"/>
    <w:rsid w:val="00EC023A"/>
    <w:rsid w:val="00ED14BD"/>
    <w:rsid w:val="00EE1EC3"/>
    <w:rsid w:val="00EF77BC"/>
    <w:rsid w:val="00F01440"/>
    <w:rsid w:val="00F12DEC"/>
    <w:rsid w:val="00F1715C"/>
    <w:rsid w:val="00F2065D"/>
    <w:rsid w:val="00F310F8"/>
    <w:rsid w:val="00F35939"/>
    <w:rsid w:val="00F45607"/>
    <w:rsid w:val="00F64786"/>
    <w:rsid w:val="00F659EB"/>
    <w:rsid w:val="00F804A7"/>
    <w:rsid w:val="00F824E9"/>
    <w:rsid w:val="00F862D6"/>
    <w:rsid w:val="00F86BA6"/>
    <w:rsid w:val="00FC4349"/>
    <w:rsid w:val="00FC6389"/>
    <w:rsid w:val="00FD2F51"/>
    <w:rsid w:val="00FE3455"/>
    <w:rsid w:val="00FF003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8D00449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5CFF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/field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7A58C-D2C9-4144-B9E9-8E4FE479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33</TotalTime>
  <Pages>3</Pages>
  <Words>784</Words>
  <Characters>4631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8</cp:revision>
  <cp:lastPrinted>2019-02-22T13:28:00Z</cp:lastPrinted>
  <dcterms:created xsi:type="dcterms:W3CDTF">2021-08-20T12:29:00Z</dcterms:created>
  <dcterms:modified xsi:type="dcterms:W3CDTF">2021-08-23T08:26:00Z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