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C1F8B" w:rsidRPr="00AC1F8B">
        <w:rPr>
          <w:rFonts w:ascii="Verdana" w:hAnsi="Verdana"/>
          <w:b/>
          <w:sz w:val="22"/>
          <w:szCs w:val="22"/>
        </w:rPr>
        <w:t>Břeclav SEE, budova OTV - oprava (dešťová a splašková kanalizace)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6D1" w:rsidRDefault="005046D1" w:rsidP="00357D03">
      <w:r>
        <w:separator/>
      </w:r>
    </w:p>
  </w:endnote>
  <w:endnote w:type="continuationSeparator" w:id="0">
    <w:p w:rsidR="005046D1" w:rsidRDefault="005046D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6D1" w:rsidRDefault="005046D1" w:rsidP="00357D03">
      <w:r>
        <w:separator/>
      </w:r>
    </w:p>
  </w:footnote>
  <w:footnote w:type="continuationSeparator" w:id="0">
    <w:p w:rsidR="005046D1" w:rsidRDefault="005046D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046D1"/>
    <w:rsid w:val="005A270F"/>
    <w:rsid w:val="005B58EC"/>
    <w:rsid w:val="00793862"/>
    <w:rsid w:val="008C7FEC"/>
    <w:rsid w:val="00901E2C"/>
    <w:rsid w:val="00A5407A"/>
    <w:rsid w:val="00A56AB2"/>
    <w:rsid w:val="00A6772A"/>
    <w:rsid w:val="00AC1F8B"/>
    <w:rsid w:val="00AE2C06"/>
    <w:rsid w:val="00B502C9"/>
    <w:rsid w:val="00B54276"/>
    <w:rsid w:val="00BF6A6B"/>
    <w:rsid w:val="00C356B6"/>
    <w:rsid w:val="00D238C6"/>
    <w:rsid w:val="00D27977"/>
    <w:rsid w:val="00D91DE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24D202-8DC8-4234-858E-B23906D1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D4345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FE15DA-0607-4B5B-98B6-B913381357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057A90-162C-4127-B4C9-A853C546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9408AE-BC68-4E71-8504-932B3D69D9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2021-08-17T10:44:00Z</dcterms:modified>
</cp:coreProperties>
</file>