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63EBA" w14:textId="77777777" w:rsidR="003F0FD2" w:rsidRDefault="00F422D3" w:rsidP="00B42F40">
      <w:pPr>
        <w:pStyle w:val="Titul1"/>
      </w:pPr>
      <w:bookmarkStart w:id="0" w:name="_GoBack"/>
      <w:bookmarkEnd w:id="0"/>
      <w:r>
        <w:t>S</w:t>
      </w:r>
      <w:r w:rsidR="003C2919">
        <w:t xml:space="preserve">mlouva o dílo na zhotovení </w:t>
      </w:r>
    </w:p>
    <w:p w14:paraId="59913D29" w14:textId="77777777" w:rsidR="00F422D3" w:rsidRDefault="003F0FD2" w:rsidP="00A955FC">
      <w:pPr>
        <w:pStyle w:val="Titul2"/>
      </w:pPr>
      <w:r>
        <w:t>Záměru projektu a Dokumentace pro územní řízení</w:t>
      </w:r>
    </w:p>
    <w:p w14:paraId="33E434B2" w14:textId="17375F72"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Nzevakce"/>
          </w:rPr>
        </w:sdtEndPr>
        <w:sdtContent>
          <w:r w:rsidR="008954BE" w:rsidRPr="008954BE">
            <w:rPr>
              <w:rStyle w:val="Nzevakce"/>
              <w:b/>
            </w:rPr>
            <w:t>„Rekonstrukce TNS Dobšice nad Cidlinou</w:t>
          </w:r>
          <w:r w:rsidR="00532E02">
            <w:rPr>
              <w:rStyle w:val="Nzevakce"/>
              <w:b/>
            </w:rPr>
            <w:t>“</w:t>
          </w:r>
          <w:r w:rsidR="008954BE" w:rsidRPr="008954BE">
            <w:rPr>
              <w:rStyle w:val="Nzevakce"/>
              <w:b/>
            </w:rPr>
            <w:t xml:space="preserve"> a </w:t>
          </w:r>
          <w:r w:rsidR="00532E02">
            <w:rPr>
              <w:rStyle w:val="Nzevakce"/>
              <w:b/>
            </w:rPr>
            <w:t>„</w:t>
          </w:r>
          <w:r w:rsidR="008954BE" w:rsidRPr="008954BE">
            <w:rPr>
              <w:rStyle w:val="Nzevakce"/>
              <w:b/>
            </w:rPr>
            <w:t>Rekonstrukce TNS Káranice</w:t>
          </w:r>
          <w:r w:rsidR="008954BE">
            <w:rPr>
              <w:rStyle w:val="Nzevakce"/>
              <w:b/>
            </w:rPr>
            <w:t>“</w:t>
          </w:r>
        </w:sdtContent>
      </w:sdt>
    </w:p>
    <w:p w14:paraId="54C67298" w14:textId="77777777" w:rsidR="00F422D3" w:rsidRPr="003348F5" w:rsidRDefault="00BD0C4A" w:rsidP="00BD0C4A">
      <w:pPr>
        <w:pStyle w:val="Nadpisbezsl1-2"/>
      </w:pPr>
      <w:r w:rsidRPr="00B42F40">
        <w:t xml:space="preserve"> </w:t>
      </w:r>
      <w:r w:rsidR="00F422D3" w:rsidRPr="003348F5">
        <w:t>Smluvní strany:</w:t>
      </w:r>
    </w:p>
    <w:p w14:paraId="5C271A91"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63331559" w14:textId="77777777" w:rsidR="00F422D3" w:rsidRPr="003348F5" w:rsidRDefault="00F422D3" w:rsidP="00B42F40">
      <w:pPr>
        <w:pStyle w:val="Textbezodsazen"/>
        <w:spacing w:after="0"/>
      </w:pPr>
      <w:r w:rsidRPr="003348F5">
        <w:t xml:space="preserve">se sídlem: Dlážděná 1003/7, 110 00 Praha 1 - Nové Město </w:t>
      </w:r>
    </w:p>
    <w:p w14:paraId="39C6EE05" w14:textId="77777777" w:rsidR="00F422D3" w:rsidRPr="003348F5" w:rsidRDefault="00F422D3" w:rsidP="00B42F40">
      <w:pPr>
        <w:pStyle w:val="Textbezodsazen"/>
        <w:spacing w:after="0"/>
      </w:pPr>
      <w:r w:rsidRPr="003348F5">
        <w:t>IČO: 70994234 DIČ: CZ70994234</w:t>
      </w:r>
    </w:p>
    <w:p w14:paraId="1FA604DE" w14:textId="77777777" w:rsidR="00F422D3" w:rsidRPr="003348F5" w:rsidRDefault="00F422D3" w:rsidP="00B42F40">
      <w:pPr>
        <w:pStyle w:val="Textbezodsazen"/>
        <w:spacing w:after="0"/>
      </w:pPr>
      <w:r w:rsidRPr="003348F5">
        <w:t>zapsaná v obchodním rejstříku vedeném Městským soudem v Praze,</w:t>
      </w:r>
    </w:p>
    <w:p w14:paraId="3F158454" w14:textId="77777777" w:rsidR="00F422D3" w:rsidRPr="003348F5" w:rsidRDefault="00F422D3" w:rsidP="00B42F40">
      <w:pPr>
        <w:pStyle w:val="Textbezodsazen"/>
        <w:spacing w:after="0"/>
      </w:pPr>
      <w:r w:rsidRPr="003348F5">
        <w:t>spisová značka A 48384</w:t>
      </w:r>
    </w:p>
    <w:p w14:paraId="37824F87" w14:textId="77777777" w:rsidR="00F422D3" w:rsidRPr="003348F5" w:rsidRDefault="00F422D3" w:rsidP="00B42F40">
      <w:pPr>
        <w:pStyle w:val="Textbezodsazen"/>
        <w:spacing w:after="0"/>
        <w:rPr>
          <w:highlight w:val="green"/>
        </w:rPr>
      </w:pPr>
      <w:r w:rsidRPr="003348F5">
        <w:t xml:space="preserve">zastoupena: </w:t>
      </w:r>
      <w:r w:rsidR="00B37582">
        <w:t>I</w:t>
      </w:r>
      <w:r w:rsidR="00B37582" w:rsidRPr="00B37582">
        <w:t>ng. Petrem Hofhanzlem, ředitelem Stavební správy západ</w:t>
      </w:r>
    </w:p>
    <w:p w14:paraId="1D31ACAF"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15BA89B9"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0860FEF8" w14:textId="77777777" w:rsidR="00242221" w:rsidRDefault="00F422D3" w:rsidP="00B42F40">
      <w:pPr>
        <w:pStyle w:val="Textbezodsazen"/>
      </w:pPr>
      <w:r w:rsidRPr="003348F5">
        <w:t>Stavební správa</w:t>
      </w:r>
      <w:r w:rsidR="00B37582">
        <w:t xml:space="preserve"> západ,</w:t>
      </w:r>
      <w:r w:rsidRPr="003348F5">
        <w:t xml:space="preserve"> </w:t>
      </w:r>
      <w:r w:rsidR="00242221">
        <w:t>Sokolovská 1955/278, 190 00 Praha 9</w:t>
      </w:r>
    </w:p>
    <w:p w14:paraId="765EF968" w14:textId="6AF30703" w:rsidR="00F422D3" w:rsidRDefault="00F422D3" w:rsidP="00B42F40">
      <w:pPr>
        <w:pStyle w:val="Textbezodsazen"/>
      </w:pPr>
      <w:r w:rsidRPr="003348F5">
        <w:t>(dále jen „</w:t>
      </w:r>
      <w:r w:rsidRPr="003348F5">
        <w:rPr>
          <w:b/>
        </w:rPr>
        <w:t>Objednatel</w:t>
      </w:r>
      <w:r>
        <w:t>“)</w:t>
      </w:r>
    </w:p>
    <w:p w14:paraId="34930943" w14:textId="77777777" w:rsidR="00F422D3" w:rsidRDefault="00F422D3" w:rsidP="00B42F40">
      <w:pPr>
        <w:pStyle w:val="Textbezodsazen"/>
        <w:spacing w:after="0"/>
      </w:pPr>
      <w:r>
        <w:t>číslo smlouvy: "[</w:t>
      </w:r>
      <w:r w:rsidRPr="00F422D3">
        <w:rPr>
          <w:highlight w:val="green"/>
        </w:rPr>
        <w:t>VLOŽÍ OBJEDNATEL</w:t>
      </w:r>
      <w:r>
        <w:t xml:space="preserve">]" </w:t>
      </w:r>
    </w:p>
    <w:p w14:paraId="313F649F" w14:textId="07FCBC76" w:rsidR="00095A17" w:rsidRDefault="00F422D3" w:rsidP="00B42F40">
      <w:pPr>
        <w:pStyle w:val="Textbezodsazen"/>
        <w:rPr>
          <w:b/>
        </w:rPr>
      </w:pPr>
      <w:r>
        <w:t xml:space="preserve">ISPROFOND: </w:t>
      </w:r>
    </w:p>
    <w:p w14:paraId="396EB07B" w14:textId="69EEF9E5" w:rsidR="00095A17" w:rsidRDefault="00095A17" w:rsidP="00B42F40">
      <w:pPr>
        <w:pStyle w:val="Textbezodsazen"/>
        <w:rPr>
          <w:b/>
        </w:rPr>
      </w:pPr>
      <w:r>
        <w:rPr>
          <w:b/>
        </w:rPr>
        <w:t>Rekonstrukce TNS Dobšice nad Cidlinou:</w:t>
      </w:r>
      <w:r>
        <w:rPr>
          <w:b/>
        </w:rPr>
        <w:tab/>
      </w:r>
      <w:r>
        <w:rPr>
          <w:b/>
        </w:rPr>
        <w:tab/>
        <w:t>5213520037</w:t>
      </w:r>
    </w:p>
    <w:p w14:paraId="45A970AF" w14:textId="04A42075" w:rsidR="00095A17" w:rsidRPr="00095A17" w:rsidRDefault="00095A17" w:rsidP="00B42F40">
      <w:pPr>
        <w:pStyle w:val="Textbezodsazen"/>
        <w:rPr>
          <w:b/>
        </w:rPr>
      </w:pPr>
      <w:r>
        <w:rPr>
          <w:b/>
        </w:rPr>
        <w:t>Rekonstrukce TNS Káranice:</w:t>
      </w:r>
      <w:r>
        <w:rPr>
          <w:b/>
        </w:rPr>
        <w:tab/>
      </w:r>
      <w:r>
        <w:rPr>
          <w:b/>
        </w:rPr>
        <w:tab/>
      </w:r>
      <w:r>
        <w:rPr>
          <w:b/>
        </w:rPr>
        <w:tab/>
        <w:t>5523520018</w:t>
      </w:r>
    </w:p>
    <w:p w14:paraId="6214B53F" w14:textId="0222FEC9" w:rsidR="00B42F40" w:rsidRDefault="00B42F40" w:rsidP="00B42F40">
      <w:pPr>
        <w:pStyle w:val="Textbezodsazen"/>
      </w:pPr>
    </w:p>
    <w:p w14:paraId="4F7A1DDC" w14:textId="77777777" w:rsidR="00F422D3" w:rsidRDefault="00F422D3" w:rsidP="00B42F40">
      <w:pPr>
        <w:pStyle w:val="Textbezodsazen"/>
      </w:pPr>
      <w:r w:rsidRPr="00B42F40">
        <w:t>a</w:t>
      </w:r>
    </w:p>
    <w:p w14:paraId="1AD850F3" w14:textId="38AF52B0" w:rsidR="00B42F40" w:rsidRPr="00B42F40" w:rsidRDefault="00B42F40" w:rsidP="00B42F40">
      <w:pPr>
        <w:pStyle w:val="Textbezodsazen"/>
      </w:pPr>
    </w:p>
    <w:p w14:paraId="77A62D7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D2A974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5FB4F0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512674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1E11C69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AFBA17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26DFE3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0BE4F5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FF74BE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D286BDD" w14:textId="194A19BF" w:rsidR="00F422D3" w:rsidRDefault="00F422D3" w:rsidP="00B42F40">
      <w:pPr>
        <w:pStyle w:val="Textbezodsazen"/>
      </w:pPr>
      <w:r w:rsidRPr="00B42F40">
        <w:t>(dále jen „</w:t>
      </w:r>
      <w:r w:rsidRPr="00B42F40">
        <w:rPr>
          <w:rStyle w:val="Tun"/>
        </w:rPr>
        <w:t>Zhotovitel</w:t>
      </w:r>
      <w:r w:rsidRPr="00B42F40">
        <w:t>“)</w:t>
      </w:r>
    </w:p>
    <w:p w14:paraId="62BEA99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77C06ED" w14:textId="77777777" w:rsidR="00F422D3" w:rsidRDefault="00F422D3" w:rsidP="00B42F40">
      <w:pPr>
        <w:pStyle w:val="Textbezodsazen"/>
      </w:pPr>
      <w:r w:rsidRPr="00B42F40">
        <w:lastRenderedPageBreak/>
        <w:t>uzavřely tuto smlouvu (dále jen „Smlouva“) v souladu s ust. § 2586 a násl. zákona č. 89/2012 Sb., občanský zákoník, ve znění pozdějších předpisů (dále jen „občanský zákoník“).</w:t>
      </w:r>
    </w:p>
    <w:p w14:paraId="5619F3F1"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3CB04F79" w14:textId="77777777" w:rsidR="003F0FD2" w:rsidRPr="003348F5" w:rsidRDefault="003F0FD2" w:rsidP="003F0FD2">
      <w:pPr>
        <w:pStyle w:val="Nadpis1-1"/>
      </w:pPr>
      <w:r w:rsidRPr="003348F5">
        <w:t>ÚVODNÍ USTANOVENÍ</w:t>
      </w:r>
    </w:p>
    <w:p w14:paraId="52E5B683"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197AC76"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42C001C9"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B114A78"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162BE40"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0429833B" w14:textId="77777777" w:rsidR="003F0FD2" w:rsidRDefault="003F0FD2" w:rsidP="003F0FD2">
      <w:pPr>
        <w:pStyle w:val="Nadpis1-1"/>
      </w:pPr>
      <w:r>
        <w:t>ÚČEL SMLOUVY</w:t>
      </w:r>
    </w:p>
    <w:p w14:paraId="479C2A14" w14:textId="2EF3BDD4" w:rsidR="003F0FD2" w:rsidRDefault="003F0FD2" w:rsidP="000D011B">
      <w:pPr>
        <w:pStyle w:val="Text1-1"/>
      </w:pPr>
      <w:r>
        <w:t>Objednatel oznámil uveřejněním oznámení o zahájení zadávacího řízení ve Věstníku veřejných zakázek dne "[</w:t>
      </w:r>
      <w:r w:rsidRPr="003F0FD2">
        <w:rPr>
          <w:highlight w:val="green"/>
        </w:rPr>
        <w:t>VLOŽÍ OBJEDNATEL</w:t>
      </w:r>
      <w:r>
        <w:t xml:space="preserve">]" pod evidenčním číslem </w:t>
      </w:r>
      <w:r w:rsidR="000D011B" w:rsidRPr="000D011B">
        <w:t>61821240</w:t>
      </w:r>
      <w:r w:rsidR="00395689">
        <w:t xml:space="preserve"> </w:t>
      </w:r>
      <w:r>
        <w:t>svůj úmysl zadat v otevřeném řízení veřejnou zakázku s názvem</w:t>
      </w:r>
      <w:r w:rsidR="008954BE" w:rsidRPr="008954BE">
        <w:t xml:space="preserve"> </w:t>
      </w:r>
      <w:r w:rsidR="00145903">
        <w:t>„</w:t>
      </w:r>
      <w:r w:rsidR="008954BE" w:rsidRPr="008954BE">
        <w:rPr>
          <w:b/>
        </w:rPr>
        <w:t>Rekonstrukce TNS Dobšice nad Cidlinou</w:t>
      </w:r>
      <w:r w:rsidR="00145903">
        <w:rPr>
          <w:b/>
        </w:rPr>
        <w:t>“</w:t>
      </w:r>
      <w:r w:rsidR="008954BE" w:rsidRPr="008954BE">
        <w:rPr>
          <w:b/>
        </w:rPr>
        <w:t xml:space="preserve"> a </w:t>
      </w:r>
      <w:r w:rsidR="00145903">
        <w:rPr>
          <w:b/>
        </w:rPr>
        <w:t>„</w:t>
      </w:r>
      <w:r w:rsidR="008954BE" w:rsidRPr="008954BE">
        <w:rPr>
          <w:b/>
        </w:rPr>
        <w:t>Rekonstrukce TNS Káranice</w:t>
      </w:r>
      <w:r w:rsidR="008954BE">
        <w:t>“</w:t>
      </w:r>
      <w:r w:rsidR="00D133B4">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4D070B38"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224647E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D411340"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448C7024"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5AB6F283"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78278D6" w14:textId="77777777" w:rsidR="003F0FD2" w:rsidRDefault="003F0FD2" w:rsidP="003F0FD2">
      <w:pPr>
        <w:pStyle w:val="Nadpis1-1"/>
      </w:pPr>
      <w:r>
        <w:lastRenderedPageBreak/>
        <w:t>PŘEDMĚT, CENA A HARMONOGRAM PLNĚNÍ SMLOUVY</w:t>
      </w:r>
    </w:p>
    <w:p w14:paraId="23627D24" w14:textId="77777777" w:rsidR="003F0FD2" w:rsidRDefault="003F0FD2" w:rsidP="003F0FD2">
      <w:pPr>
        <w:pStyle w:val="Text1-1"/>
      </w:pPr>
      <w:r>
        <w:t>Zhotovitel se zavazuje v souladu s touto Smlouvou provést Dílo spočívající ve zhotovení Záměru projektu a Dokumentace pro územní řízení dle specifikace uvedené v Příloze č.</w:t>
      </w:r>
      <w:r w:rsidR="00BD0C4A">
        <w:t> </w:t>
      </w:r>
      <w:r>
        <w:t xml:space="preserve">1 této Smlouvy, a předat jej Objednateli </w:t>
      </w:r>
    </w:p>
    <w:p w14:paraId="146787ED"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62D64B43"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52124412"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21CA549C" w14:textId="432EA72E" w:rsidR="003F0FD2" w:rsidRDefault="003F0FD2" w:rsidP="003F0FD2">
      <w:pPr>
        <w:pStyle w:val="Textbezslovn"/>
        <w:rPr>
          <w:rStyle w:val="Tun"/>
        </w:rPr>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6FD07802" w14:textId="34D4C64B" w:rsidR="00392A00" w:rsidRDefault="000849D3" w:rsidP="003F0FD2">
      <w:pPr>
        <w:pStyle w:val="Textbezslovn"/>
      </w:pPr>
      <w:r>
        <w:rPr>
          <w:rStyle w:val="Tun"/>
        </w:rPr>
        <w:t>F</w:t>
      </w:r>
      <w:r w:rsidR="00392A00">
        <w:rPr>
          <w:rStyle w:val="Tun"/>
        </w:rPr>
        <w:t>akturace bude probíhat na každou stavbu samostatně.</w:t>
      </w:r>
    </w:p>
    <w:p w14:paraId="6A1CB7FD"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6ACB6483"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17DBDC3F" w14:textId="54537479" w:rsidR="00636163" w:rsidRPr="00187A3E" w:rsidRDefault="00636163" w:rsidP="00932561">
      <w:pPr>
        <w:pStyle w:val="Text1-1"/>
        <w:numPr>
          <w:ilvl w:val="1"/>
          <w:numId w:val="5"/>
        </w:numPr>
        <w:rPr>
          <w:rFonts w:asciiTheme="minorHAnsi" w:hAnsiTheme="minorHAnsi"/>
          <w:color w:val="000000" w:themeColor="text1"/>
        </w:rPr>
      </w:pPr>
      <w:bookmarkStart w:id="1" w:name="_Ref53007706"/>
      <w:bookmarkStart w:id="2" w:name="_Ref51783812"/>
      <w:r w:rsidRPr="00187A3E">
        <w:rPr>
          <w:rFonts w:asciiTheme="minorHAnsi" w:hAnsiTheme="minorHAnsi"/>
          <w:color w:val="000000" w:themeColor="text1"/>
        </w:rPr>
        <w:t xml:space="preserve">Smluvní strany sjednávají, že pokud nastane kterékoli ze skutečností uvedených níže v odstavci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_Hlk51790924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00D273C7">
        <w:rPr>
          <w:rFonts w:asciiTheme="minorHAnsi" w:hAnsiTheme="minorHAnsi"/>
          <w:color w:val="000000" w:themeColor="text1"/>
        </w:rPr>
        <w:t>3.6.1</w:t>
      </w:r>
      <w:r w:rsidRPr="00187A3E">
        <w:rPr>
          <w:rFonts w:asciiTheme="minorHAnsi" w:hAnsiTheme="minorHAnsi"/>
          <w:color w:val="000000" w:themeColor="text1"/>
        </w:rPr>
        <w:fldChar w:fldCharType="end"/>
      </w:r>
      <w:r w:rsidRPr="00187A3E">
        <w:rPr>
          <w:rFonts w:asciiTheme="minorHAnsi" w:hAnsiTheme="minorHAnsi"/>
          <w:color w:val="000000" w:themeColor="text1"/>
        </w:rPr>
        <w:t xml:space="preserve"> (dále jen „</w:t>
      </w:r>
      <w:r w:rsidRPr="00187A3E">
        <w:rPr>
          <w:rFonts w:asciiTheme="minorHAnsi" w:hAnsiTheme="minorHAnsi"/>
          <w:b/>
          <w:bCs/>
          <w:color w:val="000000" w:themeColor="text1"/>
        </w:rPr>
        <w:t>Rozvazovací podmínka</w:t>
      </w:r>
      <w:r w:rsidRPr="00187A3E">
        <w:rPr>
          <w:rFonts w:asciiTheme="minorHAnsi" w:hAnsiTheme="minorHAnsi"/>
          <w:color w:val="000000" w:themeColor="text1"/>
        </w:rPr>
        <w:t>“), dojde k ukončení Smlouvy a zániku závazku ze Smlouvy, a to s účinností k okamžiku uvedeném</w:t>
      </w:r>
      <w:r w:rsidR="0019797B" w:rsidRPr="00187A3E">
        <w:rPr>
          <w:rFonts w:asciiTheme="minorHAnsi" w:hAnsiTheme="minorHAnsi"/>
          <w:color w:val="000000" w:themeColor="text1"/>
        </w:rPr>
        <w:t>u</w:t>
      </w:r>
      <w:r w:rsidRPr="00187A3E">
        <w:rPr>
          <w:rFonts w:asciiTheme="minorHAnsi" w:hAnsiTheme="minorHAnsi"/>
          <w:color w:val="000000" w:themeColor="text1"/>
        </w:rPr>
        <w:t xml:space="preserve"> v odst.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_Ref54115844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00D273C7">
        <w:rPr>
          <w:rFonts w:asciiTheme="minorHAnsi" w:hAnsiTheme="minorHAnsi"/>
          <w:color w:val="000000" w:themeColor="text1"/>
        </w:rPr>
        <w:t>0</w:t>
      </w:r>
      <w:r w:rsidRPr="00187A3E">
        <w:rPr>
          <w:rFonts w:asciiTheme="minorHAnsi" w:hAnsiTheme="minorHAnsi"/>
          <w:color w:val="000000" w:themeColor="text1"/>
        </w:rPr>
        <w:fldChar w:fldCharType="end"/>
      </w:r>
      <w:r w:rsidR="00893DB7" w:rsidRPr="00187A3E">
        <w:rPr>
          <w:rFonts w:asciiTheme="minorHAnsi" w:hAnsiTheme="minorHAnsi"/>
          <w:color w:val="000000" w:themeColor="text1"/>
        </w:rPr>
        <w:t xml:space="preserve"> </w:t>
      </w:r>
      <w:r w:rsidRPr="00187A3E">
        <w:rPr>
          <w:rFonts w:asciiTheme="minorHAnsi" w:hAnsiTheme="minorHAnsi"/>
          <w:color w:val="000000" w:themeColor="text1"/>
        </w:rPr>
        <w:t>a aniž by ukončení Smlouvy v takovém případě vyžadovalo právní jednání Objednatele nebo Zhotovitele.</w:t>
      </w:r>
      <w:bookmarkEnd w:id="1"/>
    </w:p>
    <w:p w14:paraId="689D0AAA" w14:textId="1F388FF4" w:rsidR="00925499" w:rsidRPr="00187A3E" w:rsidRDefault="00FA5A21" w:rsidP="00925499">
      <w:pPr>
        <w:pStyle w:val="Text1-2"/>
        <w:tabs>
          <w:tab w:val="clear" w:pos="2212"/>
          <w:tab w:val="num" w:pos="1276"/>
        </w:tabs>
        <w:ind w:hanging="1503"/>
        <w:rPr>
          <w:color w:val="000000" w:themeColor="text1"/>
        </w:rPr>
      </w:pPr>
      <w:bookmarkStart w:id="3" w:name="_Hlk51790924"/>
      <w:bookmarkEnd w:id="2"/>
      <w:r w:rsidRPr="00187A3E">
        <w:rPr>
          <w:color w:val="000000" w:themeColor="text1"/>
        </w:rPr>
        <w:t xml:space="preserve">Rozvazovací podmínkou ve smyslu tohoto odst. </w:t>
      </w:r>
      <w:r w:rsidRPr="00187A3E">
        <w:rPr>
          <w:color w:val="000000" w:themeColor="text1"/>
        </w:rPr>
        <w:fldChar w:fldCharType="begin"/>
      </w:r>
      <w:r w:rsidRPr="00187A3E">
        <w:rPr>
          <w:color w:val="000000" w:themeColor="text1"/>
        </w:rPr>
        <w:instrText xml:space="preserve"> REF _Ref53007706 \r \h </w:instrText>
      </w:r>
      <w:r w:rsidRPr="00187A3E">
        <w:rPr>
          <w:color w:val="000000" w:themeColor="text1"/>
        </w:rPr>
      </w:r>
      <w:r w:rsidRPr="00187A3E">
        <w:rPr>
          <w:color w:val="000000" w:themeColor="text1"/>
        </w:rPr>
        <w:fldChar w:fldCharType="separate"/>
      </w:r>
      <w:r w:rsidR="00D273C7">
        <w:rPr>
          <w:color w:val="000000" w:themeColor="text1"/>
        </w:rPr>
        <w:t>3.6</w:t>
      </w:r>
      <w:r w:rsidRPr="00187A3E">
        <w:rPr>
          <w:color w:val="000000" w:themeColor="text1"/>
        </w:rPr>
        <w:fldChar w:fldCharType="end"/>
      </w:r>
      <w:r w:rsidR="004F433F" w:rsidRPr="00187A3E">
        <w:rPr>
          <w:color w:val="000000" w:themeColor="text1"/>
        </w:rPr>
        <w:t>6</w:t>
      </w:r>
      <w:r w:rsidRPr="00187A3E">
        <w:rPr>
          <w:color w:val="000000" w:themeColor="text1"/>
        </w:rPr>
        <w:t xml:space="preserve"> se rozumí:</w:t>
      </w:r>
      <w:bookmarkEnd w:id="3"/>
    </w:p>
    <w:p w14:paraId="37B69F34" w14:textId="2DC20806" w:rsidR="00925499" w:rsidRPr="00187A3E" w:rsidRDefault="00925499" w:rsidP="001446AC">
      <w:pPr>
        <w:pStyle w:val="Text1-1"/>
        <w:numPr>
          <w:ilvl w:val="0"/>
          <w:numId w:val="17"/>
        </w:numPr>
        <w:tabs>
          <w:tab w:val="left" w:pos="708"/>
        </w:tabs>
        <w:rPr>
          <w:color w:val="000000" w:themeColor="text1"/>
          <w:sz w:val="20"/>
          <w:szCs w:val="20"/>
        </w:rPr>
      </w:pPr>
      <w:r w:rsidRPr="00187A3E">
        <w:rPr>
          <w:color w:val="000000" w:themeColor="text1"/>
        </w:rPr>
        <w:t xml:space="preserve">skutečnost, že po </w:t>
      </w:r>
      <w:r w:rsidRPr="00A61B47">
        <w:rPr>
          <w:color w:val="000000" w:themeColor="text1"/>
        </w:rPr>
        <w:t xml:space="preserve">skončení </w:t>
      </w:r>
      <w:r w:rsidR="00792993" w:rsidRPr="00A61B47">
        <w:rPr>
          <w:b/>
          <w:color w:val="000000" w:themeColor="text1"/>
        </w:rPr>
        <w:t>3</w:t>
      </w:r>
      <w:r w:rsidR="005A24FA" w:rsidRPr="00A61B47">
        <w:rPr>
          <w:b/>
          <w:color w:val="000000" w:themeColor="text1"/>
        </w:rPr>
        <w:t>.</w:t>
      </w:r>
      <w:r w:rsidR="00A61B47" w:rsidRPr="00A61B47">
        <w:rPr>
          <w:b/>
          <w:color w:val="000000" w:themeColor="text1"/>
        </w:rPr>
        <w:t xml:space="preserve"> </w:t>
      </w:r>
      <w:r w:rsidRPr="00A61B47">
        <w:rPr>
          <w:color w:val="000000" w:themeColor="text1"/>
        </w:rPr>
        <w:t>Dílčí</w:t>
      </w:r>
      <w:r w:rsidRPr="00187A3E">
        <w:rPr>
          <w:color w:val="000000" w:themeColor="text1"/>
        </w:rPr>
        <w:t xml:space="preserve"> etapy nebude ze strany Centrální komise Ministerstva dopravy obdržen souhlas s pokračováním v další fázi přípravy prostřednictvím schválení Záměru projektu ve lhůtě </w:t>
      </w:r>
      <w:r w:rsidR="00A61B47">
        <w:rPr>
          <w:color w:val="000000" w:themeColor="text1"/>
        </w:rPr>
        <w:t>3 měsíců</w:t>
      </w:r>
      <w:r w:rsidRPr="00187A3E">
        <w:rPr>
          <w:color w:val="000000" w:themeColor="text1"/>
        </w:rPr>
        <w:t xml:space="preserve"> pokud nebude tato lhůta na písemnou žádost Zhotovitele, doručené Objednateli nejpozději 7 dní před uplynutím této lhůty, prodloužena o </w:t>
      </w:r>
      <w:r w:rsidR="00A61B47">
        <w:rPr>
          <w:color w:val="000000" w:themeColor="text1"/>
        </w:rPr>
        <w:t xml:space="preserve">3 </w:t>
      </w:r>
      <w:r w:rsidRPr="00187A3E">
        <w:rPr>
          <w:color w:val="000000" w:themeColor="text1"/>
        </w:rPr>
        <w:t xml:space="preserve">měsíce,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34870574" w14:textId="77777777" w:rsidR="00925499" w:rsidRPr="00187A3E" w:rsidRDefault="00925499" w:rsidP="00925499">
      <w:pPr>
        <w:pStyle w:val="Text1-2"/>
        <w:numPr>
          <w:ilvl w:val="0"/>
          <w:numId w:val="0"/>
        </w:numPr>
        <w:ind w:left="2212"/>
        <w:rPr>
          <w:color w:val="000000" w:themeColor="text1"/>
        </w:rPr>
      </w:pPr>
    </w:p>
    <w:p w14:paraId="3AE8F41B" w14:textId="2C304308" w:rsidR="00DE62BB" w:rsidRPr="00187A3E" w:rsidRDefault="008B243B" w:rsidP="003918EC">
      <w:pPr>
        <w:pStyle w:val="Text1-1"/>
        <w:numPr>
          <w:ilvl w:val="0"/>
          <w:numId w:val="0"/>
        </w:numPr>
        <w:ind w:left="1418" w:hanging="709"/>
        <w:rPr>
          <w:color w:val="000000" w:themeColor="text1"/>
        </w:rPr>
      </w:pPr>
      <w:bookmarkStart w:id="4" w:name="_Ref54115844"/>
      <w:bookmarkStart w:id="5" w:name="_Ref54036977"/>
      <w:r w:rsidRPr="00187A3E">
        <w:rPr>
          <w:color w:val="000000" w:themeColor="text1"/>
        </w:rPr>
        <w:t xml:space="preserve">3.6.2 </w:t>
      </w:r>
      <w:r w:rsidR="00FA5A21" w:rsidRPr="00187A3E">
        <w:rPr>
          <w:color w:val="000000" w:themeColor="text1"/>
        </w:rPr>
        <w:t>Účinky Rozvazovací podmínky a ukončení Smlouvy nastávají vždy k okamžiku</w:t>
      </w:r>
      <w:r w:rsidRPr="00187A3E">
        <w:rPr>
          <w:color w:val="000000" w:themeColor="text1"/>
        </w:rPr>
        <w:t xml:space="preserve"> </w:t>
      </w:r>
      <w:r w:rsidR="00FA5A21" w:rsidRPr="00187A3E">
        <w:rPr>
          <w:color w:val="000000" w:themeColor="text1"/>
        </w:rPr>
        <w:t xml:space="preserve">oboustranného podpisu předávacího protokolu k té Dílčí etapě, která byla takto protokolárně předána a převzata předtím, než nastala relevantní skutečnost uvedená v odst. </w:t>
      </w:r>
      <w:r w:rsidR="00FA5A21" w:rsidRPr="00187A3E">
        <w:rPr>
          <w:color w:val="000000" w:themeColor="text1"/>
        </w:rPr>
        <w:fldChar w:fldCharType="begin"/>
      </w:r>
      <w:r w:rsidR="00FA5A21" w:rsidRPr="00187A3E">
        <w:rPr>
          <w:color w:val="000000" w:themeColor="text1"/>
        </w:rPr>
        <w:instrText xml:space="preserve"> REF _Hlk51790924 \r \h  \* MERGEFORMAT </w:instrText>
      </w:r>
      <w:r w:rsidR="00FA5A21" w:rsidRPr="00187A3E">
        <w:rPr>
          <w:color w:val="000000" w:themeColor="text1"/>
        </w:rPr>
      </w:r>
      <w:r w:rsidR="00FA5A21" w:rsidRPr="00187A3E">
        <w:rPr>
          <w:color w:val="000000" w:themeColor="text1"/>
        </w:rPr>
        <w:fldChar w:fldCharType="separate"/>
      </w:r>
      <w:r w:rsidR="00D273C7">
        <w:rPr>
          <w:color w:val="000000" w:themeColor="text1"/>
        </w:rPr>
        <w:t>3.6.1</w:t>
      </w:r>
      <w:r w:rsidR="00FA5A21" w:rsidRPr="00187A3E">
        <w:rPr>
          <w:color w:val="000000" w:themeColor="text1"/>
        </w:rPr>
        <w:fldChar w:fldCharType="end"/>
      </w:r>
      <w:r w:rsidR="00FA5A21" w:rsidRPr="00187A3E">
        <w:rPr>
          <w:color w:val="000000" w:themeColor="text1"/>
        </w:rPr>
        <w:t>.</w:t>
      </w:r>
      <w:bookmarkStart w:id="6" w:name="_Ref54116176"/>
      <w:bookmarkStart w:id="7" w:name="_Ref51787473"/>
      <w:bookmarkEnd w:id="4"/>
    </w:p>
    <w:p w14:paraId="15E975CB" w14:textId="2AA853CF" w:rsidR="00FA5A21" w:rsidRPr="00187A3E" w:rsidRDefault="00DE62BB" w:rsidP="00DE62BB">
      <w:pPr>
        <w:pStyle w:val="Text1-1"/>
        <w:numPr>
          <w:ilvl w:val="0"/>
          <w:numId w:val="0"/>
        </w:numPr>
        <w:ind w:left="1418" w:hanging="709"/>
        <w:rPr>
          <w:color w:val="000000" w:themeColor="text1"/>
        </w:rPr>
      </w:pPr>
      <w:r w:rsidRPr="00187A3E">
        <w:rPr>
          <w:color w:val="000000" w:themeColor="text1"/>
        </w:rPr>
        <w:t xml:space="preserve">3.6.3 </w:t>
      </w:r>
      <w:r w:rsidR="00FA5A21" w:rsidRPr="00187A3E">
        <w:rPr>
          <w:color w:val="000000" w:themeColor="text1"/>
        </w:rPr>
        <w:t xml:space="preserve">Objednatel písemně oznámí Zhotoviteli nejpozději </w:t>
      </w:r>
      <w:r w:rsidR="00FA5A21" w:rsidRPr="005B36CE">
        <w:rPr>
          <w:color w:val="000000" w:themeColor="text1"/>
        </w:rPr>
        <w:t xml:space="preserve">do </w:t>
      </w:r>
      <w:r w:rsidR="005B36CE" w:rsidRPr="005B36CE">
        <w:rPr>
          <w:b/>
          <w:color w:val="000000" w:themeColor="text1"/>
        </w:rPr>
        <w:t>4</w:t>
      </w:r>
      <w:r w:rsidR="007901AD" w:rsidRPr="005B36CE">
        <w:rPr>
          <w:b/>
          <w:color w:val="000000" w:themeColor="text1"/>
        </w:rPr>
        <w:t xml:space="preserve"> měsíců</w:t>
      </w:r>
      <w:r w:rsidR="003918EC" w:rsidRPr="005B36CE">
        <w:rPr>
          <w:color w:val="000000" w:themeColor="text1"/>
        </w:rPr>
        <w:t xml:space="preserve"> </w:t>
      </w:r>
      <w:r w:rsidR="00FA5A21" w:rsidRPr="005B36CE">
        <w:rPr>
          <w:color w:val="000000" w:themeColor="text1"/>
        </w:rPr>
        <w:t>od oboustranného</w:t>
      </w:r>
      <w:r w:rsidR="00FA5A21" w:rsidRPr="00187A3E">
        <w:rPr>
          <w:color w:val="000000" w:themeColor="text1"/>
        </w:rPr>
        <w:t xml:space="preserve">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5"/>
      <w:bookmarkEnd w:id="6"/>
      <w:bookmarkEnd w:id="7"/>
    </w:p>
    <w:p w14:paraId="3858B940" w14:textId="2981D3CC" w:rsidR="00FA5A21" w:rsidRPr="00187A3E" w:rsidRDefault="00DE62BB" w:rsidP="003918EC">
      <w:pPr>
        <w:pStyle w:val="Text1-1"/>
        <w:numPr>
          <w:ilvl w:val="0"/>
          <w:numId w:val="0"/>
        </w:numPr>
        <w:ind w:left="1418" w:hanging="709"/>
        <w:rPr>
          <w:color w:val="000000" w:themeColor="text1"/>
        </w:rPr>
      </w:pPr>
      <w:bookmarkStart w:id="8" w:name="_Ref51785178"/>
      <w:bookmarkStart w:id="9" w:name="_Ref51785293"/>
      <w:bookmarkStart w:id="10" w:name="_Ref51787774"/>
      <w:r w:rsidRPr="00187A3E">
        <w:rPr>
          <w:color w:val="000000" w:themeColor="text1"/>
        </w:rPr>
        <w:t xml:space="preserve">3.6.4 </w:t>
      </w:r>
      <w:r w:rsidR="00FA5A21" w:rsidRPr="00187A3E">
        <w:rPr>
          <w:color w:val="000000" w:themeColor="text1"/>
        </w:rPr>
        <w:t>V případě, že Objednatel neoznámí Zhotoviteli ani do 2 měsíců po uplynutí lhůty uvedené v</w:t>
      </w:r>
      <w:r w:rsidR="003918EC" w:rsidRPr="00187A3E">
        <w:rPr>
          <w:color w:val="000000" w:themeColor="text1"/>
        </w:rPr>
        <w:t> odst.</w:t>
      </w:r>
      <w:r w:rsidR="00FA5A21" w:rsidRPr="00187A3E">
        <w:rPr>
          <w:color w:val="000000" w:themeColor="text1"/>
        </w:rPr>
        <w:t xml:space="preserve"> </w:t>
      </w:r>
      <w:bookmarkEnd w:id="8"/>
      <w:r w:rsidR="000D5A05">
        <w:rPr>
          <w:color w:val="000000" w:themeColor="text1"/>
        </w:rPr>
        <w:t>3.6.</w:t>
      </w:r>
      <w:r w:rsidR="005B36CE">
        <w:rPr>
          <w:color w:val="000000" w:themeColor="text1"/>
        </w:rPr>
        <w:t>3</w:t>
      </w:r>
      <w:r w:rsidR="00FA5A21" w:rsidRPr="00187A3E">
        <w:rPr>
          <w:color w:val="000000" w:themeColor="text1"/>
        </w:rPr>
        <w:t xml:space="preserve">, že byla splněna Rozvazovací podmínka ani mu v této lhůtě neoznámí, že má pokračovat v plnění Díla, je Zhotovitel povinen zaslat </w:t>
      </w:r>
      <w:r w:rsidR="00FA5A21" w:rsidRPr="00187A3E">
        <w:rPr>
          <w:color w:val="000000" w:themeColor="text1"/>
        </w:rPr>
        <w:lastRenderedPageBreak/>
        <w:t xml:space="preserve">Objednateli písemně žádost o sdělení, zda došlo k naplnění Rozvazovací podmínky. Pokud Objednatel neoznámí Zhotoviteli ani do 10 dní od obdržení žádosti Zhotovitele, zda byla naplněna Rozvazovací podmínka, platí, že </w:t>
      </w:r>
      <w:bookmarkEnd w:id="9"/>
      <w:r w:rsidR="00FA5A21" w:rsidRPr="00187A3E">
        <w:rPr>
          <w:color w:val="000000" w:themeColor="text1"/>
        </w:rPr>
        <w:t>Rozvazovací podmínka byla naplněna a Smlouva zanikla k okamžiku uvedeném v odst.</w:t>
      </w:r>
      <w:r w:rsidR="0019797B" w:rsidRPr="00187A3E">
        <w:rPr>
          <w:color w:val="000000" w:themeColor="text1"/>
        </w:rPr>
        <w:t>3.6.2</w:t>
      </w:r>
      <w:r w:rsidR="00FA5A21" w:rsidRPr="00187A3E">
        <w:rPr>
          <w:color w:val="000000" w:themeColor="text1"/>
        </w:rPr>
        <w:t>.</w:t>
      </w:r>
      <w:bookmarkEnd w:id="10"/>
    </w:p>
    <w:p w14:paraId="3EC7912F" w14:textId="77777777" w:rsidR="003918EC" w:rsidRPr="00187A3E" w:rsidRDefault="0025273A" w:rsidP="00187A3E">
      <w:pPr>
        <w:pStyle w:val="Text1-1"/>
        <w:numPr>
          <w:ilvl w:val="0"/>
          <w:numId w:val="0"/>
        </w:numPr>
        <w:ind w:left="1418" w:hanging="1418"/>
        <w:rPr>
          <w:color w:val="000000" w:themeColor="text1"/>
        </w:rPr>
      </w:pPr>
      <w:r w:rsidRPr="00187A3E">
        <w:rPr>
          <w:color w:val="000000" w:themeColor="text1"/>
        </w:rPr>
        <w:t xml:space="preserve">           </w:t>
      </w:r>
      <w:r w:rsidR="003918EC" w:rsidRPr="00187A3E">
        <w:rPr>
          <w:color w:val="000000" w:themeColor="text1"/>
        </w:rPr>
        <w:t>3.6.5</w:t>
      </w:r>
      <w:r w:rsidRPr="00187A3E">
        <w:rPr>
          <w:color w:val="000000" w:themeColor="text1"/>
        </w:rPr>
        <w:t xml:space="preserve"> </w:t>
      </w:r>
      <w:r w:rsidR="00FA5A21" w:rsidRPr="00187A3E">
        <w:rPr>
          <w:color w:val="000000" w:themeColor="text1"/>
        </w:rPr>
        <w:t xml:space="preserve">V případě, že dojde k ukončení Smlouvy v důsledku splnění Rozvazovací podmínky podle tohoto odst. </w:t>
      </w:r>
      <w:r w:rsidRPr="00187A3E">
        <w:rPr>
          <w:color w:val="000000" w:themeColor="text1"/>
        </w:rPr>
        <w:t xml:space="preserve">3.6 </w:t>
      </w:r>
      <w:r w:rsidR="00FA5A21" w:rsidRPr="00187A3E">
        <w:rPr>
          <w:color w:val="000000" w:themeColor="text1"/>
        </w:rPr>
        <w:t>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35A08870"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6A9F097A"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23B7086"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6D58B166" w14:textId="77777777" w:rsidR="003F0FD2" w:rsidRDefault="003F0FD2" w:rsidP="00833466">
      <w:pPr>
        <w:pStyle w:val="Text1-1"/>
      </w:pPr>
      <w:r>
        <w:t xml:space="preserve">Místem plnění Díla je: </w:t>
      </w:r>
      <w:r w:rsidR="00833466" w:rsidRPr="00833466">
        <w:rPr>
          <w:rStyle w:val="Tun"/>
        </w:rPr>
        <w:t>Správa železnic, státní organizace</w:t>
      </w:r>
      <w:r w:rsidR="00833466">
        <w:rPr>
          <w:rStyle w:val="Tun"/>
        </w:rPr>
        <w:t xml:space="preserve">, </w:t>
      </w:r>
      <w:r w:rsidR="00833466" w:rsidRPr="00833466">
        <w:rPr>
          <w:rStyle w:val="Tun"/>
        </w:rPr>
        <w:t>Stavební správa západ</w:t>
      </w:r>
      <w:r w:rsidR="00833466">
        <w:rPr>
          <w:rStyle w:val="Tun"/>
        </w:rPr>
        <w:t xml:space="preserve">, </w:t>
      </w:r>
      <w:r w:rsidR="00833466" w:rsidRPr="00833466">
        <w:rPr>
          <w:rStyle w:val="Tun"/>
        </w:rPr>
        <w:t xml:space="preserve">Budova Diamond Point, Ke Štvanici 656/3, 186 00 Praha 8 </w:t>
      </w:r>
      <w:r w:rsidR="000C0D6D">
        <w:rPr>
          <w:rStyle w:val="Tun"/>
        </w:rPr>
        <w:t>–</w:t>
      </w:r>
      <w:r w:rsidR="00833466" w:rsidRPr="00833466">
        <w:rPr>
          <w:rStyle w:val="Tun"/>
        </w:rPr>
        <w:t xml:space="preserve"> Karlín</w:t>
      </w:r>
      <w:r w:rsidR="000C0D6D">
        <w:rPr>
          <w:rStyle w:val="Tun"/>
        </w:rPr>
        <w:t>.</w:t>
      </w:r>
    </w:p>
    <w:p w14:paraId="7E9A8578" w14:textId="77777777" w:rsidR="003F0FD2" w:rsidRDefault="003F0FD2" w:rsidP="00930F78">
      <w:pPr>
        <w:pStyle w:val="Nadpis1-1"/>
      </w:pPr>
      <w:r>
        <w:t>OSTATNÍ USTANOVENÍ</w:t>
      </w:r>
    </w:p>
    <w:p w14:paraId="08FF50B2"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45C77922"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107ED73C"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6D13D004" w14:textId="77777777" w:rsidR="009B5BAC" w:rsidRPr="00187A3E" w:rsidRDefault="009B5BAC" w:rsidP="009B5BAC">
      <w:pPr>
        <w:pStyle w:val="Text1-1"/>
        <w:numPr>
          <w:ilvl w:val="0"/>
          <w:numId w:val="0"/>
        </w:numPr>
        <w:ind w:left="737" w:hanging="737"/>
        <w:rPr>
          <w:rFonts w:eastAsia="Times New Roman" w:cs="Times New Roman"/>
          <w:color w:val="000000" w:themeColor="text1"/>
        </w:rPr>
      </w:pPr>
      <w:r w:rsidRPr="000D5A05">
        <w:rPr>
          <w:rFonts w:eastAsia="Times New Roman" w:cs="Times New Roman"/>
        </w:rPr>
        <w:t>4.</w:t>
      </w:r>
      <w:r w:rsidRPr="00187A3E">
        <w:rPr>
          <w:rFonts w:eastAsia="Times New Roman" w:cs="Times New Roman"/>
          <w:color w:val="000000" w:themeColor="text1"/>
        </w:rPr>
        <w:t>4       Compliance doložka a etické zásady</w:t>
      </w:r>
    </w:p>
    <w:p w14:paraId="2C2024A3" w14:textId="77777777" w:rsidR="009B5BAC" w:rsidRPr="00187A3E" w:rsidRDefault="009B5BAC" w:rsidP="009B5BAC">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82A4C5E" w14:textId="68886EAE" w:rsidR="009B5BAC" w:rsidRPr="009B5BAC" w:rsidRDefault="009B5BAC" w:rsidP="009B5BAC">
      <w:pPr>
        <w:pStyle w:val="Text1-1"/>
        <w:numPr>
          <w:ilvl w:val="1"/>
          <w:numId w:val="15"/>
        </w:numPr>
        <w:rPr>
          <w:color w:val="00B050"/>
        </w:rPr>
      </w:pPr>
      <w:r>
        <w:t>Sociálně a environmentálně odpovědné zadávání</w:t>
      </w:r>
    </w:p>
    <w:p w14:paraId="39C0931B"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2BD84E4C" w14:textId="77777777"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odst.</w:t>
      </w:r>
      <w:r w:rsidR="0003258C">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4.5.1 této Smlouvy. </w:t>
      </w:r>
    </w:p>
    <w:p w14:paraId="24408B22" w14:textId="77777777"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č.3b) této Smlouvy budou probíhat primárně distančním způsobem (elektronicky, např. MS Teams, Google meet, atp.), pokud nebude nutné, aby byly spojeny s místním šetřením.</w:t>
      </w:r>
    </w:p>
    <w:p w14:paraId="5B2662CE" w14:textId="5D662FCC"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w:t>
      </w:r>
      <w:r w:rsidR="008E3DEF" w:rsidRPr="008E3DEF">
        <w:rPr>
          <w:rFonts w:eastAsia="Times New Roman" w:cs="Times New Roman"/>
          <w:color w:val="000000" w:themeColor="text1"/>
          <w:sz w:val="18"/>
          <w:szCs w:val="18"/>
        </w:rPr>
        <w:t xml:space="preserve">2 studentských </w:t>
      </w:r>
      <w:r w:rsidR="00F51BF5" w:rsidRPr="008E3DEF">
        <w:rPr>
          <w:rFonts w:eastAsia="Times New Roman" w:cs="Times New Roman"/>
          <w:color w:val="000000" w:themeColor="text1"/>
          <w:sz w:val="18"/>
          <w:szCs w:val="18"/>
        </w:rPr>
        <w:t>exkurzí</w:t>
      </w:r>
      <w:r w:rsidR="008E3DEF">
        <w:rPr>
          <w:rFonts w:eastAsia="Times New Roman" w:cs="Times New Roman"/>
          <w:color w:val="000000" w:themeColor="text1"/>
          <w:sz w:val="18"/>
          <w:szCs w:val="18"/>
        </w:rPr>
        <w:t xml:space="preserve"> za rok</w:t>
      </w:r>
      <w:r w:rsidRPr="00187A3E">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Podrobnosti k</w:t>
      </w:r>
      <w:r w:rsidR="00242221">
        <w:rPr>
          <w:rFonts w:eastAsia="Times New Roman" w:cs="Times New Roman"/>
          <w:color w:val="000000" w:themeColor="text1"/>
          <w:sz w:val="18"/>
          <w:szCs w:val="18"/>
        </w:rPr>
        <w:t> </w:t>
      </w:r>
      <w:r w:rsidR="00F51BF5" w:rsidRPr="00AD5BF5">
        <w:rPr>
          <w:rFonts w:eastAsia="Times New Roman" w:cs="Times New Roman"/>
          <w:color w:val="000000" w:themeColor="text1"/>
          <w:sz w:val="18"/>
          <w:szCs w:val="18"/>
        </w:rPr>
        <w:t>provedení</w:t>
      </w:r>
      <w:r w:rsidR="00242221" w:rsidRPr="00AD5BF5">
        <w:rPr>
          <w:rFonts w:eastAsia="Times New Roman" w:cs="Times New Roman"/>
          <w:color w:val="000000" w:themeColor="text1"/>
          <w:sz w:val="18"/>
          <w:szCs w:val="18"/>
        </w:rPr>
        <w:t xml:space="preserve"> </w:t>
      </w:r>
      <w:r w:rsidR="00F51BF5" w:rsidRPr="00AD5BF5">
        <w:rPr>
          <w:rFonts w:eastAsia="Times New Roman" w:cs="Times New Roman"/>
          <w:color w:val="000000" w:themeColor="text1"/>
          <w:sz w:val="18"/>
          <w:szCs w:val="18"/>
        </w:rPr>
        <w:t>exkurzí jsou</w:t>
      </w:r>
      <w:r w:rsidR="00F51BF5" w:rsidRPr="00187A3E">
        <w:rPr>
          <w:rFonts w:eastAsia="Times New Roman" w:cs="Times New Roman"/>
          <w:color w:val="000000" w:themeColor="text1"/>
          <w:sz w:val="18"/>
          <w:szCs w:val="18"/>
        </w:rPr>
        <w:t xml:space="preserve"> uvedeny v Obchodních podmínkách.</w:t>
      </w:r>
    </w:p>
    <w:p w14:paraId="6AA94F4D"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48292A0" w14:textId="7CA9E01C" w:rsidR="003F0FD2" w:rsidRPr="006831D3" w:rsidRDefault="003F0FD2" w:rsidP="00930F78">
      <w:pPr>
        <w:pStyle w:val="Text1-1"/>
      </w:pPr>
      <w:r w:rsidRPr="006831D3">
        <w:t>Objednatel si vyhrazuje v souladu s §</w:t>
      </w:r>
      <w:r w:rsidR="009B5BAC" w:rsidRPr="006831D3">
        <w:t xml:space="preserve"> </w:t>
      </w:r>
      <w:r w:rsidRPr="006831D3">
        <w:t>105, odst.</w:t>
      </w:r>
      <w:r w:rsidR="00930F78" w:rsidRPr="006831D3">
        <w:t> </w:t>
      </w:r>
      <w:r w:rsidRPr="006831D3">
        <w:t>2 zákona č. 134/2016 Sb., o zadávání veřejných zakázek (dále jen ZZVZ) požadavek, že níže uvedené významné činnosti při plnění veřejné zakázky musí být plněny přímo Zhotovitelem jeho vlastními prostředky:</w:t>
      </w:r>
    </w:p>
    <w:p w14:paraId="603FE7DA" w14:textId="1740FF3B" w:rsidR="001F68F1" w:rsidRDefault="001F68F1" w:rsidP="00930F78">
      <w:pPr>
        <w:pStyle w:val="Odrka1-1"/>
      </w:pPr>
      <w:r w:rsidRPr="001F68F1">
        <w:t>Silnoproudá technologie včetně DŘT</w:t>
      </w:r>
    </w:p>
    <w:p w14:paraId="338C4690" w14:textId="3E66A7C9" w:rsidR="006831D3" w:rsidRPr="001F68F1" w:rsidRDefault="006831D3" w:rsidP="00930F78">
      <w:pPr>
        <w:pStyle w:val="Odrka1-1"/>
      </w:pPr>
      <w:r>
        <w:t>Železniční sdělovací zařízení</w:t>
      </w:r>
    </w:p>
    <w:p w14:paraId="56C3E430" w14:textId="1DFFE93D" w:rsidR="003F0FD2" w:rsidRDefault="003F0FD2" w:rsidP="00E44330">
      <w:pPr>
        <w:pStyle w:val="Nadpis1-1"/>
      </w:pPr>
      <w:r>
        <w:t>ZÁVĚREČNÁ USTANOVENÍ</w:t>
      </w:r>
    </w:p>
    <w:p w14:paraId="3415F30F"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91A5653"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26E79C2"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3341C585"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D434213"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4ACD0A" w14:textId="77777777" w:rsidR="003F0FD2" w:rsidRDefault="003F0FD2" w:rsidP="00930F78">
      <w:pPr>
        <w:pStyle w:val="Text1-1"/>
      </w:pPr>
      <w:r>
        <w:t>Smluvní strany se ve smyslu ust. § 630 odst. 1 občanského zákoníku dohodly, že promlčení práv plynoucích z ust. odst. 15.6, 16.14 a 17.15 Obchodních podmínek trvá patnáct let. Tato lhůta je počítána ode dne, kdy právo mohlo být uplatněno poprvé.</w:t>
      </w:r>
    </w:p>
    <w:p w14:paraId="08A8AF1C"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A527AAC" w14:textId="77777777" w:rsidR="003F0FD2" w:rsidRDefault="003F0FD2" w:rsidP="00930F78">
      <w:pPr>
        <w:pStyle w:val="Text1-1"/>
      </w:pPr>
      <w:r>
        <w:t xml:space="preserve">Veškerá práva a povinnosti vyplývající z této Smlouvy přecházejí, pokud to povaha těchto práv a povinností nevylučuje, na právní nástupce smluvních stran. Při tom musí být </w:t>
      </w:r>
      <w:r>
        <w:lastRenderedPageBreak/>
        <w:t>dodržen § 222 odst. 10 zákona ZZVZ. Žádná ze stran není oprávněna převést jakákoliv práva či povinnosti nebo jejich část na třetí osobu bez předchozího písemného souhlasu druhé smluvní strany.</w:t>
      </w:r>
    </w:p>
    <w:p w14:paraId="5938E67C"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6EF0041"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F23F3F5" w14:textId="320A05A9" w:rsidR="000D011B" w:rsidRDefault="000D011B" w:rsidP="000D011B">
      <w:pPr>
        <w:pStyle w:val="Text1-1"/>
      </w:pPr>
      <w:r w:rsidRPr="00F0614D">
        <w:t>Tato Smlouva je vyhotovena elektronicky, každý elektronický obraz smlouvy má platnost originálu.</w:t>
      </w:r>
    </w:p>
    <w:p w14:paraId="26EA4F43"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05EF7D08"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C5E84"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CE2DA26"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65D7C8BB" w14:textId="77777777" w:rsidR="003F0FD2" w:rsidRDefault="003F0FD2" w:rsidP="00930F78">
      <w:pPr>
        <w:pStyle w:val="Text1-1"/>
      </w:pPr>
      <w:r>
        <w:t>Součást Smlouvy tvoří tyto přílohy:</w:t>
      </w:r>
    </w:p>
    <w:p w14:paraId="223CA17A" w14:textId="77777777" w:rsidR="00930F78" w:rsidRDefault="00930F78" w:rsidP="00930F78">
      <w:pPr>
        <w:pStyle w:val="Textbezslovn"/>
        <w:tabs>
          <w:tab w:val="left" w:pos="2127"/>
        </w:tabs>
        <w:spacing w:after="0"/>
        <w:ind w:left="2297" w:hanging="1560"/>
      </w:pPr>
      <w:r>
        <w:t>Příloha č. 1</w:t>
      </w:r>
      <w:r>
        <w:tab/>
        <w:t xml:space="preserve">Specifikace Díla </w:t>
      </w:r>
    </w:p>
    <w:p w14:paraId="0B0B7C3F" w14:textId="77777777" w:rsidR="00930F78" w:rsidRDefault="00930F78" w:rsidP="00930F78">
      <w:pPr>
        <w:pStyle w:val="Textbezslovn"/>
        <w:tabs>
          <w:tab w:val="left" w:pos="2127"/>
        </w:tabs>
        <w:spacing w:after="0"/>
        <w:ind w:left="2297" w:hanging="1560"/>
      </w:pPr>
      <w:r>
        <w:t>Příloha č. 2</w:t>
      </w:r>
      <w:r>
        <w:tab/>
        <w:t xml:space="preserve">Obchodní podmínky </w:t>
      </w:r>
      <w:r w:rsidRPr="006860F1">
        <w:rPr>
          <w:b/>
        </w:rPr>
        <w:t>OP/ZP+DUR/</w:t>
      </w:r>
      <w:r w:rsidR="005B6000" w:rsidRPr="006860F1">
        <w:rPr>
          <w:b/>
        </w:rPr>
        <w:t>15/21</w:t>
      </w:r>
    </w:p>
    <w:p w14:paraId="52AA35D5" w14:textId="77777777" w:rsidR="00930F78" w:rsidRDefault="00930F78" w:rsidP="00930F78">
      <w:pPr>
        <w:pStyle w:val="Textbezslovn"/>
        <w:tabs>
          <w:tab w:val="left" w:pos="2127"/>
        </w:tabs>
        <w:spacing w:after="0"/>
        <w:ind w:left="2297" w:hanging="1560"/>
      </w:pPr>
      <w:r>
        <w:t>Příloha č. 3</w:t>
      </w:r>
      <w:r>
        <w:tab/>
        <w:t>Technické podmínky</w:t>
      </w:r>
    </w:p>
    <w:p w14:paraId="66E00804" w14:textId="77777777" w:rsidR="00930F78" w:rsidRDefault="00930F78" w:rsidP="00930F78">
      <w:pPr>
        <w:pStyle w:val="Textbezslovn"/>
        <w:tabs>
          <w:tab w:val="left" w:pos="2127"/>
        </w:tabs>
        <w:spacing w:after="0"/>
        <w:ind w:left="3687" w:hanging="1560"/>
      </w:pPr>
      <w:r>
        <w:lastRenderedPageBreak/>
        <w:t>a) Technické kvalitativní podmínky staveb státních drah (TKP Staveb)</w:t>
      </w:r>
    </w:p>
    <w:p w14:paraId="3BA060EA" w14:textId="0957854E" w:rsidR="00930F78" w:rsidRDefault="00930F78" w:rsidP="00930F78">
      <w:pPr>
        <w:pStyle w:val="Textbezslovn"/>
        <w:tabs>
          <w:tab w:val="left" w:pos="2127"/>
        </w:tabs>
        <w:spacing w:after="0"/>
        <w:ind w:left="3687" w:hanging="1560"/>
      </w:pPr>
      <w:r>
        <w:t>b) Všeobecné technické podmínky</w:t>
      </w:r>
      <w:r w:rsidR="007372D4">
        <w:t xml:space="preserve"> (</w:t>
      </w:r>
      <w:r w:rsidR="007372D4" w:rsidRPr="007372D4">
        <w:rPr>
          <w:rStyle w:val="Tun"/>
        </w:rPr>
        <w:t>VTP/DOKUMENTACE/0</w:t>
      </w:r>
      <w:r w:rsidR="000240BD">
        <w:rPr>
          <w:rStyle w:val="Tun"/>
        </w:rPr>
        <w:t>4</w:t>
      </w:r>
      <w:r w:rsidR="007372D4" w:rsidRPr="007372D4">
        <w:rPr>
          <w:rStyle w:val="Tun"/>
        </w:rPr>
        <w:t>/21</w:t>
      </w:r>
      <w:r w:rsidR="007372D4">
        <w:rPr>
          <w:rStyle w:val="Tun"/>
        </w:rPr>
        <w:t>)</w:t>
      </w:r>
      <w:r>
        <w:t xml:space="preserve"> </w:t>
      </w:r>
    </w:p>
    <w:p w14:paraId="12B2B439" w14:textId="77777777" w:rsidR="00930F78" w:rsidRDefault="00930F78" w:rsidP="00930F78">
      <w:pPr>
        <w:pStyle w:val="Textbezslovn"/>
        <w:tabs>
          <w:tab w:val="left" w:pos="2127"/>
        </w:tabs>
        <w:spacing w:after="0"/>
        <w:ind w:left="3687" w:hanging="1560"/>
      </w:pPr>
      <w:r>
        <w:t>c) Zvláštní technické podmínky</w:t>
      </w:r>
      <w:r w:rsidR="001F2CF2" w:rsidRPr="001F2CF2">
        <w:t>:</w:t>
      </w:r>
      <w:r w:rsidRPr="001F2CF2">
        <w:t xml:space="preserve"> </w:t>
      </w:r>
      <w:r w:rsidR="001F2CF2" w:rsidRPr="001F2CF2">
        <w:rPr>
          <w:rStyle w:val="Tun"/>
        </w:rPr>
        <w:t xml:space="preserve">obojí z </w:t>
      </w:r>
      <w:r w:rsidR="00E60B49">
        <w:rPr>
          <w:rStyle w:val="Tun"/>
        </w:rPr>
        <w:t>22</w:t>
      </w:r>
      <w:r w:rsidR="001F2CF2" w:rsidRPr="001F2CF2">
        <w:rPr>
          <w:rStyle w:val="Tun"/>
        </w:rPr>
        <w:t>.6.2021 Rekonstrukce TNS Dobšice nad Cidlinou</w:t>
      </w:r>
      <w:r w:rsidR="001F2CF2">
        <w:rPr>
          <w:rStyle w:val="Tun"/>
        </w:rPr>
        <w:t xml:space="preserve">, </w:t>
      </w:r>
      <w:r w:rsidR="001F2CF2" w:rsidRPr="001F2CF2">
        <w:rPr>
          <w:rStyle w:val="Tun"/>
        </w:rPr>
        <w:t>Rekonstrukce TNS Káranice</w:t>
      </w:r>
      <w:r>
        <w:t xml:space="preserve"> </w:t>
      </w:r>
    </w:p>
    <w:p w14:paraId="6CB89F8F" w14:textId="77777777" w:rsidR="00930F78" w:rsidRDefault="00930F78" w:rsidP="00930F78">
      <w:pPr>
        <w:pStyle w:val="Textbezslovn"/>
        <w:tabs>
          <w:tab w:val="left" w:pos="2127"/>
        </w:tabs>
        <w:spacing w:after="0"/>
        <w:ind w:left="2297" w:hanging="1560"/>
      </w:pPr>
      <w:r>
        <w:t>Příloha č. 4</w:t>
      </w:r>
      <w:r>
        <w:tab/>
        <w:t>Rozpis Ceny Díla</w:t>
      </w:r>
    </w:p>
    <w:p w14:paraId="01CE1B47" w14:textId="77777777" w:rsidR="00930F78" w:rsidRDefault="00930F78" w:rsidP="00930F78">
      <w:pPr>
        <w:pStyle w:val="Textbezslovn"/>
        <w:tabs>
          <w:tab w:val="left" w:pos="2127"/>
        </w:tabs>
        <w:spacing w:after="0"/>
        <w:ind w:left="2297" w:hanging="1560"/>
      </w:pPr>
      <w:r>
        <w:t>Příloha č. 5</w:t>
      </w:r>
      <w:r>
        <w:tab/>
        <w:t>Harmonogram plnění</w:t>
      </w:r>
    </w:p>
    <w:p w14:paraId="5AF91CAD" w14:textId="77777777" w:rsidR="00930F78" w:rsidRDefault="00930F78" w:rsidP="00930F78">
      <w:pPr>
        <w:pStyle w:val="Textbezslovn"/>
        <w:tabs>
          <w:tab w:val="left" w:pos="2127"/>
        </w:tabs>
        <w:spacing w:after="0"/>
        <w:ind w:left="2297" w:hanging="1560"/>
      </w:pPr>
      <w:r>
        <w:t>Příloha č. 6</w:t>
      </w:r>
      <w:r>
        <w:tab/>
        <w:t>Oprávněné osoby</w:t>
      </w:r>
    </w:p>
    <w:p w14:paraId="21CE074C"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77FAAF0B"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671A414A"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75479D4E"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576AA8FA" w14:textId="77777777" w:rsidR="00930F78" w:rsidRDefault="00930F78" w:rsidP="003F0FD2">
      <w:pPr>
        <w:pStyle w:val="Textbezodsazen"/>
      </w:pPr>
    </w:p>
    <w:p w14:paraId="31E17189"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30CD7222" w14:textId="77777777" w:rsidR="00930F78" w:rsidRDefault="00930F78" w:rsidP="003F0FD2">
      <w:pPr>
        <w:pStyle w:val="Textbezodsazen"/>
      </w:pPr>
    </w:p>
    <w:p w14:paraId="54A04244"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__.__.______</w:t>
      </w:r>
    </w:p>
    <w:p w14:paraId="231B0239" w14:textId="77777777" w:rsidR="003F0FD2" w:rsidRDefault="003F0FD2" w:rsidP="003F0FD2">
      <w:pPr>
        <w:pStyle w:val="Textbezodsazen"/>
      </w:pPr>
    </w:p>
    <w:p w14:paraId="5E30FE2D" w14:textId="77777777" w:rsidR="00930F78" w:rsidRDefault="00930F78" w:rsidP="003F0FD2">
      <w:pPr>
        <w:pStyle w:val="Textbezodsazen"/>
      </w:pPr>
    </w:p>
    <w:p w14:paraId="1893EA67" w14:textId="77777777" w:rsidR="00930F78" w:rsidRDefault="00930F78" w:rsidP="003F0FD2">
      <w:pPr>
        <w:pStyle w:val="Textbezodsazen"/>
      </w:pPr>
    </w:p>
    <w:p w14:paraId="7D943407" w14:textId="77777777" w:rsidR="003F0FD2" w:rsidRDefault="003F0FD2" w:rsidP="003F0FD2">
      <w:pPr>
        <w:pStyle w:val="Textbezodsazen"/>
      </w:pPr>
      <w:r>
        <w:t>................................................</w:t>
      </w:r>
      <w:r w:rsidR="00930F78">
        <w:tab/>
      </w:r>
      <w:r w:rsidR="00930F78">
        <w:tab/>
      </w:r>
      <w:r w:rsidR="00930F78">
        <w:tab/>
        <w:t>................................................</w:t>
      </w:r>
    </w:p>
    <w:p w14:paraId="399CDCBD" w14:textId="1087DDA0" w:rsidR="003F0FD2" w:rsidRPr="00930F78" w:rsidRDefault="003F0FD2" w:rsidP="00930F78">
      <w:pPr>
        <w:pStyle w:val="Bezmezer"/>
        <w:rPr>
          <w:rStyle w:val="Tun"/>
        </w:rPr>
      </w:pPr>
      <w:r w:rsidRPr="00930F78">
        <w:rPr>
          <w:rStyle w:val="Tun"/>
        </w:rPr>
        <w:t xml:space="preserve">Ing. </w:t>
      </w:r>
      <w:r w:rsidR="00184D39">
        <w:rPr>
          <w:rStyle w:val="Tun"/>
        </w:rPr>
        <w:t xml:space="preserve">Petr Hofhanzl </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51CD2396" w14:textId="487DC6DA" w:rsidR="003F0FD2" w:rsidRDefault="00184D39" w:rsidP="00930F78">
      <w:pPr>
        <w:pStyle w:val="Bezmezer"/>
      </w:pPr>
      <w:r>
        <w:t>Ředitel Stavební správy západ</w:t>
      </w:r>
    </w:p>
    <w:p w14:paraId="45DB2508" w14:textId="77777777" w:rsidR="003F0FD2" w:rsidRPr="003348F5" w:rsidRDefault="003F0FD2" w:rsidP="00930F78">
      <w:pPr>
        <w:pStyle w:val="Bezmezer"/>
      </w:pPr>
      <w:r w:rsidRPr="003348F5">
        <w:t>Správa</w:t>
      </w:r>
      <w:r w:rsidR="000509D4" w:rsidRPr="003348F5">
        <w:t xml:space="preserve"> železnic</w:t>
      </w:r>
      <w:r w:rsidRPr="003348F5">
        <w:t>, státní organizace</w:t>
      </w:r>
    </w:p>
    <w:p w14:paraId="03288132" w14:textId="77777777" w:rsidR="00CB4F6D" w:rsidRDefault="00CB4F6D">
      <w:r>
        <w:br w:type="page"/>
      </w:r>
    </w:p>
    <w:p w14:paraId="43F1141C" w14:textId="77777777" w:rsidR="00CB4F6D" w:rsidRDefault="00CB4F6D" w:rsidP="009F0867">
      <w:pPr>
        <w:pStyle w:val="Textbezodsazen"/>
        <w:sectPr w:rsidR="00CB4F6D" w:rsidSect="00AB4F25">
          <w:footerReference w:type="even" r:id="rId11"/>
          <w:footerReference w:type="default" r:id="rId12"/>
          <w:headerReference w:type="first" r:id="rId13"/>
          <w:pgSz w:w="11906" w:h="16838" w:code="9"/>
          <w:pgMar w:top="1077" w:right="1588" w:bottom="1474" w:left="1588" w:header="567" w:footer="567" w:gutter="0"/>
          <w:cols w:space="708"/>
          <w:titlePg/>
          <w:docGrid w:linePitch="360"/>
        </w:sectPr>
      </w:pPr>
    </w:p>
    <w:p w14:paraId="129D51D1" w14:textId="77777777" w:rsidR="004F0093" w:rsidRDefault="004F0093" w:rsidP="004F0093">
      <w:pPr>
        <w:pStyle w:val="Nadpisbezsl1-1"/>
      </w:pPr>
      <w:r>
        <w:lastRenderedPageBreak/>
        <w:t>Příloha č. 1</w:t>
      </w:r>
    </w:p>
    <w:p w14:paraId="385868A9" w14:textId="77777777" w:rsidR="004F0093" w:rsidRPr="00F762A8" w:rsidRDefault="004F0093" w:rsidP="004F0093">
      <w:pPr>
        <w:pStyle w:val="Nadpisbezsl1-2"/>
      </w:pPr>
      <w:r>
        <w:t>Specifikace Díla</w:t>
      </w:r>
      <w:r w:rsidRPr="00F762A8">
        <w:t xml:space="preserve"> </w:t>
      </w:r>
    </w:p>
    <w:p w14:paraId="32B3FBE7" w14:textId="77777777" w:rsidR="00BD0C4A" w:rsidRDefault="00BD0C4A" w:rsidP="00BD0C4A">
      <w:pPr>
        <w:pStyle w:val="Textbezodsazen"/>
      </w:pPr>
    </w:p>
    <w:p w14:paraId="7B6C3540" w14:textId="0E733B3C" w:rsidR="00B34BF4" w:rsidRDefault="00B34BF4" w:rsidP="00532E02">
      <w:pPr>
        <w:pStyle w:val="Odstavecseseznamem"/>
        <w:ind w:left="0"/>
        <w:jc w:val="both"/>
      </w:pPr>
      <w:r>
        <w:t>Předmětem smlouvy o dílo je zpracování Záměru projektu, včetně ekonomického hodnocení, a Dokumentace pro územní řízení staveb „Rekonstrukce TNS Dobšice nad Cidlinou“ a „Rekonstrukce TNS Káranice“, v rozsahu stanoveném Zadávací dokumentací a předloženou Nabídkou</w:t>
      </w:r>
      <w:r w:rsidR="001844B2">
        <w:t>.</w:t>
      </w:r>
    </w:p>
    <w:p w14:paraId="0143C7D3" w14:textId="0880F9C5" w:rsidR="00B34BF4" w:rsidRDefault="00B34BF4" w:rsidP="00532E02">
      <w:pPr>
        <w:pStyle w:val="Odstavecseseznamem"/>
        <w:ind w:left="0"/>
        <w:jc w:val="both"/>
      </w:pPr>
      <w:r>
        <w:t>Součástí díla bude předání pravomocného Územního rozhodnutí na každou ze staveb zvlášť</w:t>
      </w:r>
      <w:r w:rsidR="000D011B">
        <w:t>.</w:t>
      </w:r>
    </w:p>
    <w:p w14:paraId="2055889A" w14:textId="77777777" w:rsidR="00BD0C4A" w:rsidRDefault="00BD0C4A" w:rsidP="00BD0C4A">
      <w:pPr>
        <w:pStyle w:val="Textbezodsazen"/>
      </w:pPr>
    </w:p>
    <w:p w14:paraId="0C66301A" w14:textId="77777777" w:rsidR="00BD0C4A" w:rsidRDefault="00BD0C4A" w:rsidP="00BD0C4A">
      <w:pPr>
        <w:pStyle w:val="Textbezodsazen"/>
      </w:pPr>
    </w:p>
    <w:p w14:paraId="474FFE3E" w14:textId="77777777" w:rsidR="00BD0C4A" w:rsidRDefault="00BD0C4A" w:rsidP="00BD0C4A">
      <w:pPr>
        <w:pStyle w:val="Textbezodsazen"/>
      </w:pPr>
    </w:p>
    <w:p w14:paraId="62D979D5" w14:textId="77777777" w:rsidR="00BD0C4A" w:rsidRDefault="00BD0C4A" w:rsidP="00BD0C4A">
      <w:pPr>
        <w:pStyle w:val="Textbezodsazen"/>
      </w:pPr>
    </w:p>
    <w:p w14:paraId="4C23D8B7" w14:textId="77777777" w:rsidR="00BD0C4A" w:rsidRDefault="00BD0C4A" w:rsidP="00BD0C4A">
      <w:pPr>
        <w:pStyle w:val="Textbezodsazen"/>
      </w:pPr>
    </w:p>
    <w:p w14:paraId="163DB362" w14:textId="77777777" w:rsidR="00BD0C4A" w:rsidRDefault="00BD0C4A" w:rsidP="00BD0C4A">
      <w:pPr>
        <w:pStyle w:val="Textbezodsazen"/>
      </w:pPr>
    </w:p>
    <w:p w14:paraId="58177457" w14:textId="77777777" w:rsidR="00BD0C4A" w:rsidRPr="00BD0C4A" w:rsidRDefault="00BD0C4A" w:rsidP="00BD0C4A">
      <w:pPr>
        <w:pStyle w:val="Textbezodsazen"/>
        <w:sectPr w:rsidR="00BD0C4A" w:rsidRPr="00BD0C4A" w:rsidSect="00AB4F25">
          <w:headerReference w:type="default" r:id="rId14"/>
          <w:footerReference w:type="even" r:id="rId15"/>
          <w:footerReference w:type="default" r:id="rId16"/>
          <w:pgSz w:w="11906" w:h="16838" w:code="9"/>
          <w:pgMar w:top="1077" w:right="1588" w:bottom="1474" w:left="1588" w:header="567" w:footer="567" w:gutter="0"/>
          <w:pgNumType w:start="1"/>
          <w:cols w:space="708"/>
          <w:docGrid w:linePitch="360"/>
        </w:sectPr>
      </w:pPr>
    </w:p>
    <w:p w14:paraId="16D72139" w14:textId="77777777" w:rsidR="004F0093" w:rsidRDefault="004F0093" w:rsidP="004F0093">
      <w:pPr>
        <w:pStyle w:val="Nadpisbezsl1-1"/>
      </w:pPr>
      <w:r>
        <w:lastRenderedPageBreak/>
        <w:t>Příloha č. 2</w:t>
      </w:r>
    </w:p>
    <w:p w14:paraId="56224599" w14:textId="77777777" w:rsidR="004F0093" w:rsidRDefault="004F0093" w:rsidP="004F0093">
      <w:pPr>
        <w:pStyle w:val="Nadpisbezsl1-2"/>
      </w:pPr>
      <w:r>
        <w:t>Obchodní podmínky</w:t>
      </w:r>
    </w:p>
    <w:p w14:paraId="7BD4D9C4" w14:textId="77777777" w:rsidR="004F0093" w:rsidRDefault="004F0093" w:rsidP="004F0093">
      <w:pPr>
        <w:pStyle w:val="Nadpisbezsl1-2"/>
      </w:pPr>
    </w:p>
    <w:p w14:paraId="2FB33694" w14:textId="77777777" w:rsidR="004F0093" w:rsidRDefault="004F0093" w:rsidP="004F0093">
      <w:pPr>
        <w:pStyle w:val="Nadpisbezsl1-2"/>
      </w:pPr>
      <w:r>
        <w:t>"[</w:t>
      </w:r>
      <w:r w:rsidR="005A2CB2" w:rsidRPr="005A2CB2">
        <w:t>OP/ZP+DUR/15/21</w:t>
      </w:r>
      <w:r>
        <w:t xml:space="preserve">]" </w:t>
      </w:r>
    </w:p>
    <w:p w14:paraId="0941A7B5" w14:textId="77777777" w:rsidR="004F0093" w:rsidRDefault="004F0093" w:rsidP="00AB4F25">
      <w:pPr>
        <w:pStyle w:val="Textbezodsazen"/>
      </w:pPr>
    </w:p>
    <w:p w14:paraId="36CB795C" w14:textId="77777777" w:rsidR="004F0093" w:rsidRDefault="004F0093" w:rsidP="00AB4F25">
      <w:pPr>
        <w:pStyle w:val="Textbezodsazen"/>
      </w:pPr>
    </w:p>
    <w:p w14:paraId="36FB9783" w14:textId="77777777" w:rsidR="00AB4F25" w:rsidRDefault="00AB4F25" w:rsidP="00AB4F25">
      <w:pPr>
        <w:pStyle w:val="Textbezodsazen"/>
      </w:pPr>
    </w:p>
    <w:p w14:paraId="6CF0554D" w14:textId="77777777" w:rsidR="00AB4F25" w:rsidRDefault="00AB4F25" w:rsidP="00AB4F25">
      <w:pPr>
        <w:pStyle w:val="Textbezodsazen"/>
      </w:pPr>
    </w:p>
    <w:p w14:paraId="5B056D92" w14:textId="77777777" w:rsidR="00AB4F25" w:rsidRDefault="00AB4F25" w:rsidP="00AB4F25">
      <w:pPr>
        <w:pStyle w:val="Textbezodsazen"/>
      </w:pPr>
    </w:p>
    <w:p w14:paraId="7A496AF4" w14:textId="77777777" w:rsidR="00AB4F25" w:rsidRDefault="00AB4F25" w:rsidP="00AB4F25">
      <w:pPr>
        <w:pStyle w:val="Textbezodsazen"/>
      </w:pPr>
    </w:p>
    <w:p w14:paraId="6D990893" w14:textId="77777777" w:rsidR="00AB4F25" w:rsidRDefault="00AB4F25" w:rsidP="00AB4F25">
      <w:pPr>
        <w:pStyle w:val="Textbezodsazen"/>
      </w:pPr>
    </w:p>
    <w:p w14:paraId="22EAEC03" w14:textId="77777777" w:rsidR="00AB4F25" w:rsidRDefault="00AB4F25" w:rsidP="00AB4F25">
      <w:pPr>
        <w:pStyle w:val="Textbezodsazen"/>
      </w:pPr>
    </w:p>
    <w:p w14:paraId="296CE544" w14:textId="77777777" w:rsidR="004F0093" w:rsidRDefault="004F0093" w:rsidP="00F762A8">
      <w:pPr>
        <w:pStyle w:val="Nadpisbezsl1-1"/>
        <w:sectPr w:rsidR="004F0093" w:rsidSect="00AB4F25">
          <w:headerReference w:type="default" r:id="rId17"/>
          <w:footerReference w:type="even" r:id="rId18"/>
          <w:footerReference w:type="default" r:id="rId19"/>
          <w:pgSz w:w="11906" w:h="16838" w:code="9"/>
          <w:pgMar w:top="1077" w:right="1588" w:bottom="1474" w:left="1588" w:header="567" w:footer="567" w:gutter="0"/>
          <w:pgNumType w:start="1"/>
          <w:cols w:space="708"/>
          <w:docGrid w:linePitch="360"/>
        </w:sectPr>
      </w:pPr>
    </w:p>
    <w:p w14:paraId="51A421B1" w14:textId="77777777" w:rsidR="004F0093" w:rsidRDefault="004F0093" w:rsidP="004F0093">
      <w:pPr>
        <w:pStyle w:val="Nadpisbezsl1-1"/>
      </w:pPr>
      <w:r>
        <w:lastRenderedPageBreak/>
        <w:t>Příloha č. 3</w:t>
      </w:r>
    </w:p>
    <w:p w14:paraId="20AD61CA" w14:textId="77777777" w:rsidR="004F0093" w:rsidRDefault="004F0093" w:rsidP="004F0093">
      <w:pPr>
        <w:pStyle w:val="Nadpisbezsl1-2"/>
      </w:pPr>
      <w:r>
        <w:t xml:space="preserve">Technické podmínky: </w:t>
      </w:r>
    </w:p>
    <w:p w14:paraId="368D37BC" w14:textId="77777777" w:rsidR="004F0093" w:rsidRDefault="004F0093" w:rsidP="004F0093">
      <w:pPr>
        <w:pStyle w:val="Nadpisbezsl1-1"/>
      </w:pPr>
    </w:p>
    <w:p w14:paraId="629FE75C" w14:textId="77777777" w:rsidR="004F0093" w:rsidRDefault="004F0093" w:rsidP="004F0093">
      <w:pPr>
        <w:pStyle w:val="Nadpisbezsl1-2"/>
      </w:pPr>
      <w:r>
        <w:t>a)</w:t>
      </w:r>
      <w:r>
        <w:tab/>
        <w:t xml:space="preserve">Technické kvalitativní podmínky staveb státních drah (TKP Staveb) </w:t>
      </w:r>
    </w:p>
    <w:p w14:paraId="2B7B99E0"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3FCAFDF7"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697DD388" w14:textId="77777777" w:rsidR="004F0093" w:rsidRDefault="004F0093" w:rsidP="004F0093">
      <w:pPr>
        <w:pStyle w:val="Nadpisbezsl1-2"/>
      </w:pPr>
      <w:r>
        <w:t>b)</w:t>
      </w:r>
      <w:r>
        <w:tab/>
        <w:t xml:space="preserve">Všeobecné technické podmínky </w:t>
      </w:r>
    </w:p>
    <w:p w14:paraId="1B28EA57" w14:textId="7B4DE5F8" w:rsidR="004F0093" w:rsidRDefault="004F0093" w:rsidP="004F0093">
      <w:pPr>
        <w:pStyle w:val="Textbezslovn"/>
      </w:pPr>
      <w:r>
        <w:t>"[</w:t>
      </w:r>
      <w:r w:rsidR="005A2CB2" w:rsidRPr="005A2CB2">
        <w:t>VTP/DOKUMENTACE/0</w:t>
      </w:r>
      <w:r w:rsidR="000240BD">
        <w:t>4</w:t>
      </w:r>
      <w:r w:rsidR="005A2CB2" w:rsidRPr="005A2CB2">
        <w:t>/21</w:t>
      </w:r>
      <w:r>
        <w:t xml:space="preserve">]" </w:t>
      </w:r>
    </w:p>
    <w:p w14:paraId="0BB2CE98" w14:textId="77777777" w:rsidR="004F0093" w:rsidRDefault="004F0093" w:rsidP="004F0093">
      <w:pPr>
        <w:pStyle w:val="Textbezslovn"/>
      </w:pPr>
    </w:p>
    <w:p w14:paraId="65AC5F87" w14:textId="77777777" w:rsidR="004F0093" w:rsidRDefault="004F0093" w:rsidP="004F0093">
      <w:pPr>
        <w:pStyle w:val="Nadpisbezsl1-2"/>
      </w:pPr>
      <w:r>
        <w:t>c)</w:t>
      </w:r>
      <w:r>
        <w:tab/>
        <w:t xml:space="preserve">Zvláštní technické podmínky </w:t>
      </w:r>
    </w:p>
    <w:p w14:paraId="67FBF6D3" w14:textId="6FA60695" w:rsidR="000D011B" w:rsidRDefault="005A2CB2" w:rsidP="004F0093">
      <w:pPr>
        <w:pStyle w:val="Textbezslovn"/>
        <w:jc w:val="left"/>
      </w:pPr>
      <w:r w:rsidRPr="005A2CB2">
        <w:t>Rekonstrukce TNS Dobšice nad Cidlinou</w:t>
      </w:r>
      <w:r w:rsidR="000D011B">
        <w:t xml:space="preserve"> ze dne 22.06.2021</w:t>
      </w:r>
      <w:r w:rsidRPr="005A2CB2">
        <w:t xml:space="preserve"> </w:t>
      </w:r>
    </w:p>
    <w:p w14:paraId="20D9B4BB" w14:textId="2A6BEA0A" w:rsidR="004F0093" w:rsidRDefault="005A2CB2" w:rsidP="004F0093">
      <w:pPr>
        <w:pStyle w:val="Textbezslovn"/>
        <w:jc w:val="left"/>
      </w:pPr>
      <w:r w:rsidRPr="005A2CB2">
        <w:t>Rekonstrukce TNS Káranice</w:t>
      </w:r>
      <w:r w:rsidR="000D011B">
        <w:t xml:space="preserve"> ze dne 22.06.2021</w:t>
      </w:r>
    </w:p>
    <w:p w14:paraId="5AF738FB" w14:textId="77777777" w:rsidR="004F0093" w:rsidRDefault="004F0093" w:rsidP="004F0093">
      <w:pPr>
        <w:pStyle w:val="Textbezslovn"/>
        <w:jc w:val="left"/>
      </w:pPr>
    </w:p>
    <w:p w14:paraId="5951E739" w14:textId="77777777" w:rsidR="004F0093" w:rsidRDefault="004F0093" w:rsidP="004F0093">
      <w:pPr>
        <w:pStyle w:val="Textbezslovn"/>
        <w:jc w:val="left"/>
      </w:pPr>
    </w:p>
    <w:p w14:paraId="36206115" w14:textId="77777777" w:rsidR="004F0093" w:rsidRDefault="004F0093" w:rsidP="00380C0F">
      <w:pPr>
        <w:pStyle w:val="Textbezodsazen"/>
      </w:pPr>
    </w:p>
    <w:p w14:paraId="13392146" w14:textId="77777777" w:rsidR="004F0093" w:rsidRDefault="004F0093" w:rsidP="00380C0F">
      <w:pPr>
        <w:pStyle w:val="Textbezodsazen"/>
      </w:pPr>
    </w:p>
    <w:p w14:paraId="11BE2837" w14:textId="77777777" w:rsidR="004F0093" w:rsidRDefault="004F0093" w:rsidP="00F762A8">
      <w:pPr>
        <w:pStyle w:val="Nadpisbezsl1-1"/>
        <w:sectPr w:rsidR="004F0093"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471978C8" w14:textId="79BA5228" w:rsidR="004F0093" w:rsidRDefault="004F0093" w:rsidP="004F0093">
      <w:pPr>
        <w:pStyle w:val="Nadpisbezsl1-1"/>
      </w:pPr>
      <w:r>
        <w:lastRenderedPageBreak/>
        <w:t>Příloha č. 4</w:t>
      </w:r>
      <w:r w:rsidR="009E7E4A">
        <w:t>A</w:t>
      </w:r>
    </w:p>
    <w:p w14:paraId="373B7057" w14:textId="34D5DCCE" w:rsidR="004F0093" w:rsidRDefault="004F0093" w:rsidP="004F0093">
      <w:pPr>
        <w:pStyle w:val="Nadpisbezsl1-2"/>
      </w:pPr>
      <w:r>
        <w:t>Rozpis Ceny Díla</w:t>
      </w:r>
      <w:r w:rsidR="006B7BF2">
        <w:t xml:space="preserve"> pro </w:t>
      </w:r>
      <w:r w:rsidR="00F5016F">
        <w:t>„</w:t>
      </w:r>
      <w:r w:rsidR="006B7BF2" w:rsidRPr="006B7BF2">
        <w:t>Rekonstrukc</w:t>
      </w:r>
      <w:r w:rsidR="006B7BF2">
        <w:t>i</w:t>
      </w:r>
      <w:r w:rsidR="006B7BF2" w:rsidRPr="006B7BF2">
        <w:t xml:space="preserve"> TNS Dobšice nad Cidlinou</w:t>
      </w:r>
      <w:r w:rsidR="00F5016F">
        <w:t>“</w:t>
      </w:r>
    </w:p>
    <w:p w14:paraId="7E5191B8" w14:textId="77777777" w:rsidR="004F0093" w:rsidRDefault="004F0093" w:rsidP="004F0093">
      <w:pPr>
        <w:pStyle w:val="Textbezodsazen"/>
      </w:pPr>
      <w:r>
        <w:t xml:space="preserve">Cena za zpracování </w:t>
      </w:r>
      <w:r w:rsidRPr="004F0093">
        <w:rPr>
          <w:b/>
        </w:rPr>
        <w:t>Záměru projektu</w:t>
      </w:r>
      <w:r>
        <w:t xml:space="preserve"> a </w:t>
      </w:r>
      <w:r w:rsidRPr="004F0093">
        <w:rPr>
          <w:b/>
        </w:rPr>
        <w:t>Dokumentace pro územní řízení</w:t>
      </w:r>
      <w:r>
        <w:t xml:space="preserve"> (podle členění na základní a dodatečné služby):</w:t>
      </w:r>
    </w:p>
    <w:p w14:paraId="1A503110" w14:textId="77777777" w:rsidR="004F0093" w:rsidRDefault="004F0093" w:rsidP="004F0093">
      <w:pPr>
        <w:pStyle w:val="Nadpisbezsl1-2"/>
      </w:pPr>
      <w:r>
        <w:t>1.</w:t>
      </w:r>
      <w:r>
        <w:tab/>
        <w:t>Základní služby</w:t>
      </w:r>
    </w:p>
    <w:tbl>
      <w:tblPr>
        <w:tblStyle w:val="Tabulka10"/>
        <w:tblW w:w="8842" w:type="dxa"/>
        <w:tblLayout w:type="fixed"/>
        <w:tblLook w:val="04A0" w:firstRow="1" w:lastRow="0" w:firstColumn="1" w:lastColumn="0" w:noHBand="0" w:noVBand="1"/>
      </w:tblPr>
      <w:tblGrid>
        <w:gridCol w:w="788"/>
        <w:gridCol w:w="567"/>
        <w:gridCol w:w="2835"/>
        <w:gridCol w:w="992"/>
        <w:gridCol w:w="993"/>
        <w:gridCol w:w="1275"/>
        <w:gridCol w:w="1392"/>
      </w:tblGrid>
      <w:tr w:rsidR="001C3DFC" w:rsidRPr="002344F6" w14:paraId="0030D579" w14:textId="77777777" w:rsidTr="001C3D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4BBA79F3" w14:textId="77777777" w:rsidR="001C3DFC" w:rsidRPr="002344F6" w:rsidRDefault="001C3DFC" w:rsidP="000849D3">
            <w:pPr>
              <w:pStyle w:val="Tabulka-8"/>
              <w:rPr>
                <w:b/>
              </w:rPr>
            </w:pPr>
            <w:r w:rsidRPr="002344F6">
              <w:rPr>
                <w:b/>
              </w:rPr>
              <w:t>Položka</w:t>
            </w:r>
          </w:p>
        </w:tc>
        <w:tc>
          <w:tcPr>
            <w:tcW w:w="3402" w:type="dxa"/>
            <w:gridSpan w:val="2"/>
          </w:tcPr>
          <w:p w14:paraId="4BE52D5A" w14:textId="77777777" w:rsidR="001C3DFC" w:rsidRPr="002344F6" w:rsidRDefault="001C3DFC" w:rsidP="000849D3">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3209B9E0" w14:textId="77777777" w:rsidR="001C3DFC" w:rsidRPr="002344F6" w:rsidRDefault="001C3DFC" w:rsidP="000849D3">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3A2C9A98" w14:textId="77777777" w:rsidR="001C3DFC" w:rsidRPr="002344F6" w:rsidRDefault="001C3DFC" w:rsidP="000849D3">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5C33995A" w14:textId="77777777" w:rsidR="001C3DFC" w:rsidRPr="002344F6" w:rsidRDefault="001C3DFC" w:rsidP="000849D3">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428EED42" w14:textId="77777777" w:rsidR="001C3DFC" w:rsidRPr="002344F6" w:rsidRDefault="001C3DFC" w:rsidP="000849D3">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1C3DFC" w:rsidRPr="00110376" w14:paraId="09E48127" w14:textId="77777777" w:rsidTr="001C3DFC">
        <w:tc>
          <w:tcPr>
            <w:cnfStyle w:val="001000000000" w:firstRow="0" w:lastRow="0" w:firstColumn="1" w:lastColumn="0" w:oddVBand="0" w:evenVBand="0" w:oddHBand="0" w:evenHBand="0" w:firstRowFirstColumn="0" w:firstRowLastColumn="0" w:lastRowFirstColumn="0" w:lastRowLastColumn="0"/>
            <w:tcW w:w="788" w:type="dxa"/>
          </w:tcPr>
          <w:p w14:paraId="6C7A23EC" w14:textId="77777777" w:rsidR="001C3DFC" w:rsidRPr="00110376" w:rsidRDefault="001C3DFC" w:rsidP="000849D3">
            <w:pPr>
              <w:pStyle w:val="Tabulka-8"/>
            </w:pPr>
            <w:r w:rsidRPr="00110376">
              <w:t>1</w:t>
            </w:r>
          </w:p>
        </w:tc>
        <w:tc>
          <w:tcPr>
            <w:tcW w:w="3402" w:type="dxa"/>
            <w:gridSpan w:val="2"/>
          </w:tcPr>
          <w:p w14:paraId="24C111F1" w14:textId="3B5167EB" w:rsidR="001C3DFC" w:rsidRPr="00110376" w:rsidRDefault="001C3DFC" w:rsidP="00DE09DB">
            <w:pPr>
              <w:pStyle w:val="Tabulka-8"/>
              <w:cnfStyle w:val="000000000000" w:firstRow="0" w:lastRow="0" w:firstColumn="0" w:lastColumn="0" w:oddVBand="0" w:evenVBand="0" w:oddHBand="0" w:evenHBand="0" w:firstRowFirstColumn="0" w:firstRowLastColumn="0" w:lastRowFirstColumn="0" w:lastRowLastColumn="0"/>
            </w:pPr>
            <w:r w:rsidRPr="00110376">
              <w:t>Záměr projektu (v rozsahu Směrnice č. V – 2/2012 v platném znění a dle požadavku VTP a ZTP)</w:t>
            </w:r>
            <w:r w:rsidRPr="003C6570">
              <w:t xml:space="preserve"> a doprovodná dokumentace stavby</w:t>
            </w:r>
          </w:p>
        </w:tc>
        <w:tc>
          <w:tcPr>
            <w:tcW w:w="992" w:type="dxa"/>
          </w:tcPr>
          <w:p w14:paraId="1DDA207F"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541D68B9"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07477114"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AC9C702"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r>
      <w:tr w:rsidR="001C3DFC" w:rsidRPr="00110376" w14:paraId="14E0E59C" w14:textId="77777777" w:rsidTr="001C3DFC">
        <w:tc>
          <w:tcPr>
            <w:cnfStyle w:val="001000000000" w:firstRow="0" w:lastRow="0" w:firstColumn="1" w:lastColumn="0" w:oddVBand="0" w:evenVBand="0" w:oddHBand="0" w:evenHBand="0" w:firstRowFirstColumn="0" w:firstRowLastColumn="0" w:lastRowFirstColumn="0" w:lastRowLastColumn="0"/>
            <w:tcW w:w="788" w:type="dxa"/>
          </w:tcPr>
          <w:p w14:paraId="1E3B7E73" w14:textId="77777777" w:rsidR="001C3DFC" w:rsidRPr="00110376" w:rsidRDefault="001C3DFC" w:rsidP="000849D3">
            <w:pPr>
              <w:pStyle w:val="Tabulka-8"/>
            </w:pPr>
            <w:r w:rsidRPr="00110376">
              <w:t>2</w:t>
            </w:r>
          </w:p>
        </w:tc>
        <w:tc>
          <w:tcPr>
            <w:tcW w:w="8054" w:type="dxa"/>
            <w:gridSpan w:val="6"/>
          </w:tcPr>
          <w:p w14:paraId="6B6ECDFA"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C3DFC" w:rsidRPr="00110376" w14:paraId="4BAC024D" w14:textId="77777777" w:rsidTr="001C3DFC">
        <w:tc>
          <w:tcPr>
            <w:cnfStyle w:val="001000000000" w:firstRow="0" w:lastRow="0" w:firstColumn="1" w:lastColumn="0" w:oddVBand="0" w:evenVBand="0" w:oddHBand="0" w:evenHBand="0" w:firstRowFirstColumn="0" w:firstRowLastColumn="0" w:lastRowFirstColumn="0" w:lastRowLastColumn="0"/>
            <w:tcW w:w="788" w:type="dxa"/>
          </w:tcPr>
          <w:p w14:paraId="12D559D5" w14:textId="77777777" w:rsidR="001C3DFC" w:rsidRPr="00110376" w:rsidRDefault="001C3DFC" w:rsidP="000849D3">
            <w:pPr>
              <w:pStyle w:val="Tabulka-8"/>
            </w:pPr>
          </w:p>
        </w:tc>
        <w:tc>
          <w:tcPr>
            <w:tcW w:w="567" w:type="dxa"/>
          </w:tcPr>
          <w:p w14:paraId="1DE3F0C9"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2.1</w:t>
            </w:r>
          </w:p>
        </w:tc>
        <w:tc>
          <w:tcPr>
            <w:tcW w:w="2835" w:type="dxa"/>
          </w:tcPr>
          <w:p w14:paraId="4C990F88"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ZPT</w:t>
            </w:r>
          </w:p>
        </w:tc>
        <w:tc>
          <w:tcPr>
            <w:tcW w:w="992" w:type="dxa"/>
          </w:tcPr>
          <w:p w14:paraId="26F5BD4F"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C6C3E91"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1FA9035D"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1F2D396"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r>
      <w:tr w:rsidR="001C3DFC" w:rsidRPr="00110376" w14:paraId="6BA79B9F" w14:textId="77777777" w:rsidTr="001C3DFC">
        <w:tc>
          <w:tcPr>
            <w:cnfStyle w:val="001000000000" w:firstRow="0" w:lastRow="0" w:firstColumn="1" w:lastColumn="0" w:oddVBand="0" w:evenVBand="0" w:oddHBand="0" w:evenHBand="0" w:firstRowFirstColumn="0" w:firstRowLastColumn="0" w:lastRowFirstColumn="0" w:lastRowLastColumn="0"/>
            <w:tcW w:w="788" w:type="dxa"/>
          </w:tcPr>
          <w:p w14:paraId="20E11187" w14:textId="77777777" w:rsidR="001C3DFC" w:rsidRPr="00110376" w:rsidRDefault="001C3DFC" w:rsidP="000849D3">
            <w:pPr>
              <w:pStyle w:val="Tabulka-8"/>
            </w:pPr>
          </w:p>
        </w:tc>
        <w:tc>
          <w:tcPr>
            <w:tcW w:w="567" w:type="dxa"/>
          </w:tcPr>
          <w:p w14:paraId="756A1B71"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2.2</w:t>
            </w:r>
          </w:p>
        </w:tc>
        <w:tc>
          <w:tcPr>
            <w:tcW w:w="2835" w:type="dxa"/>
          </w:tcPr>
          <w:p w14:paraId="02ABAF1F"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14:paraId="0F69EF7D"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6E153CDE"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3FCCF2CE"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48BA0E1"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r>
      <w:tr w:rsidR="001C3DFC" w:rsidRPr="00110376" w14:paraId="64D86018" w14:textId="77777777" w:rsidTr="001C3DFC">
        <w:tc>
          <w:tcPr>
            <w:cnfStyle w:val="001000000000" w:firstRow="0" w:lastRow="0" w:firstColumn="1" w:lastColumn="0" w:oddVBand="0" w:evenVBand="0" w:oddHBand="0" w:evenHBand="0" w:firstRowFirstColumn="0" w:firstRowLastColumn="0" w:lastRowFirstColumn="0" w:lastRowLastColumn="0"/>
            <w:tcW w:w="788" w:type="dxa"/>
          </w:tcPr>
          <w:p w14:paraId="180A1255" w14:textId="77777777" w:rsidR="001C3DFC" w:rsidRPr="00110376" w:rsidRDefault="001C3DFC" w:rsidP="000849D3">
            <w:pPr>
              <w:pStyle w:val="Tabulka-8"/>
            </w:pPr>
          </w:p>
        </w:tc>
        <w:tc>
          <w:tcPr>
            <w:tcW w:w="567" w:type="dxa"/>
          </w:tcPr>
          <w:p w14:paraId="556E0C30"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2.3</w:t>
            </w:r>
          </w:p>
        </w:tc>
        <w:tc>
          <w:tcPr>
            <w:tcW w:w="2835" w:type="dxa"/>
          </w:tcPr>
          <w:p w14:paraId="79D667F3"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14:paraId="315EBF4D"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1ADDC7B7"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94369AF"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A3A2CE0"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r>
      <w:tr w:rsidR="001C3DFC" w:rsidRPr="00110376" w14:paraId="7880A696" w14:textId="77777777" w:rsidTr="001C3DFC">
        <w:tc>
          <w:tcPr>
            <w:cnfStyle w:val="001000000000" w:firstRow="0" w:lastRow="0" w:firstColumn="1" w:lastColumn="0" w:oddVBand="0" w:evenVBand="0" w:oddHBand="0" w:evenHBand="0" w:firstRowFirstColumn="0" w:firstRowLastColumn="0" w:lastRowFirstColumn="0" w:lastRowLastColumn="0"/>
            <w:tcW w:w="788" w:type="dxa"/>
          </w:tcPr>
          <w:p w14:paraId="5BEB66F0" w14:textId="77777777" w:rsidR="001C3DFC" w:rsidRPr="00110376" w:rsidRDefault="001C3DFC" w:rsidP="000849D3">
            <w:pPr>
              <w:pStyle w:val="Tabulka-8"/>
            </w:pPr>
          </w:p>
        </w:tc>
        <w:tc>
          <w:tcPr>
            <w:tcW w:w="567" w:type="dxa"/>
          </w:tcPr>
          <w:p w14:paraId="70D8E671"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2.4</w:t>
            </w:r>
          </w:p>
        </w:tc>
        <w:tc>
          <w:tcPr>
            <w:tcW w:w="2835" w:type="dxa"/>
          </w:tcPr>
          <w:p w14:paraId="4C0D7469"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14:paraId="3B37C79F"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ks</w:t>
            </w:r>
          </w:p>
        </w:tc>
        <w:tc>
          <w:tcPr>
            <w:tcW w:w="993" w:type="dxa"/>
          </w:tcPr>
          <w:p w14:paraId="65F1F2AE"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6</w:t>
            </w:r>
          </w:p>
        </w:tc>
        <w:tc>
          <w:tcPr>
            <w:tcW w:w="1275" w:type="dxa"/>
          </w:tcPr>
          <w:p w14:paraId="0DF7E7D6"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A85C26C"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r>
      <w:tr w:rsidR="001C3DFC" w:rsidRPr="00110376" w14:paraId="3E8FD2F2" w14:textId="77777777" w:rsidTr="001C3DFC">
        <w:tc>
          <w:tcPr>
            <w:cnfStyle w:val="001000000000" w:firstRow="0" w:lastRow="0" w:firstColumn="1" w:lastColumn="0" w:oddVBand="0" w:evenVBand="0" w:oddHBand="0" w:evenHBand="0" w:firstRowFirstColumn="0" w:firstRowLastColumn="0" w:lastRowFirstColumn="0" w:lastRowLastColumn="0"/>
            <w:tcW w:w="788" w:type="dxa"/>
          </w:tcPr>
          <w:p w14:paraId="7A83C458" w14:textId="77777777" w:rsidR="001C3DFC" w:rsidRPr="00110376" w:rsidRDefault="001C3DFC" w:rsidP="000849D3">
            <w:pPr>
              <w:pStyle w:val="Tabulka-8"/>
            </w:pPr>
            <w:r w:rsidRPr="00110376">
              <w:t>3</w:t>
            </w:r>
          </w:p>
        </w:tc>
        <w:tc>
          <w:tcPr>
            <w:tcW w:w="3402" w:type="dxa"/>
            <w:gridSpan w:val="2"/>
          </w:tcPr>
          <w:p w14:paraId="2C106DEA"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záměru projektu dle SOD v listinné formě (dle požadavku VTP a ZTP)</w:t>
            </w:r>
          </w:p>
        </w:tc>
        <w:tc>
          <w:tcPr>
            <w:tcW w:w="992" w:type="dxa"/>
          </w:tcPr>
          <w:p w14:paraId="0D556CEC" w14:textId="77777777" w:rsidR="001C3DFC" w:rsidRPr="00187A3E" w:rsidRDefault="001C3DFC" w:rsidP="000849D3">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komplet</w:t>
            </w:r>
          </w:p>
        </w:tc>
        <w:tc>
          <w:tcPr>
            <w:tcW w:w="993" w:type="dxa"/>
          </w:tcPr>
          <w:p w14:paraId="21405514" w14:textId="77777777" w:rsidR="001C3DFC" w:rsidRPr="00187A3E" w:rsidRDefault="001C3DFC" w:rsidP="000849D3">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1</w:t>
            </w:r>
          </w:p>
        </w:tc>
        <w:tc>
          <w:tcPr>
            <w:tcW w:w="1275" w:type="dxa"/>
          </w:tcPr>
          <w:p w14:paraId="3C0CB4B6"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E7D78CB"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r>
      <w:tr w:rsidR="001C3DFC" w:rsidRPr="00110376" w14:paraId="0F6CB9B5" w14:textId="77777777" w:rsidTr="001C3DFC">
        <w:tc>
          <w:tcPr>
            <w:cnfStyle w:val="001000000000" w:firstRow="0" w:lastRow="0" w:firstColumn="1" w:lastColumn="0" w:oddVBand="0" w:evenVBand="0" w:oddHBand="0" w:evenHBand="0" w:firstRowFirstColumn="0" w:firstRowLastColumn="0" w:lastRowFirstColumn="0" w:lastRowLastColumn="0"/>
            <w:tcW w:w="788" w:type="dxa"/>
          </w:tcPr>
          <w:p w14:paraId="2E9C6788" w14:textId="77777777" w:rsidR="001C3DFC" w:rsidRPr="00110376" w:rsidRDefault="001C3DFC" w:rsidP="000849D3">
            <w:pPr>
              <w:pStyle w:val="Tabulka-8"/>
            </w:pPr>
            <w:r w:rsidRPr="00110376">
              <w:t>4</w:t>
            </w:r>
          </w:p>
        </w:tc>
        <w:tc>
          <w:tcPr>
            <w:tcW w:w="3402" w:type="dxa"/>
            <w:gridSpan w:val="2"/>
          </w:tcPr>
          <w:p w14:paraId="413C892C"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záměru projektu dle SOD v elektronické formě (dle požadavku VTP a ZTP)</w:t>
            </w:r>
          </w:p>
        </w:tc>
        <w:tc>
          <w:tcPr>
            <w:tcW w:w="992" w:type="dxa"/>
          </w:tcPr>
          <w:p w14:paraId="4A6742BD" w14:textId="77777777" w:rsidR="001C3DFC" w:rsidRPr="00187A3E" w:rsidRDefault="001C3DFC" w:rsidP="000849D3">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komplet</w:t>
            </w:r>
          </w:p>
        </w:tc>
        <w:tc>
          <w:tcPr>
            <w:tcW w:w="993" w:type="dxa"/>
          </w:tcPr>
          <w:p w14:paraId="767819C2" w14:textId="77777777" w:rsidR="001C3DFC" w:rsidRPr="00187A3E" w:rsidRDefault="001C3DFC" w:rsidP="000849D3">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1</w:t>
            </w:r>
          </w:p>
        </w:tc>
        <w:tc>
          <w:tcPr>
            <w:tcW w:w="1275" w:type="dxa"/>
          </w:tcPr>
          <w:p w14:paraId="78812427"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D54F5F7"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r>
      <w:tr w:rsidR="001C3DFC" w:rsidRPr="00110376" w14:paraId="1F6D2738" w14:textId="77777777" w:rsidTr="001C3DFC">
        <w:tc>
          <w:tcPr>
            <w:cnfStyle w:val="001000000000" w:firstRow="0" w:lastRow="0" w:firstColumn="1" w:lastColumn="0" w:oddVBand="0" w:evenVBand="0" w:oddHBand="0" w:evenHBand="0" w:firstRowFirstColumn="0" w:firstRowLastColumn="0" w:lastRowFirstColumn="0" w:lastRowLastColumn="0"/>
            <w:tcW w:w="788" w:type="dxa"/>
          </w:tcPr>
          <w:p w14:paraId="591D1857" w14:textId="77777777" w:rsidR="001C3DFC" w:rsidRPr="00110376" w:rsidRDefault="001C3DFC" w:rsidP="000849D3">
            <w:pPr>
              <w:pStyle w:val="Tabulka-8"/>
            </w:pPr>
            <w:r>
              <w:t>5</w:t>
            </w:r>
          </w:p>
        </w:tc>
        <w:tc>
          <w:tcPr>
            <w:tcW w:w="3402" w:type="dxa"/>
            <w:gridSpan w:val="2"/>
          </w:tcPr>
          <w:p w14:paraId="4C3B954D"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71F69">
              <w:t>Definitivní odevzdání Dokumentace pro územní řízení, dle SOD v listinné formě (dle požadavku VTP a ZTP)</w:t>
            </w:r>
          </w:p>
        </w:tc>
        <w:tc>
          <w:tcPr>
            <w:tcW w:w="992" w:type="dxa"/>
          </w:tcPr>
          <w:p w14:paraId="24DB80B1" w14:textId="77777777" w:rsidR="001C3DFC" w:rsidRPr="00187A3E" w:rsidRDefault="001C3DFC" w:rsidP="000849D3">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komplet</w:t>
            </w:r>
          </w:p>
        </w:tc>
        <w:tc>
          <w:tcPr>
            <w:tcW w:w="993" w:type="dxa"/>
          </w:tcPr>
          <w:p w14:paraId="13E4D85A" w14:textId="77777777" w:rsidR="001C3DFC" w:rsidRPr="00187A3E" w:rsidRDefault="001C3DFC" w:rsidP="000849D3">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1</w:t>
            </w:r>
          </w:p>
        </w:tc>
        <w:tc>
          <w:tcPr>
            <w:tcW w:w="1275" w:type="dxa"/>
          </w:tcPr>
          <w:p w14:paraId="4D4CA433"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0441884"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r>
      <w:tr w:rsidR="001C3DFC" w:rsidRPr="00110376" w14:paraId="2E158D3E" w14:textId="77777777" w:rsidTr="001C3DFC">
        <w:tc>
          <w:tcPr>
            <w:cnfStyle w:val="001000000000" w:firstRow="0" w:lastRow="0" w:firstColumn="1" w:lastColumn="0" w:oddVBand="0" w:evenVBand="0" w:oddHBand="0" w:evenHBand="0" w:firstRowFirstColumn="0" w:firstRowLastColumn="0" w:lastRowFirstColumn="0" w:lastRowLastColumn="0"/>
            <w:tcW w:w="788" w:type="dxa"/>
          </w:tcPr>
          <w:p w14:paraId="398649B7" w14:textId="77777777" w:rsidR="001C3DFC" w:rsidRPr="00110376" w:rsidRDefault="001C3DFC" w:rsidP="000849D3">
            <w:pPr>
              <w:pStyle w:val="Tabulka-8"/>
            </w:pPr>
            <w:r>
              <w:t>6</w:t>
            </w:r>
          </w:p>
        </w:tc>
        <w:tc>
          <w:tcPr>
            <w:tcW w:w="3402" w:type="dxa"/>
            <w:gridSpan w:val="2"/>
          </w:tcPr>
          <w:p w14:paraId="6FC6B80F" w14:textId="77777777" w:rsidR="001C3DFC" w:rsidRPr="00171F69" w:rsidRDefault="001C3DFC" w:rsidP="000849D3">
            <w:pPr>
              <w:pStyle w:val="Tabulka-8"/>
              <w:cnfStyle w:val="000000000000" w:firstRow="0" w:lastRow="0" w:firstColumn="0" w:lastColumn="0" w:oddVBand="0" w:evenVBand="0" w:oddHBand="0" w:evenHBand="0" w:firstRowFirstColumn="0" w:firstRowLastColumn="0" w:lastRowFirstColumn="0" w:lastRowLastColumn="0"/>
            </w:pPr>
            <w:r w:rsidRPr="00171F69">
              <w:t>Definitivní odevzdání Dokumentace pro územní řízení dle SOD v elektronické formě (dle požadavku VTP a ZTP)</w:t>
            </w:r>
          </w:p>
        </w:tc>
        <w:tc>
          <w:tcPr>
            <w:tcW w:w="992" w:type="dxa"/>
          </w:tcPr>
          <w:p w14:paraId="35901BB3" w14:textId="77777777" w:rsidR="001C3DFC" w:rsidRPr="00187A3E" w:rsidRDefault="001C3DFC" w:rsidP="000849D3">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komplet</w:t>
            </w:r>
          </w:p>
        </w:tc>
        <w:tc>
          <w:tcPr>
            <w:tcW w:w="993" w:type="dxa"/>
          </w:tcPr>
          <w:p w14:paraId="74836C6E" w14:textId="77777777" w:rsidR="001C3DFC" w:rsidRPr="00187A3E" w:rsidRDefault="001C3DFC" w:rsidP="000849D3">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1</w:t>
            </w:r>
          </w:p>
        </w:tc>
        <w:tc>
          <w:tcPr>
            <w:tcW w:w="1275" w:type="dxa"/>
          </w:tcPr>
          <w:p w14:paraId="70E39FF5"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77C7EB3"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r>
      <w:tr w:rsidR="001C3DFC" w:rsidRPr="00110376" w14:paraId="6B1DD64B" w14:textId="77777777" w:rsidTr="001C3DFC">
        <w:tc>
          <w:tcPr>
            <w:cnfStyle w:val="001000000000" w:firstRow="0" w:lastRow="0" w:firstColumn="1" w:lastColumn="0" w:oddVBand="0" w:evenVBand="0" w:oddHBand="0" w:evenHBand="0" w:firstRowFirstColumn="0" w:firstRowLastColumn="0" w:lastRowFirstColumn="0" w:lastRowLastColumn="0"/>
            <w:tcW w:w="4190" w:type="dxa"/>
            <w:gridSpan w:val="3"/>
          </w:tcPr>
          <w:p w14:paraId="604FC100" w14:textId="77777777" w:rsidR="001C3DFC" w:rsidRDefault="001C3DFC" w:rsidP="000849D3">
            <w:pPr>
              <w:pStyle w:val="Tabulka-8"/>
            </w:pPr>
            <w:r w:rsidRPr="00110376">
              <w:t>Celkem za základní služby:</w:t>
            </w:r>
          </w:p>
          <w:p w14:paraId="0BD852CD" w14:textId="2ECF4325" w:rsidR="001C3DFC" w:rsidRPr="00110376" w:rsidRDefault="001C3DFC" w:rsidP="000849D3">
            <w:pPr>
              <w:pStyle w:val="Tabulka-8"/>
            </w:pPr>
          </w:p>
        </w:tc>
        <w:tc>
          <w:tcPr>
            <w:tcW w:w="992" w:type="dxa"/>
          </w:tcPr>
          <w:p w14:paraId="04ED3CB2"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1C3E3150"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18F689D4"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5125398" w14:textId="77777777" w:rsidR="001C3DFC" w:rsidRPr="00110376" w:rsidRDefault="001C3DFC" w:rsidP="000849D3">
            <w:pPr>
              <w:pStyle w:val="Tabulka-8"/>
              <w:cnfStyle w:val="000000000000" w:firstRow="0" w:lastRow="0" w:firstColumn="0" w:lastColumn="0" w:oddVBand="0" w:evenVBand="0" w:oddHBand="0" w:evenHBand="0" w:firstRowFirstColumn="0" w:firstRowLastColumn="0" w:lastRowFirstColumn="0" w:lastRowLastColumn="0"/>
            </w:pPr>
          </w:p>
        </w:tc>
      </w:tr>
    </w:tbl>
    <w:p w14:paraId="043CD3A1" w14:textId="77777777" w:rsidR="004F0093" w:rsidRDefault="004F0093" w:rsidP="004F0093">
      <w:pPr>
        <w:pStyle w:val="Textbezodsazen"/>
      </w:pPr>
      <w:r>
        <w:t>*) nevyplněné údaje [</w:t>
      </w:r>
      <w:r w:rsidRPr="008A4D1B">
        <w:rPr>
          <w:highlight w:val="yellow"/>
        </w:rPr>
        <w:t>VLOŽÍ ZHOTOVITEL]</w:t>
      </w:r>
    </w:p>
    <w:p w14:paraId="2C8F6A7B" w14:textId="77777777" w:rsidR="004F0093" w:rsidRDefault="004F0093" w:rsidP="004F0093">
      <w:pPr>
        <w:pStyle w:val="Textbezodsazen"/>
      </w:pPr>
      <w:r>
        <w:t>Všechny ceny jsou uvedené v Kč bez DPH.</w:t>
      </w:r>
    </w:p>
    <w:p w14:paraId="0C17FE2D" w14:textId="77777777" w:rsidR="004F0093" w:rsidRDefault="004F0093" w:rsidP="00110376">
      <w:pPr>
        <w:pStyle w:val="Nadpisbezsl1-2"/>
      </w:pPr>
      <w:r>
        <w:lastRenderedPageBreak/>
        <w:t>2.</w:t>
      </w:r>
      <w:r>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4F0093" w:rsidRPr="00110376" w14:paraId="39FD9C40" w14:textId="77777777" w:rsidTr="008604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F7EB042"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0A3C9864"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51AEE196"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3D11063E"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51294EB1"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38BCB1CB"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38188D" w:rsidRPr="00110376" w14:paraId="2CAE2358" w14:textId="77777777" w:rsidTr="00860467">
        <w:tc>
          <w:tcPr>
            <w:cnfStyle w:val="001000000000" w:firstRow="0" w:lastRow="0" w:firstColumn="1" w:lastColumn="0" w:oddVBand="0" w:evenVBand="0" w:oddHBand="0" w:evenHBand="0" w:firstRowFirstColumn="0" w:firstRowLastColumn="0" w:lastRowFirstColumn="0" w:lastRowLastColumn="0"/>
            <w:tcW w:w="930" w:type="dxa"/>
          </w:tcPr>
          <w:p w14:paraId="732E6CAF" w14:textId="77777777" w:rsidR="0038188D" w:rsidRPr="00110376" w:rsidRDefault="00641856" w:rsidP="00641856">
            <w:pPr>
              <w:pStyle w:val="Tabulka-8"/>
            </w:pPr>
            <w:r>
              <w:t>7</w:t>
            </w:r>
          </w:p>
        </w:tc>
        <w:tc>
          <w:tcPr>
            <w:tcW w:w="3402" w:type="dxa"/>
          </w:tcPr>
          <w:p w14:paraId="570C5927"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0FC51672"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16FACEC3"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EDABCEC"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88E7869"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7BB8CBFE" w14:textId="77777777" w:rsidTr="00860467">
        <w:tc>
          <w:tcPr>
            <w:cnfStyle w:val="001000000000" w:firstRow="0" w:lastRow="0" w:firstColumn="1" w:lastColumn="0" w:oddVBand="0" w:evenVBand="0" w:oddHBand="0" w:evenHBand="0" w:firstRowFirstColumn="0" w:firstRowLastColumn="0" w:lastRowFirstColumn="0" w:lastRowLastColumn="0"/>
            <w:tcW w:w="930" w:type="dxa"/>
          </w:tcPr>
          <w:p w14:paraId="2F8EC096" w14:textId="77777777" w:rsidR="0038188D" w:rsidRPr="00110376" w:rsidRDefault="00641856" w:rsidP="0038188D">
            <w:pPr>
              <w:pStyle w:val="Tabulka-8"/>
            </w:pPr>
            <w:r>
              <w:t>8</w:t>
            </w:r>
          </w:p>
        </w:tc>
        <w:tc>
          <w:tcPr>
            <w:tcW w:w="3402" w:type="dxa"/>
          </w:tcPr>
          <w:p w14:paraId="127EF743" w14:textId="4B828826" w:rsidR="0038188D" w:rsidRPr="00110376" w:rsidRDefault="001C3DFC" w:rsidP="001C3DFC">
            <w:pPr>
              <w:pStyle w:val="Tabulka-8"/>
              <w:cnfStyle w:val="000000000000" w:firstRow="0" w:lastRow="0" w:firstColumn="0" w:lastColumn="0" w:oddVBand="0" w:evenVBand="0" w:oddHBand="0" w:evenHBand="0" w:firstRowFirstColumn="0" w:firstRowLastColumn="0" w:lastRowFirstColumn="0" w:lastRowLastColumn="0"/>
            </w:pPr>
            <w:r>
              <w:t>Biologické průzkumy dle čl. 4.12 ZTP</w:t>
            </w:r>
          </w:p>
        </w:tc>
        <w:tc>
          <w:tcPr>
            <w:tcW w:w="992" w:type="dxa"/>
          </w:tcPr>
          <w:p w14:paraId="2BE084BB"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5F50C709"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38F07A96"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C9BAFEB"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32769897" w14:textId="77777777" w:rsidTr="00860467">
        <w:tc>
          <w:tcPr>
            <w:cnfStyle w:val="001000000000" w:firstRow="0" w:lastRow="0" w:firstColumn="1" w:lastColumn="0" w:oddVBand="0" w:evenVBand="0" w:oddHBand="0" w:evenHBand="0" w:firstRowFirstColumn="0" w:firstRowLastColumn="0" w:lastRowFirstColumn="0" w:lastRowLastColumn="0"/>
            <w:tcW w:w="930" w:type="dxa"/>
          </w:tcPr>
          <w:p w14:paraId="7B76D8C3" w14:textId="77777777" w:rsidR="0038188D" w:rsidRPr="00110376" w:rsidRDefault="00641856" w:rsidP="00860467">
            <w:pPr>
              <w:pStyle w:val="Tabulka-8"/>
            </w:pPr>
            <w:r>
              <w:t>9</w:t>
            </w:r>
          </w:p>
        </w:tc>
        <w:tc>
          <w:tcPr>
            <w:tcW w:w="3402" w:type="dxa"/>
          </w:tcPr>
          <w:p w14:paraId="1966BD09" w14:textId="2113A136" w:rsidR="0038188D" w:rsidRPr="00110376" w:rsidRDefault="001C3DFC" w:rsidP="0038188D">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156EB00E"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5264BBE3"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D88D325"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51930ED"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39E99ABC" w14:textId="77777777" w:rsidTr="00860467">
        <w:tc>
          <w:tcPr>
            <w:cnfStyle w:val="001000000000" w:firstRow="0" w:lastRow="0" w:firstColumn="1" w:lastColumn="0" w:oddVBand="0" w:evenVBand="0" w:oddHBand="0" w:evenHBand="0" w:firstRowFirstColumn="0" w:firstRowLastColumn="0" w:lastRowFirstColumn="0" w:lastRowLastColumn="0"/>
            <w:tcW w:w="930" w:type="dxa"/>
          </w:tcPr>
          <w:p w14:paraId="0AC89DF1" w14:textId="77777777" w:rsidR="0038188D" w:rsidRPr="00110376" w:rsidRDefault="0038188D" w:rsidP="00860467">
            <w:pPr>
              <w:pStyle w:val="Tabulka-8"/>
            </w:pPr>
            <w:r>
              <w:t>1</w:t>
            </w:r>
            <w:r w:rsidR="00641856">
              <w:t>0</w:t>
            </w:r>
          </w:p>
        </w:tc>
        <w:tc>
          <w:tcPr>
            <w:tcW w:w="3402" w:type="dxa"/>
          </w:tcPr>
          <w:p w14:paraId="4D5FEC29" w14:textId="4E1FC016" w:rsidR="0038188D" w:rsidRPr="00110376" w:rsidRDefault="0038188D" w:rsidP="001C3DFC">
            <w:pPr>
              <w:pStyle w:val="Tabulka-8"/>
              <w:cnfStyle w:val="000000000000" w:firstRow="0" w:lastRow="0" w:firstColumn="0" w:lastColumn="0" w:oddVBand="0" w:evenVBand="0" w:oddHBand="0" w:evenHBand="0" w:firstRowFirstColumn="0" w:firstRowLastColumn="0" w:lastRowFirstColumn="0" w:lastRowLastColumn="0"/>
            </w:pPr>
            <w:r w:rsidRPr="00110376">
              <w:t>Z</w:t>
            </w:r>
            <w:r w:rsidR="001C3DFC">
              <w:t>řízení a udržování cloud úložiště</w:t>
            </w:r>
          </w:p>
        </w:tc>
        <w:tc>
          <w:tcPr>
            <w:tcW w:w="992" w:type="dxa"/>
          </w:tcPr>
          <w:p w14:paraId="73F3B0EA"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66D700E9"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14AC6E1"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CBC9695"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641856" w:rsidRPr="00110376" w14:paraId="685DDE53" w14:textId="77777777" w:rsidTr="00860467">
        <w:tc>
          <w:tcPr>
            <w:cnfStyle w:val="001000000000" w:firstRow="0" w:lastRow="0" w:firstColumn="1" w:lastColumn="0" w:oddVBand="0" w:evenVBand="0" w:oddHBand="0" w:evenHBand="0" w:firstRowFirstColumn="0" w:firstRowLastColumn="0" w:lastRowFirstColumn="0" w:lastRowLastColumn="0"/>
            <w:tcW w:w="930" w:type="dxa"/>
          </w:tcPr>
          <w:p w14:paraId="51E1F883" w14:textId="77777777" w:rsidR="00641856" w:rsidRDefault="00641856" w:rsidP="00860467">
            <w:pPr>
              <w:pStyle w:val="Tabulka-8"/>
            </w:pPr>
            <w:r>
              <w:t>11</w:t>
            </w:r>
          </w:p>
        </w:tc>
        <w:tc>
          <w:tcPr>
            <w:tcW w:w="3402" w:type="dxa"/>
          </w:tcPr>
          <w:p w14:paraId="650787BD" w14:textId="77777777" w:rsidR="00641856" w:rsidRPr="00110376" w:rsidRDefault="00641856" w:rsidP="00641856">
            <w:pPr>
              <w:pStyle w:val="Tabulka-8"/>
              <w:cnfStyle w:val="000000000000" w:firstRow="0" w:lastRow="0" w:firstColumn="0" w:lastColumn="0" w:oddVBand="0" w:evenVBand="0" w:oddHBand="0" w:evenHBand="0" w:firstRowFirstColumn="0" w:firstRowLastColumn="0" w:lastRowFirstColumn="0" w:lastRowLastColumn="0"/>
            </w:pPr>
            <w:r>
              <w:t>Z</w:t>
            </w:r>
            <w:r w:rsidRPr="00641856">
              <w:t>pracov</w:t>
            </w:r>
            <w:r>
              <w:t>ání</w:t>
            </w:r>
            <w:r w:rsidRPr="00641856">
              <w:t xml:space="preserve"> požadavk</w:t>
            </w:r>
            <w:r>
              <w:t>ů</w:t>
            </w:r>
            <w:r w:rsidRPr="00641856">
              <w:t xml:space="preserve"> na výkon a funkc</w:t>
            </w:r>
            <w:r>
              <w:t>i</w:t>
            </w:r>
          </w:p>
        </w:tc>
        <w:tc>
          <w:tcPr>
            <w:tcW w:w="992" w:type="dxa"/>
          </w:tcPr>
          <w:p w14:paraId="6CEF48CE" w14:textId="77777777" w:rsidR="00641856" w:rsidRPr="00110376" w:rsidRDefault="00641856" w:rsidP="00641856">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32C8FD4C" w14:textId="77777777" w:rsidR="00641856" w:rsidRPr="00110376" w:rsidRDefault="00641856"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3AA2D31" w14:textId="77777777" w:rsidR="00641856" w:rsidRPr="00110376" w:rsidRDefault="00641856"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2948FD0" w14:textId="77777777" w:rsidR="00641856" w:rsidRPr="00110376" w:rsidRDefault="00641856"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0B6E14C2" w14:textId="77777777" w:rsidTr="00860467">
        <w:tc>
          <w:tcPr>
            <w:cnfStyle w:val="001000000000" w:firstRow="0" w:lastRow="0" w:firstColumn="1" w:lastColumn="0" w:oddVBand="0" w:evenVBand="0" w:oddHBand="0" w:evenHBand="0" w:firstRowFirstColumn="0" w:firstRowLastColumn="0" w:lastRowFirstColumn="0" w:lastRowLastColumn="0"/>
            <w:tcW w:w="4332" w:type="dxa"/>
            <w:gridSpan w:val="2"/>
          </w:tcPr>
          <w:p w14:paraId="74270618" w14:textId="77777777" w:rsidR="0038188D" w:rsidRPr="00110376" w:rsidRDefault="0038188D" w:rsidP="0038188D">
            <w:pPr>
              <w:pStyle w:val="Tabulka-8"/>
            </w:pPr>
            <w:r w:rsidRPr="00110376">
              <w:t>Celkem za dodatečné služby:</w:t>
            </w:r>
          </w:p>
        </w:tc>
        <w:tc>
          <w:tcPr>
            <w:tcW w:w="992" w:type="dxa"/>
          </w:tcPr>
          <w:p w14:paraId="1821AECC"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5F3B871F"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9BBA740"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F0C06CE"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bl>
    <w:p w14:paraId="191F1D23" w14:textId="77777777" w:rsidR="004F0093" w:rsidRDefault="004F0093" w:rsidP="004F0093">
      <w:pPr>
        <w:pStyle w:val="Textbezodsazen"/>
      </w:pPr>
    </w:p>
    <w:p w14:paraId="59AD8634" w14:textId="77777777" w:rsidR="004F0093" w:rsidRDefault="004F0093" w:rsidP="004F0093">
      <w:pPr>
        <w:pStyle w:val="Textbezodsazen"/>
      </w:pPr>
      <w:r>
        <w:t xml:space="preserve">*) nevyplněné údaje </w:t>
      </w:r>
      <w:r w:rsidRPr="00236DCC">
        <w:rPr>
          <w:highlight w:val="yellow"/>
        </w:rPr>
        <w:t>VLOŽÍ ZHOTOVITEL</w:t>
      </w:r>
    </w:p>
    <w:p w14:paraId="71026576" w14:textId="77777777" w:rsidR="004F0093" w:rsidRDefault="004F0093" w:rsidP="004F0093">
      <w:pPr>
        <w:pStyle w:val="Textbezodsazen"/>
      </w:pPr>
      <w:r>
        <w:t>Všechny ceny jsou uvedené v Kč bez DPH.</w:t>
      </w:r>
    </w:p>
    <w:p w14:paraId="1B3B36BD" w14:textId="77777777" w:rsidR="00110376" w:rsidRDefault="00110376" w:rsidP="00110376">
      <w:pPr>
        <w:pStyle w:val="Nadpisbezsl1-2"/>
      </w:pPr>
      <w:r>
        <w:t>3.</w:t>
      </w:r>
      <w:r>
        <w:tab/>
        <w:t>Cena Díla</w:t>
      </w:r>
    </w:p>
    <w:p w14:paraId="49AFB31F"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7F4E85F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4778A85" w14:textId="77777777" w:rsidR="004F0093" w:rsidRPr="00236DCC" w:rsidRDefault="004F0093" w:rsidP="002344F6">
            <w:pPr>
              <w:pStyle w:val="Tabulka-9"/>
              <w:rPr>
                <w:rStyle w:val="Tun"/>
              </w:rPr>
            </w:pPr>
            <w:r w:rsidRPr="00236DCC">
              <w:rPr>
                <w:rStyle w:val="Tun"/>
              </w:rPr>
              <w:t>Cena Díla (bez DPH)</w:t>
            </w:r>
          </w:p>
        </w:tc>
        <w:tc>
          <w:tcPr>
            <w:tcW w:w="2947" w:type="dxa"/>
          </w:tcPr>
          <w:p w14:paraId="2909FD7D"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7F4E70E9"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14:paraId="0469D1CE"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02754C97"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6907EED5"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70624123"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7881E025"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6AA28980" w14:textId="77777777" w:rsidR="004F0093" w:rsidRPr="00236DCC" w:rsidRDefault="004F0093" w:rsidP="002344F6">
            <w:pPr>
              <w:pStyle w:val="Tabulka-9"/>
            </w:pPr>
            <w:r w:rsidRPr="00236DCC">
              <w:t xml:space="preserve">z toho: </w:t>
            </w:r>
          </w:p>
        </w:tc>
      </w:tr>
      <w:tr w:rsidR="004F0093" w:rsidRPr="00236DCC" w14:paraId="4E4AD3D0"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2980D3D1" w14:textId="77777777" w:rsidR="004F0093" w:rsidRPr="00236DCC" w:rsidRDefault="004F0093" w:rsidP="002344F6">
            <w:pPr>
              <w:pStyle w:val="Tabulka-9"/>
            </w:pPr>
            <w:r w:rsidRPr="00236DCC">
              <w:t xml:space="preserve">Cena za zpracování </w:t>
            </w:r>
            <w:r w:rsidR="00740EE9">
              <w:t>Záměru projektu</w:t>
            </w:r>
            <w:r w:rsidRPr="00236DCC">
              <w:t xml:space="preserve"> </w:t>
            </w:r>
          </w:p>
        </w:tc>
      </w:tr>
      <w:tr w:rsidR="004F0093" w:rsidRPr="00236DCC" w14:paraId="1D8303E2"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27ACB911"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2844873C"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804DC44"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07575F8D"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4638AD26" w14:textId="77777777" w:rsidR="004F0093" w:rsidRPr="00236DCC" w:rsidRDefault="004F0093" w:rsidP="002344F6">
            <w:pPr>
              <w:pStyle w:val="Tabulka-9"/>
            </w:pPr>
            <w:r w:rsidRPr="00236DCC">
              <w:t xml:space="preserve">Cena za </w:t>
            </w:r>
            <w:r w:rsidR="00740EE9">
              <w:t>zpracování Dokumentace pro územní řízení</w:t>
            </w:r>
          </w:p>
        </w:tc>
      </w:tr>
      <w:tr w:rsidR="004F0093" w:rsidRPr="00236DCC" w14:paraId="6492A750"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3DF96868"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242742DD"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113CCD0A"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929881E" w14:textId="77777777" w:rsidR="004F0093" w:rsidRDefault="004F0093" w:rsidP="004F0093">
      <w:pPr>
        <w:pStyle w:val="Textbezodsazen"/>
      </w:pPr>
    </w:p>
    <w:p w14:paraId="7957E1DA"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9D0855" w:rsidRPr="00B72613" w14:paraId="5F78D2E4" w14:textId="77777777" w:rsidTr="000849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0595737A" w14:textId="77777777" w:rsidR="009D0855" w:rsidRPr="00B72613" w:rsidRDefault="009D0855" w:rsidP="000849D3">
            <w:pPr>
              <w:pStyle w:val="Tabulka-9"/>
              <w:rPr>
                <w:rStyle w:val="Tun"/>
              </w:rPr>
            </w:pPr>
            <w:r w:rsidRPr="00B72613">
              <w:rPr>
                <w:rStyle w:val="Tun"/>
              </w:rPr>
              <w:t>Specifikace položky</w:t>
            </w:r>
          </w:p>
        </w:tc>
        <w:tc>
          <w:tcPr>
            <w:tcW w:w="2977" w:type="dxa"/>
          </w:tcPr>
          <w:p w14:paraId="517BC5A5" w14:textId="77777777" w:rsidR="009D0855" w:rsidRPr="00B72613" w:rsidRDefault="009D0855" w:rsidP="000849D3">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145A18DF" w14:textId="77777777" w:rsidR="009D0855" w:rsidRPr="00B72613" w:rsidRDefault="009D0855" w:rsidP="000849D3">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9D0855" w:rsidRPr="00B72613" w14:paraId="7087C737"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393F514A" w14:textId="77777777" w:rsidR="009D0855" w:rsidRPr="00740EE9" w:rsidRDefault="009D0855" w:rsidP="000849D3">
            <w:pPr>
              <w:pStyle w:val="Tabulka-9"/>
              <w:rPr>
                <w:rStyle w:val="Tun"/>
                <w:highlight w:val="yellow"/>
              </w:rPr>
            </w:pPr>
            <w:r w:rsidRPr="00740EE9">
              <w:rPr>
                <w:rStyle w:val="Tun"/>
                <w:highlight w:val="yellow"/>
              </w:rPr>
              <w:t>1. Dílčí etapa</w:t>
            </w:r>
          </w:p>
        </w:tc>
        <w:tc>
          <w:tcPr>
            <w:tcW w:w="2977" w:type="dxa"/>
          </w:tcPr>
          <w:p w14:paraId="4D1E6344" w14:textId="77777777" w:rsidR="009D0855" w:rsidRDefault="009D0855"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Pr>
                <w:rStyle w:val="Tun"/>
                <w:highlight w:val="yellow"/>
              </w:rPr>
              <w:t xml:space="preserve"> </w:t>
            </w:r>
            <w:r w:rsidRPr="00740EE9">
              <w:rPr>
                <w:rStyle w:val="Tun"/>
                <w:b w:val="0"/>
                <w:highlight w:val="yellow"/>
              </w:rPr>
              <w:t>(1. dílčí fakturace)</w:t>
            </w:r>
          </w:p>
          <w:p w14:paraId="21D30A50" w14:textId="14F3DAFD" w:rsidR="009D0855" w:rsidRPr="000F3364" w:rsidRDefault="00E02F51"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E02F51">
              <w:rPr>
                <w:rStyle w:val="Tun"/>
                <w:b w:val="0"/>
              </w:rPr>
              <w:t>pol.č.1 - 40%; pol.č.10 - 40%</w:t>
            </w:r>
          </w:p>
        </w:tc>
        <w:tc>
          <w:tcPr>
            <w:tcW w:w="2977" w:type="dxa"/>
          </w:tcPr>
          <w:p w14:paraId="383F540A" w14:textId="77777777" w:rsidR="009D0855" w:rsidRPr="00740EE9" w:rsidRDefault="009D0855" w:rsidP="000849D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9D0855" w:rsidRPr="00B72613" w14:paraId="17AF8B04"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23F2830A" w14:textId="77777777" w:rsidR="009D0855" w:rsidRPr="00740EE9" w:rsidRDefault="009D0855" w:rsidP="000849D3">
            <w:pPr>
              <w:pStyle w:val="Tabulka-9"/>
              <w:rPr>
                <w:rStyle w:val="Tun"/>
                <w:highlight w:val="yellow"/>
              </w:rPr>
            </w:pPr>
            <w:r w:rsidRPr="00740EE9">
              <w:rPr>
                <w:rStyle w:val="Tun"/>
                <w:highlight w:val="yellow"/>
              </w:rPr>
              <w:t>2. Dílčí etapa</w:t>
            </w:r>
          </w:p>
        </w:tc>
        <w:tc>
          <w:tcPr>
            <w:tcW w:w="2977" w:type="dxa"/>
          </w:tcPr>
          <w:p w14:paraId="2999EC6D" w14:textId="77777777" w:rsidR="009D0855" w:rsidRDefault="009D0855"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Pr>
                <w:rStyle w:val="Tun"/>
                <w:b w:val="0"/>
                <w:highlight w:val="yellow"/>
              </w:rPr>
              <w:t xml:space="preserve">bez </w:t>
            </w:r>
            <w:r w:rsidRPr="00740EE9">
              <w:rPr>
                <w:rStyle w:val="Tun"/>
                <w:b w:val="0"/>
                <w:highlight w:val="yellow"/>
              </w:rPr>
              <w:t>fakturace)</w:t>
            </w:r>
          </w:p>
          <w:p w14:paraId="110FEA9E" w14:textId="300C1DC3" w:rsidR="009D0855" w:rsidRPr="000F3364" w:rsidRDefault="00BE064E"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BE064E">
              <w:rPr>
                <w:rStyle w:val="Tun"/>
                <w:b w:val="0"/>
              </w:rPr>
              <w:t>pol.č.1 - 40%; pol.č.10 - 10%</w:t>
            </w:r>
          </w:p>
        </w:tc>
        <w:tc>
          <w:tcPr>
            <w:tcW w:w="2977" w:type="dxa"/>
          </w:tcPr>
          <w:p w14:paraId="2AA85AC9" w14:textId="77777777" w:rsidR="009D0855" w:rsidRPr="00740EE9" w:rsidRDefault="009D0855" w:rsidP="000849D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Pr>
                <w:rStyle w:val="Tun"/>
                <w:b w:val="0"/>
                <w:highlight w:val="yellow"/>
              </w:rPr>
              <w:t xml:space="preserve">bez fakturace </w:t>
            </w:r>
            <w:r w:rsidRPr="00740EE9">
              <w:rPr>
                <w:rStyle w:val="Tun"/>
                <w:b w:val="0"/>
                <w:highlight w:val="yellow"/>
              </w:rPr>
              <w:t>fakturace)</w:t>
            </w:r>
          </w:p>
        </w:tc>
      </w:tr>
      <w:tr w:rsidR="009D0855" w:rsidRPr="00B72613" w14:paraId="18399F71"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4474E28F" w14:textId="77777777" w:rsidR="009D0855" w:rsidRPr="00740EE9" w:rsidRDefault="009D0855" w:rsidP="000849D3">
            <w:pPr>
              <w:pStyle w:val="Tabulka-9"/>
              <w:rPr>
                <w:rStyle w:val="Tun"/>
                <w:highlight w:val="yellow"/>
              </w:rPr>
            </w:pPr>
            <w:r w:rsidRPr="00740EE9">
              <w:rPr>
                <w:rStyle w:val="Tun"/>
                <w:highlight w:val="yellow"/>
              </w:rPr>
              <w:t>3. Dílčí etapa</w:t>
            </w:r>
          </w:p>
        </w:tc>
        <w:tc>
          <w:tcPr>
            <w:tcW w:w="2977" w:type="dxa"/>
          </w:tcPr>
          <w:p w14:paraId="53245413" w14:textId="77777777" w:rsidR="009D0855" w:rsidRDefault="009D0855"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Pr>
                <w:rStyle w:val="Tun"/>
                <w:b w:val="0"/>
                <w:highlight w:val="yellow"/>
              </w:rPr>
              <w:t>2</w:t>
            </w:r>
            <w:r w:rsidRPr="00740EE9">
              <w:rPr>
                <w:rStyle w:val="Tun"/>
                <w:b w:val="0"/>
                <w:highlight w:val="yellow"/>
              </w:rPr>
              <w:t>. dílčí fakturace)</w:t>
            </w:r>
          </w:p>
          <w:p w14:paraId="33BA4BB9" w14:textId="00C6FC1B" w:rsidR="009D0855" w:rsidRPr="00740EE9" w:rsidRDefault="00D55CA3"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D55CA3">
              <w:rPr>
                <w:rStyle w:val="Tun"/>
                <w:b w:val="0"/>
              </w:rPr>
              <w:t>pol.č.1 - 20%; pol.č.3 - 100%; pol.č.4 - 100%; pol.č.10 - 10%</w:t>
            </w:r>
          </w:p>
        </w:tc>
        <w:tc>
          <w:tcPr>
            <w:tcW w:w="2977" w:type="dxa"/>
          </w:tcPr>
          <w:p w14:paraId="0CF7C47D" w14:textId="77777777" w:rsidR="009D0855" w:rsidRPr="00740EE9" w:rsidRDefault="009D0855" w:rsidP="000849D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9D0855" w:rsidRPr="00B72613" w14:paraId="6386D959"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75A67615" w14:textId="77777777" w:rsidR="009D0855" w:rsidRPr="00740EE9" w:rsidRDefault="009D0855" w:rsidP="000849D3">
            <w:pPr>
              <w:pStyle w:val="Tabulka-9"/>
              <w:rPr>
                <w:rStyle w:val="Tun"/>
                <w:highlight w:val="yellow"/>
              </w:rPr>
            </w:pPr>
            <w:r w:rsidRPr="00740EE9">
              <w:rPr>
                <w:rStyle w:val="Tun"/>
                <w:highlight w:val="yellow"/>
              </w:rPr>
              <w:t>4. Dílčí etapa</w:t>
            </w:r>
          </w:p>
        </w:tc>
        <w:tc>
          <w:tcPr>
            <w:tcW w:w="2977" w:type="dxa"/>
          </w:tcPr>
          <w:p w14:paraId="0E0D0123" w14:textId="77777777" w:rsidR="009D0855" w:rsidRDefault="009D0855"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Pr>
                <w:rStyle w:val="Tun"/>
                <w:b w:val="0"/>
                <w:highlight w:val="yellow"/>
              </w:rPr>
              <w:t>3</w:t>
            </w:r>
            <w:r w:rsidRPr="00740EE9">
              <w:rPr>
                <w:rStyle w:val="Tun"/>
                <w:b w:val="0"/>
                <w:highlight w:val="yellow"/>
              </w:rPr>
              <w:t>. dílčí fakturace)</w:t>
            </w:r>
          </w:p>
          <w:p w14:paraId="23F158C9" w14:textId="65306C79" w:rsidR="009D0855" w:rsidRPr="000F3364" w:rsidRDefault="00441D04"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441D04">
              <w:rPr>
                <w:rStyle w:val="Tun"/>
                <w:b w:val="0"/>
              </w:rPr>
              <w:t>pol.č.2 - 50%; pol.č.7 - 100%; pol.č.8 - 100%; pol.č.10 - 10%; pol.č.11 - 50%</w:t>
            </w:r>
          </w:p>
        </w:tc>
        <w:tc>
          <w:tcPr>
            <w:tcW w:w="2977" w:type="dxa"/>
          </w:tcPr>
          <w:p w14:paraId="7CE7CBEA" w14:textId="77777777" w:rsidR="009D0855" w:rsidRPr="00740EE9" w:rsidRDefault="009D0855" w:rsidP="000849D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9D0855" w:rsidRPr="00B72613" w14:paraId="4425F8D3"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474D2996" w14:textId="77777777" w:rsidR="009D0855" w:rsidRPr="00740EE9" w:rsidRDefault="009D0855" w:rsidP="000849D3">
            <w:pPr>
              <w:pStyle w:val="Tabulka-9"/>
              <w:rPr>
                <w:rStyle w:val="Tun"/>
                <w:highlight w:val="yellow"/>
              </w:rPr>
            </w:pPr>
            <w:r w:rsidRPr="00740EE9">
              <w:rPr>
                <w:rStyle w:val="Tun"/>
                <w:highlight w:val="yellow"/>
              </w:rPr>
              <w:lastRenderedPageBreak/>
              <w:t>5. Dílčí etapa</w:t>
            </w:r>
          </w:p>
        </w:tc>
        <w:tc>
          <w:tcPr>
            <w:tcW w:w="2977" w:type="dxa"/>
          </w:tcPr>
          <w:p w14:paraId="76413BCD" w14:textId="77777777" w:rsidR="009D0855" w:rsidRDefault="009D0855"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sidRPr="00740EE9">
              <w:rPr>
                <w:rStyle w:val="Tun"/>
                <w:b w:val="0"/>
                <w:highlight w:val="yellow"/>
              </w:rPr>
              <w:t>(</w:t>
            </w:r>
            <w:r>
              <w:rPr>
                <w:rStyle w:val="Tun"/>
                <w:b w:val="0"/>
                <w:highlight w:val="yellow"/>
              </w:rPr>
              <w:t>4</w:t>
            </w:r>
            <w:r w:rsidRPr="00740EE9">
              <w:rPr>
                <w:rStyle w:val="Tun"/>
                <w:b w:val="0"/>
                <w:highlight w:val="yellow"/>
              </w:rPr>
              <w:t>. dílčí fakturace)</w:t>
            </w:r>
          </w:p>
          <w:p w14:paraId="3FA01F49" w14:textId="34074AAA" w:rsidR="009D0855" w:rsidRPr="00D4642B" w:rsidRDefault="005C62E5"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5C62E5">
              <w:rPr>
                <w:rStyle w:val="Tun"/>
                <w:b w:val="0"/>
              </w:rPr>
              <w:t>pol.č.2 - 20%; pol.č.9 - 30%; pol.č.10 - 10%</w:t>
            </w:r>
          </w:p>
        </w:tc>
        <w:tc>
          <w:tcPr>
            <w:tcW w:w="2977" w:type="dxa"/>
          </w:tcPr>
          <w:p w14:paraId="7CDCF813" w14:textId="77777777" w:rsidR="009D0855" w:rsidRPr="00740EE9" w:rsidRDefault="009D0855" w:rsidP="000849D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9D0855" w:rsidRPr="00B72613" w14:paraId="17D96D09"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7FC77D4E" w14:textId="77777777" w:rsidR="009D0855" w:rsidRPr="00740EE9" w:rsidRDefault="009D0855" w:rsidP="000849D3">
            <w:pPr>
              <w:pStyle w:val="Tabulka-9"/>
              <w:rPr>
                <w:rStyle w:val="Tun"/>
                <w:highlight w:val="yellow"/>
              </w:rPr>
            </w:pPr>
            <w:r w:rsidRPr="00740EE9">
              <w:rPr>
                <w:rStyle w:val="Tun"/>
                <w:highlight w:val="yellow"/>
              </w:rPr>
              <w:t xml:space="preserve">6. Dílčí etapa </w:t>
            </w:r>
          </w:p>
        </w:tc>
        <w:tc>
          <w:tcPr>
            <w:tcW w:w="2977" w:type="dxa"/>
          </w:tcPr>
          <w:p w14:paraId="231F248E" w14:textId="77777777" w:rsidR="009D0855" w:rsidRDefault="009D0855"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Pr>
                <w:rStyle w:val="Tun"/>
                <w:b w:val="0"/>
                <w:highlight w:val="yellow"/>
              </w:rPr>
              <w:t>konečná</w:t>
            </w:r>
            <w:r w:rsidRPr="00740EE9">
              <w:rPr>
                <w:rStyle w:val="Tun"/>
                <w:b w:val="0"/>
                <w:highlight w:val="yellow"/>
              </w:rPr>
              <w:t xml:space="preserve"> fakturace)</w:t>
            </w:r>
          </w:p>
          <w:p w14:paraId="7CCA21F1" w14:textId="22FF814E" w:rsidR="009D0855" w:rsidRPr="00D4642B" w:rsidRDefault="005C62E5"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5C62E5">
              <w:rPr>
                <w:rStyle w:val="Tun"/>
                <w:b w:val="0"/>
              </w:rPr>
              <w:t>pol.č.2 - 20%; pol.č.5 - 100%; pol.č.6 - 100%; pol.č.9 - 50%; pol.č.10 - 10%; pol.č.11 - 50%</w:t>
            </w:r>
          </w:p>
        </w:tc>
        <w:tc>
          <w:tcPr>
            <w:tcW w:w="2977" w:type="dxa"/>
          </w:tcPr>
          <w:p w14:paraId="718509E4" w14:textId="77777777" w:rsidR="009D0855" w:rsidRPr="00740EE9" w:rsidRDefault="009D0855" w:rsidP="000849D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9D0855" w:rsidRPr="00B72613" w14:paraId="0404EF87"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0B38B9D4" w14:textId="77777777" w:rsidR="009D0855" w:rsidRPr="00740EE9" w:rsidRDefault="009D0855" w:rsidP="000849D3">
            <w:pPr>
              <w:pStyle w:val="Tabulka-9"/>
              <w:rPr>
                <w:rStyle w:val="Tun"/>
                <w:highlight w:val="yellow"/>
              </w:rPr>
            </w:pPr>
            <w:r>
              <w:rPr>
                <w:rStyle w:val="Tun"/>
                <w:highlight w:val="yellow"/>
              </w:rPr>
              <w:t>7</w:t>
            </w:r>
            <w:r w:rsidRPr="00740EE9">
              <w:rPr>
                <w:rStyle w:val="Tun"/>
                <w:highlight w:val="yellow"/>
              </w:rPr>
              <w:t>. Dílčí etapa</w:t>
            </w:r>
          </w:p>
        </w:tc>
        <w:tc>
          <w:tcPr>
            <w:tcW w:w="2977" w:type="dxa"/>
          </w:tcPr>
          <w:p w14:paraId="1A3DBF67" w14:textId="77777777" w:rsidR="009D0855" w:rsidRDefault="009D0855"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Pr>
                <w:rStyle w:val="Tun"/>
                <w:b w:val="0"/>
                <w:highlight w:val="yellow"/>
              </w:rPr>
              <w:t>konečná</w:t>
            </w:r>
            <w:r w:rsidRPr="00740EE9">
              <w:rPr>
                <w:rStyle w:val="Tun"/>
                <w:b w:val="0"/>
                <w:highlight w:val="yellow"/>
              </w:rPr>
              <w:t xml:space="preserve"> fakturace)</w:t>
            </w:r>
          </w:p>
          <w:p w14:paraId="4DE48D89" w14:textId="0569F3E3" w:rsidR="009D0855" w:rsidRPr="008C204D" w:rsidRDefault="005C62E5"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5C62E5">
              <w:rPr>
                <w:rStyle w:val="Tun"/>
                <w:b w:val="0"/>
              </w:rPr>
              <w:t>pol.č.2 - 10%; pol.č.9 - 20%; pol.č.10 - 10%</w:t>
            </w:r>
          </w:p>
        </w:tc>
        <w:tc>
          <w:tcPr>
            <w:tcW w:w="2977" w:type="dxa"/>
          </w:tcPr>
          <w:p w14:paraId="5416A6AC" w14:textId="77777777" w:rsidR="009D0855" w:rsidRPr="00740EE9" w:rsidRDefault="009D0855" w:rsidP="000849D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9D0855" w:rsidRPr="00B72613" w14:paraId="0A2BBB5E"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4C65B5C1" w14:textId="77777777" w:rsidR="009D0855" w:rsidRPr="00B72613" w:rsidRDefault="009D0855" w:rsidP="000849D3">
            <w:pPr>
              <w:pStyle w:val="Tabulka-9"/>
              <w:rPr>
                <w:rStyle w:val="Tun"/>
              </w:rPr>
            </w:pPr>
            <w:r w:rsidRPr="00B72613">
              <w:rPr>
                <w:rStyle w:val="Tun"/>
              </w:rPr>
              <w:t>Celkem:</w:t>
            </w:r>
          </w:p>
        </w:tc>
        <w:tc>
          <w:tcPr>
            <w:tcW w:w="2977" w:type="dxa"/>
          </w:tcPr>
          <w:p w14:paraId="74FA914A" w14:textId="77777777" w:rsidR="009D0855" w:rsidRPr="00B72613" w:rsidRDefault="009D0855" w:rsidP="000849D3">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BA4BE77" w14:textId="77777777" w:rsidR="009D0855" w:rsidRPr="00B72613" w:rsidRDefault="009D0855" w:rsidP="000849D3">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2C912C89" w14:textId="77777777" w:rsidR="004F0093" w:rsidRPr="0011564A" w:rsidRDefault="004F0093" w:rsidP="00740EE9">
      <w:pPr>
        <w:pStyle w:val="Textbezodsazen"/>
        <w:rPr>
          <w:i/>
          <w:color w:val="00B050"/>
        </w:rPr>
      </w:pPr>
    </w:p>
    <w:p w14:paraId="57B132F9" w14:textId="7376B012" w:rsidR="00DE09DB" w:rsidRDefault="00DE09DB" w:rsidP="00DE09DB">
      <w:pPr>
        <w:pStyle w:val="Nadpisbezsl1-1"/>
      </w:pPr>
      <w:r>
        <w:t>Příloha č. 4b</w:t>
      </w:r>
    </w:p>
    <w:p w14:paraId="43FD4D7A" w14:textId="00B05350" w:rsidR="00DE09DB" w:rsidRDefault="00DE09DB" w:rsidP="00DE09DB">
      <w:pPr>
        <w:pStyle w:val="Nadpisbezsl1-2"/>
      </w:pPr>
      <w:r>
        <w:t>Rozpis Ceny Díla pro „</w:t>
      </w:r>
      <w:r w:rsidRPr="006B7BF2">
        <w:t>Rekonstrukc</w:t>
      </w:r>
      <w:r>
        <w:t>i</w:t>
      </w:r>
      <w:r w:rsidRPr="006B7BF2">
        <w:t xml:space="preserve"> TNS Káranice</w:t>
      </w:r>
      <w:r>
        <w:t>“</w:t>
      </w:r>
    </w:p>
    <w:p w14:paraId="6792250C" w14:textId="77777777" w:rsidR="00DE09DB" w:rsidRDefault="00DE09DB" w:rsidP="00DE09DB">
      <w:pPr>
        <w:pStyle w:val="Textbezodsazen"/>
      </w:pPr>
      <w:r>
        <w:t xml:space="preserve">Cena za zpracování </w:t>
      </w:r>
      <w:r w:rsidRPr="004F0093">
        <w:rPr>
          <w:b/>
        </w:rPr>
        <w:t>Záměru projektu</w:t>
      </w:r>
      <w:r>
        <w:t xml:space="preserve"> a </w:t>
      </w:r>
      <w:r w:rsidRPr="004F0093">
        <w:rPr>
          <w:b/>
        </w:rPr>
        <w:t>Dokumentace pro územní řízení</w:t>
      </w:r>
      <w:r>
        <w:t xml:space="preserve"> (podle členění na základní a dodatečné služby):</w:t>
      </w:r>
    </w:p>
    <w:p w14:paraId="6CA4347E" w14:textId="77777777" w:rsidR="00DE09DB" w:rsidRDefault="00DE09DB" w:rsidP="00DE09DB">
      <w:pPr>
        <w:pStyle w:val="Nadpisbezsl1-2"/>
      </w:pPr>
      <w:r>
        <w:t>1.</w:t>
      </w:r>
      <w:r>
        <w:tab/>
        <w:t>Základní služby</w:t>
      </w:r>
    </w:p>
    <w:tbl>
      <w:tblPr>
        <w:tblStyle w:val="Tabulka10"/>
        <w:tblW w:w="8842" w:type="dxa"/>
        <w:tblLayout w:type="fixed"/>
        <w:tblLook w:val="04A0" w:firstRow="1" w:lastRow="0" w:firstColumn="1" w:lastColumn="0" w:noHBand="0" w:noVBand="1"/>
      </w:tblPr>
      <w:tblGrid>
        <w:gridCol w:w="788"/>
        <w:gridCol w:w="567"/>
        <w:gridCol w:w="2835"/>
        <w:gridCol w:w="992"/>
        <w:gridCol w:w="993"/>
        <w:gridCol w:w="1275"/>
        <w:gridCol w:w="1392"/>
      </w:tblGrid>
      <w:tr w:rsidR="00DE09DB" w:rsidRPr="002344F6" w14:paraId="1F0708CD" w14:textId="77777777" w:rsidTr="000849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727EBEA1" w14:textId="77777777" w:rsidR="00DE09DB" w:rsidRPr="002344F6" w:rsidRDefault="00DE09DB" w:rsidP="000849D3">
            <w:pPr>
              <w:pStyle w:val="Tabulka-8"/>
              <w:rPr>
                <w:b/>
              </w:rPr>
            </w:pPr>
            <w:r w:rsidRPr="002344F6">
              <w:rPr>
                <w:b/>
              </w:rPr>
              <w:t>Položka</w:t>
            </w:r>
          </w:p>
        </w:tc>
        <w:tc>
          <w:tcPr>
            <w:tcW w:w="3402" w:type="dxa"/>
            <w:gridSpan w:val="2"/>
          </w:tcPr>
          <w:p w14:paraId="0364263F" w14:textId="77777777" w:rsidR="00DE09DB" w:rsidRPr="002344F6" w:rsidRDefault="00DE09DB" w:rsidP="000849D3">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341BE6D3" w14:textId="77777777" w:rsidR="00DE09DB" w:rsidRPr="002344F6" w:rsidRDefault="00DE09DB" w:rsidP="000849D3">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2D72FF60" w14:textId="77777777" w:rsidR="00DE09DB" w:rsidRPr="002344F6" w:rsidRDefault="00DE09DB" w:rsidP="000849D3">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2FBBCDBC" w14:textId="77777777" w:rsidR="00DE09DB" w:rsidRPr="002344F6" w:rsidRDefault="00DE09DB" w:rsidP="000849D3">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52D06031" w14:textId="77777777" w:rsidR="00DE09DB" w:rsidRPr="002344F6" w:rsidRDefault="00DE09DB" w:rsidP="000849D3">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DE09DB" w:rsidRPr="00110376" w14:paraId="1AA9AE95" w14:textId="77777777" w:rsidTr="000849D3">
        <w:tc>
          <w:tcPr>
            <w:cnfStyle w:val="001000000000" w:firstRow="0" w:lastRow="0" w:firstColumn="1" w:lastColumn="0" w:oddVBand="0" w:evenVBand="0" w:oddHBand="0" w:evenHBand="0" w:firstRowFirstColumn="0" w:firstRowLastColumn="0" w:lastRowFirstColumn="0" w:lastRowLastColumn="0"/>
            <w:tcW w:w="788" w:type="dxa"/>
          </w:tcPr>
          <w:p w14:paraId="6BE96182" w14:textId="77777777" w:rsidR="00DE09DB" w:rsidRPr="00110376" w:rsidRDefault="00DE09DB" w:rsidP="000849D3">
            <w:pPr>
              <w:pStyle w:val="Tabulka-8"/>
            </w:pPr>
            <w:r w:rsidRPr="00110376">
              <w:t>1</w:t>
            </w:r>
          </w:p>
        </w:tc>
        <w:tc>
          <w:tcPr>
            <w:tcW w:w="3402" w:type="dxa"/>
            <w:gridSpan w:val="2"/>
          </w:tcPr>
          <w:p w14:paraId="734EAB8A" w14:textId="7637DB23" w:rsidR="00DE09DB" w:rsidRPr="00110376" w:rsidRDefault="00DE09DB" w:rsidP="00DE09DB">
            <w:pPr>
              <w:pStyle w:val="Tabulka-8"/>
              <w:cnfStyle w:val="000000000000" w:firstRow="0" w:lastRow="0" w:firstColumn="0" w:lastColumn="0" w:oddVBand="0" w:evenVBand="0" w:oddHBand="0" w:evenHBand="0" w:firstRowFirstColumn="0" w:firstRowLastColumn="0" w:lastRowFirstColumn="0" w:lastRowLastColumn="0"/>
            </w:pPr>
            <w:r w:rsidRPr="00110376">
              <w:t>Záměr projektu (v rozsahu Směrnice č. V – 2/2012 v platném znění a dle požadavku VTP a ZTP)</w:t>
            </w:r>
            <w:r w:rsidRPr="003C6570">
              <w:t xml:space="preserve"> a doprovodná dokumentace stavby</w:t>
            </w:r>
          </w:p>
        </w:tc>
        <w:tc>
          <w:tcPr>
            <w:tcW w:w="992" w:type="dxa"/>
          </w:tcPr>
          <w:p w14:paraId="2C17BBF4"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25924BFF"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87A2CA2"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20F2922"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r>
      <w:tr w:rsidR="00DE09DB" w:rsidRPr="00110376" w14:paraId="3CE0621B" w14:textId="77777777" w:rsidTr="000849D3">
        <w:tc>
          <w:tcPr>
            <w:cnfStyle w:val="001000000000" w:firstRow="0" w:lastRow="0" w:firstColumn="1" w:lastColumn="0" w:oddVBand="0" w:evenVBand="0" w:oddHBand="0" w:evenHBand="0" w:firstRowFirstColumn="0" w:firstRowLastColumn="0" w:lastRowFirstColumn="0" w:lastRowLastColumn="0"/>
            <w:tcW w:w="788" w:type="dxa"/>
          </w:tcPr>
          <w:p w14:paraId="7A9B4A91" w14:textId="77777777" w:rsidR="00DE09DB" w:rsidRPr="00110376" w:rsidRDefault="00DE09DB" w:rsidP="000849D3">
            <w:pPr>
              <w:pStyle w:val="Tabulka-8"/>
            </w:pPr>
            <w:r w:rsidRPr="00110376">
              <w:t>2</w:t>
            </w:r>
          </w:p>
        </w:tc>
        <w:tc>
          <w:tcPr>
            <w:tcW w:w="8054" w:type="dxa"/>
            <w:gridSpan w:val="6"/>
          </w:tcPr>
          <w:p w14:paraId="3288959C"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DE09DB" w:rsidRPr="00110376" w14:paraId="79EA214A" w14:textId="77777777" w:rsidTr="000849D3">
        <w:tc>
          <w:tcPr>
            <w:cnfStyle w:val="001000000000" w:firstRow="0" w:lastRow="0" w:firstColumn="1" w:lastColumn="0" w:oddVBand="0" w:evenVBand="0" w:oddHBand="0" w:evenHBand="0" w:firstRowFirstColumn="0" w:firstRowLastColumn="0" w:lastRowFirstColumn="0" w:lastRowLastColumn="0"/>
            <w:tcW w:w="788" w:type="dxa"/>
          </w:tcPr>
          <w:p w14:paraId="072076E3" w14:textId="77777777" w:rsidR="00DE09DB" w:rsidRPr="00110376" w:rsidRDefault="00DE09DB" w:rsidP="000849D3">
            <w:pPr>
              <w:pStyle w:val="Tabulka-8"/>
            </w:pPr>
          </w:p>
        </w:tc>
        <w:tc>
          <w:tcPr>
            <w:tcW w:w="567" w:type="dxa"/>
          </w:tcPr>
          <w:p w14:paraId="037D841D"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2.1</w:t>
            </w:r>
          </w:p>
        </w:tc>
        <w:tc>
          <w:tcPr>
            <w:tcW w:w="2835" w:type="dxa"/>
          </w:tcPr>
          <w:p w14:paraId="0141EF02"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ZPT</w:t>
            </w:r>
          </w:p>
        </w:tc>
        <w:tc>
          <w:tcPr>
            <w:tcW w:w="992" w:type="dxa"/>
          </w:tcPr>
          <w:p w14:paraId="597AC21E"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5575E10D"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26478119"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2030599A"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r>
      <w:tr w:rsidR="00DE09DB" w:rsidRPr="00110376" w14:paraId="45C52D90" w14:textId="77777777" w:rsidTr="000849D3">
        <w:tc>
          <w:tcPr>
            <w:cnfStyle w:val="001000000000" w:firstRow="0" w:lastRow="0" w:firstColumn="1" w:lastColumn="0" w:oddVBand="0" w:evenVBand="0" w:oddHBand="0" w:evenHBand="0" w:firstRowFirstColumn="0" w:firstRowLastColumn="0" w:lastRowFirstColumn="0" w:lastRowLastColumn="0"/>
            <w:tcW w:w="788" w:type="dxa"/>
          </w:tcPr>
          <w:p w14:paraId="260C0480" w14:textId="77777777" w:rsidR="00DE09DB" w:rsidRPr="00110376" w:rsidRDefault="00DE09DB" w:rsidP="000849D3">
            <w:pPr>
              <w:pStyle w:val="Tabulka-8"/>
            </w:pPr>
          </w:p>
        </w:tc>
        <w:tc>
          <w:tcPr>
            <w:tcW w:w="567" w:type="dxa"/>
          </w:tcPr>
          <w:p w14:paraId="36157CA4"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2.2</w:t>
            </w:r>
          </w:p>
        </w:tc>
        <w:tc>
          <w:tcPr>
            <w:tcW w:w="2835" w:type="dxa"/>
          </w:tcPr>
          <w:p w14:paraId="715B66C2"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14:paraId="5A820FBE"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4AA2E22F"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5CC1012"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0916B10"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r>
      <w:tr w:rsidR="00DE09DB" w:rsidRPr="00110376" w14:paraId="78C66C96" w14:textId="77777777" w:rsidTr="000849D3">
        <w:tc>
          <w:tcPr>
            <w:cnfStyle w:val="001000000000" w:firstRow="0" w:lastRow="0" w:firstColumn="1" w:lastColumn="0" w:oddVBand="0" w:evenVBand="0" w:oddHBand="0" w:evenHBand="0" w:firstRowFirstColumn="0" w:firstRowLastColumn="0" w:lastRowFirstColumn="0" w:lastRowLastColumn="0"/>
            <w:tcW w:w="788" w:type="dxa"/>
          </w:tcPr>
          <w:p w14:paraId="3871C49B" w14:textId="77777777" w:rsidR="00DE09DB" w:rsidRPr="00110376" w:rsidRDefault="00DE09DB" w:rsidP="000849D3">
            <w:pPr>
              <w:pStyle w:val="Tabulka-8"/>
            </w:pPr>
          </w:p>
        </w:tc>
        <w:tc>
          <w:tcPr>
            <w:tcW w:w="567" w:type="dxa"/>
          </w:tcPr>
          <w:p w14:paraId="7F90393C"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2.3</w:t>
            </w:r>
          </w:p>
        </w:tc>
        <w:tc>
          <w:tcPr>
            <w:tcW w:w="2835" w:type="dxa"/>
          </w:tcPr>
          <w:p w14:paraId="5AF0A536"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14:paraId="5CFEF08B"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B5EDBDD"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1257F2F"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68CF601"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r>
      <w:tr w:rsidR="00DE09DB" w:rsidRPr="00110376" w14:paraId="5297FF86" w14:textId="77777777" w:rsidTr="000849D3">
        <w:tc>
          <w:tcPr>
            <w:cnfStyle w:val="001000000000" w:firstRow="0" w:lastRow="0" w:firstColumn="1" w:lastColumn="0" w:oddVBand="0" w:evenVBand="0" w:oddHBand="0" w:evenHBand="0" w:firstRowFirstColumn="0" w:firstRowLastColumn="0" w:lastRowFirstColumn="0" w:lastRowLastColumn="0"/>
            <w:tcW w:w="788" w:type="dxa"/>
          </w:tcPr>
          <w:p w14:paraId="6F40A9BB" w14:textId="77777777" w:rsidR="00DE09DB" w:rsidRPr="00110376" w:rsidRDefault="00DE09DB" w:rsidP="000849D3">
            <w:pPr>
              <w:pStyle w:val="Tabulka-8"/>
            </w:pPr>
          </w:p>
        </w:tc>
        <w:tc>
          <w:tcPr>
            <w:tcW w:w="567" w:type="dxa"/>
          </w:tcPr>
          <w:p w14:paraId="1EBC52DD"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2.4</w:t>
            </w:r>
          </w:p>
        </w:tc>
        <w:tc>
          <w:tcPr>
            <w:tcW w:w="2835" w:type="dxa"/>
          </w:tcPr>
          <w:p w14:paraId="39C3995D"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14:paraId="1FDF5DA7"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ks</w:t>
            </w:r>
          </w:p>
        </w:tc>
        <w:tc>
          <w:tcPr>
            <w:tcW w:w="993" w:type="dxa"/>
          </w:tcPr>
          <w:p w14:paraId="5718937A"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6</w:t>
            </w:r>
          </w:p>
        </w:tc>
        <w:tc>
          <w:tcPr>
            <w:tcW w:w="1275" w:type="dxa"/>
          </w:tcPr>
          <w:p w14:paraId="64DE97EB"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A770217"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r>
      <w:tr w:rsidR="00DE09DB" w:rsidRPr="00110376" w14:paraId="0CE1DF3A" w14:textId="77777777" w:rsidTr="000849D3">
        <w:tc>
          <w:tcPr>
            <w:cnfStyle w:val="001000000000" w:firstRow="0" w:lastRow="0" w:firstColumn="1" w:lastColumn="0" w:oddVBand="0" w:evenVBand="0" w:oddHBand="0" w:evenHBand="0" w:firstRowFirstColumn="0" w:firstRowLastColumn="0" w:lastRowFirstColumn="0" w:lastRowLastColumn="0"/>
            <w:tcW w:w="788" w:type="dxa"/>
          </w:tcPr>
          <w:p w14:paraId="2C32A959" w14:textId="77777777" w:rsidR="00DE09DB" w:rsidRPr="00110376" w:rsidRDefault="00DE09DB" w:rsidP="000849D3">
            <w:pPr>
              <w:pStyle w:val="Tabulka-8"/>
            </w:pPr>
            <w:r w:rsidRPr="00110376">
              <w:lastRenderedPageBreak/>
              <w:t>3</w:t>
            </w:r>
          </w:p>
        </w:tc>
        <w:tc>
          <w:tcPr>
            <w:tcW w:w="3402" w:type="dxa"/>
            <w:gridSpan w:val="2"/>
          </w:tcPr>
          <w:p w14:paraId="2E9783DD"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záměru projektu dle SOD v listinné formě (dle požadavku VTP a ZTP)</w:t>
            </w:r>
          </w:p>
        </w:tc>
        <w:tc>
          <w:tcPr>
            <w:tcW w:w="992" w:type="dxa"/>
          </w:tcPr>
          <w:p w14:paraId="05AA8889" w14:textId="77777777" w:rsidR="00DE09DB" w:rsidRPr="00187A3E" w:rsidRDefault="00DE09DB" w:rsidP="000849D3">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komplet</w:t>
            </w:r>
          </w:p>
        </w:tc>
        <w:tc>
          <w:tcPr>
            <w:tcW w:w="993" w:type="dxa"/>
          </w:tcPr>
          <w:p w14:paraId="7A449BAD" w14:textId="77777777" w:rsidR="00DE09DB" w:rsidRPr="00187A3E" w:rsidRDefault="00DE09DB" w:rsidP="000849D3">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1</w:t>
            </w:r>
          </w:p>
        </w:tc>
        <w:tc>
          <w:tcPr>
            <w:tcW w:w="1275" w:type="dxa"/>
          </w:tcPr>
          <w:p w14:paraId="3515269F"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7777576"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r>
      <w:tr w:rsidR="00DE09DB" w:rsidRPr="00110376" w14:paraId="4144B4CD" w14:textId="77777777" w:rsidTr="000849D3">
        <w:tc>
          <w:tcPr>
            <w:cnfStyle w:val="001000000000" w:firstRow="0" w:lastRow="0" w:firstColumn="1" w:lastColumn="0" w:oddVBand="0" w:evenVBand="0" w:oddHBand="0" w:evenHBand="0" w:firstRowFirstColumn="0" w:firstRowLastColumn="0" w:lastRowFirstColumn="0" w:lastRowLastColumn="0"/>
            <w:tcW w:w="788" w:type="dxa"/>
          </w:tcPr>
          <w:p w14:paraId="503D5FC1" w14:textId="77777777" w:rsidR="00DE09DB" w:rsidRPr="00110376" w:rsidRDefault="00DE09DB" w:rsidP="000849D3">
            <w:pPr>
              <w:pStyle w:val="Tabulka-8"/>
            </w:pPr>
            <w:r w:rsidRPr="00110376">
              <w:t>4</w:t>
            </w:r>
          </w:p>
        </w:tc>
        <w:tc>
          <w:tcPr>
            <w:tcW w:w="3402" w:type="dxa"/>
            <w:gridSpan w:val="2"/>
          </w:tcPr>
          <w:p w14:paraId="5D8F44FB"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záměru projektu dle SOD v elektronické formě (dle požadavku VTP a ZTP)</w:t>
            </w:r>
          </w:p>
        </w:tc>
        <w:tc>
          <w:tcPr>
            <w:tcW w:w="992" w:type="dxa"/>
          </w:tcPr>
          <w:p w14:paraId="5C56312A" w14:textId="77777777" w:rsidR="00DE09DB" w:rsidRPr="00187A3E" w:rsidRDefault="00DE09DB" w:rsidP="000849D3">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komplet</w:t>
            </w:r>
          </w:p>
        </w:tc>
        <w:tc>
          <w:tcPr>
            <w:tcW w:w="993" w:type="dxa"/>
          </w:tcPr>
          <w:p w14:paraId="71A90C3E" w14:textId="77777777" w:rsidR="00DE09DB" w:rsidRPr="00187A3E" w:rsidRDefault="00DE09DB" w:rsidP="000849D3">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1</w:t>
            </w:r>
          </w:p>
        </w:tc>
        <w:tc>
          <w:tcPr>
            <w:tcW w:w="1275" w:type="dxa"/>
          </w:tcPr>
          <w:p w14:paraId="7D47AD9E"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1DC736B"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r>
      <w:tr w:rsidR="00DE09DB" w:rsidRPr="00110376" w14:paraId="4B014A57" w14:textId="77777777" w:rsidTr="000849D3">
        <w:tc>
          <w:tcPr>
            <w:cnfStyle w:val="001000000000" w:firstRow="0" w:lastRow="0" w:firstColumn="1" w:lastColumn="0" w:oddVBand="0" w:evenVBand="0" w:oddHBand="0" w:evenHBand="0" w:firstRowFirstColumn="0" w:firstRowLastColumn="0" w:lastRowFirstColumn="0" w:lastRowLastColumn="0"/>
            <w:tcW w:w="788" w:type="dxa"/>
          </w:tcPr>
          <w:p w14:paraId="03D8E9A7" w14:textId="77777777" w:rsidR="00DE09DB" w:rsidRPr="00110376" w:rsidRDefault="00DE09DB" w:rsidP="000849D3">
            <w:pPr>
              <w:pStyle w:val="Tabulka-8"/>
            </w:pPr>
            <w:r>
              <w:t>5</w:t>
            </w:r>
          </w:p>
        </w:tc>
        <w:tc>
          <w:tcPr>
            <w:tcW w:w="3402" w:type="dxa"/>
            <w:gridSpan w:val="2"/>
          </w:tcPr>
          <w:p w14:paraId="33886297"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71F69">
              <w:t>Definitivní odevzdání Dokumentace pro územní řízení, dle SOD v listinné formě (dle požadavku VTP a ZTP)</w:t>
            </w:r>
          </w:p>
        </w:tc>
        <w:tc>
          <w:tcPr>
            <w:tcW w:w="992" w:type="dxa"/>
          </w:tcPr>
          <w:p w14:paraId="123B1A2B" w14:textId="77777777" w:rsidR="00DE09DB" w:rsidRPr="00187A3E" w:rsidRDefault="00DE09DB" w:rsidP="000849D3">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komplet</w:t>
            </w:r>
          </w:p>
        </w:tc>
        <w:tc>
          <w:tcPr>
            <w:tcW w:w="993" w:type="dxa"/>
          </w:tcPr>
          <w:p w14:paraId="006798E6" w14:textId="77777777" w:rsidR="00DE09DB" w:rsidRPr="00187A3E" w:rsidRDefault="00DE09DB" w:rsidP="000849D3">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1</w:t>
            </w:r>
          </w:p>
        </w:tc>
        <w:tc>
          <w:tcPr>
            <w:tcW w:w="1275" w:type="dxa"/>
          </w:tcPr>
          <w:p w14:paraId="216168A7"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0F891E2"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r>
      <w:tr w:rsidR="00DE09DB" w:rsidRPr="00110376" w14:paraId="69F70879" w14:textId="77777777" w:rsidTr="000849D3">
        <w:tc>
          <w:tcPr>
            <w:cnfStyle w:val="001000000000" w:firstRow="0" w:lastRow="0" w:firstColumn="1" w:lastColumn="0" w:oddVBand="0" w:evenVBand="0" w:oddHBand="0" w:evenHBand="0" w:firstRowFirstColumn="0" w:firstRowLastColumn="0" w:lastRowFirstColumn="0" w:lastRowLastColumn="0"/>
            <w:tcW w:w="788" w:type="dxa"/>
          </w:tcPr>
          <w:p w14:paraId="0B8DD123" w14:textId="77777777" w:rsidR="00DE09DB" w:rsidRPr="00110376" w:rsidRDefault="00DE09DB" w:rsidP="000849D3">
            <w:pPr>
              <w:pStyle w:val="Tabulka-8"/>
            </w:pPr>
            <w:r>
              <w:t>6</w:t>
            </w:r>
          </w:p>
        </w:tc>
        <w:tc>
          <w:tcPr>
            <w:tcW w:w="3402" w:type="dxa"/>
            <w:gridSpan w:val="2"/>
          </w:tcPr>
          <w:p w14:paraId="5A9CE3E9" w14:textId="77777777" w:rsidR="00DE09DB" w:rsidRPr="00171F69"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71F69">
              <w:t>Definitivní odevzdání Dokumentace pro územní řízení dle SOD v elektronické formě (dle požadavku VTP a ZTP)</w:t>
            </w:r>
          </w:p>
        </w:tc>
        <w:tc>
          <w:tcPr>
            <w:tcW w:w="992" w:type="dxa"/>
          </w:tcPr>
          <w:p w14:paraId="4FE04453" w14:textId="77777777" w:rsidR="00DE09DB" w:rsidRPr="00187A3E" w:rsidRDefault="00DE09DB" w:rsidP="000849D3">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komplet</w:t>
            </w:r>
          </w:p>
        </w:tc>
        <w:tc>
          <w:tcPr>
            <w:tcW w:w="993" w:type="dxa"/>
          </w:tcPr>
          <w:p w14:paraId="69AA0675" w14:textId="77777777" w:rsidR="00DE09DB" w:rsidRPr="00187A3E" w:rsidRDefault="00DE09DB" w:rsidP="000849D3">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1</w:t>
            </w:r>
          </w:p>
        </w:tc>
        <w:tc>
          <w:tcPr>
            <w:tcW w:w="1275" w:type="dxa"/>
          </w:tcPr>
          <w:p w14:paraId="3AC69C55"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0683CF2"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r>
      <w:tr w:rsidR="00DE09DB" w:rsidRPr="00110376" w14:paraId="39039BDE" w14:textId="77777777" w:rsidTr="000849D3">
        <w:tc>
          <w:tcPr>
            <w:cnfStyle w:val="001000000000" w:firstRow="0" w:lastRow="0" w:firstColumn="1" w:lastColumn="0" w:oddVBand="0" w:evenVBand="0" w:oddHBand="0" w:evenHBand="0" w:firstRowFirstColumn="0" w:firstRowLastColumn="0" w:lastRowFirstColumn="0" w:lastRowLastColumn="0"/>
            <w:tcW w:w="4190" w:type="dxa"/>
            <w:gridSpan w:val="3"/>
          </w:tcPr>
          <w:p w14:paraId="450CEDD6" w14:textId="77777777" w:rsidR="00DE09DB" w:rsidRDefault="00DE09DB" w:rsidP="000849D3">
            <w:pPr>
              <w:pStyle w:val="Tabulka-8"/>
            </w:pPr>
            <w:r w:rsidRPr="00110376">
              <w:t>Celkem za základní služby:</w:t>
            </w:r>
          </w:p>
          <w:p w14:paraId="1C0D0974" w14:textId="77777777" w:rsidR="00DE09DB" w:rsidRPr="00110376" w:rsidRDefault="00DE09DB" w:rsidP="000849D3">
            <w:pPr>
              <w:pStyle w:val="Tabulka-8"/>
            </w:pPr>
          </w:p>
        </w:tc>
        <w:tc>
          <w:tcPr>
            <w:tcW w:w="992" w:type="dxa"/>
          </w:tcPr>
          <w:p w14:paraId="3B307165"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4C7B09C1"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273217B1"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7C3AE54"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r>
    </w:tbl>
    <w:p w14:paraId="5A7F54D6" w14:textId="77777777" w:rsidR="00DE09DB" w:rsidRDefault="00DE09DB" w:rsidP="00DE09DB">
      <w:pPr>
        <w:pStyle w:val="Textbezodsazen"/>
      </w:pPr>
      <w:r>
        <w:t>*) nevyplněné údaje [</w:t>
      </w:r>
      <w:r w:rsidRPr="008A4D1B">
        <w:rPr>
          <w:highlight w:val="yellow"/>
        </w:rPr>
        <w:t>VLOŽÍ ZHOTOVITEL]</w:t>
      </w:r>
    </w:p>
    <w:p w14:paraId="61E670A1" w14:textId="77777777" w:rsidR="00DE09DB" w:rsidRDefault="00DE09DB" w:rsidP="00DE09DB">
      <w:pPr>
        <w:pStyle w:val="Textbezodsazen"/>
      </w:pPr>
      <w:r>
        <w:t>Všechny ceny jsou uvedené v Kč bez DPH.</w:t>
      </w:r>
    </w:p>
    <w:p w14:paraId="607BB6FD" w14:textId="77777777" w:rsidR="00DE09DB" w:rsidRDefault="00DE09DB" w:rsidP="00DE09DB">
      <w:pPr>
        <w:pStyle w:val="Nadpisbezsl1-2"/>
      </w:pPr>
      <w:r>
        <w:t>2.</w:t>
      </w:r>
      <w:r>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DE09DB" w:rsidRPr="00110376" w14:paraId="18FE3A4E" w14:textId="77777777" w:rsidTr="000849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527F456" w14:textId="77777777" w:rsidR="00DE09DB" w:rsidRPr="00110376" w:rsidRDefault="00DE09DB" w:rsidP="000849D3">
            <w:pPr>
              <w:pStyle w:val="Tabulka-8"/>
              <w:rPr>
                <w:rStyle w:val="Tun"/>
                <w:szCs w:val="16"/>
              </w:rPr>
            </w:pPr>
            <w:r w:rsidRPr="00110376">
              <w:rPr>
                <w:rStyle w:val="Tun"/>
                <w:szCs w:val="16"/>
              </w:rPr>
              <w:t>Položka</w:t>
            </w:r>
          </w:p>
        </w:tc>
        <w:tc>
          <w:tcPr>
            <w:tcW w:w="3402" w:type="dxa"/>
          </w:tcPr>
          <w:p w14:paraId="68D53459" w14:textId="77777777" w:rsidR="00DE09DB" w:rsidRPr="00110376" w:rsidRDefault="00DE09DB" w:rsidP="000849D3">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56462182" w14:textId="77777777" w:rsidR="00DE09DB" w:rsidRPr="00110376" w:rsidRDefault="00DE09DB" w:rsidP="000849D3">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5B8056A3" w14:textId="77777777" w:rsidR="00DE09DB" w:rsidRPr="00110376" w:rsidRDefault="00DE09DB" w:rsidP="000849D3">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65887FF5" w14:textId="77777777" w:rsidR="00DE09DB" w:rsidRPr="00110376" w:rsidRDefault="00DE09DB" w:rsidP="000849D3">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40A1C48D" w14:textId="77777777" w:rsidR="00DE09DB" w:rsidRPr="00110376" w:rsidRDefault="00DE09DB" w:rsidP="000849D3">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DE09DB" w:rsidRPr="00110376" w14:paraId="7120238D" w14:textId="77777777" w:rsidTr="000849D3">
        <w:tc>
          <w:tcPr>
            <w:cnfStyle w:val="001000000000" w:firstRow="0" w:lastRow="0" w:firstColumn="1" w:lastColumn="0" w:oddVBand="0" w:evenVBand="0" w:oddHBand="0" w:evenHBand="0" w:firstRowFirstColumn="0" w:firstRowLastColumn="0" w:lastRowFirstColumn="0" w:lastRowLastColumn="0"/>
            <w:tcW w:w="930" w:type="dxa"/>
          </w:tcPr>
          <w:p w14:paraId="6C0F7715" w14:textId="77777777" w:rsidR="00DE09DB" w:rsidRPr="00110376" w:rsidRDefault="00DE09DB" w:rsidP="000849D3">
            <w:pPr>
              <w:pStyle w:val="Tabulka-8"/>
            </w:pPr>
            <w:r>
              <w:t>7</w:t>
            </w:r>
          </w:p>
        </w:tc>
        <w:tc>
          <w:tcPr>
            <w:tcW w:w="3402" w:type="dxa"/>
          </w:tcPr>
          <w:p w14:paraId="28585C0A"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60CFA567"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19093BFC"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124EE4AD"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7A7882D"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r>
      <w:tr w:rsidR="00DE09DB" w:rsidRPr="00110376" w14:paraId="552E8342" w14:textId="77777777" w:rsidTr="000849D3">
        <w:tc>
          <w:tcPr>
            <w:cnfStyle w:val="001000000000" w:firstRow="0" w:lastRow="0" w:firstColumn="1" w:lastColumn="0" w:oddVBand="0" w:evenVBand="0" w:oddHBand="0" w:evenHBand="0" w:firstRowFirstColumn="0" w:firstRowLastColumn="0" w:lastRowFirstColumn="0" w:lastRowLastColumn="0"/>
            <w:tcW w:w="930" w:type="dxa"/>
          </w:tcPr>
          <w:p w14:paraId="7900C624" w14:textId="77777777" w:rsidR="00DE09DB" w:rsidRPr="00110376" w:rsidRDefault="00DE09DB" w:rsidP="000849D3">
            <w:pPr>
              <w:pStyle w:val="Tabulka-8"/>
            </w:pPr>
            <w:r>
              <w:t>8</w:t>
            </w:r>
          </w:p>
        </w:tc>
        <w:tc>
          <w:tcPr>
            <w:tcW w:w="3402" w:type="dxa"/>
          </w:tcPr>
          <w:p w14:paraId="2DBE3EE7"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t>Biologické průzkumy dle čl. 4.12 ZTP</w:t>
            </w:r>
          </w:p>
        </w:tc>
        <w:tc>
          <w:tcPr>
            <w:tcW w:w="992" w:type="dxa"/>
          </w:tcPr>
          <w:p w14:paraId="767FE614"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23AA7604"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D7E4EE5"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1A5800E"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r>
      <w:tr w:rsidR="00DE09DB" w:rsidRPr="00110376" w14:paraId="663DAA3B" w14:textId="77777777" w:rsidTr="000849D3">
        <w:tc>
          <w:tcPr>
            <w:cnfStyle w:val="001000000000" w:firstRow="0" w:lastRow="0" w:firstColumn="1" w:lastColumn="0" w:oddVBand="0" w:evenVBand="0" w:oddHBand="0" w:evenHBand="0" w:firstRowFirstColumn="0" w:firstRowLastColumn="0" w:lastRowFirstColumn="0" w:lastRowLastColumn="0"/>
            <w:tcW w:w="930" w:type="dxa"/>
          </w:tcPr>
          <w:p w14:paraId="746E6393" w14:textId="77777777" w:rsidR="00DE09DB" w:rsidRPr="00110376" w:rsidRDefault="00DE09DB" w:rsidP="000849D3">
            <w:pPr>
              <w:pStyle w:val="Tabulka-8"/>
            </w:pPr>
            <w:r>
              <w:t>9</w:t>
            </w:r>
          </w:p>
        </w:tc>
        <w:tc>
          <w:tcPr>
            <w:tcW w:w="3402" w:type="dxa"/>
          </w:tcPr>
          <w:p w14:paraId="49EEEE1F"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6E31EE81"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0C97C380"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3533CA0F"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EDB8302"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r>
      <w:tr w:rsidR="00DE09DB" w:rsidRPr="00110376" w14:paraId="26343324" w14:textId="77777777" w:rsidTr="000849D3">
        <w:tc>
          <w:tcPr>
            <w:cnfStyle w:val="001000000000" w:firstRow="0" w:lastRow="0" w:firstColumn="1" w:lastColumn="0" w:oddVBand="0" w:evenVBand="0" w:oddHBand="0" w:evenHBand="0" w:firstRowFirstColumn="0" w:firstRowLastColumn="0" w:lastRowFirstColumn="0" w:lastRowLastColumn="0"/>
            <w:tcW w:w="930" w:type="dxa"/>
          </w:tcPr>
          <w:p w14:paraId="66B896B6" w14:textId="77777777" w:rsidR="00DE09DB" w:rsidRPr="00110376" w:rsidRDefault="00DE09DB" w:rsidP="000849D3">
            <w:pPr>
              <w:pStyle w:val="Tabulka-8"/>
            </w:pPr>
            <w:r>
              <w:t>10</w:t>
            </w:r>
          </w:p>
        </w:tc>
        <w:tc>
          <w:tcPr>
            <w:tcW w:w="3402" w:type="dxa"/>
          </w:tcPr>
          <w:p w14:paraId="527AB8EE"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Z</w:t>
            </w:r>
            <w:r>
              <w:t>řízení a udržování cloud úložiště</w:t>
            </w:r>
          </w:p>
        </w:tc>
        <w:tc>
          <w:tcPr>
            <w:tcW w:w="992" w:type="dxa"/>
          </w:tcPr>
          <w:p w14:paraId="4915631E"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54885BE0"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E398262"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F4BB38E"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r>
      <w:tr w:rsidR="00DE09DB" w:rsidRPr="00110376" w14:paraId="2DF59939" w14:textId="77777777" w:rsidTr="000849D3">
        <w:tc>
          <w:tcPr>
            <w:cnfStyle w:val="001000000000" w:firstRow="0" w:lastRow="0" w:firstColumn="1" w:lastColumn="0" w:oddVBand="0" w:evenVBand="0" w:oddHBand="0" w:evenHBand="0" w:firstRowFirstColumn="0" w:firstRowLastColumn="0" w:lastRowFirstColumn="0" w:lastRowLastColumn="0"/>
            <w:tcW w:w="930" w:type="dxa"/>
          </w:tcPr>
          <w:p w14:paraId="3B9ABCC7" w14:textId="77777777" w:rsidR="00DE09DB" w:rsidRDefault="00DE09DB" w:rsidP="000849D3">
            <w:pPr>
              <w:pStyle w:val="Tabulka-8"/>
            </w:pPr>
            <w:r>
              <w:t>11</w:t>
            </w:r>
          </w:p>
        </w:tc>
        <w:tc>
          <w:tcPr>
            <w:tcW w:w="3402" w:type="dxa"/>
          </w:tcPr>
          <w:p w14:paraId="3A48E9D2"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t>Z</w:t>
            </w:r>
            <w:r w:rsidRPr="00641856">
              <w:t>pracov</w:t>
            </w:r>
            <w:r>
              <w:t>ání</w:t>
            </w:r>
            <w:r w:rsidRPr="00641856">
              <w:t xml:space="preserve"> požadavk</w:t>
            </w:r>
            <w:r>
              <w:t>ů</w:t>
            </w:r>
            <w:r w:rsidRPr="00641856">
              <w:t xml:space="preserve"> na výkon a funkc</w:t>
            </w:r>
            <w:r>
              <w:t>i</w:t>
            </w:r>
          </w:p>
        </w:tc>
        <w:tc>
          <w:tcPr>
            <w:tcW w:w="992" w:type="dxa"/>
          </w:tcPr>
          <w:p w14:paraId="1A3EFABA"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7D257873"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18ACD8A"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4FBE10D"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r>
      <w:tr w:rsidR="00DE09DB" w:rsidRPr="00110376" w14:paraId="5C535797" w14:textId="77777777" w:rsidTr="000849D3">
        <w:tc>
          <w:tcPr>
            <w:cnfStyle w:val="001000000000" w:firstRow="0" w:lastRow="0" w:firstColumn="1" w:lastColumn="0" w:oddVBand="0" w:evenVBand="0" w:oddHBand="0" w:evenHBand="0" w:firstRowFirstColumn="0" w:firstRowLastColumn="0" w:lastRowFirstColumn="0" w:lastRowLastColumn="0"/>
            <w:tcW w:w="4332" w:type="dxa"/>
            <w:gridSpan w:val="2"/>
          </w:tcPr>
          <w:p w14:paraId="4203EFF5" w14:textId="77777777" w:rsidR="00DE09DB" w:rsidRPr="00110376" w:rsidRDefault="00DE09DB" w:rsidP="000849D3">
            <w:pPr>
              <w:pStyle w:val="Tabulka-8"/>
            </w:pPr>
            <w:r w:rsidRPr="00110376">
              <w:t>Celkem za dodatečné služby:</w:t>
            </w:r>
          </w:p>
        </w:tc>
        <w:tc>
          <w:tcPr>
            <w:tcW w:w="992" w:type="dxa"/>
          </w:tcPr>
          <w:p w14:paraId="2C195216"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626EE5CA"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3726161"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60EAEC3" w14:textId="77777777" w:rsidR="00DE09DB" w:rsidRPr="00110376" w:rsidRDefault="00DE09DB" w:rsidP="000849D3">
            <w:pPr>
              <w:pStyle w:val="Tabulka-8"/>
              <w:cnfStyle w:val="000000000000" w:firstRow="0" w:lastRow="0" w:firstColumn="0" w:lastColumn="0" w:oddVBand="0" w:evenVBand="0" w:oddHBand="0" w:evenHBand="0" w:firstRowFirstColumn="0" w:firstRowLastColumn="0" w:lastRowFirstColumn="0" w:lastRowLastColumn="0"/>
            </w:pPr>
          </w:p>
        </w:tc>
      </w:tr>
    </w:tbl>
    <w:p w14:paraId="04541327" w14:textId="77777777" w:rsidR="00DE09DB" w:rsidRDefault="00DE09DB" w:rsidP="00DE09DB">
      <w:pPr>
        <w:pStyle w:val="Textbezodsazen"/>
      </w:pPr>
    </w:p>
    <w:p w14:paraId="286F63BC" w14:textId="77777777" w:rsidR="00DE09DB" w:rsidRDefault="00DE09DB" w:rsidP="00DE09DB">
      <w:pPr>
        <w:pStyle w:val="Textbezodsazen"/>
      </w:pPr>
      <w:r>
        <w:t xml:space="preserve">*) nevyplněné údaje </w:t>
      </w:r>
      <w:r w:rsidRPr="00236DCC">
        <w:rPr>
          <w:highlight w:val="yellow"/>
        </w:rPr>
        <w:t>VLOŽÍ ZHOTOVITEL</w:t>
      </w:r>
    </w:p>
    <w:p w14:paraId="5451EF59" w14:textId="77777777" w:rsidR="00DE09DB" w:rsidRDefault="00DE09DB" w:rsidP="00DE09DB">
      <w:pPr>
        <w:pStyle w:val="Textbezodsazen"/>
      </w:pPr>
      <w:r>
        <w:t>Všechny ceny jsou uvedené v Kč bez DPH.</w:t>
      </w:r>
    </w:p>
    <w:p w14:paraId="6658112E" w14:textId="77777777" w:rsidR="00DE09DB" w:rsidRDefault="00DE09DB" w:rsidP="00DE09DB">
      <w:pPr>
        <w:pStyle w:val="Nadpisbezsl1-2"/>
      </w:pPr>
      <w:r>
        <w:t>3.</w:t>
      </w:r>
      <w:r>
        <w:tab/>
        <w:t>Cena Díla</w:t>
      </w:r>
    </w:p>
    <w:p w14:paraId="5B980879" w14:textId="77777777" w:rsidR="00DE09DB" w:rsidRDefault="00DE09DB" w:rsidP="00DE09DB">
      <w:pPr>
        <w:pStyle w:val="Textbezodsazen"/>
      </w:pPr>
    </w:p>
    <w:tbl>
      <w:tblPr>
        <w:tblStyle w:val="Tabulka10"/>
        <w:tblW w:w="0" w:type="auto"/>
        <w:tblLook w:val="04A0" w:firstRow="1" w:lastRow="0" w:firstColumn="1" w:lastColumn="0" w:noHBand="0" w:noVBand="1"/>
      </w:tblPr>
      <w:tblGrid>
        <w:gridCol w:w="2909"/>
        <w:gridCol w:w="2910"/>
        <w:gridCol w:w="2911"/>
      </w:tblGrid>
      <w:tr w:rsidR="00DE09DB" w:rsidRPr="00236DCC" w14:paraId="75C8F41C" w14:textId="77777777" w:rsidTr="000849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289DFF9" w14:textId="77777777" w:rsidR="00DE09DB" w:rsidRPr="00236DCC" w:rsidRDefault="00DE09DB" w:rsidP="000849D3">
            <w:pPr>
              <w:pStyle w:val="Tabulka-9"/>
              <w:rPr>
                <w:rStyle w:val="Tun"/>
              </w:rPr>
            </w:pPr>
            <w:r w:rsidRPr="00236DCC">
              <w:rPr>
                <w:rStyle w:val="Tun"/>
              </w:rPr>
              <w:t>Cena Díla (bez DPH)</w:t>
            </w:r>
          </w:p>
        </w:tc>
        <w:tc>
          <w:tcPr>
            <w:tcW w:w="2947" w:type="dxa"/>
          </w:tcPr>
          <w:p w14:paraId="2E624161" w14:textId="77777777" w:rsidR="00DE09DB" w:rsidRPr="00236DCC" w:rsidRDefault="00DE09DB" w:rsidP="000849D3">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A72EBB3" w14:textId="77777777" w:rsidR="00DE09DB" w:rsidRPr="00236DCC" w:rsidRDefault="00DE09DB" w:rsidP="000849D3">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DE09DB" w:rsidRPr="00236DCC" w14:paraId="21190ADC" w14:textId="77777777" w:rsidTr="000849D3">
        <w:tc>
          <w:tcPr>
            <w:cnfStyle w:val="001000000000" w:firstRow="0" w:lastRow="0" w:firstColumn="1" w:lastColumn="0" w:oddVBand="0" w:evenVBand="0" w:oddHBand="0" w:evenHBand="0" w:firstRowFirstColumn="0" w:firstRowLastColumn="0" w:lastRowFirstColumn="0" w:lastRowLastColumn="0"/>
            <w:tcW w:w="2947" w:type="dxa"/>
          </w:tcPr>
          <w:p w14:paraId="3949DE51" w14:textId="77777777" w:rsidR="00DE09DB" w:rsidRPr="00236DCC" w:rsidRDefault="00DE09DB" w:rsidP="000849D3">
            <w:pPr>
              <w:pStyle w:val="Tabulka-9"/>
            </w:pPr>
            <w:r w:rsidRPr="00236DCC">
              <w:t>"[</w:t>
            </w:r>
            <w:r w:rsidRPr="00236DCC">
              <w:rPr>
                <w:highlight w:val="yellow"/>
              </w:rPr>
              <w:t>VLOŽÍ ZHOTOVITEL</w:t>
            </w:r>
            <w:r w:rsidRPr="00236DCC">
              <w:t>]" Kč</w:t>
            </w:r>
          </w:p>
        </w:tc>
        <w:tc>
          <w:tcPr>
            <w:tcW w:w="2947" w:type="dxa"/>
          </w:tcPr>
          <w:p w14:paraId="61E2A4E9" w14:textId="77777777" w:rsidR="00DE09DB" w:rsidRPr="00236DCC" w:rsidRDefault="00DE09DB" w:rsidP="000849D3">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EDD7687" w14:textId="77777777" w:rsidR="00DE09DB" w:rsidRPr="00236DCC" w:rsidRDefault="00DE09DB" w:rsidP="000849D3">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DE09DB" w:rsidRPr="00236DCC" w14:paraId="365E7755" w14:textId="77777777" w:rsidTr="000849D3">
        <w:tc>
          <w:tcPr>
            <w:cnfStyle w:val="001000000000" w:firstRow="0" w:lastRow="0" w:firstColumn="1" w:lastColumn="0" w:oddVBand="0" w:evenVBand="0" w:oddHBand="0" w:evenHBand="0" w:firstRowFirstColumn="0" w:firstRowLastColumn="0" w:lastRowFirstColumn="0" w:lastRowLastColumn="0"/>
            <w:tcW w:w="8842" w:type="dxa"/>
            <w:gridSpan w:val="3"/>
          </w:tcPr>
          <w:p w14:paraId="58C27063" w14:textId="77777777" w:rsidR="00DE09DB" w:rsidRPr="00236DCC" w:rsidRDefault="00DE09DB" w:rsidP="000849D3">
            <w:pPr>
              <w:pStyle w:val="Tabulka-9"/>
            </w:pPr>
            <w:r w:rsidRPr="00236DCC">
              <w:t xml:space="preserve">z toho: </w:t>
            </w:r>
          </w:p>
        </w:tc>
      </w:tr>
      <w:tr w:rsidR="00DE09DB" w:rsidRPr="00236DCC" w14:paraId="75B8BD48" w14:textId="77777777" w:rsidTr="000849D3">
        <w:tc>
          <w:tcPr>
            <w:cnfStyle w:val="001000000000" w:firstRow="0" w:lastRow="0" w:firstColumn="1" w:lastColumn="0" w:oddVBand="0" w:evenVBand="0" w:oddHBand="0" w:evenHBand="0" w:firstRowFirstColumn="0" w:firstRowLastColumn="0" w:lastRowFirstColumn="0" w:lastRowLastColumn="0"/>
            <w:tcW w:w="8842" w:type="dxa"/>
            <w:gridSpan w:val="3"/>
          </w:tcPr>
          <w:p w14:paraId="6114CAE6" w14:textId="77777777" w:rsidR="00DE09DB" w:rsidRPr="00236DCC" w:rsidRDefault="00DE09DB" w:rsidP="000849D3">
            <w:pPr>
              <w:pStyle w:val="Tabulka-9"/>
            </w:pPr>
            <w:r w:rsidRPr="00236DCC">
              <w:t xml:space="preserve">Cena za zpracování </w:t>
            </w:r>
            <w:r>
              <w:t>Záměru projektu</w:t>
            </w:r>
            <w:r w:rsidRPr="00236DCC">
              <w:t xml:space="preserve"> </w:t>
            </w:r>
          </w:p>
        </w:tc>
      </w:tr>
      <w:tr w:rsidR="00DE09DB" w:rsidRPr="00236DCC" w14:paraId="6AE847A4" w14:textId="77777777" w:rsidTr="000849D3">
        <w:tc>
          <w:tcPr>
            <w:cnfStyle w:val="001000000000" w:firstRow="0" w:lastRow="0" w:firstColumn="1" w:lastColumn="0" w:oddVBand="0" w:evenVBand="0" w:oddHBand="0" w:evenHBand="0" w:firstRowFirstColumn="0" w:firstRowLastColumn="0" w:lastRowFirstColumn="0" w:lastRowLastColumn="0"/>
            <w:tcW w:w="2947" w:type="dxa"/>
          </w:tcPr>
          <w:p w14:paraId="4B426A4B" w14:textId="77777777" w:rsidR="00DE09DB" w:rsidRPr="00236DCC" w:rsidRDefault="00DE09DB" w:rsidP="000849D3">
            <w:pPr>
              <w:pStyle w:val="Tabulka-9"/>
            </w:pPr>
            <w:r w:rsidRPr="00236DCC">
              <w:t>"[</w:t>
            </w:r>
            <w:r w:rsidRPr="00236DCC">
              <w:rPr>
                <w:highlight w:val="yellow"/>
              </w:rPr>
              <w:t>VLOŽÍ ZHOTOVITEL</w:t>
            </w:r>
            <w:r w:rsidRPr="00236DCC">
              <w:t>]" Kč</w:t>
            </w:r>
          </w:p>
        </w:tc>
        <w:tc>
          <w:tcPr>
            <w:tcW w:w="2947" w:type="dxa"/>
          </w:tcPr>
          <w:p w14:paraId="4DF491E4" w14:textId="77777777" w:rsidR="00DE09DB" w:rsidRPr="00236DCC" w:rsidRDefault="00DE09DB" w:rsidP="000849D3">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A8DBF14" w14:textId="77777777" w:rsidR="00DE09DB" w:rsidRPr="00236DCC" w:rsidRDefault="00DE09DB" w:rsidP="000849D3">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DE09DB" w:rsidRPr="00236DCC" w14:paraId="700C603C" w14:textId="77777777" w:rsidTr="000849D3">
        <w:tc>
          <w:tcPr>
            <w:cnfStyle w:val="001000000000" w:firstRow="0" w:lastRow="0" w:firstColumn="1" w:lastColumn="0" w:oddVBand="0" w:evenVBand="0" w:oddHBand="0" w:evenHBand="0" w:firstRowFirstColumn="0" w:firstRowLastColumn="0" w:lastRowFirstColumn="0" w:lastRowLastColumn="0"/>
            <w:tcW w:w="8842" w:type="dxa"/>
            <w:gridSpan w:val="3"/>
          </w:tcPr>
          <w:p w14:paraId="6C115590" w14:textId="77777777" w:rsidR="00DE09DB" w:rsidRPr="00236DCC" w:rsidRDefault="00DE09DB" w:rsidP="000849D3">
            <w:pPr>
              <w:pStyle w:val="Tabulka-9"/>
            </w:pPr>
            <w:r w:rsidRPr="00236DCC">
              <w:t xml:space="preserve">Cena za </w:t>
            </w:r>
            <w:r>
              <w:t>zpracování Dokumentace pro územní řízení</w:t>
            </w:r>
          </w:p>
        </w:tc>
      </w:tr>
      <w:tr w:rsidR="00DE09DB" w:rsidRPr="00236DCC" w14:paraId="076C28EA" w14:textId="77777777" w:rsidTr="000849D3">
        <w:tc>
          <w:tcPr>
            <w:cnfStyle w:val="001000000000" w:firstRow="0" w:lastRow="0" w:firstColumn="1" w:lastColumn="0" w:oddVBand="0" w:evenVBand="0" w:oddHBand="0" w:evenHBand="0" w:firstRowFirstColumn="0" w:firstRowLastColumn="0" w:lastRowFirstColumn="0" w:lastRowLastColumn="0"/>
            <w:tcW w:w="2947" w:type="dxa"/>
          </w:tcPr>
          <w:p w14:paraId="25D4BF6E" w14:textId="77777777" w:rsidR="00DE09DB" w:rsidRPr="00236DCC" w:rsidRDefault="00DE09DB" w:rsidP="000849D3">
            <w:pPr>
              <w:pStyle w:val="Tabulka-9"/>
            </w:pPr>
            <w:r w:rsidRPr="00236DCC">
              <w:t>"[</w:t>
            </w:r>
            <w:r w:rsidRPr="00236DCC">
              <w:rPr>
                <w:highlight w:val="yellow"/>
              </w:rPr>
              <w:t>VLOŽÍ ZHOTOVITEL</w:t>
            </w:r>
            <w:r w:rsidRPr="00236DCC">
              <w:t>]" Kč</w:t>
            </w:r>
          </w:p>
        </w:tc>
        <w:tc>
          <w:tcPr>
            <w:tcW w:w="2947" w:type="dxa"/>
          </w:tcPr>
          <w:p w14:paraId="6DC0AC82" w14:textId="77777777" w:rsidR="00DE09DB" w:rsidRPr="00236DCC" w:rsidRDefault="00DE09DB" w:rsidP="000849D3">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13A6F75B" w14:textId="77777777" w:rsidR="00DE09DB" w:rsidRPr="00236DCC" w:rsidRDefault="00DE09DB" w:rsidP="000849D3">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5B6A5E17" w14:textId="77777777" w:rsidR="00DE09DB" w:rsidRDefault="00DE09DB" w:rsidP="00DE09DB">
      <w:pPr>
        <w:pStyle w:val="Textbezodsazen"/>
      </w:pPr>
    </w:p>
    <w:p w14:paraId="1AA88454" w14:textId="77777777" w:rsidR="00DE09DB" w:rsidRPr="00236DCC" w:rsidRDefault="00DE09DB" w:rsidP="00DE09DB">
      <w:pPr>
        <w:pStyle w:val="Nadpisbezsl1-2"/>
        <w:rPr>
          <w:rStyle w:val="Tun-ZRUIT"/>
        </w:rPr>
      </w:pPr>
      <w:r w:rsidRPr="00236DCC">
        <w:rPr>
          <w:rStyle w:val="Tun-ZRUIT"/>
        </w:rPr>
        <w:lastRenderedPageBreak/>
        <w:t xml:space="preserve">Rozpis </w:t>
      </w:r>
      <w:r w:rsidRPr="00740EE9">
        <w:t>jednotlivých</w:t>
      </w:r>
      <w:r w:rsidRPr="00236DCC">
        <w:rPr>
          <w:rStyle w:val="Tun-ZRUIT"/>
        </w:rPr>
        <w:t xml:space="preserve"> položek Ceny Díla podle členění na Dílčí etapy zpracování </w:t>
      </w:r>
      <w:r>
        <w:rPr>
          <w:rStyle w:val="Tun-ZRUIT"/>
        </w:rPr>
        <w:t>díla</w:t>
      </w:r>
    </w:p>
    <w:tbl>
      <w:tblPr>
        <w:tblStyle w:val="Tabulka10"/>
        <w:tblW w:w="8868" w:type="dxa"/>
        <w:tblLook w:val="04A0" w:firstRow="1" w:lastRow="0" w:firstColumn="1" w:lastColumn="0" w:noHBand="0" w:noVBand="1"/>
      </w:tblPr>
      <w:tblGrid>
        <w:gridCol w:w="2914"/>
        <w:gridCol w:w="2977"/>
        <w:gridCol w:w="2977"/>
      </w:tblGrid>
      <w:tr w:rsidR="00E275AC" w:rsidRPr="00B72613" w14:paraId="734E6427" w14:textId="77777777" w:rsidTr="000849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46AE7810" w14:textId="77777777" w:rsidR="00E275AC" w:rsidRPr="00B72613" w:rsidRDefault="00E275AC" w:rsidP="000849D3">
            <w:pPr>
              <w:pStyle w:val="Tabulka-9"/>
              <w:rPr>
                <w:rStyle w:val="Tun"/>
              </w:rPr>
            </w:pPr>
            <w:r w:rsidRPr="00B72613">
              <w:rPr>
                <w:rStyle w:val="Tun"/>
              </w:rPr>
              <w:t>Specifikace položky</w:t>
            </w:r>
          </w:p>
        </w:tc>
        <w:tc>
          <w:tcPr>
            <w:tcW w:w="2977" w:type="dxa"/>
          </w:tcPr>
          <w:p w14:paraId="2E40DE65" w14:textId="77777777" w:rsidR="00E275AC" w:rsidRPr="00B72613" w:rsidRDefault="00E275AC" w:rsidP="000849D3">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09A0A7B4" w14:textId="77777777" w:rsidR="00E275AC" w:rsidRPr="00B72613" w:rsidRDefault="00E275AC" w:rsidP="000849D3">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E275AC" w:rsidRPr="00B72613" w14:paraId="2469D298"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21651C1D" w14:textId="77777777" w:rsidR="00E275AC" w:rsidRPr="00740EE9" w:rsidRDefault="00E275AC" w:rsidP="000849D3">
            <w:pPr>
              <w:pStyle w:val="Tabulka-9"/>
              <w:rPr>
                <w:rStyle w:val="Tun"/>
                <w:highlight w:val="yellow"/>
              </w:rPr>
            </w:pPr>
            <w:r w:rsidRPr="00740EE9">
              <w:rPr>
                <w:rStyle w:val="Tun"/>
                <w:highlight w:val="yellow"/>
              </w:rPr>
              <w:t>1. Dílčí etapa</w:t>
            </w:r>
          </w:p>
        </w:tc>
        <w:tc>
          <w:tcPr>
            <w:tcW w:w="2977" w:type="dxa"/>
          </w:tcPr>
          <w:p w14:paraId="3EF44666" w14:textId="77777777" w:rsidR="00E275AC"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Pr>
                <w:rStyle w:val="Tun"/>
                <w:highlight w:val="yellow"/>
              </w:rPr>
              <w:t xml:space="preserve"> </w:t>
            </w:r>
            <w:r w:rsidRPr="00740EE9">
              <w:rPr>
                <w:rStyle w:val="Tun"/>
                <w:b w:val="0"/>
                <w:highlight w:val="yellow"/>
              </w:rPr>
              <w:t>(1. dílčí fakturace)</w:t>
            </w:r>
          </w:p>
          <w:p w14:paraId="3C3D83EF" w14:textId="77777777" w:rsidR="00E275AC" w:rsidRPr="000F3364"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E02F51">
              <w:rPr>
                <w:rStyle w:val="Tun"/>
                <w:b w:val="0"/>
              </w:rPr>
              <w:t>pol.č.1 - 40%; pol.č.10 - 40%</w:t>
            </w:r>
          </w:p>
        </w:tc>
        <w:tc>
          <w:tcPr>
            <w:tcW w:w="2977" w:type="dxa"/>
          </w:tcPr>
          <w:p w14:paraId="1EFB293D" w14:textId="77777777" w:rsidR="00E275AC" w:rsidRPr="00740EE9"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E275AC" w:rsidRPr="00B72613" w14:paraId="309BDF7F"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0AC0C4FF" w14:textId="77777777" w:rsidR="00E275AC" w:rsidRPr="00740EE9" w:rsidRDefault="00E275AC" w:rsidP="000849D3">
            <w:pPr>
              <w:pStyle w:val="Tabulka-9"/>
              <w:rPr>
                <w:rStyle w:val="Tun"/>
                <w:highlight w:val="yellow"/>
              </w:rPr>
            </w:pPr>
            <w:r w:rsidRPr="00740EE9">
              <w:rPr>
                <w:rStyle w:val="Tun"/>
                <w:highlight w:val="yellow"/>
              </w:rPr>
              <w:t>2. Dílčí etapa</w:t>
            </w:r>
          </w:p>
        </w:tc>
        <w:tc>
          <w:tcPr>
            <w:tcW w:w="2977" w:type="dxa"/>
          </w:tcPr>
          <w:p w14:paraId="205231D2" w14:textId="77777777" w:rsidR="00E275AC"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Pr>
                <w:rStyle w:val="Tun"/>
                <w:b w:val="0"/>
                <w:highlight w:val="yellow"/>
              </w:rPr>
              <w:t xml:space="preserve">bez </w:t>
            </w:r>
            <w:r w:rsidRPr="00740EE9">
              <w:rPr>
                <w:rStyle w:val="Tun"/>
                <w:b w:val="0"/>
                <w:highlight w:val="yellow"/>
              </w:rPr>
              <w:t>fakturace)</w:t>
            </w:r>
          </w:p>
          <w:p w14:paraId="0C4E0E33" w14:textId="77777777" w:rsidR="00E275AC" w:rsidRPr="000F3364"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BE064E">
              <w:rPr>
                <w:rStyle w:val="Tun"/>
                <w:b w:val="0"/>
              </w:rPr>
              <w:t>pol.č.1 - 40%; pol.č.10 - 10%</w:t>
            </w:r>
          </w:p>
        </w:tc>
        <w:tc>
          <w:tcPr>
            <w:tcW w:w="2977" w:type="dxa"/>
          </w:tcPr>
          <w:p w14:paraId="298363E4" w14:textId="77777777" w:rsidR="00E275AC" w:rsidRPr="00740EE9"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Pr>
                <w:rStyle w:val="Tun"/>
                <w:b w:val="0"/>
                <w:highlight w:val="yellow"/>
              </w:rPr>
              <w:t xml:space="preserve">bez fakturace </w:t>
            </w:r>
            <w:r w:rsidRPr="00740EE9">
              <w:rPr>
                <w:rStyle w:val="Tun"/>
                <w:b w:val="0"/>
                <w:highlight w:val="yellow"/>
              </w:rPr>
              <w:t>fakturace)</w:t>
            </w:r>
          </w:p>
        </w:tc>
      </w:tr>
      <w:tr w:rsidR="00E275AC" w:rsidRPr="00B72613" w14:paraId="0D9D417F"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66D9D16B" w14:textId="77777777" w:rsidR="00E275AC" w:rsidRPr="00740EE9" w:rsidRDefault="00E275AC" w:rsidP="000849D3">
            <w:pPr>
              <w:pStyle w:val="Tabulka-9"/>
              <w:rPr>
                <w:rStyle w:val="Tun"/>
                <w:highlight w:val="yellow"/>
              </w:rPr>
            </w:pPr>
            <w:r w:rsidRPr="00740EE9">
              <w:rPr>
                <w:rStyle w:val="Tun"/>
                <w:highlight w:val="yellow"/>
              </w:rPr>
              <w:t>3. Dílčí etapa</w:t>
            </w:r>
          </w:p>
        </w:tc>
        <w:tc>
          <w:tcPr>
            <w:tcW w:w="2977" w:type="dxa"/>
          </w:tcPr>
          <w:p w14:paraId="4D43DE3F" w14:textId="77777777" w:rsidR="00E275AC"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Pr>
                <w:rStyle w:val="Tun"/>
                <w:b w:val="0"/>
                <w:highlight w:val="yellow"/>
              </w:rPr>
              <w:t>2</w:t>
            </w:r>
            <w:r w:rsidRPr="00740EE9">
              <w:rPr>
                <w:rStyle w:val="Tun"/>
                <w:b w:val="0"/>
                <w:highlight w:val="yellow"/>
              </w:rPr>
              <w:t>. dílčí fakturace)</w:t>
            </w:r>
          </w:p>
          <w:p w14:paraId="3FB1F1B3" w14:textId="77777777" w:rsidR="00E275AC" w:rsidRPr="00740EE9"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D55CA3">
              <w:rPr>
                <w:rStyle w:val="Tun"/>
                <w:b w:val="0"/>
              </w:rPr>
              <w:t>pol.č.1 - 20%; pol.č.3 - 100%; pol.č.4 - 100%; pol.č.10 - 10%</w:t>
            </w:r>
          </w:p>
        </w:tc>
        <w:tc>
          <w:tcPr>
            <w:tcW w:w="2977" w:type="dxa"/>
          </w:tcPr>
          <w:p w14:paraId="28923F90" w14:textId="77777777" w:rsidR="00E275AC" w:rsidRPr="00740EE9"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E275AC" w:rsidRPr="00B72613" w14:paraId="73A0FA88"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64E651DE" w14:textId="77777777" w:rsidR="00E275AC" w:rsidRPr="00740EE9" w:rsidRDefault="00E275AC" w:rsidP="000849D3">
            <w:pPr>
              <w:pStyle w:val="Tabulka-9"/>
              <w:rPr>
                <w:rStyle w:val="Tun"/>
                <w:highlight w:val="yellow"/>
              </w:rPr>
            </w:pPr>
            <w:r w:rsidRPr="00740EE9">
              <w:rPr>
                <w:rStyle w:val="Tun"/>
                <w:highlight w:val="yellow"/>
              </w:rPr>
              <w:t>4. Dílčí etapa</w:t>
            </w:r>
          </w:p>
        </w:tc>
        <w:tc>
          <w:tcPr>
            <w:tcW w:w="2977" w:type="dxa"/>
          </w:tcPr>
          <w:p w14:paraId="72DF9C58" w14:textId="77777777" w:rsidR="00E275AC"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Pr>
                <w:rStyle w:val="Tun"/>
                <w:b w:val="0"/>
                <w:highlight w:val="yellow"/>
              </w:rPr>
              <w:t>3</w:t>
            </w:r>
            <w:r w:rsidRPr="00740EE9">
              <w:rPr>
                <w:rStyle w:val="Tun"/>
                <w:b w:val="0"/>
                <w:highlight w:val="yellow"/>
              </w:rPr>
              <w:t>. dílčí fakturace)</w:t>
            </w:r>
          </w:p>
          <w:p w14:paraId="077DCEFD" w14:textId="77777777" w:rsidR="00E275AC" w:rsidRPr="000F3364"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441D04">
              <w:rPr>
                <w:rStyle w:val="Tun"/>
                <w:b w:val="0"/>
              </w:rPr>
              <w:t>pol.č.2 - 50%; pol.č.7 - 100%; pol.č.8 - 100%; pol.č.10 - 10%; pol.č.11 - 50%</w:t>
            </w:r>
          </w:p>
        </w:tc>
        <w:tc>
          <w:tcPr>
            <w:tcW w:w="2977" w:type="dxa"/>
          </w:tcPr>
          <w:p w14:paraId="007A6C7F" w14:textId="77777777" w:rsidR="00E275AC" w:rsidRPr="00740EE9"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E275AC" w:rsidRPr="00B72613" w14:paraId="5329B66E"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01B82EAB" w14:textId="77777777" w:rsidR="00E275AC" w:rsidRPr="00740EE9" w:rsidRDefault="00E275AC" w:rsidP="000849D3">
            <w:pPr>
              <w:pStyle w:val="Tabulka-9"/>
              <w:rPr>
                <w:rStyle w:val="Tun"/>
                <w:highlight w:val="yellow"/>
              </w:rPr>
            </w:pPr>
            <w:r w:rsidRPr="00740EE9">
              <w:rPr>
                <w:rStyle w:val="Tun"/>
                <w:highlight w:val="yellow"/>
              </w:rPr>
              <w:t>5. Dílčí etapa</w:t>
            </w:r>
          </w:p>
        </w:tc>
        <w:tc>
          <w:tcPr>
            <w:tcW w:w="2977" w:type="dxa"/>
          </w:tcPr>
          <w:p w14:paraId="11E30D7F" w14:textId="77777777" w:rsidR="00E275AC"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sidRPr="00740EE9">
              <w:rPr>
                <w:rStyle w:val="Tun"/>
                <w:b w:val="0"/>
                <w:highlight w:val="yellow"/>
              </w:rPr>
              <w:t>(</w:t>
            </w:r>
            <w:r>
              <w:rPr>
                <w:rStyle w:val="Tun"/>
                <w:b w:val="0"/>
                <w:highlight w:val="yellow"/>
              </w:rPr>
              <w:t>4</w:t>
            </w:r>
            <w:r w:rsidRPr="00740EE9">
              <w:rPr>
                <w:rStyle w:val="Tun"/>
                <w:b w:val="0"/>
                <w:highlight w:val="yellow"/>
              </w:rPr>
              <w:t>. dílčí fakturace)</w:t>
            </w:r>
          </w:p>
          <w:p w14:paraId="4E897D88" w14:textId="77777777" w:rsidR="00E275AC" w:rsidRPr="00D4642B"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5C62E5">
              <w:rPr>
                <w:rStyle w:val="Tun"/>
                <w:b w:val="0"/>
              </w:rPr>
              <w:t>pol.č.2 - 20%; pol.č.9 - 30%; pol.č.10 - 10%</w:t>
            </w:r>
          </w:p>
        </w:tc>
        <w:tc>
          <w:tcPr>
            <w:tcW w:w="2977" w:type="dxa"/>
          </w:tcPr>
          <w:p w14:paraId="0BA1A453" w14:textId="77777777" w:rsidR="00E275AC" w:rsidRPr="00740EE9"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E275AC" w:rsidRPr="00B72613" w14:paraId="2B517ADA"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02486F3C" w14:textId="77777777" w:rsidR="00E275AC" w:rsidRPr="00740EE9" w:rsidRDefault="00E275AC" w:rsidP="000849D3">
            <w:pPr>
              <w:pStyle w:val="Tabulka-9"/>
              <w:rPr>
                <w:rStyle w:val="Tun"/>
                <w:highlight w:val="yellow"/>
              </w:rPr>
            </w:pPr>
            <w:r w:rsidRPr="00740EE9">
              <w:rPr>
                <w:rStyle w:val="Tun"/>
                <w:highlight w:val="yellow"/>
              </w:rPr>
              <w:t xml:space="preserve">6. Dílčí etapa </w:t>
            </w:r>
          </w:p>
        </w:tc>
        <w:tc>
          <w:tcPr>
            <w:tcW w:w="2977" w:type="dxa"/>
          </w:tcPr>
          <w:p w14:paraId="2FDFF909" w14:textId="77777777" w:rsidR="00E275AC"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Pr>
                <w:rStyle w:val="Tun"/>
                <w:b w:val="0"/>
                <w:highlight w:val="yellow"/>
              </w:rPr>
              <w:t>konečná</w:t>
            </w:r>
            <w:r w:rsidRPr="00740EE9">
              <w:rPr>
                <w:rStyle w:val="Tun"/>
                <w:b w:val="0"/>
                <w:highlight w:val="yellow"/>
              </w:rPr>
              <w:t xml:space="preserve"> fakturace)</w:t>
            </w:r>
          </w:p>
          <w:p w14:paraId="3E619681" w14:textId="77777777" w:rsidR="00E275AC" w:rsidRPr="00D4642B"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5C62E5">
              <w:rPr>
                <w:rStyle w:val="Tun"/>
                <w:b w:val="0"/>
              </w:rPr>
              <w:t>pol.č.2 - 20%; pol.č.5 - 100%; pol.č.6 - 100%; pol.č.9 - 50%; pol.č.10 - 10%; pol.č.11 - 50%</w:t>
            </w:r>
          </w:p>
        </w:tc>
        <w:tc>
          <w:tcPr>
            <w:tcW w:w="2977" w:type="dxa"/>
          </w:tcPr>
          <w:p w14:paraId="40D7A13D" w14:textId="77777777" w:rsidR="00E275AC" w:rsidRPr="00740EE9"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E275AC" w:rsidRPr="00B72613" w14:paraId="4598B815"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6FE2C0EE" w14:textId="77777777" w:rsidR="00E275AC" w:rsidRPr="00740EE9" w:rsidRDefault="00E275AC" w:rsidP="000849D3">
            <w:pPr>
              <w:pStyle w:val="Tabulka-9"/>
              <w:rPr>
                <w:rStyle w:val="Tun"/>
                <w:highlight w:val="yellow"/>
              </w:rPr>
            </w:pPr>
            <w:r>
              <w:rPr>
                <w:rStyle w:val="Tun"/>
                <w:highlight w:val="yellow"/>
              </w:rPr>
              <w:t>7</w:t>
            </w:r>
            <w:r w:rsidRPr="00740EE9">
              <w:rPr>
                <w:rStyle w:val="Tun"/>
                <w:highlight w:val="yellow"/>
              </w:rPr>
              <w:t>. Dílčí etapa</w:t>
            </w:r>
          </w:p>
        </w:tc>
        <w:tc>
          <w:tcPr>
            <w:tcW w:w="2977" w:type="dxa"/>
          </w:tcPr>
          <w:p w14:paraId="69104C17" w14:textId="77777777" w:rsidR="00E275AC"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Pr>
                <w:rStyle w:val="Tun"/>
                <w:b w:val="0"/>
                <w:highlight w:val="yellow"/>
              </w:rPr>
              <w:t>konečná</w:t>
            </w:r>
            <w:r w:rsidRPr="00740EE9">
              <w:rPr>
                <w:rStyle w:val="Tun"/>
                <w:b w:val="0"/>
                <w:highlight w:val="yellow"/>
              </w:rPr>
              <w:t xml:space="preserve"> fakturace)</w:t>
            </w:r>
          </w:p>
          <w:p w14:paraId="31440245" w14:textId="77777777" w:rsidR="00E275AC" w:rsidRPr="008C204D"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5C62E5">
              <w:rPr>
                <w:rStyle w:val="Tun"/>
                <w:b w:val="0"/>
              </w:rPr>
              <w:t>pol.č.2 - 10%; pol.č.9 - 20%; pol.č.10 - 10%</w:t>
            </w:r>
          </w:p>
        </w:tc>
        <w:tc>
          <w:tcPr>
            <w:tcW w:w="2977" w:type="dxa"/>
          </w:tcPr>
          <w:p w14:paraId="1917EAD5" w14:textId="77777777" w:rsidR="00E275AC" w:rsidRPr="00740EE9"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E275AC" w:rsidRPr="00B72613" w14:paraId="724C8B07"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0EDADB25" w14:textId="77777777" w:rsidR="00E275AC" w:rsidRPr="00B72613" w:rsidRDefault="00E275AC" w:rsidP="000849D3">
            <w:pPr>
              <w:pStyle w:val="Tabulka-9"/>
              <w:rPr>
                <w:rStyle w:val="Tun"/>
              </w:rPr>
            </w:pPr>
            <w:r w:rsidRPr="00B72613">
              <w:rPr>
                <w:rStyle w:val="Tun"/>
              </w:rPr>
              <w:t>Celkem:</w:t>
            </w:r>
          </w:p>
        </w:tc>
        <w:tc>
          <w:tcPr>
            <w:tcW w:w="2977" w:type="dxa"/>
          </w:tcPr>
          <w:p w14:paraId="7D15C1ED" w14:textId="77777777" w:rsidR="00E275AC" w:rsidRPr="00B72613"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6BD96BC" w14:textId="77777777" w:rsidR="00E275AC" w:rsidRPr="00B72613" w:rsidRDefault="00E275AC" w:rsidP="000849D3">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2C55C85D" w14:textId="77777777" w:rsidR="00DE09DB" w:rsidRPr="0011564A" w:rsidRDefault="00DE09DB" w:rsidP="00DE09DB">
      <w:pPr>
        <w:pStyle w:val="Textbezodsazen"/>
        <w:rPr>
          <w:i/>
          <w:color w:val="00B050"/>
        </w:rPr>
      </w:pPr>
    </w:p>
    <w:p w14:paraId="2D03C3E7" w14:textId="5C907D5C" w:rsidR="00740EE9" w:rsidRDefault="00740EE9" w:rsidP="00740EE9">
      <w:pPr>
        <w:pStyle w:val="Nadpisbezsl1-1"/>
      </w:pPr>
      <w:r>
        <w:t>Příloha č. 5</w:t>
      </w:r>
      <w:r w:rsidR="00DB09A6">
        <w:t>A</w:t>
      </w:r>
    </w:p>
    <w:p w14:paraId="047F45C5" w14:textId="7AE9B9ED" w:rsidR="00740EE9" w:rsidRDefault="00740EE9" w:rsidP="00740EE9">
      <w:pPr>
        <w:pStyle w:val="Nadpisbezsl1-2"/>
      </w:pPr>
      <w:r>
        <w:t>Harmonogram plnění</w:t>
      </w:r>
      <w:r w:rsidR="00DB09A6">
        <w:t xml:space="preserve"> pro „Rekonstrukci TNS Dobšice nad Cidlinou“</w:t>
      </w:r>
    </w:p>
    <w:tbl>
      <w:tblPr>
        <w:tblStyle w:val="Tabulka10"/>
        <w:tblW w:w="0" w:type="auto"/>
        <w:tblLook w:val="04A0" w:firstRow="1" w:lastRow="0" w:firstColumn="1" w:lastColumn="0" w:noHBand="0" w:noVBand="1"/>
      </w:tblPr>
      <w:tblGrid>
        <w:gridCol w:w="1829"/>
        <w:gridCol w:w="2195"/>
        <w:gridCol w:w="2318"/>
        <w:gridCol w:w="2388"/>
      </w:tblGrid>
      <w:tr w:rsidR="00395212" w:rsidRPr="00B72613" w14:paraId="5EFAF9D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1A449AB" w14:textId="77777777" w:rsidR="00740EE9" w:rsidRPr="00B72613" w:rsidRDefault="00740EE9" w:rsidP="002344F6">
            <w:pPr>
              <w:pStyle w:val="Tabulka-9"/>
              <w:rPr>
                <w:rStyle w:val="Tun"/>
              </w:rPr>
            </w:pPr>
            <w:r w:rsidRPr="00B72613">
              <w:rPr>
                <w:rStyle w:val="Tun"/>
              </w:rPr>
              <w:t>Část Díla</w:t>
            </w:r>
          </w:p>
        </w:tc>
        <w:tc>
          <w:tcPr>
            <w:tcW w:w="4253" w:type="dxa"/>
          </w:tcPr>
          <w:p w14:paraId="36AAFA51"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3685" w:type="dxa"/>
          </w:tcPr>
          <w:p w14:paraId="5851BD0E"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3544" w:type="dxa"/>
          </w:tcPr>
          <w:p w14:paraId="52CEB4CD"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395212" w:rsidRPr="00B72613" w14:paraId="1DBB05AC" w14:textId="77777777" w:rsidTr="003966D9">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5D4F46A8" w14:textId="77777777" w:rsidR="00740EE9" w:rsidRPr="003966D9" w:rsidRDefault="00740EE9" w:rsidP="002344F6">
            <w:pPr>
              <w:pStyle w:val="Tabulka-9"/>
              <w:rPr>
                <w:rStyle w:val="Tun"/>
              </w:rPr>
            </w:pPr>
            <w:r w:rsidRPr="003966D9">
              <w:rPr>
                <w:rStyle w:val="Tun"/>
              </w:rPr>
              <w:t>Termín zahájení prací</w:t>
            </w:r>
          </w:p>
        </w:tc>
        <w:tc>
          <w:tcPr>
            <w:tcW w:w="4253" w:type="dxa"/>
            <w:shd w:val="clear" w:color="auto" w:fill="auto"/>
          </w:tcPr>
          <w:p w14:paraId="4556728C" w14:textId="77777777" w:rsidR="00740EE9" w:rsidRPr="003966D9"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3966D9">
              <w:t>ihned po nabytí účinnosti Smlouvy</w:t>
            </w:r>
          </w:p>
        </w:tc>
        <w:tc>
          <w:tcPr>
            <w:tcW w:w="3685" w:type="dxa"/>
            <w:shd w:val="clear" w:color="auto" w:fill="auto"/>
          </w:tcPr>
          <w:p w14:paraId="207544B2" w14:textId="77777777" w:rsidR="00740EE9" w:rsidRPr="003966D9" w:rsidRDefault="003966D9" w:rsidP="002344F6">
            <w:pPr>
              <w:pStyle w:val="Tabulka-9"/>
              <w:cnfStyle w:val="000000000000" w:firstRow="0" w:lastRow="0" w:firstColumn="0" w:lastColumn="0" w:oddVBand="0" w:evenVBand="0" w:oddHBand="0" w:evenHBand="0" w:firstRowFirstColumn="0" w:firstRowLastColumn="0" w:lastRowFirstColumn="0" w:lastRowLastColumn="0"/>
            </w:pPr>
            <w:r w:rsidRPr="003966D9">
              <w:t>-</w:t>
            </w:r>
          </w:p>
        </w:tc>
        <w:tc>
          <w:tcPr>
            <w:tcW w:w="3544" w:type="dxa"/>
            <w:shd w:val="clear" w:color="auto" w:fill="auto"/>
          </w:tcPr>
          <w:p w14:paraId="4DD9205A" w14:textId="77777777" w:rsidR="00740EE9" w:rsidRPr="003966D9" w:rsidRDefault="003966D9" w:rsidP="008208E7">
            <w:pPr>
              <w:pStyle w:val="Tabulka-9"/>
              <w:cnfStyle w:val="000000000000" w:firstRow="0" w:lastRow="0" w:firstColumn="0" w:lastColumn="0" w:oddVBand="0" w:evenVBand="0" w:oddHBand="0" w:evenHBand="0" w:firstRowFirstColumn="0" w:firstRowLastColumn="0" w:lastRowFirstColumn="0" w:lastRowLastColumn="0"/>
            </w:pPr>
            <w:r w:rsidRPr="003966D9">
              <w:t>-</w:t>
            </w:r>
          </w:p>
        </w:tc>
      </w:tr>
      <w:tr w:rsidR="00395212" w:rsidRPr="00B72613" w14:paraId="2B4D98F0" w14:textId="77777777" w:rsidTr="005F7C43">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2AD55D52" w14:textId="77777777" w:rsidR="00740EE9" w:rsidRPr="005F7C43" w:rsidRDefault="00740EE9" w:rsidP="002344F6">
            <w:pPr>
              <w:pStyle w:val="Tabulka-9"/>
              <w:rPr>
                <w:rStyle w:val="Tun"/>
              </w:rPr>
            </w:pPr>
            <w:r w:rsidRPr="005F7C43">
              <w:rPr>
                <w:rStyle w:val="Tun"/>
              </w:rPr>
              <w:t>1. Dílčí etapa</w:t>
            </w:r>
          </w:p>
        </w:tc>
        <w:tc>
          <w:tcPr>
            <w:tcW w:w="4253" w:type="dxa"/>
            <w:shd w:val="clear" w:color="auto" w:fill="auto"/>
          </w:tcPr>
          <w:p w14:paraId="5669D15A" w14:textId="77777777" w:rsidR="00740EE9" w:rsidRPr="005F7C43" w:rsidRDefault="00740EE9" w:rsidP="005258C7">
            <w:pPr>
              <w:pStyle w:val="Tabulka-9"/>
              <w:cnfStyle w:val="000000000000" w:firstRow="0" w:lastRow="0" w:firstColumn="0" w:lastColumn="0" w:oddVBand="0" w:evenVBand="0" w:oddHBand="0" w:evenHBand="0" w:firstRowFirstColumn="0" w:firstRowLastColumn="0" w:lastRowFirstColumn="0" w:lastRowLastColumn="0"/>
            </w:pPr>
            <w:r w:rsidRPr="005F7C43">
              <w:t xml:space="preserve">do </w:t>
            </w:r>
            <w:r w:rsidR="005258C7" w:rsidRPr="005F7C43">
              <w:t xml:space="preserve">3 </w:t>
            </w:r>
            <w:r w:rsidRPr="005F7C43">
              <w:t>měsíců od nabytí účinnosti Smlouvy</w:t>
            </w:r>
          </w:p>
        </w:tc>
        <w:tc>
          <w:tcPr>
            <w:tcW w:w="3685" w:type="dxa"/>
          </w:tcPr>
          <w:p w14:paraId="34915D3C" w14:textId="20BFA715" w:rsidR="00740EE9" w:rsidRPr="00740EE9" w:rsidRDefault="003966D9" w:rsidP="00291A1D">
            <w:pPr>
              <w:pStyle w:val="Tabulka-9"/>
              <w:cnfStyle w:val="000000000000" w:firstRow="0" w:lastRow="0" w:firstColumn="0" w:lastColumn="0" w:oddVBand="0" w:evenVBand="0" w:oddHBand="0" w:evenHBand="0" w:firstRowFirstColumn="0" w:firstRowLastColumn="0" w:lastRowFirstColumn="0" w:lastRowLastColumn="0"/>
              <w:rPr>
                <w:highlight w:val="green"/>
              </w:rPr>
            </w:pPr>
            <w:r>
              <w:t>D</w:t>
            </w:r>
            <w:r w:rsidRPr="003966D9">
              <w:t xml:space="preserve">oprovodná dokumentace </w:t>
            </w:r>
            <w:r w:rsidR="00291A1D">
              <w:t xml:space="preserve">v rozsahu </w:t>
            </w:r>
            <w:r w:rsidR="00291A1D" w:rsidRPr="003966D9">
              <w:t>požadovan</w:t>
            </w:r>
            <w:r w:rsidR="00291A1D">
              <w:t>é</w:t>
            </w:r>
            <w:r w:rsidR="00291A1D" w:rsidRPr="003966D9">
              <w:t xml:space="preserve"> </w:t>
            </w:r>
            <w:r w:rsidRPr="003966D9">
              <w:t xml:space="preserve">koncepční </w:t>
            </w:r>
            <w:r w:rsidR="00291A1D" w:rsidRPr="003966D9">
              <w:t>rozvah</w:t>
            </w:r>
            <w:r w:rsidR="00291A1D">
              <w:t>y</w:t>
            </w:r>
            <w:r w:rsidR="00291A1D" w:rsidRPr="003966D9">
              <w:t xml:space="preserve"> </w:t>
            </w:r>
            <w:r w:rsidRPr="003966D9">
              <w:t>dle CK MD, která bude nejdříve projednána s odborem O 910 a následně po schválení bude zpracována do ZP v již projednané variantě</w:t>
            </w:r>
            <w:r w:rsidR="005258C7">
              <w:t>.</w:t>
            </w:r>
          </w:p>
        </w:tc>
        <w:tc>
          <w:tcPr>
            <w:tcW w:w="3544" w:type="dxa"/>
          </w:tcPr>
          <w:p w14:paraId="47B2A415" w14:textId="77777777" w:rsidR="00740EE9" w:rsidRPr="00740EE9" w:rsidRDefault="003966D9" w:rsidP="003966D9">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3966D9">
              <w:t>Protokol/závazné vyjádření o schválení navrhované koncepce odborem O910 MD</w:t>
            </w:r>
            <w:r w:rsidR="007343F5">
              <w:t xml:space="preserve"> pro obě stavby TNS Dobšice a Káranice</w:t>
            </w:r>
          </w:p>
        </w:tc>
      </w:tr>
      <w:tr w:rsidR="007343F5" w:rsidRPr="00B72613" w14:paraId="45358F24"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AF10AD3" w14:textId="77777777" w:rsidR="005258C7" w:rsidRPr="00740EE9" w:rsidRDefault="005258C7" w:rsidP="002344F6">
            <w:pPr>
              <w:pStyle w:val="Tabulka-9"/>
              <w:rPr>
                <w:rStyle w:val="Tun"/>
                <w:highlight w:val="green"/>
              </w:rPr>
            </w:pPr>
            <w:r w:rsidRPr="005258C7">
              <w:rPr>
                <w:rStyle w:val="Tun"/>
              </w:rPr>
              <w:lastRenderedPageBreak/>
              <w:t>2. Dílčí etapa</w:t>
            </w:r>
          </w:p>
        </w:tc>
        <w:tc>
          <w:tcPr>
            <w:tcW w:w="4253" w:type="dxa"/>
          </w:tcPr>
          <w:p w14:paraId="6C39201C" w14:textId="77777777" w:rsidR="005258C7" w:rsidRPr="00740EE9" w:rsidRDefault="005258C7" w:rsidP="00EA42DE">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258C7">
              <w:t xml:space="preserve">do </w:t>
            </w:r>
            <w:r w:rsidR="00EA42DE">
              <w:t>2</w:t>
            </w:r>
            <w:r w:rsidRPr="005258C7">
              <w:t xml:space="preserve"> měsíc</w:t>
            </w:r>
            <w:r>
              <w:t>e</w:t>
            </w:r>
            <w:r w:rsidRPr="005258C7">
              <w:t xml:space="preserve"> od schválení </w:t>
            </w:r>
            <w:r>
              <w:t>odborem O910 MD</w:t>
            </w:r>
          </w:p>
        </w:tc>
        <w:tc>
          <w:tcPr>
            <w:tcW w:w="3685" w:type="dxa"/>
          </w:tcPr>
          <w:p w14:paraId="6691BBBE" w14:textId="77777777" w:rsidR="005258C7" w:rsidRDefault="005F7C43"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F7C43">
              <w:t>Záměr projektu, včetně ekonomického hodnocení k připomínkám</w:t>
            </w:r>
          </w:p>
        </w:tc>
        <w:tc>
          <w:tcPr>
            <w:tcW w:w="3544" w:type="dxa"/>
          </w:tcPr>
          <w:p w14:paraId="7FDC65AD" w14:textId="77777777" w:rsidR="005258C7" w:rsidRPr="005F7C43" w:rsidRDefault="005258C7" w:rsidP="007343F5">
            <w:pPr>
              <w:pStyle w:val="Tabulka-9"/>
              <w:cnfStyle w:val="000000000000" w:firstRow="0" w:lastRow="0" w:firstColumn="0" w:lastColumn="0" w:oddVBand="0" w:evenVBand="0" w:oddHBand="0" w:evenHBand="0" w:firstRowFirstColumn="0" w:firstRowLastColumn="0" w:lastRowFirstColumn="0" w:lastRowLastColumn="0"/>
            </w:pPr>
            <w:r w:rsidRPr="005F7C43">
              <w:t>Předávací protokol</w:t>
            </w:r>
            <w:r w:rsidR="007343F5">
              <w:t xml:space="preserve"> na každou TNS samostatně</w:t>
            </w:r>
          </w:p>
        </w:tc>
      </w:tr>
      <w:tr w:rsidR="005F7C43" w:rsidRPr="00B72613" w14:paraId="4268D0A9"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32C12422" w14:textId="77777777" w:rsidR="005F7C43" w:rsidRPr="00740EE9" w:rsidRDefault="00E92C81" w:rsidP="002344F6">
            <w:pPr>
              <w:pStyle w:val="Tabulka-9"/>
              <w:rPr>
                <w:rStyle w:val="Tun"/>
                <w:highlight w:val="green"/>
              </w:rPr>
            </w:pPr>
            <w:r>
              <w:rPr>
                <w:rStyle w:val="Tun"/>
              </w:rPr>
              <w:t>3</w:t>
            </w:r>
            <w:r w:rsidR="005F7C43" w:rsidRPr="005258C7">
              <w:rPr>
                <w:rStyle w:val="Tun"/>
              </w:rPr>
              <w:t>. Dílčí etapa</w:t>
            </w:r>
          </w:p>
        </w:tc>
        <w:tc>
          <w:tcPr>
            <w:tcW w:w="4253" w:type="dxa"/>
          </w:tcPr>
          <w:p w14:paraId="3693EDD7" w14:textId="77777777" w:rsidR="005F7C43" w:rsidRPr="00740EE9" w:rsidRDefault="005F7C43" w:rsidP="00B917FA">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258C7">
              <w:t xml:space="preserve">do </w:t>
            </w:r>
            <w:r w:rsidR="00B917FA">
              <w:t>4</w:t>
            </w:r>
            <w:r w:rsidRPr="005258C7">
              <w:t xml:space="preserve"> měsíc</w:t>
            </w:r>
            <w:r w:rsidR="00E92C81">
              <w:t>ů</w:t>
            </w:r>
            <w:r w:rsidRPr="005258C7">
              <w:t xml:space="preserve"> od schválení </w:t>
            </w:r>
            <w:r>
              <w:t>odborem O910 MD</w:t>
            </w:r>
          </w:p>
        </w:tc>
        <w:tc>
          <w:tcPr>
            <w:tcW w:w="3685" w:type="dxa"/>
          </w:tcPr>
          <w:p w14:paraId="64182180" w14:textId="77777777" w:rsidR="005F7C43" w:rsidRDefault="00E92C81" w:rsidP="00E92C81">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E92C81">
              <w:t xml:space="preserve">Záměr projektu ke schválení </w:t>
            </w:r>
            <w:r>
              <w:t xml:space="preserve">na </w:t>
            </w:r>
            <w:r w:rsidRPr="00E92C81">
              <w:t>CK MD</w:t>
            </w:r>
          </w:p>
        </w:tc>
        <w:tc>
          <w:tcPr>
            <w:tcW w:w="3544" w:type="dxa"/>
          </w:tcPr>
          <w:p w14:paraId="0CCA27E2" w14:textId="77777777" w:rsidR="005F7C43" w:rsidRDefault="007343F5"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7343F5">
              <w:t>Předávací protokol na každou TNS samostatně</w:t>
            </w:r>
          </w:p>
        </w:tc>
      </w:tr>
      <w:tr w:rsidR="00395212" w:rsidRPr="00B72613" w14:paraId="4E7544F2"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A19A8C7" w14:textId="77777777" w:rsidR="00740EE9" w:rsidRPr="00395212" w:rsidRDefault="00E92C81" w:rsidP="002344F6">
            <w:pPr>
              <w:pStyle w:val="Tabulka-9"/>
              <w:rPr>
                <w:rStyle w:val="Tun"/>
              </w:rPr>
            </w:pPr>
            <w:r w:rsidRPr="00395212">
              <w:rPr>
                <w:rStyle w:val="Tun"/>
              </w:rPr>
              <w:t>4</w:t>
            </w:r>
            <w:r w:rsidR="00740EE9" w:rsidRPr="00395212">
              <w:rPr>
                <w:rStyle w:val="Tun"/>
              </w:rPr>
              <w:t>. Dílčí etapa</w:t>
            </w:r>
          </w:p>
        </w:tc>
        <w:tc>
          <w:tcPr>
            <w:tcW w:w="4253" w:type="dxa"/>
          </w:tcPr>
          <w:p w14:paraId="556CBBC6" w14:textId="77777777" w:rsidR="00740EE9" w:rsidRPr="00395212" w:rsidRDefault="00740EE9" w:rsidP="00B917FA">
            <w:pPr>
              <w:pStyle w:val="Tabulka-9"/>
              <w:cnfStyle w:val="000000000000" w:firstRow="0" w:lastRow="0" w:firstColumn="0" w:lastColumn="0" w:oddVBand="0" w:evenVBand="0" w:oddHBand="0" w:evenHBand="0" w:firstRowFirstColumn="0" w:firstRowLastColumn="0" w:lastRowFirstColumn="0" w:lastRowLastColumn="0"/>
            </w:pPr>
            <w:r w:rsidRPr="00395212">
              <w:t xml:space="preserve">do </w:t>
            </w:r>
            <w:r w:rsidR="00B917FA">
              <w:t>6</w:t>
            </w:r>
            <w:r w:rsidRPr="00395212">
              <w:t xml:space="preserve"> měsíců od schválení ZP</w:t>
            </w:r>
          </w:p>
        </w:tc>
        <w:tc>
          <w:tcPr>
            <w:tcW w:w="3685" w:type="dxa"/>
          </w:tcPr>
          <w:p w14:paraId="476C80D5" w14:textId="77777777" w:rsidR="00740EE9" w:rsidRPr="00395212" w:rsidRDefault="00B917FA" w:rsidP="00B917FA">
            <w:pPr>
              <w:pStyle w:val="Tabulka-9"/>
              <w:cnfStyle w:val="000000000000" w:firstRow="0" w:lastRow="0" w:firstColumn="0" w:lastColumn="0" w:oddVBand="0" w:evenVBand="0" w:oddHBand="0" w:evenHBand="0" w:firstRowFirstColumn="0" w:firstRowLastColumn="0" w:lastRowFirstColumn="0" w:lastRowLastColumn="0"/>
            </w:pPr>
            <w:r>
              <w:t>D</w:t>
            </w:r>
            <w:r w:rsidR="00395212" w:rsidRPr="00395212">
              <w:t>okumentace</w:t>
            </w:r>
            <w:r>
              <w:t xml:space="preserve"> DUR</w:t>
            </w:r>
            <w:r w:rsidR="00395212" w:rsidRPr="00395212">
              <w:t xml:space="preserve">, včetně souhrnného rozpočtu </w:t>
            </w:r>
            <w:r w:rsidR="00253F8D">
              <w:t xml:space="preserve">a požadavků na výkon a funkci </w:t>
            </w:r>
            <w:r w:rsidR="00395212" w:rsidRPr="00395212">
              <w:t>k připomínkám</w:t>
            </w:r>
          </w:p>
        </w:tc>
        <w:tc>
          <w:tcPr>
            <w:tcW w:w="3544" w:type="dxa"/>
          </w:tcPr>
          <w:p w14:paraId="2897466B" w14:textId="77777777" w:rsidR="00740EE9" w:rsidRPr="00395212" w:rsidRDefault="007343F5" w:rsidP="002344F6">
            <w:pPr>
              <w:pStyle w:val="Tabulka-9"/>
              <w:cnfStyle w:val="000000000000" w:firstRow="0" w:lastRow="0" w:firstColumn="0" w:lastColumn="0" w:oddVBand="0" w:evenVBand="0" w:oddHBand="0" w:evenHBand="0" w:firstRowFirstColumn="0" w:firstRowLastColumn="0" w:lastRowFirstColumn="0" w:lastRowLastColumn="0"/>
            </w:pPr>
            <w:r w:rsidRPr="007343F5">
              <w:t>Předávací protokol na každou TNS samostatně</w:t>
            </w:r>
          </w:p>
        </w:tc>
      </w:tr>
      <w:tr w:rsidR="00395212" w:rsidRPr="00B72613" w14:paraId="523A4D2F"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03E2DC19" w14:textId="77777777" w:rsidR="00740EE9" w:rsidRPr="00DD40D2" w:rsidRDefault="00E92C81" w:rsidP="002344F6">
            <w:pPr>
              <w:pStyle w:val="Tabulka-9"/>
              <w:rPr>
                <w:rStyle w:val="Tun"/>
              </w:rPr>
            </w:pPr>
            <w:r w:rsidRPr="00DD40D2">
              <w:rPr>
                <w:rStyle w:val="Tun"/>
              </w:rPr>
              <w:t>5</w:t>
            </w:r>
            <w:r w:rsidR="00740EE9" w:rsidRPr="00DD40D2">
              <w:rPr>
                <w:rStyle w:val="Tun"/>
              </w:rPr>
              <w:t>. Dílčí etapa</w:t>
            </w:r>
          </w:p>
        </w:tc>
        <w:tc>
          <w:tcPr>
            <w:tcW w:w="4253" w:type="dxa"/>
          </w:tcPr>
          <w:p w14:paraId="312258F0" w14:textId="77777777" w:rsidR="00740EE9" w:rsidRPr="00DD40D2" w:rsidRDefault="00740EE9" w:rsidP="00B917FA">
            <w:pPr>
              <w:pStyle w:val="Tabulka-9"/>
              <w:cnfStyle w:val="000000000000" w:firstRow="0" w:lastRow="0" w:firstColumn="0" w:lastColumn="0" w:oddVBand="0" w:evenVBand="0" w:oddHBand="0" w:evenHBand="0" w:firstRowFirstColumn="0" w:firstRowLastColumn="0" w:lastRowFirstColumn="0" w:lastRowLastColumn="0"/>
            </w:pPr>
            <w:r w:rsidRPr="00DD40D2">
              <w:t xml:space="preserve">do </w:t>
            </w:r>
            <w:r w:rsidR="00B917FA">
              <w:t>9</w:t>
            </w:r>
            <w:r w:rsidRPr="00DD40D2">
              <w:t xml:space="preserve"> měsíců od </w:t>
            </w:r>
            <w:r w:rsidR="007343F5" w:rsidRPr="00DD40D2">
              <w:t>schválení ZP</w:t>
            </w:r>
          </w:p>
        </w:tc>
        <w:tc>
          <w:tcPr>
            <w:tcW w:w="3685" w:type="dxa"/>
          </w:tcPr>
          <w:p w14:paraId="0DBACF53" w14:textId="2FCC6A0E" w:rsidR="00740EE9" w:rsidRPr="00740EE9" w:rsidRDefault="00B917FA" w:rsidP="00DB09A6">
            <w:pPr>
              <w:pStyle w:val="Tabulka-9"/>
              <w:cnfStyle w:val="000000000000" w:firstRow="0" w:lastRow="0" w:firstColumn="0" w:lastColumn="0" w:oddVBand="0" w:evenVBand="0" w:oddHBand="0" w:evenHBand="0" w:firstRowFirstColumn="0" w:firstRowLastColumn="0" w:lastRowFirstColumn="0" w:lastRowLastColumn="0"/>
              <w:rPr>
                <w:highlight w:val="green"/>
              </w:rPr>
            </w:pPr>
            <w:r>
              <w:t>D</w:t>
            </w:r>
            <w:r w:rsidR="007343F5" w:rsidRPr="007343F5">
              <w:t>okumentace pro územní řízení se zapracovanými připomínkami (bez dokladové části), vyjádření k NATURA 2000, vyjádření k</w:t>
            </w:r>
            <w:r w:rsidR="00DB09A6">
              <w:t> </w:t>
            </w:r>
            <w:r w:rsidR="007343F5" w:rsidRPr="007343F5">
              <w:t>EIA</w:t>
            </w:r>
            <w:r w:rsidR="00DB09A6">
              <w:t xml:space="preserve"> a prokazatelné potvrzení o rozeslání dokumentace na DOSS</w:t>
            </w:r>
          </w:p>
        </w:tc>
        <w:tc>
          <w:tcPr>
            <w:tcW w:w="3544" w:type="dxa"/>
          </w:tcPr>
          <w:p w14:paraId="52B0585A" w14:textId="77777777" w:rsidR="00740EE9" w:rsidRPr="00740EE9" w:rsidRDefault="007343F5"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7343F5">
              <w:t>Předávací protokol na každou TNS samostatně</w:t>
            </w:r>
          </w:p>
        </w:tc>
      </w:tr>
      <w:tr w:rsidR="00395212" w:rsidRPr="00B72613" w14:paraId="61F65143"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1AFF1C5" w14:textId="77777777" w:rsidR="00740EE9" w:rsidRPr="00740EE9" w:rsidRDefault="00E92C81" w:rsidP="002344F6">
            <w:pPr>
              <w:pStyle w:val="Tabulka-9"/>
              <w:rPr>
                <w:rStyle w:val="Tun"/>
                <w:highlight w:val="green"/>
              </w:rPr>
            </w:pPr>
            <w:r w:rsidRPr="009C5607">
              <w:rPr>
                <w:rStyle w:val="Tun"/>
              </w:rPr>
              <w:t>6</w:t>
            </w:r>
            <w:r w:rsidR="00740EE9" w:rsidRPr="009C5607">
              <w:rPr>
                <w:rStyle w:val="Tun"/>
              </w:rPr>
              <w:t>. Dílčí etapa</w:t>
            </w:r>
          </w:p>
        </w:tc>
        <w:tc>
          <w:tcPr>
            <w:tcW w:w="4253" w:type="dxa"/>
          </w:tcPr>
          <w:p w14:paraId="75DAE968" w14:textId="77777777" w:rsidR="00740EE9" w:rsidRPr="00740EE9" w:rsidRDefault="009C5607" w:rsidP="00B917FA">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9C5607">
              <w:t xml:space="preserve">do </w:t>
            </w:r>
            <w:r w:rsidR="00B917FA">
              <w:t>12</w:t>
            </w:r>
            <w:r w:rsidRPr="009C5607">
              <w:t xml:space="preserve"> měsíců od schválení ZP</w:t>
            </w:r>
          </w:p>
        </w:tc>
        <w:tc>
          <w:tcPr>
            <w:tcW w:w="3685" w:type="dxa"/>
          </w:tcPr>
          <w:p w14:paraId="6A3928A0" w14:textId="77777777" w:rsidR="00740EE9" w:rsidRPr="00740EE9" w:rsidRDefault="00B917FA" w:rsidP="00B917FA">
            <w:pPr>
              <w:pStyle w:val="Tabulka-9"/>
              <w:cnfStyle w:val="000000000000" w:firstRow="0" w:lastRow="0" w:firstColumn="0" w:lastColumn="0" w:oddVBand="0" w:evenVBand="0" w:oddHBand="0" w:evenHBand="0" w:firstRowFirstColumn="0" w:firstRowLastColumn="0" w:lastRowFirstColumn="0" w:lastRowLastColumn="0"/>
              <w:rPr>
                <w:highlight w:val="green"/>
              </w:rPr>
            </w:pPr>
            <w:r>
              <w:t>D</w:t>
            </w:r>
            <w:r w:rsidR="009C5607" w:rsidRPr="009C5607">
              <w:t>okumentace pro územní řízení se zapracovanými připomínkami, včetně dokladové části.</w:t>
            </w:r>
          </w:p>
        </w:tc>
        <w:tc>
          <w:tcPr>
            <w:tcW w:w="3544" w:type="dxa"/>
          </w:tcPr>
          <w:p w14:paraId="2DD8670E" w14:textId="77777777" w:rsidR="00740EE9" w:rsidRPr="00740EE9" w:rsidRDefault="007343F5"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7343F5">
              <w:t>Předávací protokol na každou TNS samostatně</w:t>
            </w:r>
          </w:p>
        </w:tc>
      </w:tr>
      <w:tr w:rsidR="00395212" w:rsidRPr="00B72613" w14:paraId="33FECA3A"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19854A0" w14:textId="77777777" w:rsidR="00740EE9" w:rsidRPr="00740EE9" w:rsidRDefault="00E92C81" w:rsidP="002344F6">
            <w:pPr>
              <w:pStyle w:val="Tabulka-9"/>
              <w:rPr>
                <w:rStyle w:val="Tun"/>
                <w:highlight w:val="green"/>
              </w:rPr>
            </w:pPr>
            <w:r w:rsidRPr="009C5607">
              <w:rPr>
                <w:rStyle w:val="Tun"/>
              </w:rPr>
              <w:t>7</w:t>
            </w:r>
            <w:r w:rsidR="00740EE9" w:rsidRPr="009C5607">
              <w:rPr>
                <w:rStyle w:val="Tun"/>
              </w:rPr>
              <w:t>. Dílčí etapa</w:t>
            </w:r>
          </w:p>
        </w:tc>
        <w:tc>
          <w:tcPr>
            <w:tcW w:w="4253" w:type="dxa"/>
          </w:tcPr>
          <w:p w14:paraId="0BF35D70" w14:textId="77777777" w:rsidR="00740EE9" w:rsidRPr="00740EE9" w:rsidRDefault="009C5607" w:rsidP="00B917FA">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9C5607">
              <w:t xml:space="preserve">do </w:t>
            </w:r>
            <w:r w:rsidR="00B917FA">
              <w:t>15</w:t>
            </w:r>
            <w:r w:rsidRPr="009C5607">
              <w:t xml:space="preserve"> měsíců od schválení ZP</w:t>
            </w:r>
          </w:p>
        </w:tc>
        <w:tc>
          <w:tcPr>
            <w:tcW w:w="3685" w:type="dxa"/>
          </w:tcPr>
          <w:p w14:paraId="125446F7" w14:textId="77777777" w:rsidR="00740EE9" w:rsidRPr="00740EE9" w:rsidRDefault="009C5607"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9C5607">
              <w:t>Územní rozhodnutí, včetně nabytí právní moci.</w:t>
            </w:r>
          </w:p>
        </w:tc>
        <w:tc>
          <w:tcPr>
            <w:tcW w:w="3544" w:type="dxa"/>
          </w:tcPr>
          <w:p w14:paraId="46332AD3" w14:textId="77777777" w:rsidR="00740EE9" w:rsidRPr="00740EE9" w:rsidRDefault="007343F5"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7343F5">
              <w:t>Předávací protokol na každou TNS samostatně</w:t>
            </w:r>
          </w:p>
        </w:tc>
      </w:tr>
      <w:tr w:rsidR="00395212" w:rsidRPr="00B72613" w14:paraId="34AA0602" w14:textId="77777777" w:rsidTr="009C5607">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50A0EA49" w14:textId="77777777" w:rsidR="00740EE9" w:rsidRPr="00740EE9" w:rsidRDefault="00740EE9" w:rsidP="002344F6">
            <w:pPr>
              <w:pStyle w:val="Tabulka-9"/>
              <w:rPr>
                <w:rStyle w:val="Tun"/>
                <w:highlight w:val="green"/>
              </w:rPr>
            </w:pPr>
            <w:r w:rsidRPr="009C5607">
              <w:rPr>
                <w:rStyle w:val="Tun"/>
              </w:rPr>
              <w:t>Termín dokončení Díla</w:t>
            </w:r>
          </w:p>
        </w:tc>
        <w:tc>
          <w:tcPr>
            <w:tcW w:w="4253" w:type="dxa"/>
          </w:tcPr>
          <w:p w14:paraId="4848DCD8" w14:textId="77777777" w:rsidR="00740EE9" w:rsidRPr="00740EE9" w:rsidRDefault="00740EE9"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p>
        </w:tc>
        <w:tc>
          <w:tcPr>
            <w:tcW w:w="3685" w:type="dxa"/>
          </w:tcPr>
          <w:p w14:paraId="2E4D1AA5" w14:textId="77777777" w:rsidR="00740EE9" w:rsidRPr="00740EE9" w:rsidRDefault="00740EE9"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p>
        </w:tc>
        <w:tc>
          <w:tcPr>
            <w:tcW w:w="3544" w:type="dxa"/>
          </w:tcPr>
          <w:p w14:paraId="5F03ED0D" w14:textId="77777777" w:rsidR="00740EE9" w:rsidRPr="000509D4" w:rsidRDefault="00740EE9" w:rsidP="002344F6">
            <w:pPr>
              <w:pStyle w:val="Tabulka-9"/>
              <w:cnfStyle w:val="000000000000" w:firstRow="0" w:lastRow="0" w:firstColumn="0" w:lastColumn="0" w:oddVBand="0" w:evenVBand="0" w:oddHBand="0" w:evenHBand="0" w:firstRowFirstColumn="0" w:firstRowLastColumn="0" w:lastRowFirstColumn="0" w:lastRowLastColumn="0"/>
              <w:rPr>
                <w:color w:val="FF0000"/>
                <w:highlight w:val="green"/>
              </w:rPr>
            </w:pPr>
          </w:p>
        </w:tc>
      </w:tr>
    </w:tbl>
    <w:p w14:paraId="79B53EFC" w14:textId="77777777" w:rsidR="002344F6" w:rsidRDefault="002344F6" w:rsidP="002344F6">
      <w:pPr>
        <w:pStyle w:val="Textbezodsazen"/>
      </w:pPr>
    </w:p>
    <w:p w14:paraId="229ADF5D" w14:textId="2ACC6640" w:rsidR="00DC6772" w:rsidRDefault="00DC6772">
      <w:pPr>
        <w:spacing w:after="240" w:line="264" w:lineRule="auto"/>
        <w:rPr>
          <w:sz w:val="18"/>
          <w:szCs w:val="18"/>
        </w:rPr>
      </w:pPr>
      <w:r>
        <w:br w:type="page"/>
      </w:r>
    </w:p>
    <w:p w14:paraId="41FDD662" w14:textId="6F56C400" w:rsidR="00DC6772" w:rsidRDefault="00DC6772" w:rsidP="00DC6772">
      <w:pPr>
        <w:pStyle w:val="Nadpisbezsl1-1"/>
      </w:pPr>
      <w:r>
        <w:lastRenderedPageBreak/>
        <w:t>Příloha č. 5b</w:t>
      </w:r>
    </w:p>
    <w:p w14:paraId="42164172" w14:textId="4D44CB27" w:rsidR="00DC6772" w:rsidRDefault="00DC6772" w:rsidP="00DC6772">
      <w:pPr>
        <w:pStyle w:val="Nadpisbezsl1-2"/>
      </w:pPr>
      <w:r>
        <w:t>Harmonogram plnění pro „Rekonstrukci TNS Káranice“</w:t>
      </w:r>
    </w:p>
    <w:tbl>
      <w:tblPr>
        <w:tblStyle w:val="Tabulka10"/>
        <w:tblW w:w="0" w:type="auto"/>
        <w:tblLook w:val="04A0" w:firstRow="1" w:lastRow="0" w:firstColumn="1" w:lastColumn="0" w:noHBand="0" w:noVBand="1"/>
      </w:tblPr>
      <w:tblGrid>
        <w:gridCol w:w="1829"/>
        <w:gridCol w:w="2195"/>
        <w:gridCol w:w="2318"/>
        <w:gridCol w:w="2388"/>
      </w:tblGrid>
      <w:tr w:rsidR="00DC6772" w:rsidRPr="00B72613" w14:paraId="769295FE" w14:textId="77777777" w:rsidTr="000849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6AD99611" w14:textId="77777777" w:rsidR="00DC6772" w:rsidRPr="00B72613" w:rsidRDefault="00DC6772" w:rsidP="000849D3">
            <w:pPr>
              <w:pStyle w:val="Tabulka-9"/>
              <w:rPr>
                <w:rStyle w:val="Tun"/>
              </w:rPr>
            </w:pPr>
            <w:r w:rsidRPr="00B72613">
              <w:rPr>
                <w:rStyle w:val="Tun"/>
              </w:rPr>
              <w:t>Část Díla</w:t>
            </w:r>
          </w:p>
        </w:tc>
        <w:tc>
          <w:tcPr>
            <w:tcW w:w="4253" w:type="dxa"/>
          </w:tcPr>
          <w:p w14:paraId="385EFA58" w14:textId="77777777" w:rsidR="00DC6772" w:rsidRPr="00B72613" w:rsidRDefault="00DC6772" w:rsidP="000849D3">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3685" w:type="dxa"/>
          </w:tcPr>
          <w:p w14:paraId="2EB6D8AA" w14:textId="77777777" w:rsidR="00DC6772" w:rsidRPr="00B72613" w:rsidRDefault="00DC6772" w:rsidP="000849D3">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3544" w:type="dxa"/>
          </w:tcPr>
          <w:p w14:paraId="37A2AB4E" w14:textId="77777777" w:rsidR="00DC6772" w:rsidRPr="00B72613" w:rsidRDefault="00DC6772" w:rsidP="000849D3">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DC6772" w:rsidRPr="00B72613" w14:paraId="4F91C210" w14:textId="77777777" w:rsidTr="000849D3">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70911620" w14:textId="77777777" w:rsidR="00DC6772" w:rsidRPr="003966D9" w:rsidRDefault="00DC6772" w:rsidP="000849D3">
            <w:pPr>
              <w:pStyle w:val="Tabulka-9"/>
              <w:rPr>
                <w:rStyle w:val="Tun"/>
              </w:rPr>
            </w:pPr>
            <w:r w:rsidRPr="003966D9">
              <w:rPr>
                <w:rStyle w:val="Tun"/>
              </w:rPr>
              <w:t>Termín zahájení prací</w:t>
            </w:r>
          </w:p>
        </w:tc>
        <w:tc>
          <w:tcPr>
            <w:tcW w:w="4253" w:type="dxa"/>
            <w:shd w:val="clear" w:color="auto" w:fill="auto"/>
          </w:tcPr>
          <w:p w14:paraId="090AB65A" w14:textId="77777777" w:rsidR="00DC6772" w:rsidRPr="003966D9" w:rsidRDefault="00DC6772" w:rsidP="000849D3">
            <w:pPr>
              <w:pStyle w:val="Tabulka-9"/>
              <w:cnfStyle w:val="000000000000" w:firstRow="0" w:lastRow="0" w:firstColumn="0" w:lastColumn="0" w:oddVBand="0" w:evenVBand="0" w:oddHBand="0" w:evenHBand="0" w:firstRowFirstColumn="0" w:firstRowLastColumn="0" w:lastRowFirstColumn="0" w:lastRowLastColumn="0"/>
            </w:pPr>
            <w:r w:rsidRPr="003966D9">
              <w:t>ihned po nabytí účinnosti Smlouvy</w:t>
            </w:r>
          </w:p>
        </w:tc>
        <w:tc>
          <w:tcPr>
            <w:tcW w:w="3685" w:type="dxa"/>
            <w:shd w:val="clear" w:color="auto" w:fill="auto"/>
          </w:tcPr>
          <w:p w14:paraId="7B023D62" w14:textId="77777777" w:rsidR="00DC6772" w:rsidRPr="003966D9" w:rsidRDefault="00DC6772" w:rsidP="000849D3">
            <w:pPr>
              <w:pStyle w:val="Tabulka-9"/>
              <w:cnfStyle w:val="000000000000" w:firstRow="0" w:lastRow="0" w:firstColumn="0" w:lastColumn="0" w:oddVBand="0" w:evenVBand="0" w:oddHBand="0" w:evenHBand="0" w:firstRowFirstColumn="0" w:firstRowLastColumn="0" w:lastRowFirstColumn="0" w:lastRowLastColumn="0"/>
            </w:pPr>
            <w:r w:rsidRPr="003966D9">
              <w:t>-</w:t>
            </w:r>
          </w:p>
        </w:tc>
        <w:tc>
          <w:tcPr>
            <w:tcW w:w="3544" w:type="dxa"/>
            <w:shd w:val="clear" w:color="auto" w:fill="auto"/>
          </w:tcPr>
          <w:p w14:paraId="1FF9DCA1" w14:textId="77777777" w:rsidR="00DC6772" w:rsidRPr="003966D9" w:rsidRDefault="00DC6772" w:rsidP="000849D3">
            <w:pPr>
              <w:pStyle w:val="Tabulka-9"/>
              <w:cnfStyle w:val="000000000000" w:firstRow="0" w:lastRow="0" w:firstColumn="0" w:lastColumn="0" w:oddVBand="0" w:evenVBand="0" w:oddHBand="0" w:evenHBand="0" w:firstRowFirstColumn="0" w:firstRowLastColumn="0" w:lastRowFirstColumn="0" w:lastRowLastColumn="0"/>
            </w:pPr>
            <w:r w:rsidRPr="003966D9">
              <w:t>-</w:t>
            </w:r>
          </w:p>
        </w:tc>
      </w:tr>
      <w:tr w:rsidR="00DC6772" w:rsidRPr="00B72613" w14:paraId="2C556221" w14:textId="77777777" w:rsidTr="000849D3">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25CEB4C8" w14:textId="77777777" w:rsidR="00DC6772" w:rsidRPr="005F7C43" w:rsidRDefault="00DC6772" w:rsidP="000849D3">
            <w:pPr>
              <w:pStyle w:val="Tabulka-9"/>
              <w:rPr>
                <w:rStyle w:val="Tun"/>
              </w:rPr>
            </w:pPr>
            <w:r w:rsidRPr="005F7C43">
              <w:rPr>
                <w:rStyle w:val="Tun"/>
              </w:rPr>
              <w:t>1. Dílčí etapa</w:t>
            </w:r>
          </w:p>
        </w:tc>
        <w:tc>
          <w:tcPr>
            <w:tcW w:w="4253" w:type="dxa"/>
            <w:shd w:val="clear" w:color="auto" w:fill="auto"/>
          </w:tcPr>
          <w:p w14:paraId="05FA35C0" w14:textId="77777777" w:rsidR="00DC6772" w:rsidRPr="005F7C43" w:rsidRDefault="00DC6772" w:rsidP="000849D3">
            <w:pPr>
              <w:pStyle w:val="Tabulka-9"/>
              <w:cnfStyle w:val="000000000000" w:firstRow="0" w:lastRow="0" w:firstColumn="0" w:lastColumn="0" w:oddVBand="0" w:evenVBand="0" w:oddHBand="0" w:evenHBand="0" w:firstRowFirstColumn="0" w:firstRowLastColumn="0" w:lastRowFirstColumn="0" w:lastRowLastColumn="0"/>
            </w:pPr>
            <w:r w:rsidRPr="005F7C43">
              <w:t>do 3 měsíců od nabytí účinnosti Smlouvy</w:t>
            </w:r>
          </w:p>
        </w:tc>
        <w:tc>
          <w:tcPr>
            <w:tcW w:w="3685" w:type="dxa"/>
          </w:tcPr>
          <w:p w14:paraId="6AECB919" w14:textId="77777777" w:rsidR="00DC6772" w:rsidRPr="00740EE9"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r>
              <w:t>D</w:t>
            </w:r>
            <w:r w:rsidRPr="003966D9">
              <w:t xml:space="preserve">oprovodná dokumentace </w:t>
            </w:r>
            <w:r>
              <w:t xml:space="preserve">v rozsahu </w:t>
            </w:r>
            <w:r w:rsidRPr="003966D9">
              <w:t>požadovan</w:t>
            </w:r>
            <w:r>
              <w:t>é</w:t>
            </w:r>
            <w:r w:rsidRPr="003966D9">
              <w:t xml:space="preserve"> koncepční rozvah</w:t>
            </w:r>
            <w:r>
              <w:t>y</w:t>
            </w:r>
            <w:r w:rsidRPr="003966D9">
              <w:t xml:space="preserve"> dle CK MD, která bude nejdříve projednána s odborem O 910 a následně po schválení bude zpracována do ZP v již projednané variantě</w:t>
            </w:r>
            <w:r>
              <w:t>.</w:t>
            </w:r>
          </w:p>
        </w:tc>
        <w:tc>
          <w:tcPr>
            <w:tcW w:w="3544" w:type="dxa"/>
          </w:tcPr>
          <w:p w14:paraId="1685F6AF" w14:textId="77777777" w:rsidR="00DC6772" w:rsidRPr="00740EE9"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3966D9">
              <w:t>Protokol/závazné vyjádření o schválení navrhované koncepce odborem O910 MD</w:t>
            </w:r>
            <w:r>
              <w:t xml:space="preserve"> pro obě stavby TNS Dobšice a Káranice</w:t>
            </w:r>
          </w:p>
        </w:tc>
      </w:tr>
      <w:tr w:rsidR="00DC6772" w:rsidRPr="00B72613" w14:paraId="764E7B38"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62A25B8F" w14:textId="77777777" w:rsidR="00DC6772" w:rsidRPr="00740EE9" w:rsidRDefault="00DC6772" w:rsidP="000849D3">
            <w:pPr>
              <w:pStyle w:val="Tabulka-9"/>
              <w:rPr>
                <w:rStyle w:val="Tun"/>
                <w:highlight w:val="green"/>
              </w:rPr>
            </w:pPr>
            <w:r w:rsidRPr="005258C7">
              <w:rPr>
                <w:rStyle w:val="Tun"/>
              </w:rPr>
              <w:t>2. Dílčí etapa</w:t>
            </w:r>
          </w:p>
        </w:tc>
        <w:tc>
          <w:tcPr>
            <w:tcW w:w="4253" w:type="dxa"/>
          </w:tcPr>
          <w:p w14:paraId="099F7969" w14:textId="77777777" w:rsidR="00DC6772" w:rsidRPr="00740EE9"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258C7">
              <w:t xml:space="preserve">do </w:t>
            </w:r>
            <w:r>
              <w:t>2</w:t>
            </w:r>
            <w:r w:rsidRPr="005258C7">
              <w:t xml:space="preserve"> měsíc</w:t>
            </w:r>
            <w:r>
              <w:t>e</w:t>
            </w:r>
            <w:r w:rsidRPr="005258C7">
              <w:t xml:space="preserve"> od schválení </w:t>
            </w:r>
            <w:r>
              <w:t>odborem O910 MD</w:t>
            </w:r>
          </w:p>
        </w:tc>
        <w:tc>
          <w:tcPr>
            <w:tcW w:w="3685" w:type="dxa"/>
          </w:tcPr>
          <w:p w14:paraId="4601594E" w14:textId="77777777" w:rsidR="00DC6772"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F7C43">
              <w:t>Záměr projektu, včetně ekonomického hodnocení k připomínkám</w:t>
            </w:r>
          </w:p>
        </w:tc>
        <w:tc>
          <w:tcPr>
            <w:tcW w:w="3544" w:type="dxa"/>
          </w:tcPr>
          <w:p w14:paraId="3CCBECF6" w14:textId="77777777" w:rsidR="00DC6772" w:rsidRPr="005F7C43" w:rsidRDefault="00DC6772" w:rsidP="000849D3">
            <w:pPr>
              <w:pStyle w:val="Tabulka-9"/>
              <w:cnfStyle w:val="000000000000" w:firstRow="0" w:lastRow="0" w:firstColumn="0" w:lastColumn="0" w:oddVBand="0" w:evenVBand="0" w:oddHBand="0" w:evenHBand="0" w:firstRowFirstColumn="0" w:firstRowLastColumn="0" w:lastRowFirstColumn="0" w:lastRowLastColumn="0"/>
            </w:pPr>
            <w:r w:rsidRPr="005F7C43">
              <w:t>Předávací protokol</w:t>
            </w:r>
            <w:r>
              <w:t xml:space="preserve"> na každou TNS samostatně</w:t>
            </w:r>
          </w:p>
        </w:tc>
      </w:tr>
      <w:tr w:rsidR="00DC6772" w:rsidRPr="00B72613" w14:paraId="09A7D044"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3BDA1C17" w14:textId="77777777" w:rsidR="00DC6772" w:rsidRPr="00740EE9" w:rsidRDefault="00DC6772" w:rsidP="000849D3">
            <w:pPr>
              <w:pStyle w:val="Tabulka-9"/>
              <w:rPr>
                <w:rStyle w:val="Tun"/>
                <w:highlight w:val="green"/>
              </w:rPr>
            </w:pPr>
            <w:r>
              <w:rPr>
                <w:rStyle w:val="Tun"/>
              </w:rPr>
              <w:t>3</w:t>
            </w:r>
            <w:r w:rsidRPr="005258C7">
              <w:rPr>
                <w:rStyle w:val="Tun"/>
              </w:rPr>
              <w:t>. Dílčí etapa</w:t>
            </w:r>
          </w:p>
        </w:tc>
        <w:tc>
          <w:tcPr>
            <w:tcW w:w="4253" w:type="dxa"/>
          </w:tcPr>
          <w:p w14:paraId="397464DD" w14:textId="77777777" w:rsidR="00DC6772" w:rsidRPr="00740EE9"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5258C7">
              <w:t xml:space="preserve">do </w:t>
            </w:r>
            <w:r>
              <w:t>4</w:t>
            </w:r>
            <w:r w:rsidRPr="005258C7">
              <w:t xml:space="preserve"> měsíc</w:t>
            </w:r>
            <w:r>
              <w:t>ů</w:t>
            </w:r>
            <w:r w:rsidRPr="005258C7">
              <w:t xml:space="preserve"> od schválení </w:t>
            </w:r>
            <w:r>
              <w:t>odborem O910 MD</w:t>
            </w:r>
          </w:p>
        </w:tc>
        <w:tc>
          <w:tcPr>
            <w:tcW w:w="3685" w:type="dxa"/>
          </w:tcPr>
          <w:p w14:paraId="414E4934" w14:textId="77777777" w:rsidR="00DC6772"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E92C81">
              <w:t xml:space="preserve">Záměr projektu ke schválení </w:t>
            </w:r>
            <w:r>
              <w:t xml:space="preserve">na </w:t>
            </w:r>
            <w:r w:rsidRPr="00E92C81">
              <w:t>CK MD</w:t>
            </w:r>
          </w:p>
        </w:tc>
        <w:tc>
          <w:tcPr>
            <w:tcW w:w="3544" w:type="dxa"/>
          </w:tcPr>
          <w:p w14:paraId="735B1E56" w14:textId="77777777" w:rsidR="00DC6772"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7343F5">
              <w:t>Předávací protokol na každou TNS samostatně</w:t>
            </w:r>
          </w:p>
        </w:tc>
      </w:tr>
      <w:tr w:rsidR="00DC6772" w:rsidRPr="00B72613" w14:paraId="2CB8A2C5"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05ED8079" w14:textId="77777777" w:rsidR="00DC6772" w:rsidRPr="00395212" w:rsidRDefault="00DC6772" w:rsidP="000849D3">
            <w:pPr>
              <w:pStyle w:val="Tabulka-9"/>
              <w:rPr>
                <w:rStyle w:val="Tun"/>
              </w:rPr>
            </w:pPr>
            <w:r w:rsidRPr="00395212">
              <w:rPr>
                <w:rStyle w:val="Tun"/>
              </w:rPr>
              <w:t>4. Dílčí etapa</w:t>
            </w:r>
          </w:p>
        </w:tc>
        <w:tc>
          <w:tcPr>
            <w:tcW w:w="4253" w:type="dxa"/>
          </w:tcPr>
          <w:p w14:paraId="0366452D" w14:textId="77777777" w:rsidR="00DC6772" w:rsidRPr="00395212" w:rsidRDefault="00DC6772" w:rsidP="000849D3">
            <w:pPr>
              <w:pStyle w:val="Tabulka-9"/>
              <w:cnfStyle w:val="000000000000" w:firstRow="0" w:lastRow="0" w:firstColumn="0" w:lastColumn="0" w:oddVBand="0" w:evenVBand="0" w:oddHBand="0" w:evenHBand="0" w:firstRowFirstColumn="0" w:firstRowLastColumn="0" w:lastRowFirstColumn="0" w:lastRowLastColumn="0"/>
            </w:pPr>
            <w:r w:rsidRPr="00395212">
              <w:t xml:space="preserve">do </w:t>
            </w:r>
            <w:r>
              <w:t>6</w:t>
            </w:r>
            <w:r w:rsidRPr="00395212">
              <w:t xml:space="preserve"> měsíců od schválení ZP</w:t>
            </w:r>
          </w:p>
        </w:tc>
        <w:tc>
          <w:tcPr>
            <w:tcW w:w="3685" w:type="dxa"/>
          </w:tcPr>
          <w:p w14:paraId="05789110" w14:textId="77777777" w:rsidR="00DC6772" w:rsidRPr="00395212" w:rsidRDefault="00DC6772" w:rsidP="000849D3">
            <w:pPr>
              <w:pStyle w:val="Tabulka-9"/>
              <w:cnfStyle w:val="000000000000" w:firstRow="0" w:lastRow="0" w:firstColumn="0" w:lastColumn="0" w:oddVBand="0" w:evenVBand="0" w:oddHBand="0" w:evenHBand="0" w:firstRowFirstColumn="0" w:firstRowLastColumn="0" w:lastRowFirstColumn="0" w:lastRowLastColumn="0"/>
            </w:pPr>
            <w:r>
              <w:t>D</w:t>
            </w:r>
            <w:r w:rsidRPr="00395212">
              <w:t>okumentace</w:t>
            </w:r>
            <w:r>
              <w:t xml:space="preserve"> DUR</w:t>
            </w:r>
            <w:r w:rsidRPr="00395212">
              <w:t xml:space="preserve">, včetně souhrnného rozpočtu </w:t>
            </w:r>
            <w:r>
              <w:t xml:space="preserve">a požadavků na výkon a funkci </w:t>
            </w:r>
            <w:r w:rsidRPr="00395212">
              <w:t>k připomínkám</w:t>
            </w:r>
          </w:p>
        </w:tc>
        <w:tc>
          <w:tcPr>
            <w:tcW w:w="3544" w:type="dxa"/>
          </w:tcPr>
          <w:p w14:paraId="7D61D1C0" w14:textId="77777777" w:rsidR="00DC6772" w:rsidRPr="00395212" w:rsidRDefault="00DC6772" w:rsidP="000849D3">
            <w:pPr>
              <w:pStyle w:val="Tabulka-9"/>
              <w:cnfStyle w:val="000000000000" w:firstRow="0" w:lastRow="0" w:firstColumn="0" w:lastColumn="0" w:oddVBand="0" w:evenVBand="0" w:oddHBand="0" w:evenHBand="0" w:firstRowFirstColumn="0" w:firstRowLastColumn="0" w:lastRowFirstColumn="0" w:lastRowLastColumn="0"/>
            </w:pPr>
            <w:r w:rsidRPr="007343F5">
              <w:t>Předávací protokol na každou TNS samostatně</w:t>
            </w:r>
          </w:p>
        </w:tc>
      </w:tr>
      <w:tr w:rsidR="00DC6772" w:rsidRPr="00B72613" w14:paraId="6DF53478"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42492852" w14:textId="77777777" w:rsidR="00DC6772" w:rsidRPr="00DD40D2" w:rsidRDefault="00DC6772" w:rsidP="000849D3">
            <w:pPr>
              <w:pStyle w:val="Tabulka-9"/>
              <w:rPr>
                <w:rStyle w:val="Tun"/>
              </w:rPr>
            </w:pPr>
            <w:r w:rsidRPr="00DD40D2">
              <w:rPr>
                <w:rStyle w:val="Tun"/>
              </w:rPr>
              <w:t>5. Dílčí etapa</w:t>
            </w:r>
          </w:p>
        </w:tc>
        <w:tc>
          <w:tcPr>
            <w:tcW w:w="4253" w:type="dxa"/>
          </w:tcPr>
          <w:p w14:paraId="0B9CB9F1" w14:textId="77777777" w:rsidR="00DC6772" w:rsidRPr="00DD40D2" w:rsidRDefault="00DC6772" w:rsidP="000849D3">
            <w:pPr>
              <w:pStyle w:val="Tabulka-9"/>
              <w:cnfStyle w:val="000000000000" w:firstRow="0" w:lastRow="0" w:firstColumn="0" w:lastColumn="0" w:oddVBand="0" w:evenVBand="0" w:oddHBand="0" w:evenHBand="0" w:firstRowFirstColumn="0" w:firstRowLastColumn="0" w:lastRowFirstColumn="0" w:lastRowLastColumn="0"/>
            </w:pPr>
            <w:r w:rsidRPr="00DD40D2">
              <w:t xml:space="preserve">do </w:t>
            </w:r>
            <w:r>
              <w:t>9</w:t>
            </w:r>
            <w:r w:rsidRPr="00DD40D2">
              <w:t xml:space="preserve"> měsíců od schválení ZP</w:t>
            </w:r>
          </w:p>
        </w:tc>
        <w:tc>
          <w:tcPr>
            <w:tcW w:w="3685" w:type="dxa"/>
          </w:tcPr>
          <w:p w14:paraId="16961876" w14:textId="77777777" w:rsidR="00DC6772" w:rsidRPr="00740EE9"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r>
              <w:t>D</w:t>
            </w:r>
            <w:r w:rsidRPr="007343F5">
              <w:t>okumentace pro územní řízení se zapracovanými připomínkami (bez dokladové části), vyjádření k NATURA 2000, vyjádření k</w:t>
            </w:r>
            <w:r>
              <w:t> </w:t>
            </w:r>
            <w:r w:rsidRPr="007343F5">
              <w:t>EIA</w:t>
            </w:r>
            <w:r>
              <w:t xml:space="preserve"> a prokazatelné potvrzení o rozeslání dokumentace na DOSS</w:t>
            </w:r>
          </w:p>
        </w:tc>
        <w:tc>
          <w:tcPr>
            <w:tcW w:w="3544" w:type="dxa"/>
          </w:tcPr>
          <w:p w14:paraId="17352C67" w14:textId="77777777" w:rsidR="00DC6772" w:rsidRPr="00740EE9"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7343F5">
              <w:t>Předávací protokol na každou TNS samostatně</w:t>
            </w:r>
          </w:p>
        </w:tc>
      </w:tr>
      <w:tr w:rsidR="00DC6772" w:rsidRPr="00B72613" w14:paraId="388A0A5C"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72EAE39D" w14:textId="77777777" w:rsidR="00DC6772" w:rsidRPr="00740EE9" w:rsidRDefault="00DC6772" w:rsidP="000849D3">
            <w:pPr>
              <w:pStyle w:val="Tabulka-9"/>
              <w:rPr>
                <w:rStyle w:val="Tun"/>
                <w:highlight w:val="green"/>
              </w:rPr>
            </w:pPr>
            <w:r w:rsidRPr="009C5607">
              <w:rPr>
                <w:rStyle w:val="Tun"/>
              </w:rPr>
              <w:t>6. Dílčí etapa</w:t>
            </w:r>
          </w:p>
        </w:tc>
        <w:tc>
          <w:tcPr>
            <w:tcW w:w="4253" w:type="dxa"/>
          </w:tcPr>
          <w:p w14:paraId="382B0056" w14:textId="77777777" w:rsidR="00DC6772" w:rsidRPr="00740EE9"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9C5607">
              <w:t xml:space="preserve">do </w:t>
            </w:r>
            <w:r>
              <w:t>12</w:t>
            </w:r>
            <w:r w:rsidRPr="009C5607">
              <w:t xml:space="preserve"> měsíců od schválení ZP</w:t>
            </w:r>
          </w:p>
        </w:tc>
        <w:tc>
          <w:tcPr>
            <w:tcW w:w="3685" w:type="dxa"/>
          </w:tcPr>
          <w:p w14:paraId="64B8B849" w14:textId="77777777" w:rsidR="00DC6772" w:rsidRPr="00740EE9"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r>
              <w:t>D</w:t>
            </w:r>
            <w:r w:rsidRPr="009C5607">
              <w:t>okumentace pro územní řízení se zapracovanými připomínkami, včetně dokladové části.</w:t>
            </w:r>
          </w:p>
        </w:tc>
        <w:tc>
          <w:tcPr>
            <w:tcW w:w="3544" w:type="dxa"/>
          </w:tcPr>
          <w:p w14:paraId="1D82A894" w14:textId="77777777" w:rsidR="00DC6772" w:rsidRPr="00740EE9"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7343F5">
              <w:t>Předávací protokol na každou TNS samostatně</w:t>
            </w:r>
          </w:p>
        </w:tc>
      </w:tr>
      <w:tr w:rsidR="00DC6772" w:rsidRPr="00B72613" w14:paraId="4305F00D" w14:textId="77777777" w:rsidTr="000849D3">
        <w:tc>
          <w:tcPr>
            <w:cnfStyle w:val="001000000000" w:firstRow="0" w:lastRow="0" w:firstColumn="1" w:lastColumn="0" w:oddVBand="0" w:evenVBand="0" w:oddHBand="0" w:evenHBand="0" w:firstRowFirstColumn="0" w:firstRowLastColumn="0" w:lastRowFirstColumn="0" w:lastRowLastColumn="0"/>
            <w:tcW w:w="2914" w:type="dxa"/>
          </w:tcPr>
          <w:p w14:paraId="22BC4809" w14:textId="77777777" w:rsidR="00DC6772" w:rsidRPr="00740EE9" w:rsidRDefault="00DC6772" w:rsidP="000849D3">
            <w:pPr>
              <w:pStyle w:val="Tabulka-9"/>
              <w:rPr>
                <w:rStyle w:val="Tun"/>
                <w:highlight w:val="green"/>
              </w:rPr>
            </w:pPr>
            <w:r w:rsidRPr="009C5607">
              <w:rPr>
                <w:rStyle w:val="Tun"/>
              </w:rPr>
              <w:t>7. Dílčí etapa</w:t>
            </w:r>
          </w:p>
        </w:tc>
        <w:tc>
          <w:tcPr>
            <w:tcW w:w="4253" w:type="dxa"/>
          </w:tcPr>
          <w:p w14:paraId="2C24483A" w14:textId="77777777" w:rsidR="00DC6772" w:rsidRPr="00740EE9"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9C5607">
              <w:t xml:space="preserve">do </w:t>
            </w:r>
            <w:r>
              <w:t>15</w:t>
            </w:r>
            <w:r w:rsidRPr="009C5607">
              <w:t xml:space="preserve"> měsíců od schválení ZP</w:t>
            </w:r>
          </w:p>
        </w:tc>
        <w:tc>
          <w:tcPr>
            <w:tcW w:w="3685" w:type="dxa"/>
          </w:tcPr>
          <w:p w14:paraId="06F3B370" w14:textId="77777777" w:rsidR="00DC6772" w:rsidRPr="00740EE9"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9C5607">
              <w:t>Územní rozhodnutí, včetně nabytí právní moci.</w:t>
            </w:r>
          </w:p>
        </w:tc>
        <w:tc>
          <w:tcPr>
            <w:tcW w:w="3544" w:type="dxa"/>
          </w:tcPr>
          <w:p w14:paraId="4E378569" w14:textId="77777777" w:rsidR="00DC6772" w:rsidRPr="00740EE9"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7343F5">
              <w:t>Předávací protokol na každou TNS samostatně</w:t>
            </w:r>
          </w:p>
        </w:tc>
      </w:tr>
      <w:tr w:rsidR="00DC6772" w:rsidRPr="00B72613" w14:paraId="73117BFB" w14:textId="77777777" w:rsidTr="000849D3">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55D6F392" w14:textId="77777777" w:rsidR="00DC6772" w:rsidRPr="00740EE9" w:rsidRDefault="00DC6772" w:rsidP="000849D3">
            <w:pPr>
              <w:pStyle w:val="Tabulka-9"/>
              <w:rPr>
                <w:rStyle w:val="Tun"/>
                <w:highlight w:val="green"/>
              </w:rPr>
            </w:pPr>
            <w:r w:rsidRPr="009C5607">
              <w:rPr>
                <w:rStyle w:val="Tun"/>
              </w:rPr>
              <w:t>Termín dokončení Díla</w:t>
            </w:r>
          </w:p>
        </w:tc>
        <w:tc>
          <w:tcPr>
            <w:tcW w:w="4253" w:type="dxa"/>
          </w:tcPr>
          <w:p w14:paraId="324B0181" w14:textId="77777777" w:rsidR="00DC6772" w:rsidRPr="00740EE9"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p>
        </w:tc>
        <w:tc>
          <w:tcPr>
            <w:tcW w:w="3685" w:type="dxa"/>
          </w:tcPr>
          <w:p w14:paraId="02858710" w14:textId="77777777" w:rsidR="00DC6772" w:rsidRPr="00740EE9" w:rsidRDefault="00DC6772" w:rsidP="000849D3">
            <w:pPr>
              <w:pStyle w:val="Tabulka-9"/>
              <w:cnfStyle w:val="000000000000" w:firstRow="0" w:lastRow="0" w:firstColumn="0" w:lastColumn="0" w:oddVBand="0" w:evenVBand="0" w:oddHBand="0" w:evenHBand="0" w:firstRowFirstColumn="0" w:firstRowLastColumn="0" w:lastRowFirstColumn="0" w:lastRowLastColumn="0"/>
              <w:rPr>
                <w:highlight w:val="green"/>
              </w:rPr>
            </w:pPr>
          </w:p>
        </w:tc>
        <w:tc>
          <w:tcPr>
            <w:tcW w:w="3544" w:type="dxa"/>
          </w:tcPr>
          <w:p w14:paraId="579B1214" w14:textId="77777777" w:rsidR="00DC6772" w:rsidRPr="000509D4" w:rsidRDefault="00DC6772" w:rsidP="000849D3">
            <w:pPr>
              <w:pStyle w:val="Tabulka-9"/>
              <w:cnfStyle w:val="000000000000" w:firstRow="0" w:lastRow="0" w:firstColumn="0" w:lastColumn="0" w:oddVBand="0" w:evenVBand="0" w:oddHBand="0" w:evenHBand="0" w:firstRowFirstColumn="0" w:firstRowLastColumn="0" w:lastRowFirstColumn="0" w:lastRowLastColumn="0"/>
              <w:rPr>
                <w:color w:val="FF0000"/>
                <w:highlight w:val="green"/>
              </w:rPr>
            </w:pPr>
          </w:p>
        </w:tc>
      </w:tr>
    </w:tbl>
    <w:p w14:paraId="00CE408D" w14:textId="77777777" w:rsidR="00DC6772" w:rsidRDefault="00DC6772" w:rsidP="00DC6772">
      <w:pPr>
        <w:pStyle w:val="Textbezodsazen"/>
      </w:pPr>
    </w:p>
    <w:p w14:paraId="2A77AFC7" w14:textId="77777777" w:rsidR="002344F6" w:rsidRDefault="002344F6" w:rsidP="002344F6">
      <w:pPr>
        <w:pStyle w:val="Textbezodsazen"/>
      </w:pPr>
    </w:p>
    <w:p w14:paraId="4C9F3996" w14:textId="77777777" w:rsidR="002344F6" w:rsidRDefault="002344F6" w:rsidP="002344F6">
      <w:pPr>
        <w:pStyle w:val="Textbezodsazen"/>
        <w:sectPr w:rsidR="002344F6"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14:paraId="13711699" w14:textId="77777777" w:rsidR="00740EE9" w:rsidRPr="00B26902" w:rsidRDefault="00740EE9" w:rsidP="00740EE9">
      <w:pPr>
        <w:pStyle w:val="Nadpisbezsl1-1"/>
      </w:pPr>
      <w:r>
        <w:lastRenderedPageBreak/>
        <w:t>Příloha č. 6</w:t>
      </w:r>
    </w:p>
    <w:p w14:paraId="747C9CA8" w14:textId="77777777" w:rsidR="00740EE9" w:rsidRPr="00B26902" w:rsidRDefault="00740EE9" w:rsidP="00740EE9">
      <w:pPr>
        <w:pStyle w:val="Nadpisbezsl1-2"/>
      </w:pPr>
      <w:r>
        <w:t>Oprávněné osoby</w:t>
      </w:r>
    </w:p>
    <w:p w14:paraId="6B92D842" w14:textId="77777777" w:rsidR="002344F6" w:rsidRDefault="002344F6" w:rsidP="002344F6">
      <w:pPr>
        <w:pStyle w:val="Nadpisbezsl1-2"/>
      </w:pPr>
      <w:r>
        <w:t>Za Objednatele</w:t>
      </w:r>
    </w:p>
    <w:p w14:paraId="7B7F464C"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0CD5C70E"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B8C83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7E5FADD" w14:textId="77777777" w:rsidR="002344F6" w:rsidRPr="0088168C" w:rsidRDefault="0088168C" w:rsidP="0088168C">
            <w:pPr>
              <w:pStyle w:val="Tabulka"/>
              <w:cnfStyle w:val="100000000000" w:firstRow="1" w:lastRow="0" w:firstColumn="0" w:lastColumn="0" w:oddVBand="0" w:evenVBand="0" w:oddHBand="0" w:evenHBand="0" w:firstRowFirstColumn="0" w:firstRowLastColumn="0" w:lastRowFirstColumn="0" w:lastRowLastColumn="0"/>
            </w:pPr>
            <w:r w:rsidRPr="0088168C">
              <w:t>JUDr. Richard Cihlář</w:t>
            </w:r>
          </w:p>
        </w:tc>
      </w:tr>
      <w:tr w:rsidR="002344F6" w:rsidRPr="00F95FBD" w14:paraId="2D6A55EA"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42249A" w14:textId="77777777" w:rsidR="002344F6" w:rsidRPr="00F95FBD" w:rsidRDefault="002344F6" w:rsidP="002344F6">
            <w:pPr>
              <w:pStyle w:val="Tabulka"/>
            </w:pPr>
            <w:r w:rsidRPr="00F95FBD">
              <w:t>Adresa</w:t>
            </w:r>
          </w:p>
        </w:tc>
        <w:tc>
          <w:tcPr>
            <w:tcW w:w="5812" w:type="dxa"/>
            <w:shd w:val="clear" w:color="auto" w:fill="auto"/>
          </w:tcPr>
          <w:p w14:paraId="0482EA7C" w14:textId="77777777" w:rsidR="002344F6" w:rsidRPr="00FB4272" w:rsidRDefault="0088168C" w:rsidP="0088168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168C">
              <w:t>Správa železnic, státní organizace, Stavební správa západ, Budova Diamond Point, Ke Štvanici 656/3, 186 00 Praha 8 – Karlín</w:t>
            </w:r>
          </w:p>
        </w:tc>
      </w:tr>
      <w:tr w:rsidR="002344F6" w:rsidRPr="00F95FBD" w14:paraId="0D5D082A"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6EC310" w14:textId="77777777" w:rsidR="002344F6" w:rsidRPr="0088168C" w:rsidRDefault="002344F6" w:rsidP="002344F6">
            <w:pPr>
              <w:pStyle w:val="Tabulka"/>
            </w:pPr>
            <w:r w:rsidRPr="0088168C">
              <w:t>E-mail</w:t>
            </w:r>
          </w:p>
        </w:tc>
        <w:tc>
          <w:tcPr>
            <w:tcW w:w="5812" w:type="dxa"/>
            <w:shd w:val="clear" w:color="auto" w:fill="auto"/>
          </w:tcPr>
          <w:p w14:paraId="2B3E3AA8" w14:textId="77777777" w:rsidR="002344F6" w:rsidRPr="0088168C" w:rsidRDefault="0088168C" w:rsidP="0088168C">
            <w:pPr>
              <w:pStyle w:val="Tabulka"/>
              <w:cnfStyle w:val="000000000000" w:firstRow="0" w:lastRow="0" w:firstColumn="0" w:lastColumn="0" w:oddVBand="0" w:evenVBand="0" w:oddHBand="0" w:evenHBand="0" w:firstRowFirstColumn="0" w:firstRowLastColumn="0" w:lastRowFirstColumn="0" w:lastRowLastColumn="0"/>
            </w:pPr>
            <w:r>
              <w:t>C</w:t>
            </w:r>
            <w:r w:rsidRPr="0088168C">
              <w:t>ihlarR@spravazeleznic.cz</w:t>
            </w:r>
          </w:p>
        </w:tc>
      </w:tr>
      <w:tr w:rsidR="002344F6" w:rsidRPr="00F95FBD" w14:paraId="68C012BD"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0EF186" w14:textId="77777777" w:rsidR="002344F6" w:rsidRPr="00F95FBD" w:rsidRDefault="002344F6" w:rsidP="002344F6">
            <w:pPr>
              <w:pStyle w:val="Tabulka"/>
            </w:pPr>
            <w:r w:rsidRPr="00F95FBD">
              <w:t>Telefon</w:t>
            </w:r>
          </w:p>
        </w:tc>
        <w:tc>
          <w:tcPr>
            <w:tcW w:w="5812" w:type="dxa"/>
            <w:shd w:val="clear" w:color="auto" w:fill="auto"/>
          </w:tcPr>
          <w:p w14:paraId="69547958" w14:textId="77777777" w:rsidR="002344F6" w:rsidRPr="00FB4272" w:rsidRDefault="0088168C" w:rsidP="0088168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168C">
              <w:t>702 163 402</w:t>
            </w:r>
          </w:p>
        </w:tc>
      </w:tr>
    </w:tbl>
    <w:p w14:paraId="2B9BBA79" w14:textId="77777777" w:rsidR="002344F6" w:rsidRPr="00F95FBD" w:rsidRDefault="002344F6" w:rsidP="002344F6">
      <w:pPr>
        <w:pStyle w:val="Textbezodsazen"/>
      </w:pPr>
    </w:p>
    <w:p w14:paraId="104D7752"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502E63C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E74395" w14:textId="77777777" w:rsidR="002344F6" w:rsidRPr="0088168C" w:rsidRDefault="002344F6" w:rsidP="002344F6">
            <w:pPr>
              <w:pStyle w:val="Tabulka"/>
              <w:rPr>
                <w:rStyle w:val="Nadpisvtabulce"/>
                <w:b w:val="0"/>
              </w:rPr>
            </w:pPr>
            <w:r w:rsidRPr="0088168C">
              <w:rPr>
                <w:rStyle w:val="Nadpisvtabulce"/>
                <w:b w:val="0"/>
              </w:rPr>
              <w:t>Jméno a příjmení</w:t>
            </w:r>
          </w:p>
        </w:tc>
        <w:tc>
          <w:tcPr>
            <w:tcW w:w="5812" w:type="dxa"/>
            <w:shd w:val="clear" w:color="auto" w:fill="auto"/>
          </w:tcPr>
          <w:p w14:paraId="711866D8" w14:textId="77777777" w:rsidR="002344F6" w:rsidRPr="0088168C" w:rsidRDefault="0088168C" w:rsidP="0088168C">
            <w:pPr>
              <w:pStyle w:val="Tabulka"/>
              <w:cnfStyle w:val="100000000000" w:firstRow="1" w:lastRow="0" w:firstColumn="0" w:lastColumn="0" w:oddVBand="0" w:evenVBand="0" w:oddHBand="0" w:evenHBand="0" w:firstRowFirstColumn="0" w:firstRowLastColumn="0" w:lastRowFirstColumn="0" w:lastRowLastColumn="0"/>
            </w:pPr>
            <w:r w:rsidRPr="0088168C">
              <w:t>Ing.</w:t>
            </w:r>
            <w:r>
              <w:t xml:space="preserve"> </w:t>
            </w:r>
            <w:r w:rsidRPr="0088168C">
              <w:t>Jaroslav Štros</w:t>
            </w:r>
          </w:p>
        </w:tc>
      </w:tr>
      <w:tr w:rsidR="002344F6" w:rsidRPr="00F95FBD" w14:paraId="454672D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B5C38C" w14:textId="77777777" w:rsidR="002344F6" w:rsidRPr="00F95FBD" w:rsidRDefault="002344F6" w:rsidP="002344F6">
            <w:pPr>
              <w:pStyle w:val="Tabulka"/>
            </w:pPr>
            <w:r w:rsidRPr="00F95FBD">
              <w:t>Adresa</w:t>
            </w:r>
          </w:p>
        </w:tc>
        <w:tc>
          <w:tcPr>
            <w:tcW w:w="5812" w:type="dxa"/>
            <w:shd w:val="clear" w:color="auto" w:fill="auto"/>
          </w:tcPr>
          <w:p w14:paraId="3E1BA2EF" w14:textId="77777777" w:rsidR="002344F6" w:rsidRPr="00FB4272" w:rsidRDefault="0088168C"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168C">
              <w:t>Správa železnic, státní organizace, Stavební správa západ, Budova Diamond Point, Ke Štvanici 656/3, 186 00 Praha 8 – Karlín</w:t>
            </w:r>
          </w:p>
        </w:tc>
      </w:tr>
      <w:tr w:rsidR="002344F6" w:rsidRPr="00F95FBD" w14:paraId="075E12A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01E36" w14:textId="77777777" w:rsidR="002344F6" w:rsidRPr="0088168C" w:rsidRDefault="002344F6" w:rsidP="002344F6">
            <w:pPr>
              <w:pStyle w:val="Tabulka"/>
            </w:pPr>
            <w:r w:rsidRPr="0088168C">
              <w:t>E-mail</w:t>
            </w:r>
          </w:p>
        </w:tc>
        <w:tc>
          <w:tcPr>
            <w:tcW w:w="5812" w:type="dxa"/>
            <w:shd w:val="clear" w:color="auto" w:fill="auto"/>
          </w:tcPr>
          <w:p w14:paraId="1183C660" w14:textId="77777777" w:rsidR="002344F6" w:rsidRPr="0088168C" w:rsidRDefault="0088168C" w:rsidP="002344F6">
            <w:pPr>
              <w:pStyle w:val="Tabulka"/>
              <w:cnfStyle w:val="000000000000" w:firstRow="0" w:lastRow="0" w:firstColumn="0" w:lastColumn="0" w:oddVBand="0" w:evenVBand="0" w:oddHBand="0" w:evenHBand="0" w:firstRowFirstColumn="0" w:firstRowLastColumn="0" w:lastRowFirstColumn="0" w:lastRowLastColumn="0"/>
            </w:pPr>
            <w:r w:rsidRPr="0088168C">
              <w:t>StrosJ@spravazeleznic.cz</w:t>
            </w:r>
          </w:p>
        </w:tc>
      </w:tr>
      <w:tr w:rsidR="002344F6" w:rsidRPr="00F95FBD" w14:paraId="3287781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EC9AB" w14:textId="77777777" w:rsidR="002344F6" w:rsidRPr="00F95FBD" w:rsidRDefault="002344F6" w:rsidP="002344F6">
            <w:pPr>
              <w:pStyle w:val="Tabulka"/>
            </w:pPr>
            <w:r w:rsidRPr="00F95FBD">
              <w:t>Telefon</w:t>
            </w:r>
          </w:p>
        </w:tc>
        <w:tc>
          <w:tcPr>
            <w:tcW w:w="5812" w:type="dxa"/>
            <w:shd w:val="clear" w:color="auto" w:fill="auto"/>
          </w:tcPr>
          <w:p w14:paraId="4F8B6AA7" w14:textId="77777777" w:rsidR="002344F6" w:rsidRPr="00FB4272" w:rsidRDefault="0088168C"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168C">
              <w:t>702 209 264</w:t>
            </w:r>
          </w:p>
        </w:tc>
      </w:tr>
    </w:tbl>
    <w:p w14:paraId="1216C1A8" w14:textId="77777777" w:rsidR="002344F6" w:rsidRPr="00F95FBD" w:rsidRDefault="002344F6" w:rsidP="002344F6">
      <w:pPr>
        <w:pStyle w:val="Textbezodsazen"/>
      </w:pPr>
    </w:p>
    <w:p w14:paraId="0E0FFF75"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14:paraId="7A70E46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C7F28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FB0531B" w14:textId="77777777" w:rsidR="002344F6" w:rsidRPr="00FB4272" w:rsidRDefault="00174460" w:rsidP="002344F6">
            <w:pPr>
              <w:cnfStyle w:val="100000000000" w:firstRow="1" w:lastRow="0" w:firstColumn="0" w:lastColumn="0" w:oddVBand="0" w:evenVBand="0" w:oddHBand="0" w:evenHBand="0" w:firstRowFirstColumn="0" w:firstRowLastColumn="0" w:lastRowFirstColumn="0" w:lastRowLastColumn="0"/>
              <w:rPr>
                <w:highlight w:val="green"/>
              </w:rPr>
            </w:pPr>
            <w:r w:rsidRPr="00174460">
              <w:rPr>
                <w:sz w:val="18"/>
              </w:rPr>
              <w:t>Ing. Petr Očenáš</w:t>
            </w:r>
          </w:p>
        </w:tc>
      </w:tr>
      <w:tr w:rsidR="002344F6" w:rsidRPr="00F95FBD" w14:paraId="5604CD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7736C" w14:textId="77777777" w:rsidR="002344F6" w:rsidRPr="00F95FBD" w:rsidRDefault="002344F6" w:rsidP="002344F6">
            <w:pPr>
              <w:pStyle w:val="Tabulka"/>
            </w:pPr>
            <w:r w:rsidRPr="00F95FBD">
              <w:t>Adresa</w:t>
            </w:r>
          </w:p>
        </w:tc>
        <w:tc>
          <w:tcPr>
            <w:tcW w:w="5812" w:type="dxa"/>
            <w:shd w:val="clear" w:color="auto" w:fill="auto"/>
          </w:tcPr>
          <w:p w14:paraId="4B13EA00" w14:textId="77777777" w:rsidR="002344F6" w:rsidRPr="00FB4272" w:rsidRDefault="00174460" w:rsidP="002344F6">
            <w:pPr>
              <w:cnfStyle w:val="000000000000" w:firstRow="0" w:lastRow="0" w:firstColumn="0" w:lastColumn="0" w:oddVBand="0" w:evenVBand="0" w:oddHBand="0" w:evenHBand="0" w:firstRowFirstColumn="0" w:firstRowLastColumn="0" w:lastRowFirstColumn="0" w:lastRowLastColumn="0"/>
              <w:rPr>
                <w:highlight w:val="green"/>
              </w:rPr>
            </w:pPr>
            <w:r w:rsidRPr="00174460">
              <w:rPr>
                <w:sz w:val="18"/>
              </w:rPr>
              <w:t>SŽG Praha, RP Pardubice, Hlaváčova 206, PSČ 530 02</w:t>
            </w:r>
          </w:p>
        </w:tc>
      </w:tr>
      <w:tr w:rsidR="002344F6" w:rsidRPr="00F95FBD" w14:paraId="2D7BE8E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5910F7" w14:textId="77777777" w:rsidR="002344F6" w:rsidRPr="00F95FBD" w:rsidRDefault="002344F6" w:rsidP="002344F6">
            <w:pPr>
              <w:pStyle w:val="Tabulka"/>
            </w:pPr>
            <w:r w:rsidRPr="00F95FBD">
              <w:t>E-mail</w:t>
            </w:r>
          </w:p>
        </w:tc>
        <w:tc>
          <w:tcPr>
            <w:tcW w:w="5812" w:type="dxa"/>
            <w:shd w:val="clear" w:color="auto" w:fill="auto"/>
          </w:tcPr>
          <w:p w14:paraId="20EC8A21" w14:textId="77777777" w:rsidR="002344F6" w:rsidRPr="00FB4272" w:rsidRDefault="00174460" w:rsidP="00174460">
            <w:pPr>
              <w:cnfStyle w:val="000000000000" w:firstRow="0" w:lastRow="0" w:firstColumn="0" w:lastColumn="0" w:oddVBand="0" w:evenVBand="0" w:oddHBand="0" w:evenHBand="0" w:firstRowFirstColumn="0" w:firstRowLastColumn="0" w:lastRowFirstColumn="0" w:lastRowLastColumn="0"/>
              <w:rPr>
                <w:highlight w:val="green"/>
              </w:rPr>
            </w:pPr>
            <w:r>
              <w:rPr>
                <w:sz w:val="18"/>
              </w:rPr>
              <w:t>ocenas@spravazeleznic.cz</w:t>
            </w:r>
          </w:p>
        </w:tc>
      </w:tr>
      <w:tr w:rsidR="002344F6" w:rsidRPr="00F95FBD" w14:paraId="2775D35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A1F83A" w14:textId="77777777" w:rsidR="002344F6" w:rsidRPr="00F95FBD" w:rsidRDefault="002344F6" w:rsidP="002344F6">
            <w:pPr>
              <w:pStyle w:val="Tabulka"/>
            </w:pPr>
            <w:r w:rsidRPr="00F95FBD">
              <w:t>Telefon</w:t>
            </w:r>
          </w:p>
        </w:tc>
        <w:tc>
          <w:tcPr>
            <w:tcW w:w="5812" w:type="dxa"/>
            <w:shd w:val="clear" w:color="auto" w:fill="auto"/>
          </w:tcPr>
          <w:p w14:paraId="31BC7F8B" w14:textId="77777777" w:rsidR="002344F6" w:rsidRPr="00FB4272" w:rsidRDefault="00174460" w:rsidP="002344F6">
            <w:pPr>
              <w:cnfStyle w:val="000000000000" w:firstRow="0" w:lastRow="0" w:firstColumn="0" w:lastColumn="0" w:oddVBand="0" w:evenVBand="0" w:oddHBand="0" w:evenHBand="0" w:firstRowFirstColumn="0" w:firstRowLastColumn="0" w:lastRowFirstColumn="0" w:lastRowLastColumn="0"/>
              <w:rPr>
                <w:highlight w:val="green"/>
              </w:rPr>
            </w:pPr>
            <w:r w:rsidRPr="00174460">
              <w:rPr>
                <w:sz w:val="18"/>
              </w:rPr>
              <w:t>724 765 397</w:t>
            </w:r>
          </w:p>
        </w:tc>
      </w:tr>
    </w:tbl>
    <w:p w14:paraId="6E3A3E6B" w14:textId="77777777"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344F6" w:rsidRPr="000C2B01" w14:paraId="577486D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799272" w14:textId="77777777" w:rsidR="002344F6" w:rsidRPr="000C2B01" w:rsidRDefault="002344F6" w:rsidP="002344F6">
            <w:pPr>
              <w:pStyle w:val="Tabulka"/>
              <w:rPr>
                <w:rStyle w:val="Nadpisvtabulce"/>
                <w:b w:val="0"/>
              </w:rPr>
            </w:pPr>
            <w:r w:rsidRPr="000C2B01">
              <w:rPr>
                <w:rStyle w:val="Nadpisvtabulce"/>
                <w:b w:val="0"/>
              </w:rPr>
              <w:t>Jméno a příjmení</w:t>
            </w:r>
          </w:p>
        </w:tc>
        <w:tc>
          <w:tcPr>
            <w:tcW w:w="5812" w:type="dxa"/>
            <w:shd w:val="clear" w:color="auto" w:fill="auto"/>
          </w:tcPr>
          <w:p w14:paraId="11F3F7C2" w14:textId="77777777" w:rsidR="002344F6" w:rsidRPr="000C2B01"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14:paraId="6A76380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66F819" w14:textId="77777777" w:rsidR="002344F6" w:rsidRPr="000C2B01" w:rsidRDefault="002344F6" w:rsidP="002344F6">
            <w:pPr>
              <w:pStyle w:val="Tabulka"/>
              <w:rPr>
                <w:rStyle w:val="Nadpisvtabulce"/>
                <w:b w:val="0"/>
              </w:rPr>
            </w:pPr>
            <w:r>
              <w:rPr>
                <w:rStyle w:val="Nadpisvtabulce"/>
                <w:b w:val="0"/>
              </w:rPr>
              <w:t>Adresa</w:t>
            </w:r>
          </w:p>
        </w:tc>
        <w:tc>
          <w:tcPr>
            <w:tcW w:w="5812" w:type="dxa"/>
            <w:shd w:val="clear" w:color="auto" w:fill="auto"/>
          </w:tcPr>
          <w:p w14:paraId="05489DD1" w14:textId="77777777" w:rsidR="002344F6" w:rsidRDefault="002344F6" w:rsidP="002344F6">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DB2062" w14:textId="77777777"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344F6" w:rsidRPr="000C2B01" w14:paraId="32206A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512C81" w14:textId="77777777" w:rsidR="002344F6" w:rsidRPr="000C2B01" w:rsidRDefault="002344F6" w:rsidP="002344F6">
            <w:pPr>
              <w:pStyle w:val="Tabulka"/>
            </w:pPr>
            <w:r w:rsidRPr="000C2B01">
              <w:t>E-mail</w:t>
            </w:r>
          </w:p>
        </w:tc>
        <w:tc>
          <w:tcPr>
            <w:tcW w:w="5812" w:type="dxa"/>
            <w:shd w:val="clear" w:color="auto" w:fill="auto"/>
          </w:tcPr>
          <w:p w14:paraId="49252C47" w14:textId="77777777"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14:paraId="678C426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9CA7E8" w14:textId="77777777" w:rsidR="002344F6" w:rsidRPr="000C2B01" w:rsidRDefault="002344F6" w:rsidP="002344F6">
            <w:pPr>
              <w:pStyle w:val="Tabulka"/>
            </w:pPr>
            <w:r w:rsidRPr="000C2B01">
              <w:t>Telefon</w:t>
            </w:r>
          </w:p>
        </w:tc>
        <w:tc>
          <w:tcPr>
            <w:tcW w:w="5812" w:type="dxa"/>
            <w:shd w:val="clear" w:color="auto" w:fill="auto"/>
          </w:tcPr>
          <w:p w14:paraId="34E24560" w14:textId="77777777"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ADC2AAF" w14:textId="77777777" w:rsidR="002344F6" w:rsidRDefault="002344F6" w:rsidP="002344F6">
      <w:pPr>
        <w:pStyle w:val="Textbezodsazen"/>
      </w:pPr>
    </w:p>
    <w:p w14:paraId="3B5E3711" w14:textId="77777777" w:rsidR="00380C0F" w:rsidRDefault="00380C0F" w:rsidP="002344F6">
      <w:pPr>
        <w:pStyle w:val="Textbezodsazen"/>
      </w:pPr>
    </w:p>
    <w:p w14:paraId="2873698F" w14:textId="77777777" w:rsidR="00380C0F" w:rsidRDefault="00380C0F" w:rsidP="00380C0F">
      <w:pPr>
        <w:pStyle w:val="Textbezodsazen"/>
      </w:pPr>
    </w:p>
    <w:p w14:paraId="6EA55961" w14:textId="77777777" w:rsidR="00380C0F" w:rsidRDefault="00380C0F" w:rsidP="00380C0F">
      <w:pPr>
        <w:pStyle w:val="Textbezodsazen"/>
      </w:pPr>
    </w:p>
    <w:p w14:paraId="5862D48D" w14:textId="77777777" w:rsidR="00380C0F" w:rsidRDefault="00380C0F" w:rsidP="00380C0F">
      <w:pPr>
        <w:pStyle w:val="Textbezodsazen"/>
      </w:pPr>
    </w:p>
    <w:p w14:paraId="6280F7DE" w14:textId="77777777" w:rsidR="00380C0F" w:rsidRDefault="00380C0F" w:rsidP="00380C0F">
      <w:pPr>
        <w:pStyle w:val="Textbezodsazen"/>
      </w:pPr>
    </w:p>
    <w:p w14:paraId="08B1E6E7" w14:textId="77777777" w:rsidR="00380C0F" w:rsidRDefault="00380C0F" w:rsidP="00380C0F">
      <w:pPr>
        <w:pStyle w:val="Textbezodsazen"/>
      </w:pPr>
    </w:p>
    <w:p w14:paraId="2BF3EAEF" w14:textId="77777777" w:rsidR="002344F6" w:rsidRDefault="002344F6" w:rsidP="002344F6">
      <w:pPr>
        <w:pStyle w:val="Nadpisbezsl1-2"/>
        <w:tabs>
          <w:tab w:val="left" w:pos="2292"/>
        </w:tabs>
      </w:pPr>
      <w:r>
        <w:lastRenderedPageBreak/>
        <w:t>Za Zhotovitele</w:t>
      </w:r>
      <w:r>
        <w:tab/>
      </w:r>
    </w:p>
    <w:p w14:paraId="4788A372"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5FF3375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2F5A311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9EBFC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530E1F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63E6B7C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1A80E5" w14:textId="77777777" w:rsidR="002344F6" w:rsidRPr="00F95FBD" w:rsidRDefault="002344F6" w:rsidP="002344F6">
            <w:pPr>
              <w:pStyle w:val="Tabulka"/>
            </w:pPr>
            <w:r w:rsidRPr="00F95FBD">
              <w:t>Adresa</w:t>
            </w:r>
          </w:p>
        </w:tc>
        <w:tc>
          <w:tcPr>
            <w:tcW w:w="5812" w:type="dxa"/>
            <w:shd w:val="clear" w:color="auto" w:fill="auto"/>
          </w:tcPr>
          <w:p w14:paraId="3DCFB1D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4DBB6C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266235" w14:textId="77777777" w:rsidR="002344F6" w:rsidRPr="00F95FBD" w:rsidRDefault="002344F6" w:rsidP="002344F6">
            <w:pPr>
              <w:pStyle w:val="Tabulka"/>
            </w:pPr>
            <w:r w:rsidRPr="00F95FBD">
              <w:t>E-mail</w:t>
            </w:r>
          </w:p>
        </w:tc>
        <w:tc>
          <w:tcPr>
            <w:tcW w:w="5812" w:type="dxa"/>
            <w:shd w:val="clear" w:color="auto" w:fill="auto"/>
          </w:tcPr>
          <w:p w14:paraId="4C92553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C53251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00F3E6" w14:textId="77777777" w:rsidR="002344F6" w:rsidRPr="00F95FBD" w:rsidRDefault="002344F6" w:rsidP="002344F6">
            <w:pPr>
              <w:pStyle w:val="Tabulka"/>
            </w:pPr>
            <w:r w:rsidRPr="00F95FBD">
              <w:t>Telefon</w:t>
            </w:r>
          </w:p>
        </w:tc>
        <w:tc>
          <w:tcPr>
            <w:tcW w:w="5812" w:type="dxa"/>
            <w:shd w:val="clear" w:color="auto" w:fill="auto"/>
          </w:tcPr>
          <w:p w14:paraId="6B998A1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C1C423" w14:textId="77777777" w:rsidR="002344F6" w:rsidRPr="00F95FBD" w:rsidRDefault="002344F6" w:rsidP="002344F6">
      <w:pPr>
        <w:pStyle w:val="Textbezodsazen"/>
      </w:pPr>
    </w:p>
    <w:p w14:paraId="508E26CA"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578FC44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72F66F"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D650578"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66A4E5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68CE99" w14:textId="77777777" w:rsidR="002344F6" w:rsidRPr="00F95FBD" w:rsidRDefault="002344F6" w:rsidP="002344F6">
            <w:pPr>
              <w:pStyle w:val="Tabulka"/>
              <w:keepNext/>
            </w:pPr>
            <w:r w:rsidRPr="00F95FBD">
              <w:t>Adresa</w:t>
            </w:r>
          </w:p>
        </w:tc>
        <w:tc>
          <w:tcPr>
            <w:tcW w:w="5812" w:type="dxa"/>
            <w:shd w:val="clear" w:color="auto" w:fill="auto"/>
          </w:tcPr>
          <w:p w14:paraId="6CCAAD6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CAEE35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4CFD75" w14:textId="77777777" w:rsidR="002344F6" w:rsidRPr="00F95FBD" w:rsidRDefault="002344F6" w:rsidP="002344F6">
            <w:pPr>
              <w:pStyle w:val="Tabulka"/>
              <w:keepNext/>
            </w:pPr>
            <w:r w:rsidRPr="00F95FBD">
              <w:t>E-mail</w:t>
            </w:r>
          </w:p>
        </w:tc>
        <w:tc>
          <w:tcPr>
            <w:tcW w:w="5812" w:type="dxa"/>
            <w:shd w:val="clear" w:color="auto" w:fill="auto"/>
          </w:tcPr>
          <w:p w14:paraId="4FA449C5"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B948EC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54FD44" w14:textId="77777777" w:rsidR="002344F6" w:rsidRPr="00F95FBD" w:rsidRDefault="002344F6" w:rsidP="002344F6">
            <w:pPr>
              <w:pStyle w:val="Tabulka"/>
            </w:pPr>
            <w:r w:rsidRPr="00F95FBD">
              <w:t>Telefon</w:t>
            </w:r>
          </w:p>
        </w:tc>
        <w:tc>
          <w:tcPr>
            <w:tcW w:w="5812" w:type="dxa"/>
            <w:shd w:val="clear" w:color="auto" w:fill="auto"/>
          </w:tcPr>
          <w:p w14:paraId="3384E01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36D870" w14:textId="77777777" w:rsidR="002344F6" w:rsidRPr="00F95FBD" w:rsidRDefault="002344F6" w:rsidP="002344F6">
      <w:pPr>
        <w:pStyle w:val="Tabulka"/>
      </w:pPr>
    </w:p>
    <w:p w14:paraId="1C1A2099"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03D398A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61543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DE98D0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BE785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946CE0" w14:textId="77777777" w:rsidR="002344F6" w:rsidRPr="00F95FBD" w:rsidRDefault="002344F6" w:rsidP="002344F6">
            <w:pPr>
              <w:pStyle w:val="Tabulka"/>
            </w:pPr>
            <w:r w:rsidRPr="00F95FBD">
              <w:t>Adresa</w:t>
            </w:r>
          </w:p>
        </w:tc>
        <w:tc>
          <w:tcPr>
            <w:tcW w:w="5812" w:type="dxa"/>
            <w:shd w:val="clear" w:color="auto" w:fill="auto"/>
          </w:tcPr>
          <w:p w14:paraId="4421B34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F9C660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060A74" w14:textId="77777777" w:rsidR="002344F6" w:rsidRPr="00F95FBD" w:rsidRDefault="002344F6" w:rsidP="002344F6">
            <w:pPr>
              <w:pStyle w:val="Tabulka"/>
            </w:pPr>
            <w:r w:rsidRPr="00F95FBD">
              <w:t>E-mail</w:t>
            </w:r>
          </w:p>
        </w:tc>
        <w:tc>
          <w:tcPr>
            <w:tcW w:w="5812" w:type="dxa"/>
            <w:shd w:val="clear" w:color="auto" w:fill="auto"/>
          </w:tcPr>
          <w:p w14:paraId="6ECBE85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2A89E8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023ADC" w14:textId="77777777" w:rsidR="002344F6" w:rsidRPr="00F95FBD" w:rsidRDefault="002344F6" w:rsidP="002344F6">
            <w:pPr>
              <w:pStyle w:val="Tabulka"/>
            </w:pPr>
            <w:r w:rsidRPr="00F95FBD">
              <w:t>Telefon</w:t>
            </w:r>
          </w:p>
        </w:tc>
        <w:tc>
          <w:tcPr>
            <w:tcW w:w="5812" w:type="dxa"/>
            <w:shd w:val="clear" w:color="auto" w:fill="auto"/>
          </w:tcPr>
          <w:p w14:paraId="4698E57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D6DB77" w14:textId="77777777" w:rsidR="002344F6" w:rsidRPr="00F95FBD" w:rsidRDefault="002344F6" w:rsidP="002344F6">
      <w:pPr>
        <w:pStyle w:val="Tabulka"/>
      </w:pPr>
    </w:p>
    <w:p w14:paraId="3AAD0184" w14:textId="77777777" w:rsidR="002344F6" w:rsidRPr="00F95FBD" w:rsidRDefault="002344F6" w:rsidP="002344F6">
      <w:pPr>
        <w:pStyle w:val="Tabulka"/>
      </w:pPr>
    </w:p>
    <w:p w14:paraId="1A1FEC70"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5240BE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BE431A"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7F21220B"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ED95E1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E8E219" w14:textId="77777777" w:rsidR="002344F6" w:rsidRPr="00F95FBD" w:rsidRDefault="002344F6" w:rsidP="002344F6">
            <w:pPr>
              <w:pStyle w:val="Tabulka"/>
              <w:keepNext/>
            </w:pPr>
            <w:r w:rsidRPr="00F95FBD">
              <w:t>Adresa</w:t>
            </w:r>
          </w:p>
        </w:tc>
        <w:tc>
          <w:tcPr>
            <w:tcW w:w="5812" w:type="dxa"/>
            <w:shd w:val="clear" w:color="auto" w:fill="auto"/>
          </w:tcPr>
          <w:p w14:paraId="7B36C2BA"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254221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FC8B2C" w14:textId="77777777" w:rsidR="002344F6" w:rsidRPr="00F95FBD" w:rsidRDefault="002344F6" w:rsidP="002344F6">
            <w:pPr>
              <w:pStyle w:val="Tabulka"/>
              <w:keepNext/>
            </w:pPr>
            <w:r w:rsidRPr="00F95FBD">
              <w:t>E-mail</w:t>
            </w:r>
          </w:p>
        </w:tc>
        <w:tc>
          <w:tcPr>
            <w:tcW w:w="5812" w:type="dxa"/>
            <w:shd w:val="clear" w:color="auto" w:fill="auto"/>
          </w:tcPr>
          <w:p w14:paraId="3A7414F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8E2A00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ABA8B6" w14:textId="77777777" w:rsidR="002344F6" w:rsidRPr="00F95FBD" w:rsidRDefault="002344F6" w:rsidP="002344F6">
            <w:pPr>
              <w:pStyle w:val="Tabulka"/>
            </w:pPr>
            <w:r w:rsidRPr="00F95FBD">
              <w:t>Telefon</w:t>
            </w:r>
          </w:p>
        </w:tc>
        <w:tc>
          <w:tcPr>
            <w:tcW w:w="5812" w:type="dxa"/>
            <w:shd w:val="clear" w:color="auto" w:fill="auto"/>
          </w:tcPr>
          <w:p w14:paraId="1474335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21AC9E" w14:textId="77777777" w:rsidR="002344F6" w:rsidRPr="00F95FBD" w:rsidRDefault="002344F6" w:rsidP="002344F6">
      <w:pPr>
        <w:pStyle w:val="Tabulka"/>
      </w:pPr>
    </w:p>
    <w:p w14:paraId="774478ED" w14:textId="77777777" w:rsidR="002344F6" w:rsidRPr="00F95FBD" w:rsidRDefault="002344F6" w:rsidP="002344F6">
      <w:pPr>
        <w:pStyle w:val="Tabulka"/>
      </w:pPr>
    </w:p>
    <w:p w14:paraId="0CE592C9"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8F2F0A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3CF30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344FEE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B30056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080F1D" w14:textId="77777777" w:rsidR="002344F6" w:rsidRPr="00F95FBD" w:rsidRDefault="002344F6" w:rsidP="002344F6">
            <w:pPr>
              <w:pStyle w:val="Tabulka"/>
            </w:pPr>
            <w:r w:rsidRPr="00F95FBD">
              <w:t>Adresa</w:t>
            </w:r>
          </w:p>
        </w:tc>
        <w:tc>
          <w:tcPr>
            <w:tcW w:w="5812" w:type="dxa"/>
            <w:shd w:val="clear" w:color="auto" w:fill="auto"/>
          </w:tcPr>
          <w:p w14:paraId="0F38A57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ABDC97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4CAF24" w14:textId="77777777" w:rsidR="002344F6" w:rsidRPr="00F95FBD" w:rsidRDefault="002344F6" w:rsidP="002344F6">
            <w:pPr>
              <w:pStyle w:val="Tabulka"/>
            </w:pPr>
            <w:r w:rsidRPr="00F95FBD">
              <w:t>E-mail</w:t>
            </w:r>
          </w:p>
        </w:tc>
        <w:tc>
          <w:tcPr>
            <w:tcW w:w="5812" w:type="dxa"/>
            <w:shd w:val="clear" w:color="auto" w:fill="auto"/>
          </w:tcPr>
          <w:p w14:paraId="34E7C6A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FAE0B3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5D1CA" w14:textId="77777777" w:rsidR="002344F6" w:rsidRPr="00F95FBD" w:rsidRDefault="002344F6" w:rsidP="002344F6">
            <w:pPr>
              <w:pStyle w:val="Tabulka"/>
            </w:pPr>
            <w:r w:rsidRPr="00F95FBD">
              <w:t>Telefon</w:t>
            </w:r>
          </w:p>
        </w:tc>
        <w:tc>
          <w:tcPr>
            <w:tcW w:w="5812" w:type="dxa"/>
            <w:shd w:val="clear" w:color="auto" w:fill="auto"/>
          </w:tcPr>
          <w:p w14:paraId="14ADEEC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F0AB9A" w14:textId="77777777" w:rsidR="002344F6" w:rsidRPr="00F95FBD" w:rsidRDefault="002344F6" w:rsidP="002344F6">
      <w:pPr>
        <w:pStyle w:val="Tabulka"/>
      </w:pPr>
    </w:p>
    <w:p w14:paraId="65F3E106" w14:textId="77777777"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0F5056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0C983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638828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54DCDB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D4AD1" w14:textId="77777777" w:rsidR="002344F6" w:rsidRPr="00F95FBD" w:rsidRDefault="002344F6" w:rsidP="002344F6">
            <w:pPr>
              <w:pStyle w:val="Tabulka"/>
            </w:pPr>
            <w:r w:rsidRPr="00F95FBD">
              <w:lastRenderedPageBreak/>
              <w:t>Adresa</w:t>
            </w:r>
          </w:p>
        </w:tc>
        <w:tc>
          <w:tcPr>
            <w:tcW w:w="5812" w:type="dxa"/>
            <w:shd w:val="clear" w:color="auto" w:fill="auto"/>
          </w:tcPr>
          <w:p w14:paraId="7E8BD3E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63552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D9D341" w14:textId="77777777" w:rsidR="002344F6" w:rsidRPr="00F95FBD" w:rsidRDefault="002344F6" w:rsidP="002344F6">
            <w:pPr>
              <w:pStyle w:val="Tabulka"/>
            </w:pPr>
            <w:r w:rsidRPr="00F95FBD">
              <w:t>E-mail</w:t>
            </w:r>
          </w:p>
        </w:tc>
        <w:tc>
          <w:tcPr>
            <w:tcW w:w="5812" w:type="dxa"/>
            <w:shd w:val="clear" w:color="auto" w:fill="auto"/>
          </w:tcPr>
          <w:p w14:paraId="538A1C0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97590C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C75E24" w14:textId="77777777" w:rsidR="002344F6" w:rsidRPr="00F95FBD" w:rsidRDefault="002344F6" w:rsidP="002344F6">
            <w:pPr>
              <w:pStyle w:val="Tabulka"/>
            </w:pPr>
            <w:r w:rsidRPr="00F95FBD">
              <w:t>Telefon</w:t>
            </w:r>
          </w:p>
        </w:tc>
        <w:tc>
          <w:tcPr>
            <w:tcW w:w="5812" w:type="dxa"/>
            <w:shd w:val="clear" w:color="auto" w:fill="auto"/>
          </w:tcPr>
          <w:p w14:paraId="787346F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3FD446" w14:textId="77777777" w:rsidR="002344F6" w:rsidRPr="00F95FBD" w:rsidRDefault="002344F6" w:rsidP="002344F6">
      <w:pPr>
        <w:pStyle w:val="Tabulka"/>
      </w:pPr>
    </w:p>
    <w:p w14:paraId="61BF3AE6"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34F945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436F9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61D7649"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A4F2A4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B3403" w14:textId="77777777" w:rsidR="002344F6" w:rsidRPr="00F95FBD" w:rsidRDefault="002344F6" w:rsidP="002344F6">
            <w:pPr>
              <w:pStyle w:val="Tabulka"/>
            </w:pPr>
            <w:r w:rsidRPr="00F95FBD">
              <w:t>Adresa</w:t>
            </w:r>
          </w:p>
        </w:tc>
        <w:tc>
          <w:tcPr>
            <w:tcW w:w="5812" w:type="dxa"/>
            <w:shd w:val="clear" w:color="auto" w:fill="auto"/>
          </w:tcPr>
          <w:p w14:paraId="46071F7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D3EFE0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154D37" w14:textId="77777777" w:rsidR="002344F6" w:rsidRPr="00F95FBD" w:rsidRDefault="002344F6" w:rsidP="002344F6">
            <w:pPr>
              <w:pStyle w:val="Tabulka"/>
            </w:pPr>
            <w:r w:rsidRPr="00F95FBD">
              <w:t>E-mail</w:t>
            </w:r>
          </w:p>
        </w:tc>
        <w:tc>
          <w:tcPr>
            <w:tcW w:w="5812" w:type="dxa"/>
            <w:shd w:val="clear" w:color="auto" w:fill="auto"/>
          </w:tcPr>
          <w:p w14:paraId="4E40210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45C3FD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A42424" w14:textId="77777777" w:rsidR="002344F6" w:rsidRPr="00F95FBD" w:rsidRDefault="002344F6" w:rsidP="002344F6">
            <w:pPr>
              <w:pStyle w:val="Tabulka"/>
            </w:pPr>
            <w:r w:rsidRPr="00F95FBD">
              <w:t>Telefon</w:t>
            </w:r>
          </w:p>
        </w:tc>
        <w:tc>
          <w:tcPr>
            <w:tcW w:w="5812" w:type="dxa"/>
            <w:shd w:val="clear" w:color="auto" w:fill="auto"/>
          </w:tcPr>
          <w:p w14:paraId="680B4B7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0A3336" w14:textId="77777777" w:rsidR="002344F6" w:rsidRPr="00F95FBD" w:rsidRDefault="002344F6" w:rsidP="002344F6">
      <w:pPr>
        <w:pStyle w:val="Tabulka"/>
      </w:pPr>
    </w:p>
    <w:p w14:paraId="4C5B6E1E" w14:textId="77777777"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75DC1E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9C4405"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7EA6CD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A3A465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E4A04B" w14:textId="77777777" w:rsidR="002344F6" w:rsidRPr="00F95FBD" w:rsidRDefault="002344F6" w:rsidP="002344F6">
            <w:pPr>
              <w:pStyle w:val="Tabulka"/>
            </w:pPr>
            <w:r w:rsidRPr="00F95FBD">
              <w:t>Adresa</w:t>
            </w:r>
          </w:p>
        </w:tc>
        <w:tc>
          <w:tcPr>
            <w:tcW w:w="5812" w:type="dxa"/>
            <w:shd w:val="clear" w:color="auto" w:fill="auto"/>
          </w:tcPr>
          <w:p w14:paraId="47E6543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398643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A9F29D" w14:textId="77777777" w:rsidR="002344F6" w:rsidRPr="00F95FBD" w:rsidRDefault="002344F6" w:rsidP="002344F6">
            <w:pPr>
              <w:pStyle w:val="Tabulka"/>
            </w:pPr>
            <w:r w:rsidRPr="00F95FBD">
              <w:t>E-mail</w:t>
            </w:r>
          </w:p>
        </w:tc>
        <w:tc>
          <w:tcPr>
            <w:tcW w:w="5812" w:type="dxa"/>
            <w:shd w:val="clear" w:color="auto" w:fill="auto"/>
          </w:tcPr>
          <w:p w14:paraId="0ACD5DE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AA43F4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48C6FB" w14:textId="77777777" w:rsidR="002344F6" w:rsidRPr="00F95FBD" w:rsidRDefault="002344F6" w:rsidP="002344F6">
            <w:pPr>
              <w:pStyle w:val="Tabulka"/>
            </w:pPr>
            <w:r w:rsidRPr="00F95FBD">
              <w:t>Telefon</w:t>
            </w:r>
          </w:p>
        </w:tc>
        <w:tc>
          <w:tcPr>
            <w:tcW w:w="5812" w:type="dxa"/>
            <w:shd w:val="clear" w:color="auto" w:fill="auto"/>
          </w:tcPr>
          <w:p w14:paraId="6B06457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1D28B1" w14:textId="77777777" w:rsidR="002344F6" w:rsidRPr="00F95FBD" w:rsidRDefault="002344F6" w:rsidP="002344F6">
      <w:pPr>
        <w:pStyle w:val="Tabulka"/>
      </w:pPr>
    </w:p>
    <w:p w14:paraId="0BAEDF3A" w14:textId="77777777" w:rsidR="002344F6" w:rsidRPr="00F95FBD" w:rsidRDefault="002344F6" w:rsidP="002344F6">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3269C2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B66E2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7AC2C27"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093A17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42332D" w14:textId="77777777" w:rsidR="002344F6" w:rsidRPr="00F95FBD" w:rsidRDefault="002344F6" w:rsidP="002344F6">
            <w:pPr>
              <w:pStyle w:val="Tabulka"/>
            </w:pPr>
            <w:r w:rsidRPr="00F95FBD">
              <w:t>Adresa</w:t>
            </w:r>
          </w:p>
        </w:tc>
        <w:tc>
          <w:tcPr>
            <w:tcW w:w="5812" w:type="dxa"/>
            <w:shd w:val="clear" w:color="auto" w:fill="auto"/>
          </w:tcPr>
          <w:p w14:paraId="65B2347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D075D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A5D262" w14:textId="77777777" w:rsidR="002344F6" w:rsidRPr="00F95FBD" w:rsidRDefault="002344F6" w:rsidP="002344F6">
            <w:pPr>
              <w:pStyle w:val="Tabulka"/>
            </w:pPr>
            <w:r w:rsidRPr="00F95FBD">
              <w:t>E-mail</w:t>
            </w:r>
          </w:p>
        </w:tc>
        <w:tc>
          <w:tcPr>
            <w:tcW w:w="5812" w:type="dxa"/>
            <w:shd w:val="clear" w:color="auto" w:fill="auto"/>
          </w:tcPr>
          <w:p w14:paraId="0684BB0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4111A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94F175" w14:textId="77777777" w:rsidR="002344F6" w:rsidRPr="00F95FBD" w:rsidRDefault="002344F6" w:rsidP="002344F6">
            <w:pPr>
              <w:pStyle w:val="Tabulka"/>
            </w:pPr>
            <w:r w:rsidRPr="00F95FBD">
              <w:t>Telefon</w:t>
            </w:r>
          </w:p>
        </w:tc>
        <w:tc>
          <w:tcPr>
            <w:tcW w:w="5812" w:type="dxa"/>
            <w:shd w:val="clear" w:color="auto" w:fill="auto"/>
          </w:tcPr>
          <w:p w14:paraId="02FFCB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503494" w14:textId="77777777" w:rsidR="002344F6" w:rsidRPr="00F95FBD" w:rsidRDefault="002344F6" w:rsidP="002344F6">
      <w:pPr>
        <w:pStyle w:val="Tabulka"/>
      </w:pPr>
    </w:p>
    <w:p w14:paraId="28FDDF9E" w14:textId="77777777" w:rsidR="002344F6" w:rsidRPr="00F95FBD" w:rsidRDefault="002344F6" w:rsidP="002344F6">
      <w:pPr>
        <w:pStyle w:val="Tabulka"/>
      </w:pPr>
    </w:p>
    <w:p w14:paraId="2E787FAD" w14:textId="77777777" w:rsidR="002344F6" w:rsidRPr="00F95FBD" w:rsidRDefault="002344F6" w:rsidP="002344F6">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5C66A3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C6CA1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842CD2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92D426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E51679" w14:textId="77777777" w:rsidR="002344F6" w:rsidRPr="00F95FBD" w:rsidRDefault="002344F6" w:rsidP="002344F6">
            <w:pPr>
              <w:pStyle w:val="Tabulka"/>
            </w:pPr>
            <w:r w:rsidRPr="00F95FBD">
              <w:t>Adresa</w:t>
            </w:r>
          </w:p>
        </w:tc>
        <w:tc>
          <w:tcPr>
            <w:tcW w:w="5812" w:type="dxa"/>
            <w:shd w:val="clear" w:color="auto" w:fill="auto"/>
          </w:tcPr>
          <w:p w14:paraId="7A9BE1A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45D6D6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5A1940" w14:textId="77777777" w:rsidR="002344F6" w:rsidRPr="00F95FBD" w:rsidRDefault="002344F6" w:rsidP="002344F6">
            <w:pPr>
              <w:pStyle w:val="Tabulka"/>
            </w:pPr>
            <w:r w:rsidRPr="00F95FBD">
              <w:t>E-mail</w:t>
            </w:r>
          </w:p>
        </w:tc>
        <w:tc>
          <w:tcPr>
            <w:tcW w:w="5812" w:type="dxa"/>
            <w:shd w:val="clear" w:color="auto" w:fill="auto"/>
          </w:tcPr>
          <w:p w14:paraId="63879B4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31A1DF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3BDEFD" w14:textId="77777777" w:rsidR="002344F6" w:rsidRPr="00F95FBD" w:rsidRDefault="002344F6" w:rsidP="002344F6">
            <w:pPr>
              <w:pStyle w:val="Tabulka"/>
            </w:pPr>
            <w:r w:rsidRPr="00F95FBD">
              <w:t>Telefon</w:t>
            </w:r>
          </w:p>
        </w:tc>
        <w:tc>
          <w:tcPr>
            <w:tcW w:w="5812" w:type="dxa"/>
            <w:shd w:val="clear" w:color="auto" w:fill="auto"/>
          </w:tcPr>
          <w:p w14:paraId="66E67B6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F046CE" w14:textId="77777777" w:rsidR="00184D39" w:rsidRDefault="00184D39" w:rsidP="00184D39">
      <w:pPr>
        <w:pStyle w:val="Nadpistabulky"/>
        <w:rPr>
          <w:sz w:val="18"/>
          <w:szCs w:val="18"/>
        </w:rPr>
      </w:pPr>
    </w:p>
    <w:p w14:paraId="1AEF9D37" w14:textId="5E9B5A9E" w:rsidR="00184D39" w:rsidRPr="00F95FBD" w:rsidRDefault="00184D39" w:rsidP="00184D39">
      <w:pPr>
        <w:pStyle w:val="Nadpistabulky"/>
        <w:rPr>
          <w:sz w:val="18"/>
          <w:szCs w:val="18"/>
        </w:rPr>
      </w:pPr>
      <w:r>
        <w:rPr>
          <w:sz w:val="18"/>
          <w:szCs w:val="18"/>
        </w:rPr>
        <w:t>S</w:t>
      </w:r>
      <w:r w:rsidRPr="00EC707C">
        <w:rPr>
          <w:sz w:val="18"/>
          <w:szCs w:val="18"/>
        </w:rPr>
        <w:t xml:space="preserve">pecialista na </w:t>
      </w:r>
      <w:r>
        <w:rPr>
          <w:sz w:val="18"/>
          <w:szCs w:val="18"/>
        </w:rPr>
        <w:t>odpadové hospodářství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84D39" w:rsidRPr="00F95FBD" w14:paraId="1B4D3D2C" w14:textId="77777777" w:rsidTr="002422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6EF77E" w14:textId="77777777" w:rsidR="00184D39" w:rsidRPr="00F95FBD" w:rsidRDefault="00184D39" w:rsidP="00242221">
            <w:pPr>
              <w:pStyle w:val="Tabulka"/>
              <w:rPr>
                <w:rStyle w:val="Nadpisvtabulce"/>
              </w:rPr>
            </w:pPr>
            <w:r w:rsidRPr="00F95FBD">
              <w:rPr>
                <w:rStyle w:val="Nadpisvtabulce"/>
              </w:rPr>
              <w:t>Jméno a příjmení</w:t>
            </w:r>
          </w:p>
        </w:tc>
        <w:tc>
          <w:tcPr>
            <w:tcW w:w="5812" w:type="dxa"/>
            <w:shd w:val="clear" w:color="auto" w:fill="auto"/>
          </w:tcPr>
          <w:p w14:paraId="3D19A149" w14:textId="77777777" w:rsidR="00184D39" w:rsidRPr="00F95FBD" w:rsidRDefault="00184D39" w:rsidP="0024222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84D39" w:rsidRPr="00F95FBD" w14:paraId="1EB8E4E6" w14:textId="77777777" w:rsidTr="0024222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3077AE" w14:textId="77777777" w:rsidR="00184D39" w:rsidRPr="00F95FBD" w:rsidRDefault="00184D39" w:rsidP="00242221">
            <w:pPr>
              <w:pStyle w:val="Tabulka"/>
            </w:pPr>
            <w:r w:rsidRPr="00F95FBD">
              <w:t>Adresa</w:t>
            </w:r>
          </w:p>
        </w:tc>
        <w:tc>
          <w:tcPr>
            <w:tcW w:w="5812" w:type="dxa"/>
            <w:shd w:val="clear" w:color="auto" w:fill="auto"/>
          </w:tcPr>
          <w:p w14:paraId="476C3EFA" w14:textId="77777777" w:rsidR="00184D39" w:rsidRPr="00F95FBD" w:rsidRDefault="00184D39" w:rsidP="002422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84D39" w:rsidRPr="00F95FBD" w14:paraId="236BFB6E" w14:textId="77777777" w:rsidTr="0024222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320A7F" w14:textId="77777777" w:rsidR="00184D39" w:rsidRPr="00F95FBD" w:rsidRDefault="00184D39" w:rsidP="00242221">
            <w:pPr>
              <w:pStyle w:val="Tabulka"/>
            </w:pPr>
            <w:r w:rsidRPr="00F95FBD">
              <w:t>E-mail</w:t>
            </w:r>
          </w:p>
        </w:tc>
        <w:tc>
          <w:tcPr>
            <w:tcW w:w="5812" w:type="dxa"/>
            <w:shd w:val="clear" w:color="auto" w:fill="auto"/>
          </w:tcPr>
          <w:p w14:paraId="38C973CB" w14:textId="77777777" w:rsidR="00184D39" w:rsidRPr="00F95FBD" w:rsidRDefault="00184D39" w:rsidP="002422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84D39" w:rsidRPr="00F95FBD" w14:paraId="657CEC18" w14:textId="77777777" w:rsidTr="0024222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9965C9" w14:textId="77777777" w:rsidR="00184D39" w:rsidRPr="00F95FBD" w:rsidRDefault="00184D39" w:rsidP="00242221">
            <w:pPr>
              <w:pStyle w:val="Tabulka"/>
            </w:pPr>
            <w:r w:rsidRPr="00F95FBD">
              <w:t>Telefon</w:t>
            </w:r>
          </w:p>
        </w:tc>
        <w:tc>
          <w:tcPr>
            <w:tcW w:w="5812" w:type="dxa"/>
            <w:shd w:val="clear" w:color="auto" w:fill="auto"/>
          </w:tcPr>
          <w:p w14:paraId="17E273B0" w14:textId="77777777" w:rsidR="00184D39" w:rsidRPr="00F95FBD" w:rsidRDefault="00184D39" w:rsidP="002422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408EFC" w14:textId="77777777" w:rsidR="00184D39" w:rsidRDefault="00184D39" w:rsidP="00184D39">
      <w:pPr>
        <w:pStyle w:val="Nadpistabulky"/>
        <w:rPr>
          <w:sz w:val="18"/>
          <w:szCs w:val="18"/>
        </w:rPr>
      </w:pPr>
    </w:p>
    <w:p w14:paraId="67EDEA2C" w14:textId="6F8106C8" w:rsidR="00184D39" w:rsidRPr="00F95FBD" w:rsidRDefault="00184D39" w:rsidP="00184D39">
      <w:pPr>
        <w:pStyle w:val="Nadpistabulky"/>
        <w:rPr>
          <w:sz w:val="18"/>
          <w:szCs w:val="18"/>
        </w:rPr>
      </w:pPr>
      <w:r>
        <w:rPr>
          <w:sz w:val="18"/>
          <w:szCs w:val="18"/>
        </w:rPr>
        <w:t>S</w:t>
      </w:r>
      <w:r w:rsidRPr="00EC707C">
        <w:rPr>
          <w:sz w:val="18"/>
          <w:szCs w:val="18"/>
        </w:rPr>
        <w:t xml:space="preserve">pecialista na </w:t>
      </w:r>
      <w:r>
        <w:rPr>
          <w:sz w:val="18"/>
          <w:szCs w:val="18"/>
        </w:rPr>
        <w:t>požární bezpečnost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84D39" w:rsidRPr="00F95FBD" w14:paraId="25078A4E" w14:textId="77777777" w:rsidTr="002422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3D85CF" w14:textId="77777777" w:rsidR="00184D39" w:rsidRPr="00F95FBD" w:rsidRDefault="00184D39" w:rsidP="00242221">
            <w:pPr>
              <w:pStyle w:val="Tabulka"/>
              <w:rPr>
                <w:rStyle w:val="Nadpisvtabulce"/>
              </w:rPr>
            </w:pPr>
            <w:r w:rsidRPr="00F95FBD">
              <w:rPr>
                <w:rStyle w:val="Nadpisvtabulce"/>
              </w:rPr>
              <w:t>Jméno a příjmení</w:t>
            </w:r>
          </w:p>
        </w:tc>
        <w:tc>
          <w:tcPr>
            <w:tcW w:w="5812" w:type="dxa"/>
            <w:shd w:val="clear" w:color="auto" w:fill="auto"/>
          </w:tcPr>
          <w:p w14:paraId="2C43184A" w14:textId="77777777" w:rsidR="00184D39" w:rsidRPr="00F95FBD" w:rsidRDefault="00184D39" w:rsidP="0024222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84D39" w:rsidRPr="00F95FBD" w14:paraId="0C97DCE5" w14:textId="77777777" w:rsidTr="0024222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518763" w14:textId="77777777" w:rsidR="00184D39" w:rsidRPr="00F95FBD" w:rsidRDefault="00184D39" w:rsidP="00242221">
            <w:pPr>
              <w:pStyle w:val="Tabulka"/>
            </w:pPr>
            <w:r w:rsidRPr="00F95FBD">
              <w:lastRenderedPageBreak/>
              <w:t>Adresa</w:t>
            </w:r>
          </w:p>
        </w:tc>
        <w:tc>
          <w:tcPr>
            <w:tcW w:w="5812" w:type="dxa"/>
            <w:shd w:val="clear" w:color="auto" w:fill="auto"/>
          </w:tcPr>
          <w:p w14:paraId="2BC3AB85" w14:textId="77777777" w:rsidR="00184D39" w:rsidRPr="00F95FBD" w:rsidRDefault="00184D39" w:rsidP="002422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84D39" w:rsidRPr="00F95FBD" w14:paraId="63DD139A" w14:textId="77777777" w:rsidTr="0024222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01ECEC" w14:textId="77777777" w:rsidR="00184D39" w:rsidRPr="00F95FBD" w:rsidRDefault="00184D39" w:rsidP="00242221">
            <w:pPr>
              <w:pStyle w:val="Tabulka"/>
            </w:pPr>
            <w:r w:rsidRPr="00F95FBD">
              <w:t>E-mail</w:t>
            </w:r>
          </w:p>
        </w:tc>
        <w:tc>
          <w:tcPr>
            <w:tcW w:w="5812" w:type="dxa"/>
            <w:shd w:val="clear" w:color="auto" w:fill="auto"/>
          </w:tcPr>
          <w:p w14:paraId="19EAE843" w14:textId="77777777" w:rsidR="00184D39" w:rsidRPr="00F95FBD" w:rsidRDefault="00184D39" w:rsidP="002422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84D39" w:rsidRPr="00F95FBD" w14:paraId="6C2645FD" w14:textId="77777777" w:rsidTr="0024222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45DCCE" w14:textId="77777777" w:rsidR="00184D39" w:rsidRPr="00F95FBD" w:rsidRDefault="00184D39" w:rsidP="00242221">
            <w:pPr>
              <w:pStyle w:val="Tabulka"/>
            </w:pPr>
            <w:r w:rsidRPr="00F95FBD">
              <w:t>Telefon</w:t>
            </w:r>
          </w:p>
        </w:tc>
        <w:tc>
          <w:tcPr>
            <w:tcW w:w="5812" w:type="dxa"/>
            <w:shd w:val="clear" w:color="auto" w:fill="auto"/>
          </w:tcPr>
          <w:p w14:paraId="1A3486DB" w14:textId="77777777" w:rsidR="00184D39" w:rsidRPr="00F95FBD" w:rsidRDefault="00184D39" w:rsidP="002422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57F13A" w14:textId="77777777" w:rsidR="00184D39" w:rsidRPr="00F95FBD" w:rsidRDefault="00184D39" w:rsidP="00184D39">
      <w:pPr>
        <w:pStyle w:val="Tabulka"/>
      </w:pPr>
    </w:p>
    <w:p w14:paraId="63D52668" w14:textId="77777777" w:rsidR="00184D39" w:rsidRPr="00F95FBD" w:rsidRDefault="00184D39" w:rsidP="00184D39">
      <w:pPr>
        <w:pStyle w:val="Tabulka"/>
      </w:pPr>
    </w:p>
    <w:p w14:paraId="26894688" w14:textId="4FD10024" w:rsidR="00184D39" w:rsidRPr="00F95FBD" w:rsidRDefault="00184D39" w:rsidP="00184D39">
      <w:pPr>
        <w:pStyle w:val="Nadpistabulky"/>
        <w:rPr>
          <w:sz w:val="18"/>
          <w:szCs w:val="18"/>
        </w:rPr>
      </w:pPr>
      <w:r>
        <w:rPr>
          <w:sz w:val="18"/>
          <w:szCs w:val="18"/>
        </w:rPr>
        <w:t>S</w:t>
      </w:r>
      <w:r w:rsidRPr="00EC707C">
        <w:rPr>
          <w:sz w:val="18"/>
          <w:szCs w:val="18"/>
        </w:rPr>
        <w:t xml:space="preserve">pecialista na </w:t>
      </w:r>
      <w:r>
        <w:rPr>
          <w:sz w:val="18"/>
          <w:szCs w:val="18"/>
        </w:rPr>
        <w:t>inženýrskou činnost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84D39" w:rsidRPr="00F95FBD" w14:paraId="4A220E6D" w14:textId="77777777" w:rsidTr="002422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63A68B" w14:textId="77777777" w:rsidR="00184D39" w:rsidRPr="00F95FBD" w:rsidRDefault="00184D39" w:rsidP="00242221">
            <w:pPr>
              <w:pStyle w:val="Tabulka"/>
              <w:rPr>
                <w:rStyle w:val="Nadpisvtabulce"/>
              </w:rPr>
            </w:pPr>
            <w:r w:rsidRPr="00F95FBD">
              <w:rPr>
                <w:rStyle w:val="Nadpisvtabulce"/>
              </w:rPr>
              <w:t>Jméno a příjmení</w:t>
            </w:r>
          </w:p>
        </w:tc>
        <w:tc>
          <w:tcPr>
            <w:tcW w:w="5812" w:type="dxa"/>
            <w:shd w:val="clear" w:color="auto" w:fill="auto"/>
          </w:tcPr>
          <w:p w14:paraId="38F92C37" w14:textId="77777777" w:rsidR="00184D39" w:rsidRPr="00F95FBD" w:rsidRDefault="00184D39" w:rsidP="0024222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84D39" w:rsidRPr="00F95FBD" w14:paraId="28F3201B" w14:textId="77777777" w:rsidTr="0024222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903A46" w14:textId="77777777" w:rsidR="00184D39" w:rsidRPr="00F95FBD" w:rsidRDefault="00184D39" w:rsidP="00242221">
            <w:pPr>
              <w:pStyle w:val="Tabulka"/>
            </w:pPr>
            <w:r w:rsidRPr="00F95FBD">
              <w:t>Adresa</w:t>
            </w:r>
          </w:p>
        </w:tc>
        <w:tc>
          <w:tcPr>
            <w:tcW w:w="5812" w:type="dxa"/>
            <w:shd w:val="clear" w:color="auto" w:fill="auto"/>
          </w:tcPr>
          <w:p w14:paraId="13185EA2" w14:textId="77777777" w:rsidR="00184D39" w:rsidRPr="00F95FBD" w:rsidRDefault="00184D39" w:rsidP="002422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84D39" w:rsidRPr="00F95FBD" w14:paraId="1F858CA3" w14:textId="77777777" w:rsidTr="0024222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236894" w14:textId="77777777" w:rsidR="00184D39" w:rsidRPr="00F95FBD" w:rsidRDefault="00184D39" w:rsidP="00242221">
            <w:pPr>
              <w:pStyle w:val="Tabulka"/>
            </w:pPr>
            <w:r w:rsidRPr="00F95FBD">
              <w:t>E-mail</w:t>
            </w:r>
          </w:p>
        </w:tc>
        <w:tc>
          <w:tcPr>
            <w:tcW w:w="5812" w:type="dxa"/>
            <w:shd w:val="clear" w:color="auto" w:fill="auto"/>
          </w:tcPr>
          <w:p w14:paraId="736FB527" w14:textId="77777777" w:rsidR="00184D39" w:rsidRPr="00F95FBD" w:rsidRDefault="00184D39" w:rsidP="002422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84D39" w:rsidRPr="00F95FBD" w14:paraId="6E8199E0" w14:textId="77777777" w:rsidTr="0024222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70F93E" w14:textId="77777777" w:rsidR="00184D39" w:rsidRPr="00F95FBD" w:rsidRDefault="00184D39" w:rsidP="00242221">
            <w:pPr>
              <w:pStyle w:val="Tabulka"/>
            </w:pPr>
            <w:r w:rsidRPr="00F95FBD">
              <w:t>Telefon</w:t>
            </w:r>
          </w:p>
        </w:tc>
        <w:tc>
          <w:tcPr>
            <w:tcW w:w="5812" w:type="dxa"/>
            <w:shd w:val="clear" w:color="auto" w:fill="auto"/>
          </w:tcPr>
          <w:p w14:paraId="4616A9EC" w14:textId="77777777" w:rsidR="00184D39" w:rsidRPr="00F95FBD" w:rsidRDefault="00184D39" w:rsidP="002422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F909BA" w14:textId="77777777" w:rsidR="00184D39" w:rsidRPr="00F95FBD" w:rsidRDefault="00184D39" w:rsidP="00184D39">
      <w:pPr>
        <w:pStyle w:val="Tabulka"/>
      </w:pPr>
    </w:p>
    <w:p w14:paraId="78F71F60" w14:textId="77777777" w:rsidR="00184D39" w:rsidRPr="00F95FBD" w:rsidRDefault="00184D39" w:rsidP="00184D39">
      <w:pPr>
        <w:pStyle w:val="Tabulka"/>
      </w:pPr>
    </w:p>
    <w:p w14:paraId="3AD9CE9B" w14:textId="34F6D7B7" w:rsidR="00184D39" w:rsidRPr="00F95FBD" w:rsidRDefault="00184D39" w:rsidP="00184D39">
      <w:pPr>
        <w:pStyle w:val="Nadpistabulky"/>
        <w:rPr>
          <w:sz w:val="18"/>
          <w:szCs w:val="18"/>
        </w:rPr>
      </w:pPr>
      <w:r>
        <w:rPr>
          <w:sz w:val="18"/>
          <w:szCs w:val="18"/>
        </w:rPr>
        <w:t>S</w:t>
      </w:r>
      <w:r w:rsidRPr="00EC707C">
        <w:rPr>
          <w:sz w:val="18"/>
          <w:szCs w:val="18"/>
        </w:rPr>
        <w:t xml:space="preserve">pecialista na </w:t>
      </w:r>
      <w:r>
        <w:rPr>
          <w:sz w:val="18"/>
          <w:szCs w:val="18"/>
        </w:rPr>
        <w:t>hodnocení ekonomické efektivnosti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84D39" w:rsidRPr="00F95FBD" w14:paraId="15BABF7F" w14:textId="77777777" w:rsidTr="002422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D7EF18" w14:textId="77777777" w:rsidR="00184D39" w:rsidRPr="00F95FBD" w:rsidRDefault="00184D39" w:rsidP="00242221">
            <w:pPr>
              <w:pStyle w:val="Tabulka"/>
              <w:rPr>
                <w:rStyle w:val="Nadpisvtabulce"/>
              </w:rPr>
            </w:pPr>
            <w:r w:rsidRPr="00F95FBD">
              <w:rPr>
                <w:rStyle w:val="Nadpisvtabulce"/>
              </w:rPr>
              <w:t>Jméno a příjmení</w:t>
            </w:r>
          </w:p>
        </w:tc>
        <w:tc>
          <w:tcPr>
            <w:tcW w:w="5812" w:type="dxa"/>
            <w:shd w:val="clear" w:color="auto" w:fill="auto"/>
          </w:tcPr>
          <w:p w14:paraId="06FC3CF2" w14:textId="77777777" w:rsidR="00184D39" w:rsidRPr="00F95FBD" w:rsidRDefault="00184D39" w:rsidP="0024222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84D39" w:rsidRPr="00F95FBD" w14:paraId="3B64E203" w14:textId="77777777" w:rsidTr="0024222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512BBA" w14:textId="77777777" w:rsidR="00184D39" w:rsidRPr="00F95FBD" w:rsidRDefault="00184D39" w:rsidP="00242221">
            <w:pPr>
              <w:pStyle w:val="Tabulka"/>
            </w:pPr>
            <w:r w:rsidRPr="00F95FBD">
              <w:t>Adresa</w:t>
            </w:r>
          </w:p>
        </w:tc>
        <w:tc>
          <w:tcPr>
            <w:tcW w:w="5812" w:type="dxa"/>
            <w:shd w:val="clear" w:color="auto" w:fill="auto"/>
          </w:tcPr>
          <w:p w14:paraId="1D074814" w14:textId="77777777" w:rsidR="00184D39" w:rsidRPr="00F95FBD" w:rsidRDefault="00184D39" w:rsidP="002422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84D39" w:rsidRPr="00F95FBD" w14:paraId="3C8E54FB" w14:textId="77777777" w:rsidTr="0024222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3F5027" w14:textId="77777777" w:rsidR="00184D39" w:rsidRPr="00F95FBD" w:rsidRDefault="00184D39" w:rsidP="00242221">
            <w:pPr>
              <w:pStyle w:val="Tabulka"/>
            </w:pPr>
            <w:r w:rsidRPr="00F95FBD">
              <w:t>E-mail</w:t>
            </w:r>
          </w:p>
        </w:tc>
        <w:tc>
          <w:tcPr>
            <w:tcW w:w="5812" w:type="dxa"/>
            <w:shd w:val="clear" w:color="auto" w:fill="auto"/>
          </w:tcPr>
          <w:p w14:paraId="1FF2B173" w14:textId="77777777" w:rsidR="00184D39" w:rsidRPr="00F95FBD" w:rsidRDefault="00184D39" w:rsidP="002422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84D39" w:rsidRPr="00F95FBD" w14:paraId="19F993C9" w14:textId="77777777" w:rsidTr="0024222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5EF09C" w14:textId="77777777" w:rsidR="00184D39" w:rsidRPr="00F95FBD" w:rsidRDefault="00184D39" w:rsidP="00242221">
            <w:pPr>
              <w:pStyle w:val="Tabulka"/>
            </w:pPr>
            <w:r w:rsidRPr="00F95FBD">
              <w:t>Telefon</w:t>
            </w:r>
          </w:p>
        </w:tc>
        <w:tc>
          <w:tcPr>
            <w:tcW w:w="5812" w:type="dxa"/>
            <w:shd w:val="clear" w:color="auto" w:fill="auto"/>
          </w:tcPr>
          <w:p w14:paraId="444158D4" w14:textId="77777777" w:rsidR="00184D39" w:rsidRPr="00F95FBD" w:rsidRDefault="00184D39" w:rsidP="002422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A74689" w14:textId="77777777" w:rsidR="00184D39" w:rsidRPr="00F95FBD" w:rsidRDefault="00184D39" w:rsidP="00184D39">
      <w:pPr>
        <w:pStyle w:val="Tabulka"/>
      </w:pPr>
    </w:p>
    <w:p w14:paraId="2A49B84F" w14:textId="77777777" w:rsidR="00184D39" w:rsidRPr="00F95FBD" w:rsidRDefault="00184D39" w:rsidP="00184D39">
      <w:pPr>
        <w:pStyle w:val="Tabulka"/>
      </w:pPr>
    </w:p>
    <w:p w14:paraId="0BFCD2B2" w14:textId="77777777" w:rsidR="002344F6" w:rsidRDefault="002344F6" w:rsidP="002344F6">
      <w:pPr>
        <w:pStyle w:val="Textbezodsazen"/>
      </w:pPr>
    </w:p>
    <w:p w14:paraId="7D2BA617"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E8FBFBD" w14:textId="77777777" w:rsidR="002344F6" w:rsidRDefault="002344F6" w:rsidP="002344F6">
      <w:pPr>
        <w:pStyle w:val="Textbezodsazen"/>
      </w:pPr>
    </w:p>
    <w:p w14:paraId="3BBB610B"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E86C35B" w14:textId="77777777" w:rsidR="002344F6" w:rsidRDefault="002344F6" w:rsidP="002344F6">
      <w:pPr>
        <w:pStyle w:val="Textbezodsazen"/>
      </w:pPr>
    </w:p>
    <w:p w14:paraId="3301442A" w14:textId="77777777" w:rsidR="002344F6" w:rsidRDefault="002344F6" w:rsidP="002344F6">
      <w:pPr>
        <w:pStyle w:val="Textbezodsazen"/>
      </w:pPr>
    </w:p>
    <w:p w14:paraId="52A0CB62" w14:textId="77777777" w:rsidR="002344F6" w:rsidRDefault="002344F6" w:rsidP="002344F6">
      <w:pPr>
        <w:pStyle w:val="Tabulka"/>
      </w:pPr>
    </w:p>
    <w:p w14:paraId="7DA75D6B" w14:textId="77777777" w:rsidR="00740EE9" w:rsidRDefault="00740EE9" w:rsidP="00740EE9">
      <w:pPr>
        <w:pStyle w:val="Textbezodsazen"/>
      </w:pPr>
    </w:p>
    <w:p w14:paraId="18B7C484" w14:textId="77777777" w:rsidR="00740EE9" w:rsidRDefault="00740EE9" w:rsidP="00740EE9">
      <w:pPr>
        <w:pStyle w:val="Textbezodsazen"/>
      </w:pPr>
    </w:p>
    <w:p w14:paraId="5CFAAC21" w14:textId="77777777" w:rsidR="00740EE9" w:rsidRDefault="00740EE9" w:rsidP="00F762A8">
      <w:pPr>
        <w:pStyle w:val="Nadpisbezsl1-1"/>
        <w:sectPr w:rsidR="00740EE9"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17AA6653" w14:textId="77777777" w:rsidR="00872362" w:rsidRDefault="00872362" w:rsidP="00872362">
      <w:pPr>
        <w:pStyle w:val="Nadpisbezsl1-1"/>
      </w:pPr>
      <w:r w:rsidRPr="004436EE">
        <w:lastRenderedPageBreak/>
        <w:t>Příloha</w:t>
      </w:r>
      <w:r>
        <w:t xml:space="preserve"> č. 7</w:t>
      </w:r>
    </w:p>
    <w:p w14:paraId="7F244D0C" w14:textId="77777777" w:rsidR="00872362" w:rsidRDefault="00872362" w:rsidP="00872362">
      <w:pPr>
        <w:pStyle w:val="Nadpisbezsl1-2"/>
      </w:pPr>
      <w:r>
        <w:t>Seznam požadovaných pojištění</w:t>
      </w:r>
    </w:p>
    <w:p w14:paraId="2EACCFD4"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6ADC545"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44F1CAD0"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375A5F5" w14:textId="77777777" w:rsidR="00872362" w:rsidRPr="004436EE" w:rsidRDefault="00872362" w:rsidP="000509D4">
            <w:pPr>
              <w:pStyle w:val="Textbezodsazen"/>
              <w:rPr>
                <w:rStyle w:val="Tun"/>
              </w:rPr>
            </w:pPr>
            <w:r w:rsidRPr="004436EE">
              <w:rPr>
                <w:rStyle w:val="Tun"/>
              </w:rPr>
              <w:t>DRUH POJIŠTĚNÍ</w:t>
            </w:r>
          </w:p>
        </w:tc>
        <w:tc>
          <w:tcPr>
            <w:tcW w:w="4227" w:type="dxa"/>
          </w:tcPr>
          <w:p w14:paraId="136C8332"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382B7E4A"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0AFE6981"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02775CB0" w14:textId="2BD3307F" w:rsidR="00872362" w:rsidRPr="00872362" w:rsidRDefault="00881D19" w:rsidP="0053725E">
            <w:pPr>
              <w:pStyle w:val="Textbezodsazen"/>
              <w:cnfStyle w:val="000000000000" w:firstRow="0" w:lastRow="0" w:firstColumn="0" w:lastColumn="0" w:oddVBand="0" w:evenVBand="0" w:oddHBand="0" w:evenHBand="0" w:firstRowFirstColumn="0" w:firstRowLastColumn="0" w:lastRowFirstColumn="0" w:lastRowLastColumn="0"/>
              <w:rPr>
                <w:i/>
              </w:rPr>
            </w:pPr>
            <w:r>
              <w:t xml:space="preserve">             14 mil. Kč bez DPH</w:t>
            </w:r>
          </w:p>
        </w:tc>
      </w:tr>
    </w:tbl>
    <w:p w14:paraId="7798B91E" w14:textId="77777777" w:rsidR="00872362" w:rsidRDefault="00872362" w:rsidP="00872362">
      <w:pPr>
        <w:pStyle w:val="Textbezodsazen"/>
      </w:pPr>
    </w:p>
    <w:p w14:paraId="3902BBBF" w14:textId="77777777" w:rsidR="00670D9A" w:rsidRDefault="00670D9A" w:rsidP="00872362">
      <w:pPr>
        <w:pStyle w:val="Textbezodsazen"/>
      </w:pPr>
    </w:p>
    <w:p w14:paraId="38E94E00" w14:textId="77777777" w:rsidR="00670D9A" w:rsidRDefault="00670D9A" w:rsidP="00872362">
      <w:pPr>
        <w:pStyle w:val="Textbezodsazen"/>
      </w:pPr>
    </w:p>
    <w:p w14:paraId="69623801" w14:textId="77777777" w:rsidR="00670D9A" w:rsidRDefault="00670D9A" w:rsidP="00872362">
      <w:pPr>
        <w:pStyle w:val="Textbezodsazen"/>
      </w:pPr>
    </w:p>
    <w:p w14:paraId="780B6EAD" w14:textId="77777777" w:rsidR="00872362" w:rsidRDefault="00872362" w:rsidP="00872362">
      <w:pPr>
        <w:pStyle w:val="Textbezodsazen"/>
      </w:pPr>
    </w:p>
    <w:p w14:paraId="69A1EDC3" w14:textId="77777777" w:rsidR="00872362" w:rsidRPr="00872362" w:rsidRDefault="00872362" w:rsidP="00872362">
      <w:pPr>
        <w:pStyle w:val="Textbezodsazen"/>
        <w:rPr>
          <w:rStyle w:val="Tun"/>
          <w:b w:val="0"/>
        </w:rPr>
      </w:pPr>
    </w:p>
    <w:p w14:paraId="042B490E" w14:textId="77777777" w:rsidR="00872362" w:rsidRDefault="00872362" w:rsidP="00F762A8">
      <w:pPr>
        <w:pStyle w:val="Nadpisbezsl1-1"/>
        <w:sectPr w:rsidR="00872362" w:rsidSect="00AB4F25">
          <w:headerReference w:type="even" r:id="rId29"/>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14:paraId="0B9E5131" w14:textId="77777777" w:rsidR="00872362" w:rsidRDefault="00872362" w:rsidP="00872362">
      <w:pPr>
        <w:pStyle w:val="Nadpisbezsl1-1"/>
      </w:pPr>
      <w:r>
        <w:lastRenderedPageBreak/>
        <w:t>Příloha č. 8</w:t>
      </w:r>
    </w:p>
    <w:p w14:paraId="539D73A1" w14:textId="77777777" w:rsidR="00872362" w:rsidRDefault="00872362" w:rsidP="00872362">
      <w:pPr>
        <w:pStyle w:val="Nadpisbezsl1-2"/>
      </w:pPr>
      <w:r>
        <w:t>Seznam poddodavatelů</w:t>
      </w:r>
    </w:p>
    <w:p w14:paraId="5A69D57B"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22AD1300"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92FC267" w14:textId="77777777" w:rsidR="00872362" w:rsidRPr="00F95FBD" w:rsidRDefault="00872362" w:rsidP="000509D4">
            <w:pPr>
              <w:pStyle w:val="Tabulka"/>
              <w:jc w:val="left"/>
              <w:rPr>
                <w:rStyle w:val="Nadpisvtabulce"/>
              </w:rPr>
            </w:pPr>
            <w:r w:rsidRPr="00F95FBD">
              <w:rPr>
                <w:rStyle w:val="Nadpisvtabulce"/>
              </w:rPr>
              <w:t>Identifikace poddodavatele</w:t>
            </w:r>
          </w:p>
          <w:p w14:paraId="2841A06B"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8B3E8C8"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28F63E8A"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09C9ED9B"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5B5AD8F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4BEA99C" w14:textId="77777777" w:rsidR="00872362" w:rsidRPr="00F95FBD" w:rsidRDefault="00872362" w:rsidP="000509D4">
            <w:pPr>
              <w:pStyle w:val="Tabulka"/>
            </w:pPr>
            <w:r w:rsidRPr="00F95FBD">
              <w:rPr>
                <w:highlight w:val="yellow"/>
              </w:rPr>
              <w:t>[VLOŽÍ ZHOTOVITEL]</w:t>
            </w:r>
          </w:p>
        </w:tc>
        <w:tc>
          <w:tcPr>
            <w:tcW w:w="3129" w:type="dxa"/>
          </w:tcPr>
          <w:p w14:paraId="017DB1D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1D769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938E0E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7417E4D" w14:textId="77777777" w:rsidR="00872362" w:rsidRPr="00F95FBD" w:rsidRDefault="00872362" w:rsidP="000509D4">
            <w:pPr>
              <w:pStyle w:val="Tabulka"/>
            </w:pPr>
            <w:r w:rsidRPr="00F95FBD">
              <w:rPr>
                <w:highlight w:val="yellow"/>
              </w:rPr>
              <w:t>[VLOŽÍ ZHOTOVITEL]</w:t>
            </w:r>
          </w:p>
        </w:tc>
        <w:tc>
          <w:tcPr>
            <w:tcW w:w="3129" w:type="dxa"/>
          </w:tcPr>
          <w:p w14:paraId="3697274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FCA26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2DD984E"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618E5C5" w14:textId="77777777" w:rsidR="00872362" w:rsidRPr="00F95FBD" w:rsidRDefault="00872362" w:rsidP="000509D4">
            <w:pPr>
              <w:pStyle w:val="Tabulka"/>
            </w:pPr>
            <w:r w:rsidRPr="00F95FBD">
              <w:rPr>
                <w:highlight w:val="yellow"/>
              </w:rPr>
              <w:t>[VLOŽÍ ZHOTOVITEL]</w:t>
            </w:r>
          </w:p>
        </w:tc>
        <w:tc>
          <w:tcPr>
            <w:tcW w:w="3129" w:type="dxa"/>
          </w:tcPr>
          <w:p w14:paraId="443386F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CD87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88EE2B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A28D415" w14:textId="77777777" w:rsidR="00872362" w:rsidRPr="00F95FBD" w:rsidRDefault="00872362" w:rsidP="000509D4">
            <w:pPr>
              <w:pStyle w:val="Tabulka"/>
            </w:pPr>
            <w:r w:rsidRPr="00F95FBD">
              <w:rPr>
                <w:highlight w:val="yellow"/>
              </w:rPr>
              <w:t>[VLOŽÍ ZHOTOVITEL]</w:t>
            </w:r>
          </w:p>
        </w:tc>
        <w:tc>
          <w:tcPr>
            <w:tcW w:w="3129" w:type="dxa"/>
          </w:tcPr>
          <w:p w14:paraId="4B5D0B4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B85D6D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87FEF0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C9CA208" w14:textId="77777777" w:rsidR="00872362" w:rsidRPr="00F95FBD" w:rsidRDefault="00872362" w:rsidP="000509D4">
            <w:pPr>
              <w:pStyle w:val="Tabulka"/>
            </w:pPr>
            <w:r w:rsidRPr="00F95FBD">
              <w:rPr>
                <w:highlight w:val="yellow"/>
              </w:rPr>
              <w:t>[VLOŽÍ ZHOTOVITEL]</w:t>
            </w:r>
          </w:p>
        </w:tc>
        <w:tc>
          <w:tcPr>
            <w:tcW w:w="3129" w:type="dxa"/>
          </w:tcPr>
          <w:p w14:paraId="3000EA0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E1F795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430C7D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F01BE41" w14:textId="77777777" w:rsidR="00872362" w:rsidRPr="00F95FBD" w:rsidRDefault="00872362" w:rsidP="000509D4">
            <w:pPr>
              <w:pStyle w:val="Tabulka"/>
            </w:pPr>
            <w:r w:rsidRPr="00F95FBD">
              <w:rPr>
                <w:highlight w:val="yellow"/>
              </w:rPr>
              <w:t>[VLOŽÍ ZHOTOVITEL]</w:t>
            </w:r>
          </w:p>
        </w:tc>
        <w:tc>
          <w:tcPr>
            <w:tcW w:w="3129" w:type="dxa"/>
          </w:tcPr>
          <w:p w14:paraId="70EC8DD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E0B57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C89170E"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E6F846E" w14:textId="77777777" w:rsidR="00872362" w:rsidRPr="00F95FBD" w:rsidRDefault="00872362" w:rsidP="000509D4">
            <w:pPr>
              <w:pStyle w:val="Tabulka"/>
            </w:pPr>
            <w:r w:rsidRPr="00F95FBD">
              <w:rPr>
                <w:highlight w:val="yellow"/>
              </w:rPr>
              <w:t>[VLOŽÍ ZHOTOVITEL]</w:t>
            </w:r>
          </w:p>
        </w:tc>
        <w:tc>
          <w:tcPr>
            <w:tcW w:w="3129" w:type="dxa"/>
          </w:tcPr>
          <w:p w14:paraId="47385D6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8652D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F72786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246539E" w14:textId="77777777" w:rsidR="00872362" w:rsidRPr="00F95FBD" w:rsidRDefault="00872362" w:rsidP="000509D4">
            <w:pPr>
              <w:pStyle w:val="Tabulka"/>
            </w:pPr>
            <w:r w:rsidRPr="00F95FBD">
              <w:rPr>
                <w:highlight w:val="yellow"/>
              </w:rPr>
              <w:t>[VLOŽÍ ZHOTOVITEL]</w:t>
            </w:r>
          </w:p>
        </w:tc>
        <w:tc>
          <w:tcPr>
            <w:tcW w:w="3129" w:type="dxa"/>
          </w:tcPr>
          <w:p w14:paraId="0F02C4F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84A24C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4019C2CC"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75810C28" w14:textId="77777777" w:rsidR="00872362" w:rsidRPr="004436EE" w:rsidRDefault="00872362" w:rsidP="000509D4">
            <w:pPr>
              <w:pStyle w:val="Tabulka"/>
              <w:jc w:val="right"/>
              <w:rPr>
                <w:rStyle w:val="Tun"/>
              </w:rPr>
            </w:pPr>
            <w:r w:rsidRPr="004436EE">
              <w:rPr>
                <w:rStyle w:val="Tun"/>
              </w:rPr>
              <w:t>CELKEM %</w:t>
            </w:r>
          </w:p>
        </w:tc>
        <w:tc>
          <w:tcPr>
            <w:tcW w:w="2957" w:type="dxa"/>
          </w:tcPr>
          <w:p w14:paraId="72BC6273"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3752F10A" w14:textId="77777777" w:rsidR="00872362" w:rsidRPr="00F95FBD" w:rsidRDefault="00872362" w:rsidP="00670D9A">
      <w:pPr>
        <w:pStyle w:val="Textbezodsazen"/>
      </w:pPr>
    </w:p>
    <w:p w14:paraId="03F5D9D0" w14:textId="77777777" w:rsidR="00670D9A" w:rsidRDefault="00670D9A" w:rsidP="00670D9A">
      <w:pPr>
        <w:pStyle w:val="Textbezodsazen"/>
      </w:pPr>
    </w:p>
    <w:p w14:paraId="09B1B77D" w14:textId="77777777" w:rsidR="00670D9A" w:rsidRDefault="00670D9A" w:rsidP="00670D9A">
      <w:pPr>
        <w:pStyle w:val="Textbezodsazen"/>
      </w:pPr>
    </w:p>
    <w:p w14:paraId="01D8EF5C" w14:textId="77777777" w:rsidR="00670D9A" w:rsidRDefault="00670D9A" w:rsidP="00670D9A">
      <w:pPr>
        <w:pStyle w:val="Textbezodsazen"/>
      </w:pPr>
    </w:p>
    <w:p w14:paraId="7A6351B1" w14:textId="77777777" w:rsidR="00670D9A" w:rsidRDefault="00670D9A" w:rsidP="00670D9A">
      <w:pPr>
        <w:pStyle w:val="Textbezodsazen"/>
        <w:sectPr w:rsidR="00670D9A"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4F41F920" w14:textId="77777777" w:rsidR="00872362" w:rsidRDefault="00872362" w:rsidP="00872362">
      <w:pPr>
        <w:pStyle w:val="Nadpisbezsl1-1"/>
      </w:pPr>
      <w:r>
        <w:lastRenderedPageBreak/>
        <w:t>Příloha č. 9</w:t>
      </w:r>
    </w:p>
    <w:p w14:paraId="30FF1AEA" w14:textId="77777777" w:rsidR="00872362" w:rsidRDefault="00872362" w:rsidP="00872362">
      <w:pPr>
        <w:pStyle w:val="Nadpisbezsl1-2"/>
      </w:pPr>
      <w:r>
        <w:t>Související dokumenty</w:t>
      </w:r>
    </w:p>
    <w:p w14:paraId="45B85820"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773E6A9C"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C19AAA7" w14:textId="77777777" w:rsidR="00872362" w:rsidRPr="00F95FBD" w:rsidRDefault="00872362" w:rsidP="00380C0F">
            <w:pPr>
              <w:pStyle w:val="Tabulka"/>
              <w:rPr>
                <w:rStyle w:val="Nadpisvtabulce"/>
              </w:rPr>
            </w:pPr>
            <w:r>
              <w:rPr>
                <w:rStyle w:val="Nadpisvtabulce"/>
              </w:rPr>
              <w:t>Název dokumentu</w:t>
            </w:r>
          </w:p>
        </w:tc>
        <w:tc>
          <w:tcPr>
            <w:tcW w:w="3129" w:type="dxa"/>
          </w:tcPr>
          <w:p w14:paraId="0FB49925"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1E63D711"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532F1D8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08CCECB" w14:textId="77777777" w:rsidR="00872362" w:rsidRPr="00D0544F" w:rsidRDefault="00872362" w:rsidP="00380C0F">
            <w:pPr>
              <w:pStyle w:val="Tabulka"/>
              <w:rPr>
                <w:highlight w:val="green"/>
              </w:rPr>
            </w:pPr>
            <w:r w:rsidRPr="00D0544F">
              <w:rPr>
                <w:highlight w:val="green"/>
              </w:rPr>
              <w:t>[VLOŽÍ OBJEDNATEL]</w:t>
            </w:r>
          </w:p>
        </w:tc>
        <w:tc>
          <w:tcPr>
            <w:tcW w:w="3129" w:type="dxa"/>
          </w:tcPr>
          <w:p w14:paraId="24E61FC8"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B5E13EC"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062DA28C"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18C80E2"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16394AD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EF849A2"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197F75B5"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FC18E68"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5F80F270"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0E1978A"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6224ED6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49D35BDF"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4C785FEA"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1046F0C"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1803317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DB59F81"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7BB4EC14"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6D1C1C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3EF16E9C"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4D8DF4C7"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59F45FDE"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F0E9EDE"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267A1C01"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4F2D26D8"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123813F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C61FED6"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34377213"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591180C"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1A545B5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141611D"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4E2002E4" w14:textId="77777777" w:rsidR="00872362" w:rsidRDefault="00872362" w:rsidP="00872362">
      <w:pPr>
        <w:pStyle w:val="Textbezodsazen"/>
      </w:pPr>
    </w:p>
    <w:p w14:paraId="3D1BC350" w14:textId="77777777" w:rsidR="00872362" w:rsidRDefault="00872362" w:rsidP="00872362">
      <w:pPr>
        <w:pStyle w:val="Textbezodsazen"/>
      </w:pPr>
    </w:p>
    <w:p w14:paraId="6D20AFC6" w14:textId="77777777" w:rsidR="00872362" w:rsidRDefault="00872362" w:rsidP="00872362">
      <w:pPr>
        <w:pStyle w:val="Textbezodsazen"/>
      </w:pPr>
    </w:p>
    <w:p w14:paraId="1A04255C" w14:textId="77777777" w:rsidR="00670D9A" w:rsidRDefault="00670D9A" w:rsidP="00872362">
      <w:pPr>
        <w:pStyle w:val="Textbezodsazen"/>
      </w:pPr>
    </w:p>
    <w:p w14:paraId="2C19F997" w14:textId="77777777" w:rsidR="00670D9A" w:rsidRDefault="00670D9A" w:rsidP="00872362">
      <w:pPr>
        <w:pStyle w:val="Textbezodsazen"/>
      </w:pPr>
    </w:p>
    <w:p w14:paraId="7B88CE0C" w14:textId="77777777" w:rsidR="00670D9A" w:rsidRDefault="00670D9A" w:rsidP="00872362">
      <w:pPr>
        <w:pStyle w:val="Textbezodsazen"/>
      </w:pPr>
    </w:p>
    <w:p w14:paraId="4A55AB67" w14:textId="77777777" w:rsidR="00872362" w:rsidRDefault="00872362" w:rsidP="00872362">
      <w:pPr>
        <w:pStyle w:val="Textbezodsazen"/>
      </w:pPr>
    </w:p>
    <w:p w14:paraId="539D70CC" w14:textId="77777777" w:rsidR="00872362" w:rsidRDefault="00872362" w:rsidP="00F762A8">
      <w:pPr>
        <w:pStyle w:val="Nadpisbezsl1-1"/>
        <w:sectPr w:rsidR="00872362"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59FD2EE7" w14:textId="77777777" w:rsidR="005445D5" w:rsidRDefault="005445D5" w:rsidP="005445D5">
      <w:pPr>
        <w:pStyle w:val="Nadpisbezsl1-1"/>
      </w:pPr>
      <w:r>
        <w:lastRenderedPageBreak/>
        <w:t>Příloha č. 10</w:t>
      </w:r>
    </w:p>
    <w:p w14:paraId="60FD4A3A" w14:textId="77777777" w:rsidR="005445D5" w:rsidRDefault="005445D5" w:rsidP="005445D5">
      <w:pPr>
        <w:pStyle w:val="Nadpisbezsl1-2"/>
      </w:pPr>
      <w:r>
        <w:t>Zmocnění Vedoucího Zhotovitele</w:t>
      </w:r>
    </w:p>
    <w:p w14:paraId="70158C01" w14:textId="77777777" w:rsidR="005445D5" w:rsidRDefault="005445D5" w:rsidP="005445D5">
      <w:pPr>
        <w:pStyle w:val="Textbezodsazen"/>
      </w:pPr>
    </w:p>
    <w:p w14:paraId="05A8E2A6" w14:textId="77777777" w:rsidR="005445D5" w:rsidRDefault="005445D5" w:rsidP="005445D5">
      <w:pPr>
        <w:pStyle w:val="Textbezodsazen"/>
      </w:pPr>
    </w:p>
    <w:p w14:paraId="3B0BBD84" w14:textId="77777777" w:rsidR="005445D5" w:rsidRDefault="005445D5" w:rsidP="005445D5">
      <w:pPr>
        <w:pStyle w:val="Textbezodsazen"/>
      </w:pPr>
    </w:p>
    <w:p w14:paraId="4C72482B" w14:textId="77777777" w:rsidR="005445D5" w:rsidRDefault="005445D5" w:rsidP="005445D5">
      <w:pPr>
        <w:pStyle w:val="Textbezodsazen"/>
      </w:pPr>
    </w:p>
    <w:p w14:paraId="574783F1" w14:textId="77777777" w:rsidR="00F762A8" w:rsidRPr="00165977" w:rsidRDefault="00F762A8" w:rsidP="005445D5">
      <w:pPr>
        <w:pStyle w:val="Textbezodsazen"/>
      </w:pPr>
    </w:p>
    <w:sectPr w:rsidR="00F762A8" w:rsidRPr="00165977"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CB099" w14:textId="77777777" w:rsidR="005E3D9D" w:rsidRDefault="005E3D9D" w:rsidP="00962258">
      <w:pPr>
        <w:spacing w:after="0" w:line="240" w:lineRule="auto"/>
      </w:pPr>
      <w:r>
        <w:separator/>
      </w:r>
    </w:p>
  </w:endnote>
  <w:endnote w:type="continuationSeparator" w:id="0">
    <w:p w14:paraId="0D36440A" w14:textId="77777777" w:rsidR="005E3D9D" w:rsidRDefault="005E3D9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49D3" w:rsidRPr="003462EB" w14:paraId="52ED2BE8" w14:textId="77777777" w:rsidTr="00BD0C4A">
      <w:trPr>
        <w:trHeight w:val="247"/>
      </w:trPr>
      <w:tc>
        <w:tcPr>
          <w:tcW w:w="907" w:type="dxa"/>
          <w:tcMar>
            <w:left w:w="0" w:type="dxa"/>
            <w:right w:w="0" w:type="dxa"/>
          </w:tcMar>
          <w:vAlign w:val="bottom"/>
        </w:tcPr>
        <w:p w14:paraId="5A7BB88B" w14:textId="1016C75A" w:rsidR="000849D3" w:rsidRPr="00B8518B" w:rsidRDefault="000849D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73C7">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73C7">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5763971E" w14:textId="43B1EB14" w:rsidR="000849D3" w:rsidRPr="00BD0C4A" w:rsidRDefault="005E3D9D" w:rsidP="00BD0C4A">
          <w:pPr>
            <w:pStyle w:val="Zpatvle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22A945F2" w14:textId="77777777" w:rsidR="000849D3" w:rsidRPr="00BD0C4A" w:rsidRDefault="000849D3" w:rsidP="00BD0C4A">
          <w:pPr>
            <w:pStyle w:val="Zpatvlevo"/>
          </w:pPr>
          <w:r w:rsidRPr="00BD0C4A">
            <w:t>Smlouva o dílo na Záměru projektu a Dokumentace pro územní řízení (ZP+DUR)</w:t>
          </w:r>
        </w:p>
      </w:tc>
    </w:tr>
  </w:tbl>
  <w:p w14:paraId="6FBA38B2" w14:textId="77777777" w:rsidR="000849D3" w:rsidRPr="00BD0C4A" w:rsidRDefault="000849D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49D3" w:rsidRPr="009E09BE" w14:paraId="018DDE95" w14:textId="77777777" w:rsidTr="00BD0C4A">
      <w:tc>
        <w:tcPr>
          <w:tcW w:w="7873" w:type="dxa"/>
          <w:vAlign w:val="bottom"/>
        </w:tcPr>
        <w:p w14:paraId="4ED9019C" w14:textId="77777777" w:rsidR="000849D3" w:rsidRDefault="000849D3" w:rsidP="00BD0C4A">
          <w:pPr>
            <w:pStyle w:val="Zpatvpravo"/>
          </w:pPr>
          <w:r>
            <w:t>Příloha č. 5</w:t>
          </w:r>
        </w:p>
        <w:p w14:paraId="761F9616" w14:textId="2BBE58F2" w:rsidR="000849D3" w:rsidRPr="00BD0C4A" w:rsidRDefault="005E3D9D" w:rsidP="00BD0C4A">
          <w:pPr>
            <w:pStyle w:val="Zpatvpra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34CDBC2F" w14:textId="77777777" w:rsidR="000849D3" w:rsidRPr="00BD0C4A" w:rsidRDefault="000849D3" w:rsidP="00BD0C4A">
          <w:pPr>
            <w:pStyle w:val="Zpatvpravo"/>
          </w:pPr>
          <w:r w:rsidRPr="00BD0C4A">
            <w:t>Smlouva o dílo na Záměru projektu a Dokumentace pro územní řízení (ZP+DUR)</w:t>
          </w:r>
        </w:p>
      </w:tc>
      <w:tc>
        <w:tcPr>
          <w:tcW w:w="859" w:type="dxa"/>
          <w:vAlign w:val="bottom"/>
        </w:tcPr>
        <w:p w14:paraId="53B92A05" w14:textId="4DEDCCD6" w:rsidR="000849D3" w:rsidRPr="009E09BE" w:rsidRDefault="000849D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73C7">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73C7">
            <w:rPr>
              <w:b/>
              <w:noProof/>
              <w:color w:val="FF5200" w:themeColor="accent2"/>
              <w:sz w:val="14"/>
              <w:szCs w:val="14"/>
            </w:rPr>
            <w:t>7</w:t>
          </w:r>
          <w:r w:rsidRPr="007145F3">
            <w:rPr>
              <w:b/>
              <w:noProof/>
              <w:color w:val="FF5200" w:themeColor="accent2"/>
              <w:sz w:val="14"/>
              <w:szCs w:val="14"/>
            </w:rPr>
            <w:fldChar w:fldCharType="end"/>
          </w:r>
        </w:p>
      </w:tc>
    </w:tr>
  </w:tbl>
  <w:p w14:paraId="3AA0A8A9" w14:textId="77777777" w:rsidR="000849D3" w:rsidRPr="00B8518B" w:rsidRDefault="000849D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49D3" w:rsidRPr="003462EB" w14:paraId="46E953E1" w14:textId="77777777" w:rsidTr="00BD0C4A">
      <w:trPr>
        <w:trHeight w:val="247"/>
      </w:trPr>
      <w:tc>
        <w:tcPr>
          <w:tcW w:w="907" w:type="dxa"/>
          <w:tcMar>
            <w:left w:w="0" w:type="dxa"/>
            <w:right w:w="0" w:type="dxa"/>
          </w:tcMar>
          <w:vAlign w:val="bottom"/>
        </w:tcPr>
        <w:p w14:paraId="5ED92A28" w14:textId="5A1A5B08" w:rsidR="000849D3" w:rsidRPr="00B8518B" w:rsidRDefault="000849D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73C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73C7">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4C3330B3" w14:textId="77777777" w:rsidR="000849D3" w:rsidRDefault="000849D3" w:rsidP="00BD0C4A">
          <w:pPr>
            <w:pStyle w:val="Zpatvlevo"/>
          </w:pPr>
          <w:r>
            <w:t>Příloha č. 6</w:t>
          </w:r>
        </w:p>
        <w:p w14:paraId="62E019A5" w14:textId="1FFA4865" w:rsidR="000849D3" w:rsidRPr="00BD0C4A" w:rsidRDefault="005E3D9D" w:rsidP="00BD0C4A">
          <w:pPr>
            <w:pStyle w:val="Zpatvle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4A44A7E2" w14:textId="77777777" w:rsidR="000849D3" w:rsidRPr="00BD0C4A" w:rsidRDefault="000849D3" w:rsidP="00BD0C4A">
          <w:pPr>
            <w:pStyle w:val="Zpatvlevo"/>
          </w:pPr>
          <w:r w:rsidRPr="00BD0C4A">
            <w:t>Smlouva o dílo na Záměru projektu a Dokumentace pro územní řízení (ZP+DUR)</w:t>
          </w:r>
        </w:p>
      </w:tc>
    </w:tr>
  </w:tbl>
  <w:p w14:paraId="0043C339" w14:textId="77777777" w:rsidR="000849D3" w:rsidRPr="00BD0C4A" w:rsidRDefault="000849D3">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49D3" w:rsidRPr="009E09BE" w14:paraId="4C0B0B91" w14:textId="77777777" w:rsidTr="00BD0C4A">
      <w:tc>
        <w:tcPr>
          <w:tcW w:w="7873" w:type="dxa"/>
          <w:vAlign w:val="bottom"/>
        </w:tcPr>
        <w:p w14:paraId="4FC0798D" w14:textId="77777777" w:rsidR="000849D3" w:rsidRDefault="000849D3" w:rsidP="00BD0C4A">
          <w:pPr>
            <w:pStyle w:val="Zpatvpravo"/>
          </w:pPr>
          <w:r>
            <w:t>Příloha č. 6</w:t>
          </w:r>
        </w:p>
        <w:p w14:paraId="260401AC" w14:textId="422D969E" w:rsidR="000849D3" w:rsidRPr="00BD0C4A" w:rsidRDefault="005E3D9D" w:rsidP="00BD0C4A">
          <w:pPr>
            <w:pStyle w:val="Zpatvpra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02C0E919" w14:textId="77777777" w:rsidR="000849D3" w:rsidRPr="00BD0C4A" w:rsidRDefault="000849D3" w:rsidP="00BD0C4A">
          <w:pPr>
            <w:pStyle w:val="Zpatvpravo"/>
          </w:pPr>
          <w:r w:rsidRPr="00BD0C4A">
            <w:t>Smlouva o dílo na Záměru projektu a Dokumentace pro územní řízení (ZP+DUR)</w:t>
          </w:r>
        </w:p>
      </w:tc>
      <w:tc>
        <w:tcPr>
          <w:tcW w:w="859" w:type="dxa"/>
          <w:vAlign w:val="bottom"/>
        </w:tcPr>
        <w:p w14:paraId="3DBB0DBE" w14:textId="19ECDF34" w:rsidR="000849D3" w:rsidRPr="009E09BE" w:rsidRDefault="000849D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73C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73C7">
            <w:rPr>
              <w:b/>
              <w:noProof/>
              <w:color w:val="FF5200" w:themeColor="accent2"/>
              <w:sz w:val="14"/>
              <w:szCs w:val="14"/>
            </w:rPr>
            <w:t>4</w:t>
          </w:r>
          <w:r w:rsidRPr="007145F3">
            <w:rPr>
              <w:b/>
              <w:noProof/>
              <w:color w:val="FF5200" w:themeColor="accent2"/>
              <w:sz w:val="14"/>
              <w:szCs w:val="14"/>
            </w:rPr>
            <w:fldChar w:fldCharType="end"/>
          </w:r>
        </w:p>
      </w:tc>
    </w:tr>
  </w:tbl>
  <w:p w14:paraId="5EC7867A" w14:textId="77777777" w:rsidR="000849D3" w:rsidRPr="00B8518B" w:rsidRDefault="000849D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49D3" w:rsidRPr="003462EB" w14:paraId="7AFE98E8" w14:textId="77777777" w:rsidTr="00BD0C4A">
      <w:trPr>
        <w:trHeight w:val="247"/>
      </w:trPr>
      <w:tc>
        <w:tcPr>
          <w:tcW w:w="907" w:type="dxa"/>
          <w:tcMar>
            <w:left w:w="0" w:type="dxa"/>
            <w:right w:w="0" w:type="dxa"/>
          </w:tcMar>
          <w:vAlign w:val="bottom"/>
        </w:tcPr>
        <w:p w14:paraId="40A51543" w14:textId="77777777" w:rsidR="000849D3" w:rsidRPr="00B8518B" w:rsidRDefault="000849D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82D7A9E" w14:textId="77777777" w:rsidR="000849D3" w:rsidRDefault="000849D3" w:rsidP="00BD0C4A">
          <w:pPr>
            <w:pStyle w:val="Zpatvlevo"/>
          </w:pPr>
          <w:r>
            <w:t>Příloha č. 7</w:t>
          </w:r>
        </w:p>
        <w:p w14:paraId="23C5B99F" w14:textId="32D52686" w:rsidR="000849D3" w:rsidRPr="00BD0C4A" w:rsidRDefault="005E3D9D" w:rsidP="00BD0C4A">
          <w:pPr>
            <w:pStyle w:val="Zpatvle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736EC168" w14:textId="77777777" w:rsidR="000849D3" w:rsidRPr="00BD0C4A" w:rsidRDefault="000849D3" w:rsidP="00BD0C4A">
          <w:pPr>
            <w:pStyle w:val="Zpatvlevo"/>
          </w:pPr>
          <w:r w:rsidRPr="00BD0C4A">
            <w:t>Smlouva o dílo na Záměru projektu a Dokumentace pro územní řízení (ZP+DUR)</w:t>
          </w:r>
        </w:p>
      </w:tc>
    </w:tr>
  </w:tbl>
  <w:p w14:paraId="143CEC4D" w14:textId="77777777" w:rsidR="000849D3" w:rsidRPr="00BD0C4A" w:rsidRDefault="000849D3">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49D3" w:rsidRPr="009E09BE" w14:paraId="401D96F3" w14:textId="77777777" w:rsidTr="00BD0C4A">
      <w:tc>
        <w:tcPr>
          <w:tcW w:w="7873" w:type="dxa"/>
          <w:vAlign w:val="bottom"/>
        </w:tcPr>
        <w:p w14:paraId="013BDDBA" w14:textId="77777777" w:rsidR="000849D3" w:rsidRDefault="000849D3" w:rsidP="00BD0C4A">
          <w:pPr>
            <w:pStyle w:val="Zpatvpravo"/>
          </w:pPr>
          <w:r>
            <w:t>Příloha č. 7</w:t>
          </w:r>
        </w:p>
        <w:p w14:paraId="70B5C81D" w14:textId="32845370" w:rsidR="000849D3" w:rsidRPr="00BD0C4A" w:rsidRDefault="005E3D9D" w:rsidP="00BD0C4A">
          <w:pPr>
            <w:pStyle w:val="Zpatvpra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08CAFACF" w14:textId="77777777" w:rsidR="000849D3" w:rsidRPr="00BD0C4A" w:rsidRDefault="000849D3" w:rsidP="00BD0C4A">
          <w:pPr>
            <w:pStyle w:val="Zpatvpravo"/>
          </w:pPr>
          <w:r w:rsidRPr="00BD0C4A">
            <w:t>Smlouva o dílo na Záměru projektu a Dokumentace pro územní řízení (ZP+DUR)</w:t>
          </w:r>
        </w:p>
      </w:tc>
      <w:tc>
        <w:tcPr>
          <w:tcW w:w="859" w:type="dxa"/>
          <w:vAlign w:val="bottom"/>
        </w:tcPr>
        <w:p w14:paraId="6E049038" w14:textId="015073F1" w:rsidR="000849D3" w:rsidRPr="009E09BE" w:rsidRDefault="000849D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73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73C7">
            <w:rPr>
              <w:b/>
              <w:noProof/>
              <w:color w:val="FF5200" w:themeColor="accent2"/>
              <w:sz w:val="14"/>
              <w:szCs w:val="14"/>
            </w:rPr>
            <w:t>1</w:t>
          </w:r>
          <w:r w:rsidRPr="007145F3">
            <w:rPr>
              <w:b/>
              <w:noProof/>
              <w:color w:val="FF5200" w:themeColor="accent2"/>
              <w:sz w:val="14"/>
              <w:szCs w:val="14"/>
            </w:rPr>
            <w:fldChar w:fldCharType="end"/>
          </w:r>
        </w:p>
      </w:tc>
    </w:tr>
  </w:tbl>
  <w:p w14:paraId="4A34C39D" w14:textId="77777777" w:rsidR="000849D3" w:rsidRPr="00B8518B" w:rsidRDefault="000849D3"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49D3" w:rsidRPr="003462EB" w14:paraId="245F3723" w14:textId="77777777" w:rsidTr="00BD0C4A">
      <w:trPr>
        <w:trHeight w:val="247"/>
      </w:trPr>
      <w:tc>
        <w:tcPr>
          <w:tcW w:w="907" w:type="dxa"/>
          <w:tcMar>
            <w:left w:w="0" w:type="dxa"/>
            <w:right w:w="0" w:type="dxa"/>
          </w:tcMar>
          <w:vAlign w:val="bottom"/>
        </w:tcPr>
        <w:p w14:paraId="27E76044" w14:textId="77777777" w:rsidR="000849D3" w:rsidRPr="00B8518B" w:rsidRDefault="000849D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264DE53" w14:textId="77777777" w:rsidR="000849D3" w:rsidRDefault="000849D3" w:rsidP="00BD0C4A">
          <w:pPr>
            <w:pStyle w:val="Zpatvlevo"/>
          </w:pPr>
          <w:r>
            <w:t>Příloha č. 8</w:t>
          </w:r>
        </w:p>
        <w:p w14:paraId="22B21D40" w14:textId="67D4A331" w:rsidR="000849D3" w:rsidRPr="00BD0C4A" w:rsidRDefault="005E3D9D" w:rsidP="00BD0C4A">
          <w:pPr>
            <w:pStyle w:val="Zpatvle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2618E6E9" w14:textId="77777777" w:rsidR="000849D3" w:rsidRPr="00BD0C4A" w:rsidRDefault="000849D3" w:rsidP="00BD0C4A">
          <w:pPr>
            <w:pStyle w:val="Zpatvlevo"/>
          </w:pPr>
          <w:r w:rsidRPr="00BD0C4A">
            <w:t>Smlouva o dílo na Záměru projektu a Dokumentace pro územní řízení (ZP+DUR)</w:t>
          </w:r>
        </w:p>
      </w:tc>
    </w:tr>
  </w:tbl>
  <w:p w14:paraId="73D2FFEB" w14:textId="77777777" w:rsidR="000849D3" w:rsidRPr="00BD0C4A" w:rsidRDefault="000849D3">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49D3" w:rsidRPr="009E09BE" w14:paraId="741696CB" w14:textId="77777777" w:rsidTr="00BD0C4A">
      <w:tc>
        <w:tcPr>
          <w:tcW w:w="7873" w:type="dxa"/>
          <w:vAlign w:val="bottom"/>
        </w:tcPr>
        <w:p w14:paraId="1CE05E04" w14:textId="77777777" w:rsidR="000849D3" w:rsidRDefault="000849D3" w:rsidP="00BD0C4A">
          <w:pPr>
            <w:pStyle w:val="Zpatvpravo"/>
          </w:pPr>
          <w:r>
            <w:t>Příloha č. 8</w:t>
          </w:r>
        </w:p>
        <w:p w14:paraId="6683783F" w14:textId="1D09FD44" w:rsidR="000849D3" w:rsidRPr="00BD0C4A" w:rsidRDefault="005E3D9D" w:rsidP="00BD0C4A">
          <w:pPr>
            <w:pStyle w:val="Zpatvpravo"/>
          </w:pPr>
          <w:r>
            <w:fldChar w:fldCharType="begin"/>
          </w:r>
          <w:r>
            <w:instrText xml:space="preserve"> STYLEREF  _Název_akce  \* </w:instrText>
          </w:r>
          <w:r>
            <w:instrText xml:space="preserve">MERGEFORMAT </w:instrText>
          </w:r>
          <w:r>
            <w:fldChar w:fldCharType="separate"/>
          </w:r>
          <w:r w:rsidR="00D273C7">
            <w:rPr>
              <w:noProof/>
            </w:rPr>
            <w:t>„Rekonstrukce TNS Dobšice nad Cidlinou“ a „Rekonstrukce TNS Káranice“</w:t>
          </w:r>
          <w:r>
            <w:rPr>
              <w:noProof/>
            </w:rPr>
            <w:fldChar w:fldCharType="end"/>
          </w:r>
        </w:p>
        <w:p w14:paraId="5CA90873" w14:textId="77777777" w:rsidR="000849D3" w:rsidRPr="00BD0C4A" w:rsidRDefault="000849D3" w:rsidP="00BD0C4A">
          <w:pPr>
            <w:pStyle w:val="Zpatvpravo"/>
          </w:pPr>
          <w:r w:rsidRPr="00BD0C4A">
            <w:t>Smlouva o dílo na Záměru projektu a Dokumentace pro územní řízení (ZP+DUR)</w:t>
          </w:r>
        </w:p>
      </w:tc>
      <w:tc>
        <w:tcPr>
          <w:tcW w:w="859" w:type="dxa"/>
          <w:vAlign w:val="bottom"/>
        </w:tcPr>
        <w:p w14:paraId="5BB61A2A" w14:textId="2DAAA795" w:rsidR="000849D3" w:rsidRPr="009E09BE" w:rsidRDefault="000849D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73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73C7">
            <w:rPr>
              <w:b/>
              <w:noProof/>
              <w:color w:val="FF5200" w:themeColor="accent2"/>
              <w:sz w:val="14"/>
              <w:szCs w:val="14"/>
            </w:rPr>
            <w:t>1</w:t>
          </w:r>
          <w:r w:rsidRPr="007145F3">
            <w:rPr>
              <w:b/>
              <w:noProof/>
              <w:color w:val="FF5200" w:themeColor="accent2"/>
              <w:sz w:val="14"/>
              <w:szCs w:val="14"/>
            </w:rPr>
            <w:fldChar w:fldCharType="end"/>
          </w:r>
        </w:p>
      </w:tc>
    </w:tr>
  </w:tbl>
  <w:p w14:paraId="21A3EC46" w14:textId="77777777" w:rsidR="000849D3" w:rsidRPr="00B8518B" w:rsidRDefault="000849D3"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49D3" w:rsidRPr="003462EB" w14:paraId="642748A5" w14:textId="77777777" w:rsidTr="00BD0C4A">
      <w:trPr>
        <w:trHeight w:val="247"/>
      </w:trPr>
      <w:tc>
        <w:tcPr>
          <w:tcW w:w="907" w:type="dxa"/>
          <w:tcMar>
            <w:left w:w="0" w:type="dxa"/>
            <w:right w:w="0" w:type="dxa"/>
          </w:tcMar>
          <w:vAlign w:val="bottom"/>
        </w:tcPr>
        <w:p w14:paraId="4A791B94" w14:textId="77777777" w:rsidR="000849D3" w:rsidRPr="00B8518B" w:rsidRDefault="000849D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23CC44" w14:textId="77777777" w:rsidR="000849D3" w:rsidRDefault="000849D3" w:rsidP="00BD0C4A">
          <w:pPr>
            <w:pStyle w:val="Zpatvlevo"/>
          </w:pPr>
          <w:r>
            <w:t>Příloha č. 9</w:t>
          </w:r>
        </w:p>
        <w:p w14:paraId="2F601BD4" w14:textId="7F9B16AC" w:rsidR="000849D3" w:rsidRPr="00BD0C4A" w:rsidRDefault="005E3D9D" w:rsidP="00BD0C4A">
          <w:pPr>
            <w:pStyle w:val="Zpatvle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151866AA" w14:textId="77777777" w:rsidR="000849D3" w:rsidRPr="00BD0C4A" w:rsidRDefault="000849D3" w:rsidP="00BD0C4A">
          <w:pPr>
            <w:pStyle w:val="Zpatvlevo"/>
          </w:pPr>
          <w:r w:rsidRPr="00BD0C4A">
            <w:t>Smlouva o dílo na Záměru projektu a Dokumentace pro územní řízení (ZP+DUR)</w:t>
          </w:r>
        </w:p>
      </w:tc>
    </w:tr>
  </w:tbl>
  <w:p w14:paraId="521AC752" w14:textId="77777777" w:rsidR="000849D3" w:rsidRPr="00BD0C4A" w:rsidRDefault="000849D3">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49D3" w:rsidRPr="009E09BE" w14:paraId="6268566F" w14:textId="77777777" w:rsidTr="00BD0C4A">
      <w:tc>
        <w:tcPr>
          <w:tcW w:w="7873" w:type="dxa"/>
          <w:vAlign w:val="bottom"/>
        </w:tcPr>
        <w:p w14:paraId="62085811" w14:textId="77777777" w:rsidR="000849D3" w:rsidRDefault="000849D3" w:rsidP="00BD0C4A">
          <w:pPr>
            <w:pStyle w:val="Zpatvpravo"/>
          </w:pPr>
          <w:r>
            <w:t>Příloha č. 9</w:t>
          </w:r>
        </w:p>
        <w:p w14:paraId="752765BB" w14:textId="6B9B81B8" w:rsidR="000849D3" w:rsidRPr="00BD0C4A" w:rsidRDefault="005E3D9D" w:rsidP="00BD0C4A">
          <w:pPr>
            <w:pStyle w:val="Zpatvpra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0376A3CF" w14:textId="77777777" w:rsidR="000849D3" w:rsidRPr="00BD0C4A" w:rsidRDefault="000849D3" w:rsidP="00BD0C4A">
          <w:pPr>
            <w:pStyle w:val="Zpatvpravo"/>
          </w:pPr>
          <w:r w:rsidRPr="00BD0C4A">
            <w:t>Smlouva o dílo na Záměru projektu a Dokumentace pro územní řízení (ZP+DUR)</w:t>
          </w:r>
        </w:p>
      </w:tc>
      <w:tc>
        <w:tcPr>
          <w:tcW w:w="859" w:type="dxa"/>
          <w:vAlign w:val="bottom"/>
        </w:tcPr>
        <w:p w14:paraId="7976ECD3" w14:textId="4F821E21" w:rsidR="000849D3" w:rsidRPr="009E09BE" w:rsidRDefault="000849D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73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73C7">
            <w:rPr>
              <w:b/>
              <w:noProof/>
              <w:color w:val="FF5200" w:themeColor="accent2"/>
              <w:sz w:val="14"/>
              <w:szCs w:val="14"/>
            </w:rPr>
            <w:t>1</w:t>
          </w:r>
          <w:r w:rsidRPr="007145F3">
            <w:rPr>
              <w:b/>
              <w:noProof/>
              <w:color w:val="FF5200" w:themeColor="accent2"/>
              <w:sz w:val="14"/>
              <w:szCs w:val="14"/>
            </w:rPr>
            <w:fldChar w:fldCharType="end"/>
          </w:r>
        </w:p>
      </w:tc>
    </w:tr>
  </w:tbl>
  <w:p w14:paraId="57C8BCDC" w14:textId="77777777" w:rsidR="000849D3" w:rsidRPr="00B8518B" w:rsidRDefault="000849D3"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49D3" w:rsidRPr="003462EB" w14:paraId="7C22587C" w14:textId="77777777" w:rsidTr="00BD0C4A">
      <w:trPr>
        <w:trHeight w:val="247"/>
      </w:trPr>
      <w:tc>
        <w:tcPr>
          <w:tcW w:w="907" w:type="dxa"/>
          <w:tcMar>
            <w:left w:w="0" w:type="dxa"/>
            <w:right w:w="0" w:type="dxa"/>
          </w:tcMar>
          <w:vAlign w:val="bottom"/>
        </w:tcPr>
        <w:p w14:paraId="546C5BE8" w14:textId="77777777" w:rsidR="000849D3" w:rsidRPr="00B8518B" w:rsidRDefault="000849D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C0EBA28" w14:textId="77777777" w:rsidR="000849D3" w:rsidRDefault="000849D3" w:rsidP="00BD0C4A">
          <w:pPr>
            <w:pStyle w:val="Zpatvlevo"/>
          </w:pPr>
          <w:r>
            <w:t>Příloha č. 10</w:t>
          </w:r>
        </w:p>
        <w:p w14:paraId="3C08796E" w14:textId="130BBF9B" w:rsidR="000849D3" w:rsidRPr="00BD0C4A" w:rsidRDefault="005E3D9D" w:rsidP="00BD0C4A">
          <w:pPr>
            <w:pStyle w:val="Zpatvle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2C275631" w14:textId="77777777" w:rsidR="000849D3" w:rsidRPr="00BD0C4A" w:rsidRDefault="000849D3" w:rsidP="00BD0C4A">
          <w:pPr>
            <w:pStyle w:val="Zpatvlevo"/>
          </w:pPr>
          <w:r w:rsidRPr="00BD0C4A">
            <w:t>Smlouva o dílo na Záměru projektu a Dokumentace pro územní řízení (ZP+DUR)</w:t>
          </w:r>
        </w:p>
      </w:tc>
    </w:tr>
  </w:tbl>
  <w:p w14:paraId="4CA98036" w14:textId="77777777" w:rsidR="000849D3" w:rsidRPr="00BD0C4A" w:rsidRDefault="000849D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49D3" w:rsidRPr="009E09BE" w14:paraId="4F76336D" w14:textId="77777777" w:rsidTr="00BD0C4A">
      <w:tc>
        <w:tcPr>
          <w:tcW w:w="7873" w:type="dxa"/>
          <w:vAlign w:val="bottom"/>
        </w:tcPr>
        <w:p w14:paraId="591505BD" w14:textId="1E8CE8C1" w:rsidR="000849D3" w:rsidRPr="00BD0C4A" w:rsidRDefault="005E3D9D" w:rsidP="00BD0C4A">
          <w:pPr>
            <w:pStyle w:val="Zpatvpravo"/>
          </w:pPr>
          <w:r>
            <w:fldChar w:fldCharType="begin"/>
          </w:r>
          <w:r>
            <w:instrText xml:space="preserve"> STYLEREF  _Název_a</w:instrText>
          </w:r>
          <w:r>
            <w:instrText xml:space="preserve">kce  \* MERGEFORMAT </w:instrText>
          </w:r>
          <w:r>
            <w:fldChar w:fldCharType="separate"/>
          </w:r>
          <w:r w:rsidR="00D273C7">
            <w:rPr>
              <w:noProof/>
            </w:rPr>
            <w:t>„Rekonstrukce TNS Dobšice nad Cidlinou“ a „Rekonstrukce TNS Káranice“</w:t>
          </w:r>
          <w:r>
            <w:rPr>
              <w:noProof/>
            </w:rPr>
            <w:fldChar w:fldCharType="end"/>
          </w:r>
        </w:p>
        <w:p w14:paraId="168A091E" w14:textId="77777777" w:rsidR="000849D3" w:rsidRPr="00BD0C4A" w:rsidRDefault="000849D3" w:rsidP="00BD0C4A">
          <w:pPr>
            <w:pStyle w:val="Zpatvpravo"/>
          </w:pPr>
          <w:r w:rsidRPr="00BD0C4A">
            <w:t>Smlouva o dílo na Záměru projektu a Dokumentace pro územní řízení (ZP+DUR)</w:t>
          </w:r>
        </w:p>
      </w:tc>
      <w:tc>
        <w:tcPr>
          <w:tcW w:w="859" w:type="dxa"/>
          <w:vAlign w:val="bottom"/>
        </w:tcPr>
        <w:p w14:paraId="488C7520" w14:textId="0AC97715" w:rsidR="000849D3" w:rsidRPr="009E09BE" w:rsidRDefault="000849D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73C7">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73C7">
            <w:rPr>
              <w:b/>
              <w:noProof/>
              <w:color w:val="FF5200" w:themeColor="accent2"/>
              <w:sz w:val="14"/>
              <w:szCs w:val="14"/>
            </w:rPr>
            <w:t>7</w:t>
          </w:r>
          <w:r w:rsidRPr="007145F3">
            <w:rPr>
              <w:b/>
              <w:noProof/>
              <w:color w:val="FF5200" w:themeColor="accent2"/>
              <w:sz w:val="14"/>
              <w:szCs w:val="14"/>
            </w:rPr>
            <w:fldChar w:fldCharType="end"/>
          </w:r>
        </w:p>
      </w:tc>
    </w:tr>
  </w:tbl>
  <w:p w14:paraId="049FBE88" w14:textId="77777777" w:rsidR="000849D3" w:rsidRPr="00B8518B" w:rsidRDefault="000849D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49D3" w:rsidRPr="009E09BE" w14:paraId="6DB17B86" w14:textId="77777777" w:rsidTr="00BD0C4A">
      <w:tc>
        <w:tcPr>
          <w:tcW w:w="7873" w:type="dxa"/>
          <w:vAlign w:val="bottom"/>
        </w:tcPr>
        <w:p w14:paraId="63239B04" w14:textId="77777777" w:rsidR="000849D3" w:rsidRDefault="000849D3" w:rsidP="00BD0C4A">
          <w:pPr>
            <w:pStyle w:val="Zpatvpravo"/>
          </w:pPr>
          <w:r>
            <w:t>Příloha č. 10</w:t>
          </w:r>
        </w:p>
        <w:p w14:paraId="67FEE475" w14:textId="3F92299E" w:rsidR="000849D3" w:rsidRPr="00BD0C4A" w:rsidRDefault="005E3D9D" w:rsidP="00BD0C4A">
          <w:pPr>
            <w:pStyle w:val="Zpatvpra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388F4DF2" w14:textId="77777777" w:rsidR="000849D3" w:rsidRPr="00BD0C4A" w:rsidRDefault="000849D3" w:rsidP="00BD0C4A">
          <w:pPr>
            <w:pStyle w:val="Zpatvpravo"/>
          </w:pPr>
          <w:r w:rsidRPr="00BD0C4A">
            <w:t>Smlouva o dílo na Záměru projektu a Dokumentace pro územní řízení (ZP+DUR)</w:t>
          </w:r>
        </w:p>
      </w:tc>
      <w:tc>
        <w:tcPr>
          <w:tcW w:w="859" w:type="dxa"/>
          <w:vAlign w:val="bottom"/>
        </w:tcPr>
        <w:p w14:paraId="6CAE16E7" w14:textId="131C466D" w:rsidR="000849D3" w:rsidRPr="009E09BE" w:rsidRDefault="000849D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73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73C7">
            <w:rPr>
              <w:b/>
              <w:noProof/>
              <w:color w:val="FF5200" w:themeColor="accent2"/>
              <w:sz w:val="14"/>
              <w:szCs w:val="14"/>
            </w:rPr>
            <w:t>1</w:t>
          </w:r>
          <w:r w:rsidRPr="007145F3">
            <w:rPr>
              <w:b/>
              <w:noProof/>
              <w:color w:val="FF5200" w:themeColor="accent2"/>
              <w:sz w:val="14"/>
              <w:szCs w:val="14"/>
            </w:rPr>
            <w:fldChar w:fldCharType="end"/>
          </w:r>
        </w:p>
      </w:tc>
    </w:tr>
  </w:tbl>
  <w:p w14:paraId="4CDCBB31" w14:textId="77777777" w:rsidR="000849D3" w:rsidRPr="00B8518B" w:rsidRDefault="000849D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49D3" w:rsidRPr="003462EB" w14:paraId="5A3C7CBB" w14:textId="77777777" w:rsidTr="00BD0C4A">
      <w:trPr>
        <w:trHeight w:val="247"/>
      </w:trPr>
      <w:tc>
        <w:tcPr>
          <w:tcW w:w="907" w:type="dxa"/>
          <w:tcMar>
            <w:left w:w="0" w:type="dxa"/>
            <w:right w:w="0" w:type="dxa"/>
          </w:tcMar>
          <w:vAlign w:val="bottom"/>
        </w:tcPr>
        <w:p w14:paraId="2A86BDC9" w14:textId="77777777" w:rsidR="000849D3" w:rsidRPr="00B8518B" w:rsidRDefault="000849D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E2B8D1B" w14:textId="77777777" w:rsidR="000849D3" w:rsidRDefault="000849D3" w:rsidP="00BD0C4A">
          <w:pPr>
            <w:pStyle w:val="Zpatvlevo"/>
          </w:pPr>
          <w:r>
            <w:t>Příloha č. 1</w:t>
          </w:r>
        </w:p>
        <w:p w14:paraId="37D10A6B" w14:textId="5943754D" w:rsidR="000849D3" w:rsidRPr="00BD0C4A" w:rsidRDefault="005E3D9D" w:rsidP="00BD0C4A">
          <w:pPr>
            <w:pStyle w:val="Zpatvlevo"/>
          </w:pPr>
          <w:r>
            <w:fldChar w:fldCharType="begin"/>
          </w:r>
          <w:r>
            <w:instrText xml:space="preserve"> STYLER</w:instrText>
          </w:r>
          <w:r>
            <w:instrText xml:space="preserve">EF  _Název_akce  \* MERGEFORMAT </w:instrText>
          </w:r>
          <w:r>
            <w:fldChar w:fldCharType="separate"/>
          </w:r>
          <w:r w:rsidR="00D273C7">
            <w:rPr>
              <w:noProof/>
            </w:rPr>
            <w:t>„Rekonstrukce TNS Dobšice nad Cidlinou“ a „Rekonstrukce TNS Káranice“</w:t>
          </w:r>
          <w:r>
            <w:rPr>
              <w:noProof/>
            </w:rPr>
            <w:fldChar w:fldCharType="end"/>
          </w:r>
        </w:p>
        <w:p w14:paraId="69897AE4" w14:textId="77777777" w:rsidR="000849D3" w:rsidRPr="00BD0C4A" w:rsidRDefault="000849D3" w:rsidP="00BD0C4A">
          <w:pPr>
            <w:pStyle w:val="Zpatvlevo"/>
          </w:pPr>
          <w:r w:rsidRPr="00BD0C4A">
            <w:t>Smlouva o dílo na Záměru projektu a Dokumentace pro územní řízení (ZP+DUR)</w:t>
          </w:r>
        </w:p>
      </w:tc>
    </w:tr>
  </w:tbl>
  <w:p w14:paraId="5D89EE18" w14:textId="77777777" w:rsidR="000849D3" w:rsidRPr="00BD0C4A" w:rsidRDefault="000849D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49D3" w:rsidRPr="009E09BE" w14:paraId="0B42F31D" w14:textId="77777777" w:rsidTr="00BD0C4A">
      <w:tc>
        <w:tcPr>
          <w:tcW w:w="7873" w:type="dxa"/>
          <w:vAlign w:val="bottom"/>
        </w:tcPr>
        <w:p w14:paraId="3B70ABF2" w14:textId="77777777" w:rsidR="000849D3" w:rsidRDefault="000849D3" w:rsidP="00BD0C4A">
          <w:pPr>
            <w:pStyle w:val="Zpatvpravo"/>
          </w:pPr>
          <w:r>
            <w:t>Příloha č. 1</w:t>
          </w:r>
        </w:p>
        <w:p w14:paraId="6C813CC0" w14:textId="20DB029A" w:rsidR="000849D3" w:rsidRPr="00BD0C4A" w:rsidRDefault="005E3D9D" w:rsidP="00BD0C4A">
          <w:pPr>
            <w:pStyle w:val="Zpatvpra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350489C9" w14:textId="77777777" w:rsidR="000849D3" w:rsidRPr="00BD0C4A" w:rsidRDefault="000849D3" w:rsidP="00BD0C4A">
          <w:pPr>
            <w:pStyle w:val="Zpatvpravo"/>
          </w:pPr>
          <w:r w:rsidRPr="00BD0C4A">
            <w:t>Smlouva o dílo na Záměru projektu a Dokumentace pro územní řízení (ZP+DUR)</w:t>
          </w:r>
        </w:p>
      </w:tc>
      <w:tc>
        <w:tcPr>
          <w:tcW w:w="859" w:type="dxa"/>
          <w:vAlign w:val="bottom"/>
        </w:tcPr>
        <w:p w14:paraId="0A26BD90" w14:textId="025AC776" w:rsidR="000849D3" w:rsidRPr="009E09BE" w:rsidRDefault="000849D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73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73C7">
            <w:rPr>
              <w:b/>
              <w:noProof/>
              <w:color w:val="FF5200" w:themeColor="accent2"/>
              <w:sz w:val="14"/>
              <w:szCs w:val="14"/>
            </w:rPr>
            <w:t>1</w:t>
          </w:r>
          <w:r w:rsidRPr="007145F3">
            <w:rPr>
              <w:b/>
              <w:noProof/>
              <w:color w:val="FF5200" w:themeColor="accent2"/>
              <w:sz w:val="14"/>
              <w:szCs w:val="14"/>
            </w:rPr>
            <w:fldChar w:fldCharType="end"/>
          </w:r>
        </w:p>
      </w:tc>
    </w:tr>
  </w:tbl>
  <w:p w14:paraId="2275630C" w14:textId="77777777" w:rsidR="000849D3" w:rsidRPr="00B8518B" w:rsidRDefault="000849D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49D3" w:rsidRPr="003462EB" w14:paraId="31DDEA40" w14:textId="77777777" w:rsidTr="00BD0C4A">
      <w:trPr>
        <w:trHeight w:val="247"/>
      </w:trPr>
      <w:tc>
        <w:tcPr>
          <w:tcW w:w="907" w:type="dxa"/>
          <w:tcMar>
            <w:left w:w="0" w:type="dxa"/>
            <w:right w:w="0" w:type="dxa"/>
          </w:tcMar>
          <w:vAlign w:val="bottom"/>
        </w:tcPr>
        <w:p w14:paraId="2AD7521D" w14:textId="77777777" w:rsidR="000849D3" w:rsidRPr="00B8518B" w:rsidRDefault="000849D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175F0D6" w14:textId="77777777" w:rsidR="000849D3" w:rsidRDefault="000849D3" w:rsidP="00BD0C4A">
          <w:pPr>
            <w:pStyle w:val="Zpatvlevo"/>
          </w:pPr>
          <w:r>
            <w:t>Příloha č. 2</w:t>
          </w:r>
        </w:p>
        <w:p w14:paraId="44A51477" w14:textId="72456866" w:rsidR="000849D3" w:rsidRPr="00BD0C4A" w:rsidRDefault="005E3D9D" w:rsidP="00BD0C4A">
          <w:pPr>
            <w:pStyle w:val="Zpatvle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0C0EE117" w14:textId="77777777" w:rsidR="000849D3" w:rsidRPr="00BD0C4A" w:rsidRDefault="000849D3" w:rsidP="00BD0C4A">
          <w:pPr>
            <w:pStyle w:val="Zpatvlevo"/>
          </w:pPr>
          <w:r w:rsidRPr="00BD0C4A">
            <w:t>Smlouva o dílo na Záměru projektu a Dokumentace pro územní řízení (ZP+DUR)</w:t>
          </w:r>
        </w:p>
      </w:tc>
    </w:tr>
  </w:tbl>
  <w:p w14:paraId="29706A40" w14:textId="77777777" w:rsidR="000849D3" w:rsidRPr="00BD0C4A" w:rsidRDefault="000849D3">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49D3" w:rsidRPr="009E09BE" w14:paraId="78B36343" w14:textId="77777777" w:rsidTr="00BD0C4A">
      <w:tc>
        <w:tcPr>
          <w:tcW w:w="7873" w:type="dxa"/>
          <w:vAlign w:val="bottom"/>
        </w:tcPr>
        <w:p w14:paraId="60CB15D5" w14:textId="77777777" w:rsidR="000849D3" w:rsidRDefault="000849D3" w:rsidP="00BD0C4A">
          <w:pPr>
            <w:pStyle w:val="Zpatvpravo"/>
          </w:pPr>
          <w:r>
            <w:t>Příloha č. 2</w:t>
          </w:r>
        </w:p>
        <w:p w14:paraId="6A117B1F" w14:textId="03C97358" w:rsidR="000849D3" w:rsidRPr="00BD0C4A" w:rsidRDefault="005E3D9D" w:rsidP="00BD0C4A">
          <w:pPr>
            <w:pStyle w:val="Zpatvpra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3BAD3FEF" w14:textId="77777777" w:rsidR="000849D3" w:rsidRPr="00BD0C4A" w:rsidRDefault="000849D3" w:rsidP="00BD0C4A">
          <w:pPr>
            <w:pStyle w:val="Zpatvpravo"/>
          </w:pPr>
          <w:r w:rsidRPr="00BD0C4A">
            <w:t>Smlouva o dílo na Záměru projektu a Dokumentace pro územní řízení (ZP+DUR)</w:t>
          </w:r>
        </w:p>
      </w:tc>
      <w:tc>
        <w:tcPr>
          <w:tcW w:w="859" w:type="dxa"/>
          <w:vAlign w:val="bottom"/>
        </w:tcPr>
        <w:p w14:paraId="007A8E58" w14:textId="2526416A" w:rsidR="000849D3" w:rsidRPr="009E09BE" w:rsidRDefault="000849D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73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73C7">
            <w:rPr>
              <w:b/>
              <w:noProof/>
              <w:color w:val="FF5200" w:themeColor="accent2"/>
              <w:sz w:val="14"/>
              <w:szCs w:val="14"/>
            </w:rPr>
            <w:t>1</w:t>
          </w:r>
          <w:r w:rsidRPr="007145F3">
            <w:rPr>
              <w:b/>
              <w:noProof/>
              <w:color w:val="FF5200" w:themeColor="accent2"/>
              <w:sz w:val="14"/>
              <w:szCs w:val="14"/>
            </w:rPr>
            <w:fldChar w:fldCharType="end"/>
          </w:r>
        </w:p>
      </w:tc>
    </w:tr>
  </w:tbl>
  <w:p w14:paraId="14F4025F" w14:textId="77777777" w:rsidR="000849D3" w:rsidRPr="00B8518B" w:rsidRDefault="000849D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49D3" w:rsidRPr="003462EB" w14:paraId="1F587097" w14:textId="77777777" w:rsidTr="00BD0C4A">
      <w:trPr>
        <w:trHeight w:val="247"/>
      </w:trPr>
      <w:tc>
        <w:tcPr>
          <w:tcW w:w="907" w:type="dxa"/>
          <w:tcMar>
            <w:left w:w="0" w:type="dxa"/>
            <w:right w:w="0" w:type="dxa"/>
          </w:tcMar>
          <w:vAlign w:val="bottom"/>
        </w:tcPr>
        <w:p w14:paraId="2BDFBE35" w14:textId="77777777" w:rsidR="000849D3" w:rsidRPr="00B8518B" w:rsidRDefault="000849D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190B944" w14:textId="77777777" w:rsidR="000849D3" w:rsidRDefault="000849D3" w:rsidP="00BD0C4A">
          <w:pPr>
            <w:pStyle w:val="Zpatvlevo"/>
          </w:pPr>
          <w:r>
            <w:t>Příloha č. 3</w:t>
          </w:r>
        </w:p>
        <w:p w14:paraId="68204084" w14:textId="4F33D30D" w:rsidR="000849D3" w:rsidRPr="00BD0C4A" w:rsidRDefault="005E3D9D" w:rsidP="00BD0C4A">
          <w:pPr>
            <w:pStyle w:val="Zpatvle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3857E77D" w14:textId="77777777" w:rsidR="000849D3" w:rsidRPr="00BD0C4A" w:rsidRDefault="000849D3" w:rsidP="00BD0C4A">
          <w:pPr>
            <w:pStyle w:val="Zpatvlevo"/>
          </w:pPr>
          <w:r w:rsidRPr="00BD0C4A">
            <w:t>Smlouva o dílo na Záměru projektu a Dokumentace pro územní řízení (ZP+DUR)</w:t>
          </w:r>
        </w:p>
      </w:tc>
    </w:tr>
  </w:tbl>
  <w:p w14:paraId="1EE423F4" w14:textId="77777777" w:rsidR="000849D3" w:rsidRPr="00BD0C4A" w:rsidRDefault="000849D3">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49D3" w:rsidRPr="009E09BE" w14:paraId="53FA45BA" w14:textId="77777777" w:rsidTr="00BD0C4A">
      <w:tc>
        <w:tcPr>
          <w:tcW w:w="7873" w:type="dxa"/>
          <w:vAlign w:val="bottom"/>
        </w:tcPr>
        <w:p w14:paraId="1A8C4279" w14:textId="77777777" w:rsidR="000849D3" w:rsidRDefault="000849D3" w:rsidP="00BD0C4A">
          <w:pPr>
            <w:pStyle w:val="Zpatvpravo"/>
          </w:pPr>
          <w:r>
            <w:t>Příloha č. 3</w:t>
          </w:r>
        </w:p>
        <w:p w14:paraId="11DEEED5" w14:textId="1EB5314F" w:rsidR="000849D3" w:rsidRPr="00BD0C4A" w:rsidRDefault="005E3D9D" w:rsidP="00BD0C4A">
          <w:pPr>
            <w:pStyle w:val="Zpatvpra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307D10CF" w14:textId="77777777" w:rsidR="000849D3" w:rsidRPr="00BD0C4A" w:rsidRDefault="000849D3" w:rsidP="00BD0C4A">
          <w:pPr>
            <w:pStyle w:val="Zpatvpravo"/>
          </w:pPr>
          <w:r w:rsidRPr="00BD0C4A">
            <w:t>Smlouva o dílo na Záměru projektu a Dokumentace pro územní řízení (ZP+DUR)</w:t>
          </w:r>
        </w:p>
      </w:tc>
      <w:tc>
        <w:tcPr>
          <w:tcW w:w="859" w:type="dxa"/>
          <w:vAlign w:val="bottom"/>
        </w:tcPr>
        <w:p w14:paraId="48FAAE37" w14:textId="1337CBA7" w:rsidR="000849D3" w:rsidRPr="009E09BE" w:rsidRDefault="000849D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73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73C7">
            <w:rPr>
              <w:b/>
              <w:noProof/>
              <w:color w:val="FF5200" w:themeColor="accent2"/>
              <w:sz w:val="14"/>
              <w:szCs w:val="14"/>
            </w:rPr>
            <w:t>1</w:t>
          </w:r>
          <w:r w:rsidRPr="007145F3">
            <w:rPr>
              <w:b/>
              <w:noProof/>
              <w:color w:val="FF5200" w:themeColor="accent2"/>
              <w:sz w:val="14"/>
              <w:szCs w:val="14"/>
            </w:rPr>
            <w:fldChar w:fldCharType="end"/>
          </w:r>
        </w:p>
      </w:tc>
    </w:tr>
  </w:tbl>
  <w:p w14:paraId="4351D0EE" w14:textId="77777777" w:rsidR="000849D3" w:rsidRPr="00B8518B" w:rsidRDefault="000849D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49D3" w:rsidRPr="003462EB" w14:paraId="45DCCD0F" w14:textId="77777777" w:rsidTr="00BD0C4A">
      <w:trPr>
        <w:trHeight w:val="247"/>
      </w:trPr>
      <w:tc>
        <w:tcPr>
          <w:tcW w:w="907" w:type="dxa"/>
          <w:tcMar>
            <w:left w:w="0" w:type="dxa"/>
            <w:right w:w="0" w:type="dxa"/>
          </w:tcMar>
          <w:vAlign w:val="bottom"/>
        </w:tcPr>
        <w:p w14:paraId="1A817BEC" w14:textId="5FFBEF96" w:rsidR="000849D3" w:rsidRPr="00B8518B" w:rsidRDefault="000849D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73C7">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273C7">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747BC05B" w14:textId="77777777" w:rsidR="000849D3" w:rsidRDefault="000849D3" w:rsidP="00BD0C4A">
          <w:pPr>
            <w:pStyle w:val="Zpatvlevo"/>
          </w:pPr>
          <w:r>
            <w:t>Příloha č. 5</w:t>
          </w:r>
        </w:p>
        <w:p w14:paraId="4A8F6908" w14:textId="663DB04B" w:rsidR="000849D3" w:rsidRPr="00BD0C4A" w:rsidRDefault="005E3D9D" w:rsidP="00BD0C4A">
          <w:pPr>
            <w:pStyle w:val="Zpatvlevo"/>
          </w:pPr>
          <w:r>
            <w:fldChar w:fldCharType="begin"/>
          </w:r>
          <w:r>
            <w:instrText xml:space="preserve"> STYLEREF  _Název_akce  \* MERGEFORMAT </w:instrText>
          </w:r>
          <w:r>
            <w:fldChar w:fldCharType="separate"/>
          </w:r>
          <w:r w:rsidR="00D273C7">
            <w:rPr>
              <w:noProof/>
            </w:rPr>
            <w:t>„Rekonstrukce TNS Dobšice nad Cidlinou“ a „Rekonstrukce TNS Káranice“</w:t>
          </w:r>
          <w:r>
            <w:rPr>
              <w:noProof/>
            </w:rPr>
            <w:fldChar w:fldCharType="end"/>
          </w:r>
        </w:p>
        <w:p w14:paraId="7ABD290D" w14:textId="77777777" w:rsidR="000849D3" w:rsidRPr="00BD0C4A" w:rsidRDefault="000849D3" w:rsidP="00BD0C4A">
          <w:pPr>
            <w:pStyle w:val="Zpatvlevo"/>
          </w:pPr>
          <w:r w:rsidRPr="00BD0C4A">
            <w:t>Smlouva o dílo na Záměru projektu a Dokumentace pro územní řízení (ZP+DUR)</w:t>
          </w:r>
        </w:p>
      </w:tc>
    </w:tr>
  </w:tbl>
  <w:p w14:paraId="42B3A3AC" w14:textId="77777777" w:rsidR="000849D3" w:rsidRPr="00BD0C4A" w:rsidRDefault="000849D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48FC5" w14:textId="77777777" w:rsidR="005E3D9D" w:rsidRDefault="005E3D9D" w:rsidP="00962258">
      <w:pPr>
        <w:spacing w:after="0" w:line="240" w:lineRule="auto"/>
      </w:pPr>
      <w:r>
        <w:separator/>
      </w:r>
    </w:p>
  </w:footnote>
  <w:footnote w:type="continuationSeparator" w:id="0">
    <w:p w14:paraId="29F33F18" w14:textId="77777777" w:rsidR="005E3D9D" w:rsidRDefault="005E3D9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849D3" w14:paraId="58BCBE7A" w14:textId="77777777" w:rsidTr="00B22106">
      <w:trPr>
        <w:trHeight w:hRule="exact" w:val="936"/>
      </w:trPr>
      <w:tc>
        <w:tcPr>
          <w:tcW w:w="1361" w:type="dxa"/>
          <w:tcMar>
            <w:left w:w="0" w:type="dxa"/>
            <w:right w:w="0" w:type="dxa"/>
          </w:tcMar>
        </w:tcPr>
        <w:p w14:paraId="34302701" w14:textId="77777777" w:rsidR="000849D3" w:rsidRPr="00B8518B" w:rsidRDefault="000849D3" w:rsidP="00FC6389">
          <w:pPr>
            <w:pStyle w:val="Zpat"/>
            <w:rPr>
              <w:rStyle w:val="slostrnky"/>
            </w:rPr>
          </w:pPr>
        </w:p>
      </w:tc>
      <w:tc>
        <w:tcPr>
          <w:tcW w:w="3458" w:type="dxa"/>
          <w:shd w:val="clear" w:color="auto" w:fill="auto"/>
          <w:tcMar>
            <w:left w:w="0" w:type="dxa"/>
            <w:right w:w="0" w:type="dxa"/>
          </w:tcMar>
        </w:tcPr>
        <w:p w14:paraId="365521C3" w14:textId="77777777" w:rsidR="000849D3" w:rsidRDefault="000849D3" w:rsidP="00FC6389">
          <w:pPr>
            <w:pStyle w:val="Zpat"/>
          </w:pPr>
          <w:r>
            <w:rPr>
              <w:noProof/>
              <w:lang w:eastAsia="cs-CZ"/>
            </w:rPr>
            <w:drawing>
              <wp:anchor distT="0" distB="0" distL="114300" distR="114300" simplePos="0" relativeHeight="251659264" behindDoc="0" locked="1" layoutInCell="1" allowOverlap="1" wp14:anchorId="4A7DB162" wp14:editId="530AE19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AFD0BDB" w14:textId="77777777" w:rsidR="000849D3" w:rsidRPr="00D6163D" w:rsidRDefault="000849D3" w:rsidP="00FC6389">
          <w:pPr>
            <w:pStyle w:val="Druhdokumentu"/>
          </w:pPr>
        </w:p>
      </w:tc>
    </w:tr>
    <w:tr w:rsidR="000849D3" w14:paraId="7E583D10" w14:textId="77777777" w:rsidTr="00B22106">
      <w:trPr>
        <w:trHeight w:hRule="exact" w:val="936"/>
      </w:trPr>
      <w:tc>
        <w:tcPr>
          <w:tcW w:w="1361" w:type="dxa"/>
          <w:tcMar>
            <w:left w:w="0" w:type="dxa"/>
            <w:right w:w="0" w:type="dxa"/>
          </w:tcMar>
        </w:tcPr>
        <w:p w14:paraId="5BE43A24" w14:textId="77777777" w:rsidR="000849D3" w:rsidRPr="00B8518B" w:rsidRDefault="000849D3" w:rsidP="00FC6389">
          <w:pPr>
            <w:pStyle w:val="Zpat"/>
            <w:rPr>
              <w:rStyle w:val="slostrnky"/>
            </w:rPr>
          </w:pPr>
        </w:p>
      </w:tc>
      <w:tc>
        <w:tcPr>
          <w:tcW w:w="3458" w:type="dxa"/>
          <w:shd w:val="clear" w:color="auto" w:fill="auto"/>
          <w:tcMar>
            <w:left w:w="0" w:type="dxa"/>
            <w:right w:w="0" w:type="dxa"/>
          </w:tcMar>
        </w:tcPr>
        <w:p w14:paraId="5D975F87" w14:textId="77777777" w:rsidR="000849D3" w:rsidRDefault="000849D3" w:rsidP="00FC6389">
          <w:pPr>
            <w:pStyle w:val="Zpat"/>
          </w:pPr>
        </w:p>
      </w:tc>
      <w:tc>
        <w:tcPr>
          <w:tcW w:w="5756" w:type="dxa"/>
          <w:shd w:val="clear" w:color="auto" w:fill="auto"/>
          <w:tcMar>
            <w:left w:w="0" w:type="dxa"/>
            <w:right w:w="0" w:type="dxa"/>
          </w:tcMar>
        </w:tcPr>
        <w:p w14:paraId="13389FD4" w14:textId="77777777" w:rsidR="000849D3" w:rsidRPr="00D6163D" w:rsidRDefault="000849D3" w:rsidP="00FC6389">
          <w:pPr>
            <w:pStyle w:val="Druhdokumentu"/>
          </w:pPr>
        </w:p>
      </w:tc>
    </w:tr>
  </w:tbl>
  <w:p w14:paraId="1A2B7FBB" w14:textId="77777777" w:rsidR="000849D3" w:rsidRPr="00D6163D" w:rsidRDefault="000849D3" w:rsidP="00FC6389">
    <w:pPr>
      <w:pStyle w:val="Zhlav"/>
      <w:rPr>
        <w:sz w:val="8"/>
        <w:szCs w:val="8"/>
      </w:rPr>
    </w:pPr>
  </w:p>
  <w:p w14:paraId="11CFF896" w14:textId="77777777" w:rsidR="000849D3" w:rsidRPr="00460660" w:rsidRDefault="000849D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1AE93" w14:textId="77777777" w:rsidR="000849D3" w:rsidRPr="00D6163D" w:rsidRDefault="000849D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93604" w14:textId="77777777" w:rsidR="000849D3" w:rsidRDefault="000849D3">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9C7ED" w14:textId="77777777" w:rsidR="000849D3" w:rsidRPr="00D6163D" w:rsidRDefault="000849D3">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C9DEA" w14:textId="77777777" w:rsidR="000849D3" w:rsidRDefault="000849D3">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97A45" w14:textId="77777777" w:rsidR="000849D3" w:rsidRPr="00D6163D" w:rsidRDefault="000849D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87FC8" w14:textId="77777777" w:rsidR="000849D3" w:rsidRPr="00D6163D" w:rsidRDefault="000849D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575D5" w14:textId="77777777" w:rsidR="000849D3" w:rsidRPr="00D6163D" w:rsidRDefault="000849D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39AE5" w14:textId="77777777" w:rsidR="000849D3" w:rsidRPr="00D6163D" w:rsidRDefault="000849D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6E1B6" w14:textId="77777777" w:rsidR="000849D3" w:rsidRPr="00D6163D" w:rsidRDefault="000849D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60941" w14:textId="77777777" w:rsidR="000849D3" w:rsidRPr="00D6163D" w:rsidRDefault="000849D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FDA8A" w14:textId="77777777" w:rsidR="000849D3" w:rsidRDefault="000849D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B7742" w14:textId="77777777" w:rsidR="000849D3" w:rsidRPr="00D6163D" w:rsidRDefault="000849D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623F" w14:textId="77777777" w:rsidR="000849D3" w:rsidRDefault="000849D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3289"/>
        </w:tabs>
        <w:ind w:left="3289"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6"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0F2735"/>
    <w:multiLevelType w:val="hybridMultilevel"/>
    <w:tmpl w:val="BC0CA8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0"/>
  </w:num>
  <w:num w:numId="6">
    <w:abstractNumId w:val="6"/>
  </w:num>
  <w:num w:numId="7">
    <w:abstractNumId w:val="8"/>
  </w:num>
  <w:num w:numId="8">
    <w:abstractNumId w:val="10"/>
  </w:num>
  <w:num w:numId="9">
    <w:abstractNumId w:val="0"/>
  </w:num>
  <w:num w:numId="10">
    <w:abstractNumId w:val="2"/>
  </w:num>
  <w:num w:numId="11">
    <w:abstractNumId w:val="12"/>
  </w:num>
  <w:num w:numId="12">
    <w:abstractNumId w:val="5"/>
  </w:num>
  <w:num w:numId="13">
    <w:abstractNumId w:val="9"/>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7"/>
  </w:num>
  <w:num w:numId="20">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4974"/>
    <w:rsid w:val="00011B94"/>
    <w:rsid w:val="00016C5E"/>
    <w:rsid w:val="00017F3C"/>
    <w:rsid w:val="000240BD"/>
    <w:rsid w:val="00026E38"/>
    <w:rsid w:val="0003258C"/>
    <w:rsid w:val="00033C58"/>
    <w:rsid w:val="00041EC8"/>
    <w:rsid w:val="000509D4"/>
    <w:rsid w:val="00055943"/>
    <w:rsid w:val="00056ADE"/>
    <w:rsid w:val="0006588D"/>
    <w:rsid w:val="00067A5E"/>
    <w:rsid w:val="000719BB"/>
    <w:rsid w:val="00072A65"/>
    <w:rsid w:val="00072C1E"/>
    <w:rsid w:val="000849D3"/>
    <w:rsid w:val="00085441"/>
    <w:rsid w:val="00095A17"/>
    <w:rsid w:val="000A537B"/>
    <w:rsid w:val="000B4EB8"/>
    <w:rsid w:val="000C0D6D"/>
    <w:rsid w:val="000C3700"/>
    <w:rsid w:val="000C41F2"/>
    <w:rsid w:val="000D011B"/>
    <w:rsid w:val="000D22C4"/>
    <w:rsid w:val="000D27D1"/>
    <w:rsid w:val="000D5A05"/>
    <w:rsid w:val="000E0832"/>
    <w:rsid w:val="000E0835"/>
    <w:rsid w:val="000E1A7F"/>
    <w:rsid w:val="000E773F"/>
    <w:rsid w:val="000F59A9"/>
    <w:rsid w:val="00110376"/>
    <w:rsid w:val="00112864"/>
    <w:rsid w:val="00114472"/>
    <w:rsid w:val="00114988"/>
    <w:rsid w:val="00115069"/>
    <w:rsid w:val="001150F2"/>
    <w:rsid w:val="0011564A"/>
    <w:rsid w:val="00121338"/>
    <w:rsid w:val="0013225D"/>
    <w:rsid w:val="00137B05"/>
    <w:rsid w:val="0014198B"/>
    <w:rsid w:val="00143EC0"/>
    <w:rsid w:val="001446AC"/>
    <w:rsid w:val="00145903"/>
    <w:rsid w:val="00161F34"/>
    <w:rsid w:val="001656A2"/>
    <w:rsid w:val="00165977"/>
    <w:rsid w:val="00170EC5"/>
    <w:rsid w:val="00174460"/>
    <w:rsid w:val="001747C1"/>
    <w:rsid w:val="00174E32"/>
    <w:rsid w:val="001770F2"/>
    <w:rsid w:val="00177D6B"/>
    <w:rsid w:val="001844B2"/>
    <w:rsid w:val="00184D39"/>
    <w:rsid w:val="00187A3E"/>
    <w:rsid w:val="00191F90"/>
    <w:rsid w:val="0019797B"/>
    <w:rsid w:val="001A20BD"/>
    <w:rsid w:val="001A5B98"/>
    <w:rsid w:val="001B0919"/>
    <w:rsid w:val="001B1CBC"/>
    <w:rsid w:val="001B4E74"/>
    <w:rsid w:val="001C3DFC"/>
    <w:rsid w:val="001C645F"/>
    <w:rsid w:val="001D59DF"/>
    <w:rsid w:val="001D7748"/>
    <w:rsid w:val="001E1332"/>
    <w:rsid w:val="001E678E"/>
    <w:rsid w:val="001F2CF2"/>
    <w:rsid w:val="001F68F1"/>
    <w:rsid w:val="002038D5"/>
    <w:rsid w:val="00204A6A"/>
    <w:rsid w:val="002071BB"/>
    <w:rsid w:val="00207DF5"/>
    <w:rsid w:val="00216525"/>
    <w:rsid w:val="002344F6"/>
    <w:rsid w:val="002407C6"/>
    <w:rsid w:val="00240B81"/>
    <w:rsid w:val="00242221"/>
    <w:rsid w:val="00247D01"/>
    <w:rsid w:val="0025273A"/>
    <w:rsid w:val="00253F8D"/>
    <w:rsid w:val="00261A5B"/>
    <w:rsid w:val="00262E5B"/>
    <w:rsid w:val="00275064"/>
    <w:rsid w:val="00276AFE"/>
    <w:rsid w:val="00283A8E"/>
    <w:rsid w:val="00291A1D"/>
    <w:rsid w:val="002A21B6"/>
    <w:rsid w:val="002A3B57"/>
    <w:rsid w:val="002A5468"/>
    <w:rsid w:val="002B449B"/>
    <w:rsid w:val="002C31BF"/>
    <w:rsid w:val="002C50DD"/>
    <w:rsid w:val="002D7FD6"/>
    <w:rsid w:val="002E0CD7"/>
    <w:rsid w:val="002E0CFB"/>
    <w:rsid w:val="002E5C7B"/>
    <w:rsid w:val="002F4333"/>
    <w:rsid w:val="00327EEF"/>
    <w:rsid w:val="0033239F"/>
    <w:rsid w:val="003348F5"/>
    <w:rsid w:val="0034274B"/>
    <w:rsid w:val="0034719F"/>
    <w:rsid w:val="00350A35"/>
    <w:rsid w:val="003571D8"/>
    <w:rsid w:val="00357BC6"/>
    <w:rsid w:val="00361422"/>
    <w:rsid w:val="0037234B"/>
    <w:rsid w:val="0037545D"/>
    <w:rsid w:val="00380C0F"/>
    <w:rsid w:val="0038188D"/>
    <w:rsid w:val="00381EFC"/>
    <w:rsid w:val="003918EC"/>
    <w:rsid w:val="00392910"/>
    <w:rsid w:val="00392A00"/>
    <w:rsid w:val="00392EB6"/>
    <w:rsid w:val="00395212"/>
    <w:rsid w:val="00395689"/>
    <w:rsid w:val="003956C6"/>
    <w:rsid w:val="003966D9"/>
    <w:rsid w:val="003A197F"/>
    <w:rsid w:val="003B5639"/>
    <w:rsid w:val="003C2919"/>
    <w:rsid w:val="003C33F2"/>
    <w:rsid w:val="003D756E"/>
    <w:rsid w:val="003E420D"/>
    <w:rsid w:val="003E4C13"/>
    <w:rsid w:val="003E5C36"/>
    <w:rsid w:val="003F0FD2"/>
    <w:rsid w:val="00402338"/>
    <w:rsid w:val="00404FF2"/>
    <w:rsid w:val="004078F3"/>
    <w:rsid w:val="00411E43"/>
    <w:rsid w:val="00427794"/>
    <w:rsid w:val="00441D04"/>
    <w:rsid w:val="00450F07"/>
    <w:rsid w:val="00453CD3"/>
    <w:rsid w:val="0046002F"/>
    <w:rsid w:val="00460660"/>
    <w:rsid w:val="00464BA9"/>
    <w:rsid w:val="00483969"/>
    <w:rsid w:val="00486107"/>
    <w:rsid w:val="00491827"/>
    <w:rsid w:val="004A490C"/>
    <w:rsid w:val="004B1883"/>
    <w:rsid w:val="004C4399"/>
    <w:rsid w:val="004C787C"/>
    <w:rsid w:val="004D09FB"/>
    <w:rsid w:val="004E7A1F"/>
    <w:rsid w:val="004F0093"/>
    <w:rsid w:val="004F3B82"/>
    <w:rsid w:val="004F433F"/>
    <w:rsid w:val="004F4B9B"/>
    <w:rsid w:val="00502690"/>
    <w:rsid w:val="0050666E"/>
    <w:rsid w:val="00511AB9"/>
    <w:rsid w:val="00523BB5"/>
    <w:rsid w:val="00523EA7"/>
    <w:rsid w:val="005258C7"/>
    <w:rsid w:val="00532E02"/>
    <w:rsid w:val="0053725E"/>
    <w:rsid w:val="005406EB"/>
    <w:rsid w:val="00540D3B"/>
    <w:rsid w:val="005445D5"/>
    <w:rsid w:val="00545FA0"/>
    <w:rsid w:val="00553375"/>
    <w:rsid w:val="00555884"/>
    <w:rsid w:val="00560E61"/>
    <w:rsid w:val="005736B7"/>
    <w:rsid w:val="00573A5C"/>
    <w:rsid w:val="00575E5A"/>
    <w:rsid w:val="00580245"/>
    <w:rsid w:val="005A1F44"/>
    <w:rsid w:val="005A24FA"/>
    <w:rsid w:val="005A2CB2"/>
    <w:rsid w:val="005A3013"/>
    <w:rsid w:val="005A6EF8"/>
    <w:rsid w:val="005B36CE"/>
    <w:rsid w:val="005B6000"/>
    <w:rsid w:val="005B7C03"/>
    <w:rsid w:val="005C60FA"/>
    <w:rsid w:val="005C62E5"/>
    <w:rsid w:val="005D3C39"/>
    <w:rsid w:val="005E3D9D"/>
    <w:rsid w:val="005F7C43"/>
    <w:rsid w:val="0060019F"/>
    <w:rsid w:val="00601A8C"/>
    <w:rsid w:val="0060645F"/>
    <w:rsid w:val="0061068E"/>
    <w:rsid w:val="006115D3"/>
    <w:rsid w:val="00636163"/>
    <w:rsid w:val="00641856"/>
    <w:rsid w:val="0065610E"/>
    <w:rsid w:val="00660AD3"/>
    <w:rsid w:val="00670D9A"/>
    <w:rsid w:val="006776B6"/>
    <w:rsid w:val="006831D3"/>
    <w:rsid w:val="006860F1"/>
    <w:rsid w:val="00693150"/>
    <w:rsid w:val="00694D3F"/>
    <w:rsid w:val="006A1ECC"/>
    <w:rsid w:val="006A5570"/>
    <w:rsid w:val="006A689C"/>
    <w:rsid w:val="006A7CF1"/>
    <w:rsid w:val="006B3D79"/>
    <w:rsid w:val="006B6FE4"/>
    <w:rsid w:val="006B7BF2"/>
    <w:rsid w:val="006C2343"/>
    <w:rsid w:val="006C308D"/>
    <w:rsid w:val="006C442A"/>
    <w:rsid w:val="006D3D66"/>
    <w:rsid w:val="006E02E5"/>
    <w:rsid w:val="006E0578"/>
    <w:rsid w:val="006E314D"/>
    <w:rsid w:val="006E4E0B"/>
    <w:rsid w:val="006E7BCF"/>
    <w:rsid w:val="00710723"/>
    <w:rsid w:val="007145F3"/>
    <w:rsid w:val="00715CA7"/>
    <w:rsid w:val="00720988"/>
    <w:rsid w:val="00723ED1"/>
    <w:rsid w:val="007343F5"/>
    <w:rsid w:val="007372D4"/>
    <w:rsid w:val="00740AF5"/>
    <w:rsid w:val="00740EE9"/>
    <w:rsid w:val="00743525"/>
    <w:rsid w:val="00744076"/>
    <w:rsid w:val="0074515E"/>
    <w:rsid w:val="00753267"/>
    <w:rsid w:val="007541A2"/>
    <w:rsid w:val="00755818"/>
    <w:rsid w:val="007616C2"/>
    <w:rsid w:val="0076286B"/>
    <w:rsid w:val="00766846"/>
    <w:rsid w:val="0077673A"/>
    <w:rsid w:val="0078130B"/>
    <w:rsid w:val="007846E1"/>
    <w:rsid w:val="007847D6"/>
    <w:rsid w:val="0078789B"/>
    <w:rsid w:val="007901AD"/>
    <w:rsid w:val="00792993"/>
    <w:rsid w:val="0079568F"/>
    <w:rsid w:val="00796283"/>
    <w:rsid w:val="007A5172"/>
    <w:rsid w:val="007A67A0"/>
    <w:rsid w:val="007B570C"/>
    <w:rsid w:val="007D53E7"/>
    <w:rsid w:val="007E2D0A"/>
    <w:rsid w:val="007E4A6E"/>
    <w:rsid w:val="007F56A7"/>
    <w:rsid w:val="00800851"/>
    <w:rsid w:val="00807DD0"/>
    <w:rsid w:val="008208E7"/>
    <w:rsid w:val="00821D01"/>
    <w:rsid w:val="00826B7B"/>
    <w:rsid w:val="00833466"/>
    <w:rsid w:val="00846789"/>
    <w:rsid w:val="008579C7"/>
    <w:rsid w:val="008603AD"/>
    <w:rsid w:val="00860467"/>
    <w:rsid w:val="00866994"/>
    <w:rsid w:val="00872362"/>
    <w:rsid w:val="0088168C"/>
    <w:rsid w:val="00881D19"/>
    <w:rsid w:val="00893DB7"/>
    <w:rsid w:val="008954BE"/>
    <w:rsid w:val="00896B28"/>
    <w:rsid w:val="008A3568"/>
    <w:rsid w:val="008B243B"/>
    <w:rsid w:val="008B67B5"/>
    <w:rsid w:val="008C50F3"/>
    <w:rsid w:val="008C7EFE"/>
    <w:rsid w:val="008D03B9"/>
    <w:rsid w:val="008D30C7"/>
    <w:rsid w:val="008E3DEF"/>
    <w:rsid w:val="008E558A"/>
    <w:rsid w:val="008F18D6"/>
    <w:rsid w:val="008F2C9B"/>
    <w:rsid w:val="008F797B"/>
    <w:rsid w:val="00904780"/>
    <w:rsid w:val="0090635B"/>
    <w:rsid w:val="00922385"/>
    <w:rsid w:val="009223DF"/>
    <w:rsid w:val="00925499"/>
    <w:rsid w:val="00930F78"/>
    <w:rsid w:val="00932561"/>
    <w:rsid w:val="00936091"/>
    <w:rsid w:val="00940D8A"/>
    <w:rsid w:val="009417A8"/>
    <w:rsid w:val="00951D97"/>
    <w:rsid w:val="00962243"/>
    <w:rsid w:val="00962258"/>
    <w:rsid w:val="009678B7"/>
    <w:rsid w:val="00992D9C"/>
    <w:rsid w:val="00996CB8"/>
    <w:rsid w:val="009A4DDA"/>
    <w:rsid w:val="009B2E97"/>
    <w:rsid w:val="009B4201"/>
    <w:rsid w:val="009B4C22"/>
    <w:rsid w:val="009B5146"/>
    <w:rsid w:val="009B5BAC"/>
    <w:rsid w:val="009C418E"/>
    <w:rsid w:val="009C442C"/>
    <w:rsid w:val="009C4D42"/>
    <w:rsid w:val="009C5607"/>
    <w:rsid w:val="009D0855"/>
    <w:rsid w:val="009D225D"/>
    <w:rsid w:val="009E07F4"/>
    <w:rsid w:val="009E2481"/>
    <w:rsid w:val="009E7E4A"/>
    <w:rsid w:val="009F0867"/>
    <w:rsid w:val="009F309B"/>
    <w:rsid w:val="009F392E"/>
    <w:rsid w:val="009F53C5"/>
    <w:rsid w:val="009F638B"/>
    <w:rsid w:val="00A0740E"/>
    <w:rsid w:val="00A21A01"/>
    <w:rsid w:val="00A24FBF"/>
    <w:rsid w:val="00A26CE4"/>
    <w:rsid w:val="00A40CCD"/>
    <w:rsid w:val="00A50641"/>
    <w:rsid w:val="00A530BF"/>
    <w:rsid w:val="00A6177B"/>
    <w:rsid w:val="00A61B47"/>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5BF5"/>
    <w:rsid w:val="00AD5F1A"/>
    <w:rsid w:val="00AD6731"/>
    <w:rsid w:val="00B008D5"/>
    <w:rsid w:val="00B02F73"/>
    <w:rsid w:val="00B05B31"/>
    <w:rsid w:val="00B0619F"/>
    <w:rsid w:val="00B13A26"/>
    <w:rsid w:val="00B15D0D"/>
    <w:rsid w:val="00B22106"/>
    <w:rsid w:val="00B24659"/>
    <w:rsid w:val="00B34BF4"/>
    <w:rsid w:val="00B37582"/>
    <w:rsid w:val="00B42F40"/>
    <w:rsid w:val="00B5431A"/>
    <w:rsid w:val="00B54D8F"/>
    <w:rsid w:val="00B64294"/>
    <w:rsid w:val="00B75EE1"/>
    <w:rsid w:val="00B77481"/>
    <w:rsid w:val="00B8518B"/>
    <w:rsid w:val="00B917FA"/>
    <w:rsid w:val="00B92ABC"/>
    <w:rsid w:val="00B94D5F"/>
    <w:rsid w:val="00B97CC3"/>
    <w:rsid w:val="00BB2E14"/>
    <w:rsid w:val="00BC06C4"/>
    <w:rsid w:val="00BC2BF6"/>
    <w:rsid w:val="00BD0C4A"/>
    <w:rsid w:val="00BD7E91"/>
    <w:rsid w:val="00BD7F0D"/>
    <w:rsid w:val="00BE064E"/>
    <w:rsid w:val="00C02D0A"/>
    <w:rsid w:val="00C03A6E"/>
    <w:rsid w:val="00C064A6"/>
    <w:rsid w:val="00C11FE0"/>
    <w:rsid w:val="00C21394"/>
    <w:rsid w:val="00C226C0"/>
    <w:rsid w:val="00C36A23"/>
    <w:rsid w:val="00C37459"/>
    <w:rsid w:val="00C42FE6"/>
    <w:rsid w:val="00C43398"/>
    <w:rsid w:val="00C44F6A"/>
    <w:rsid w:val="00C45470"/>
    <w:rsid w:val="00C50E43"/>
    <w:rsid w:val="00C6198E"/>
    <w:rsid w:val="00C708EA"/>
    <w:rsid w:val="00C778A5"/>
    <w:rsid w:val="00C95162"/>
    <w:rsid w:val="00CB4F6D"/>
    <w:rsid w:val="00CB6A37"/>
    <w:rsid w:val="00CB7684"/>
    <w:rsid w:val="00CC7060"/>
    <w:rsid w:val="00CC72E4"/>
    <w:rsid w:val="00CC7C8F"/>
    <w:rsid w:val="00CD1E6C"/>
    <w:rsid w:val="00CD1FC4"/>
    <w:rsid w:val="00CE30D4"/>
    <w:rsid w:val="00CE5A16"/>
    <w:rsid w:val="00D034A0"/>
    <w:rsid w:val="00D133B4"/>
    <w:rsid w:val="00D21061"/>
    <w:rsid w:val="00D273C7"/>
    <w:rsid w:val="00D33A31"/>
    <w:rsid w:val="00D40CA0"/>
    <w:rsid w:val="00D4108E"/>
    <w:rsid w:val="00D4328E"/>
    <w:rsid w:val="00D46268"/>
    <w:rsid w:val="00D51121"/>
    <w:rsid w:val="00D53805"/>
    <w:rsid w:val="00D55CA3"/>
    <w:rsid w:val="00D6163D"/>
    <w:rsid w:val="00D831A3"/>
    <w:rsid w:val="00D85EF5"/>
    <w:rsid w:val="00D86611"/>
    <w:rsid w:val="00D97BE3"/>
    <w:rsid w:val="00DA3711"/>
    <w:rsid w:val="00DB09A6"/>
    <w:rsid w:val="00DB753D"/>
    <w:rsid w:val="00DC6772"/>
    <w:rsid w:val="00DD40D2"/>
    <w:rsid w:val="00DD46F3"/>
    <w:rsid w:val="00DE09DB"/>
    <w:rsid w:val="00DE56F2"/>
    <w:rsid w:val="00DE62BB"/>
    <w:rsid w:val="00DF116D"/>
    <w:rsid w:val="00E02F51"/>
    <w:rsid w:val="00E16FF7"/>
    <w:rsid w:val="00E26D68"/>
    <w:rsid w:val="00E275AC"/>
    <w:rsid w:val="00E3463B"/>
    <w:rsid w:val="00E4243A"/>
    <w:rsid w:val="00E44045"/>
    <w:rsid w:val="00E44330"/>
    <w:rsid w:val="00E448B9"/>
    <w:rsid w:val="00E60B49"/>
    <w:rsid w:val="00E618C4"/>
    <w:rsid w:val="00E7415D"/>
    <w:rsid w:val="00E878EE"/>
    <w:rsid w:val="00E901A3"/>
    <w:rsid w:val="00E92C81"/>
    <w:rsid w:val="00EA42DE"/>
    <w:rsid w:val="00EA585B"/>
    <w:rsid w:val="00EA5948"/>
    <w:rsid w:val="00EA6EC7"/>
    <w:rsid w:val="00EA7331"/>
    <w:rsid w:val="00EB104F"/>
    <w:rsid w:val="00EB46E5"/>
    <w:rsid w:val="00EC266C"/>
    <w:rsid w:val="00ED14BD"/>
    <w:rsid w:val="00ED16E6"/>
    <w:rsid w:val="00F016C7"/>
    <w:rsid w:val="00F02659"/>
    <w:rsid w:val="00F1015D"/>
    <w:rsid w:val="00F12DEC"/>
    <w:rsid w:val="00F1715C"/>
    <w:rsid w:val="00F310F8"/>
    <w:rsid w:val="00F35939"/>
    <w:rsid w:val="00F422D3"/>
    <w:rsid w:val="00F43B1C"/>
    <w:rsid w:val="00F44922"/>
    <w:rsid w:val="00F45607"/>
    <w:rsid w:val="00F4722B"/>
    <w:rsid w:val="00F5016F"/>
    <w:rsid w:val="00F51BF5"/>
    <w:rsid w:val="00F54432"/>
    <w:rsid w:val="00F568F9"/>
    <w:rsid w:val="00F62DF7"/>
    <w:rsid w:val="00F659EB"/>
    <w:rsid w:val="00F762A8"/>
    <w:rsid w:val="00F861D5"/>
    <w:rsid w:val="00F86BA6"/>
    <w:rsid w:val="00F95FBD"/>
    <w:rsid w:val="00F9740F"/>
    <w:rsid w:val="00FA5A21"/>
    <w:rsid w:val="00FB6342"/>
    <w:rsid w:val="00FC6389"/>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B21042"/>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B7BF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tabs>
        <w:tab w:val="clear" w:pos="3289"/>
        <w:tab w:val="num" w:pos="737"/>
      </w:tabs>
      <w:spacing w:before="280" w:after="120" w:line="264" w:lineRule="auto"/>
      <w:ind w:left="737"/>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header" Target="header6.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footer" Target="footer10.xml"/><Relationship Id="rId33" Type="http://schemas.openxmlformats.org/officeDocument/2006/relationships/header" Target="header9.xml"/><Relationship Id="rId38" Type="http://schemas.openxmlformats.org/officeDocument/2006/relationships/header" Target="header12.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11.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2.xml"/><Relationship Id="rId36" Type="http://schemas.openxmlformats.org/officeDocument/2006/relationships/footer" Target="footer16.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header" Target="header8.xml"/><Relationship Id="rId35" Type="http://schemas.openxmlformats.org/officeDocument/2006/relationships/footer" Target="footer15.xml"/><Relationship Id="rId43" Type="http://schemas.openxmlformats.org/officeDocument/2006/relationships/footer" Target="footer1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3AFE"/>
    <w:rsid w:val="00057894"/>
    <w:rsid w:val="000D394B"/>
    <w:rsid w:val="00106694"/>
    <w:rsid w:val="001A4803"/>
    <w:rsid w:val="001C08FB"/>
    <w:rsid w:val="001D3226"/>
    <w:rsid w:val="0035793D"/>
    <w:rsid w:val="003C525E"/>
    <w:rsid w:val="003F4DD2"/>
    <w:rsid w:val="004315D2"/>
    <w:rsid w:val="0044346F"/>
    <w:rsid w:val="00515857"/>
    <w:rsid w:val="005F0151"/>
    <w:rsid w:val="00632EF5"/>
    <w:rsid w:val="00664EAC"/>
    <w:rsid w:val="006744A7"/>
    <w:rsid w:val="00681176"/>
    <w:rsid w:val="006E07B4"/>
    <w:rsid w:val="0078564D"/>
    <w:rsid w:val="0089373F"/>
    <w:rsid w:val="008E5F9E"/>
    <w:rsid w:val="009159BE"/>
    <w:rsid w:val="009457AE"/>
    <w:rsid w:val="009B250D"/>
    <w:rsid w:val="00B14AA8"/>
    <w:rsid w:val="00B642E9"/>
    <w:rsid w:val="00C17660"/>
    <w:rsid w:val="00CC63B4"/>
    <w:rsid w:val="00CD1E27"/>
    <w:rsid w:val="00D51BCB"/>
    <w:rsid w:val="00DC39F8"/>
    <w:rsid w:val="00DF6A4E"/>
    <w:rsid w:val="00E3790D"/>
    <w:rsid w:val="00F10BC4"/>
    <w:rsid w:val="00F635AC"/>
    <w:rsid w:val="00F7175B"/>
    <w:rsid w:val="00FA4D10"/>
    <w:rsid w:val="00FC1B9F"/>
    <w:rsid w:val="00FD25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146CC8C-B4FE-48C8-ADCE-EB5F560A5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297</TotalTime>
  <Pages>1</Pages>
  <Words>5422</Words>
  <Characters>31993</Characters>
  <Application>Microsoft Office Word</Application>
  <DocSecurity>0</DocSecurity>
  <Lines>266</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50</cp:revision>
  <cp:lastPrinted>2021-08-11T05:27:00Z</cp:lastPrinted>
  <dcterms:created xsi:type="dcterms:W3CDTF">2021-06-22T11:37:00Z</dcterms:created>
  <dcterms:modified xsi:type="dcterms:W3CDTF">2021-08-11T05:27:00Z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