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444131D" w14:textId="1636D2D0" w:rsidR="006621E8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A10B7">
        <w:rPr>
          <w:b/>
          <w:color w:val="FF5200" w:themeColor="accent2"/>
          <w:sz w:val="36"/>
          <w:szCs w:val="36"/>
        </w:rPr>
        <w:t>názvem „</w:t>
      </w:r>
      <w:r w:rsidR="00F22FAE" w:rsidRPr="00F22FAE">
        <w:rPr>
          <w:b/>
          <w:color w:val="FF5200" w:themeColor="accent2"/>
          <w:sz w:val="36"/>
          <w:szCs w:val="36"/>
        </w:rPr>
        <w:t>Pořízení rádiem řízené svahové sekačky včetně příslušenství</w:t>
      </w:r>
      <w:r w:rsidR="0031280B" w:rsidRPr="005A10B7">
        <w:rPr>
          <w:b/>
          <w:color w:val="FF5200" w:themeColor="accent2"/>
          <w:sz w:val="36"/>
          <w:szCs w:val="36"/>
        </w:rPr>
        <w:t>“</w:t>
      </w:r>
      <w:r w:rsidR="000128D4" w:rsidRPr="005A10B7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1DC657E6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5A10B7">
        <w:rPr>
          <w:b/>
          <w:color w:val="FF5200" w:themeColor="accent2"/>
          <w:sz w:val="36"/>
          <w:szCs w:val="36"/>
        </w:rPr>
        <w:t xml:space="preserve">vedené pod </w:t>
      </w:r>
      <w:r w:rsidRPr="005A1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1C242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14323</w:t>
      </w:r>
      <w:r w:rsidR="005A10B7" w:rsidRPr="005A1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/2021-SŽ-OŘ UNL-OVZ</w:t>
      </w:r>
      <w:r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A69C7F9" w14:textId="77777777" w:rsidR="005A10B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7299CA1" w14:textId="2A646B0A" w:rsidR="005A10B7" w:rsidRDefault="001C24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2" w:history="1">
            <w:r w:rsidR="005A10B7" w:rsidRPr="008A2313">
              <w:rPr>
                <w:rStyle w:val="Hypertextovodkaz"/>
                <w:noProof/>
              </w:rPr>
              <w:t>Kapitola 1.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Základní údaje k nabídce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_Toc72478932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2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126AD263" w14:textId="0B3707CA" w:rsidR="005A10B7" w:rsidRDefault="001C24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3" w:history="1">
            <w:r w:rsidR="005A10B7" w:rsidRPr="008A2313">
              <w:rPr>
                <w:rStyle w:val="Hypertextovodkaz"/>
                <w:noProof/>
              </w:rPr>
              <w:t>Kapitola 2.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Čestné prohlášení o splnění základní způsobilosti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_Toc72478933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3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2715EA38" w14:textId="43302CC6" w:rsidR="005A10B7" w:rsidRDefault="001C242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4" w:history="1">
            <w:r w:rsidR="005A10B7" w:rsidRPr="008A2313">
              <w:rPr>
                <w:rStyle w:val="Hypertextovodkaz"/>
                <w:noProof/>
              </w:rPr>
              <w:t>Kapitola 3.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Čestné prohlášení účastníka k neuzavření zakázaných dohod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_Toc72478934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4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247893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69FF640F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5AE875E" w14:textId="05AAFAE4" w:rsidR="001E2EC5" w:rsidRPr="004E1498" w:rsidRDefault="001E2EC5" w:rsidP="001E2EC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2E9FA0BD" w14:textId="3C2F9EA6" w:rsidR="001E2EC5" w:rsidRDefault="008B1A2C" w:rsidP="001E2E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1E2EC5">
        <w:rPr>
          <w:rFonts w:eastAsia="Times New Roman" w:cs="Times New Roman"/>
          <w:lang w:eastAsia="cs-CZ"/>
        </w:rPr>
        <w:t xml:space="preserve">Železničářská 1386/3, </w:t>
      </w:r>
      <w:r w:rsidR="001E2EC5" w:rsidRPr="00071E9D">
        <w:rPr>
          <w:rFonts w:eastAsia="Times New Roman" w:cs="Times New Roman"/>
          <w:lang w:eastAsia="cs-CZ"/>
        </w:rPr>
        <w:t>400 03 Ústí nad Labem</w:t>
      </w:r>
    </w:p>
    <w:p w14:paraId="038B2A49" w14:textId="434F565D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171199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5A10B7">
        <w:t>Výzvy k podání nabíd</w:t>
      </w:r>
      <w:r w:rsidR="004C76E9" w:rsidRPr="005A10B7">
        <w:t>ky</w:t>
      </w:r>
      <w:r w:rsidRPr="005A10B7">
        <w:t xml:space="preserve"> na veřejnou zakázku zadávanou</w:t>
      </w:r>
      <w:r w:rsidR="004C76E9" w:rsidRPr="005A10B7">
        <w:t xml:space="preserve"> jako </w:t>
      </w:r>
      <w:r w:rsidR="000128D4" w:rsidRPr="005A10B7">
        <w:rPr>
          <w:rFonts w:eastAsia="Times New Roman" w:cs="Times New Roman"/>
          <w:lang w:eastAsia="cs-CZ"/>
        </w:rPr>
        <w:t xml:space="preserve">podlimitní </w:t>
      </w:r>
      <w:r w:rsidR="005A10B7" w:rsidRPr="005A10B7">
        <w:rPr>
          <w:rFonts w:eastAsia="Times New Roman" w:cs="Times New Roman"/>
          <w:lang w:eastAsia="cs-CZ"/>
        </w:rPr>
        <w:t>sektorovou veřejnou zakázku</w:t>
      </w:r>
      <w:r w:rsidRPr="005A10B7">
        <w:t>, jsou pravdivé</w:t>
      </w:r>
      <w:r w:rsidR="009771C9" w:rsidRPr="005A10B7">
        <w:t>, úplné a odpovídají skutečnosti</w:t>
      </w:r>
      <w:r w:rsidRPr="005A10B7">
        <w:t>. Účastník si je vědom důsledků záměrného uvedení</w:t>
      </w:r>
      <w:r>
        <w:t xml:space="preserve">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8EAEBB9" w14:textId="77777777" w:rsidR="001E2EC5" w:rsidRDefault="001E2EC5" w:rsidP="001E2EC5">
      <w:r>
        <w:t>Obsah</w:t>
      </w:r>
    </w:p>
    <w:p w14:paraId="643B0CE0" w14:textId="6B9DC6B7" w:rsidR="006621E8" w:rsidRDefault="006621E8" w:rsidP="006621E8">
      <w:r w:rsidRPr="0036741E">
        <w:t xml:space="preserve">Celková nabídková cena </w:t>
      </w:r>
      <w:r w:rsidR="00F22FAE">
        <w:t xml:space="preserve">za 3 ks </w:t>
      </w:r>
      <w:r w:rsidRPr="0036741E">
        <w:t>v Kč bez DPH:</w:t>
      </w:r>
      <w:r>
        <w:tab/>
      </w:r>
      <w:r w:rsidRPr="006621E8">
        <w:rPr>
          <w:highlight w:val="green"/>
        </w:rPr>
        <w:t>[VLOŽÍ ÚČASTNÍK]</w:t>
      </w:r>
    </w:p>
    <w:p w14:paraId="4869E14A" w14:textId="77777777" w:rsidR="006621E8" w:rsidRDefault="006621E8" w:rsidP="006621E8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0F4ADA6" w14:textId="77777777" w:rsidR="006621E8" w:rsidRDefault="006621E8" w:rsidP="006621E8">
      <w:r>
        <w:t>Celková nabídková cena v Kč včetně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1C242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C2422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72478933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247893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25D8DD2E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BA9F6FF" w14:textId="6B925330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8E39C5" w14:textId="2E8F418A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D2129D" w14:textId="2B6F0399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D7ADADC" w14:textId="77777777" w:rsidR="001051C6" w:rsidRDefault="001051C6" w:rsidP="001051C6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D2B0E8D" w14:textId="77777777" w:rsidR="001051C6" w:rsidRDefault="001051C6" w:rsidP="001051C6"/>
    <w:p w14:paraId="07DA0EE4" w14:textId="77777777" w:rsidR="001051C6" w:rsidRPr="00B87D91" w:rsidRDefault="001051C6" w:rsidP="001051C6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537A083C" w14:textId="77777777" w:rsidR="001051C6" w:rsidRPr="00F0533E" w:rsidRDefault="001051C6" w:rsidP="001051C6">
      <w:r w:rsidRPr="00B87D91">
        <w:rPr>
          <w:highlight w:val="green"/>
        </w:rPr>
        <w:t>funkce osoby</w:t>
      </w:r>
    </w:p>
    <w:p w14:paraId="5058A155" w14:textId="59879064" w:rsidR="00E85D44" w:rsidRDefault="00E85D44">
      <w:bookmarkStart w:id="3" w:name="_GoBack"/>
      <w:bookmarkEnd w:id="3"/>
    </w:p>
    <w:sectPr w:rsidR="00E85D44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A20D6F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242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242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5DF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C154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6064BB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24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242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56AD8E7D" w14:textId="77777777" w:rsidR="005A10B7" w:rsidRDefault="005A10B7" w:rsidP="005A10B7">
          <w:pPr>
            <w:pStyle w:val="Zpat"/>
          </w:pPr>
          <w:r>
            <w:t>Oblastní ředitelství Ústí nad Labem</w:t>
          </w:r>
        </w:p>
        <w:p w14:paraId="5B403FDA" w14:textId="77777777" w:rsidR="005A10B7" w:rsidRDefault="005A10B7" w:rsidP="005A10B7">
          <w:pPr>
            <w:pStyle w:val="Zpat"/>
          </w:pPr>
          <w:r>
            <w:t>Železničářská 1386/31</w:t>
          </w:r>
        </w:p>
        <w:p w14:paraId="3F9D14E1" w14:textId="4ADE845B" w:rsidR="00F1715C" w:rsidRDefault="005A10B7" w:rsidP="005A10B7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B7E6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EC68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24506D51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24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242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E7A90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80A85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51C6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C2422"/>
    <w:rsid w:val="001E2EC5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10B7"/>
    <w:rsid w:val="005B219F"/>
    <w:rsid w:val="005D7E39"/>
    <w:rsid w:val="005E1541"/>
    <w:rsid w:val="005F1404"/>
    <w:rsid w:val="0061068E"/>
    <w:rsid w:val="006106A4"/>
    <w:rsid w:val="00613242"/>
    <w:rsid w:val="00654420"/>
    <w:rsid w:val="00660AD3"/>
    <w:rsid w:val="006621E8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12B0F"/>
    <w:rsid w:val="0084684F"/>
    <w:rsid w:val="008659F3"/>
    <w:rsid w:val="00882189"/>
    <w:rsid w:val="00886D4B"/>
    <w:rsid w:val="00895406"/>
    <w:rsid w:val="008A3568"/>
    <w:rsid w:val="008B1A2C"/>
    <w:rsid w:val="008D03B9"/>
    <w:rsid w:val="008E0791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41A7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2FAE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07A5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1F8CA"/>
  <w15:docId w15:val="{F566DA07-5015-4B2F-A6FB-DC040165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A3C483-713A-485B-BCC1-08445B493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76</TotalTime>
  <Pages>4</Pages>
  <Words>557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25</cp:revision>
  <cp:lastPrinted>2017-11-28T17:18:00Z</cp:lastPrinted>
  <dcterms:created xsi:type="dcterms:W3CDTF">2020-06-29T15:29:00Z</dcterms:created>
  <dcterms:modified xsi:type="dcterms:W3CDTF">2021-07-29T12:37:00Z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