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4A65A20F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</w:t>
      </w:r>
      <w:r w:rsidR="0031280B" w:rsidRPr="001604EA">
        <w:rPr>
          <w:b/>
          <w:color w:val="FF5200" w:themeColor="accent2"/>
          <w:sz w:val="36"/>
          <w:szCs w:val="36"/>
        </w:rPr>
        <w:t>názvem „</w:t>
      </w:r>
      <w:r w:rsidR="001604EA" w:rsidRPr="001604EA">
        <w:rPr>
          <w:b/>
          <w:color w:val="FF5200" w:themeColor="accent2"/>
          <w:sz w:val="36"/>
          <w:szCs w:val="36"/>
        </w:rPr>
        <w:t>Instalace FVE na výpravní budově v ŽST Děčín východ</w:t>
      </w:r>
      <w:r w:rsidR="0031280B" w:rsidRPr="001604EA">
        <w:rPr>
          <w:b/>
          <w:color w:val="FF5200" w:themeColor="accent2"/>
          <w:sz w:val="36"/>
          <w:szCs w:val="36"/>
        </w:rPr>
        <w:t>“</w:t>
      </w:r>
      <w:r w:rsidR="000128D4" w:rsidRPr="001604EA">
        <w:rPr>
          <w:b/>
          <w:color w:val="FF5200" w:themeColor="accent2"/>
          <w:sz w:val="36"/>
          <w:szCs w:val="36"/>
        </w:rPr>
        <w:t xml:space="preserve"> vedené</w:t>
      </w:r>
      <w:r w:rsidR="000128D4" w:rsidRPr="00B87D91">
        <w:rPr>
          <w:b/>
          <w:color w:val="FF5200" w:themeColor="accent2"/>
          <w:sz w:val="36"/>
          <w:szCs w:val="36"/>
        </w:rPr>
        <w:t xml:space="preserve"> pod </w:t>
      </w:r>
      <w:r w:rsidR="000128D4" w:rsidRPr="007453C0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č.j. (</w:t>
      </w:r>
      <w:r w:rsidR="007453C0" w:rsidRPr="007453C0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14093/2021-SŽ-OŘ UNL-OVZ</w:t>
      </w:r>
      <w:r w:rsidR="000128D4" w:rsidRPr="007453C0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)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7B1318F7" w14:textId="77777777" w:rsidR="007453C0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26B1B68A" w14:textId="212A3240" w:rsidR="007453C0" w:rsidRDefault="007453C0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8269824" w:history="1">
            <w:r w:rsidRPr="00A56F84">
              <w:rPr>
                <w:rStyle w:val="Hypertextovodkaz"/>
                <w:noProof/>
              </w:rPr>
              <w:t>Kapitola 1.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A56F84">
              <w:rPr>
                <w:rStyle w:val="Hypertextovodkaz"/>
                <w:noProof/>
              </w:rPr>
              <w:t>Základní údaje k nabídce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_Toc78269824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B49AE3" w14:textId="2A8255D1" w:rsidR="007453C0" w:rsidRDefault="007453C0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8269825" w:history="1">
            <w:r w:rsidRPr="00A56F84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A56F84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_Toc78269825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A6A645" w14:textId="79A9F6B2" w:rsidR="007453C0" w:rsidRDefault="007453C0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8269826" w:history="1">
            <w:r w:rsidRPr="00A56F84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A56F84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_Toc78269826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457A90" w14:textId="1A1B59C0" w:rsidR="007453C0" w:rsidRDefault="007453C0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8269827" w:history="1">
            <w:r w:rsidRPr="00A56F84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A56F84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_Toc78269827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7BA374" w14:textId="73B733A5" w:rsidR="007453C0" w:rsidRDefault="007453C0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8269828" w:history="1">
            <w:r w:rsidRPr="00A56F84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A56F84">
              <w:rPr>
                <w:rStyle w:val="Hypertextovodkaz"/>
                <w:noProof/>
              </w:rPr>
              <w:t>Seznam osob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_Toc78269828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3A7B5F" w14:textId="7836E875" w:rsidR="007453C0" w:rsidRDefault="007453C0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8269829" w:history="1">
            <w:r w:rsidRPr="00A56F84">
              <w:rPr>
                <w:rStyle w:val="Hypertextovodkaz"/>
                <w:noProof/>
              </w:rPr>
              <w:t>Kapitola 6.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A56F84">
              <w:rPr>
                <w:rStyle w:val="Hypertextovodkaz"/>
                <w:noProof/>
              </w:rPr>
              <w:t>Čestné prohlášení o poddodavatelích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_Toc78269829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78269824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AA25AAF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417DDC57" w14:textId="14CF77DA" w:rsidR="000B1EF4" w:rsidRDefault="000B1EF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Oblastní ředitelství Ústí nad Labem</w:t>
      </w:r>
    </w:p>
    <w:p w14:paraId="06BCD1F6" w14:textId="136DA9C3" w:rsidR="000B1EF4" w:rsidRPr="004E1498" w:rsidRDefault="000B1EF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Ústí nad Labem, Železničářská 1386/31, PSČ 400 03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0B1EF4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0B1EF4">
        <w:rPr>
          <w:rFonts w:eastAsia="Times New Roman" w:cs="Times New Roman"/>
          <w:i/>
          <w:highlight w:val="yellow"/>
          <w:lang w:eastAsia="cs-CZ"/>
        </w:rPr>
        <w:t>jméno osoby/název firmy</w:t>
      </w:r>
    </w:p>
    <w:p w14:paraId="7DF6B56F" w14:textId="77777777" w:rsidR="008B1A2C" w:rsidRPr="000B1EF4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0B1EF4">
        <w:rPr>
          <w:rFonts w:eastAsia="Times New Roman" w:cs="Times New Roman"/>
          <w:highlight w:val="yellow"/>
          <w:lang w:eastAsia="cs-CZ"/>
        </w:rPr>
        <w:tab/>
      </w:r>
      <w:r w:rsidRPr="000B1EF4">
        <w:rPr>
          <w:rFonts w:eastAsia="Times New Roman" w:cs="Times New Roman"/>
          <w:highlight w:val="yellow"/>
          <w:lang w:eastAsia="cs-CZ"/>
        </w:rPr>
        <w:tab/>
      </w:r>
      <w:r w:rsidRPr="000B1EF4">
        <w:rPr>
          <w:rFonts w:eastAsia="Times New Roman" w:cs="Times New Roman"/>
          <w:i/>
          <w:highlight w:val="yellow"/>
          <w:lang w:eastAsia="cs-CZ"/>
        </w:rPr>
        <w:t>Sídlo:</w:t>
      </w:r>
    </w:p>
    <w:p w14:paraId="7C9B70B6" w14:textId="77777777" w:rsidR="008B1A2C" w:rsidRPr="000B1EF4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0B1EF4">
        <w:rPr>
          <w:rFonts w:eastAsia="Times New Roman" w:cs="Times New Roman"/>
          <w:highlight w:val="yellow"/>
          <w:lang w:eastAsia="cs-CZ"/>
        </w:rPr>
        <w:tab/>
      </w:r>
      <w:r w:rsidRPr="000B1EF4">
        <w:rPr>
          <w:rFonts w:eastAsia="Times New Roman" w:cs="Times New Roman"/>
          <w:highlight w:val="yellow"/>
          <w:lang w:eastAsia="cs-CZ"/>
        </w:rPr>
        <w:tab/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0B1EF4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0B1EF4">
        <w:rPr>
          <w:rFonts w:eastAsia="Times New Roman" w:cs="Times New Roman"/>
          <w:highlight w:val="yellow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0B1EF4">
        <w:rPr>
          <w:rFonts w:eastAsia="Times New Roman" w:cs="Times New Roman"/>
          <w:highlight w:val="yellow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6331BA46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</w:t>
      </w:r>
      <w:r w:rsidR="001571DA">
        <w:t>s názvem „</w:t>
      </w:r>
      <w:r w:rsidR="001571DA" w:rsidRPr="001571DA">
        <w:rPr>
          <w:b/>
          <w:bCs/>
        </w:rPr>
        <w:t>Instalace FVE na výpravní budově v ŽST Děčín východ</w:t>
      </w:r>
      <w:r w:rsidR="001571DA">
        <w:t xml:space="preserve">“ </w:t>
      </w:r>
      <w:r>
        <w:t>zadávanou</w:t>
      </w:r>
      <w:r w:rsidR="004C76E9">
        <w:t xml:space="preserve"> </w:t>
      </w:r>
      <w:r w:rsidR="004C76E9" w:rsidRPr="000B1EF4">
        <w:t xml:space="preserve">jako </w:t>
      </w:r>
      <w:r w:rsidR="000128D4" w:rsidRPr="000B1EF4">
        <w:rPr>
          <w:rFonts w:eastAsia="Times New Roman" w:cs="Times New Roman"/>
          <w:lang w:eastAsia="cs-CZ"/>
        </w:rPr>
        <w:t>podlimitní sektorovou veřejnou zakázku</w:t>
      </w:r>
      <w:r w:rsidRPr="000B1EF4">
        <w:t>, jsou pravdivé</w:t>
      </w:r>
      <w:r w:rsidR="009771C9" w:rsidRPr="000B1EF4">
        <w:t>, úplné a odpovídají sk</w:t>
      </w:r>
      <w:r w:rsidR="009771C9">
        <w:t>utečnosti</w:t>
      </w:r>
      <w:r>
        <w:t xml:space="preserve">. Účastník si je vědom důsledků záměrného uvedení nepravdivých údajů, které v rovině tohoto zadávacího řízení </w:t>
      </w:r>
      <w:r w:rsidR="009771C9">
        <w:t>mohou vést až k</w:t>
      </w:r>
      <w:r>
        <w:t xml:space="preserve"> vyloučení Účastníka ze zadávacího 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7724DCC2" w14:textId="77777777" w:rsidR="000B1EF4" w:rsidRDefault="000B1EF4" w:rsidP="000B1EF4">
      <w:r w:rsidRPr="0036741E">
        <w:t>Celková nabídková cena v Kč bez DPH:</w:t>
      </w:r>
      <w:r>
        <w:tab/>
      </w:r>
      <w:r>
        <w:tab/>
      </w:r>
      <w:r w:rsidRPr="0022719F">
        <w:rPr>
          <w:highlight w:val="yellow"/>
        </w:rPr>
        <w:t>[VLOŽÍ ÚČASTNÍK]</w:t>
      </w:r>
    </w:p>
    <w:p w14:paraId="5C35FC5B" w14:textId="77777777" w:rsidR="000B1EF4" w:rsidRDefault="000B1EF4" w:rsidP="000B1EF4">
      <w:r>
        <w:t>DPH: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2719F">
        <w:rPr>
          <w:highlight w:val="yellow"/>
        </w:rPr>
        <w:t>[VLOŽÍ ÚČASTNÍK]</w:t>
      </w:r>
    </w:p>
    <w:p w14:paraId="1E1F0EE5" w14:textId="77777777" w:rsidR="000B1EF4" w:rsidRDefault="000B1EF4" w:rsidP="000B1EF4">
      <w:r>
        <w:t>Celková nabídková cena v Kč včetně DPH:</w:t>
      </w:r>
      <w:r>
        <w:tab/>
      </w:r>
      <w:r>
        <w:tab/>
      </w:r>
      <w:r w:rsidRPr="0022719F">
        <w:rPr>
          <w:highlight w:val="yellow"/>
        </w:rPr>
        <w:t>[VLOŽÍ ÚČASTNÍK]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61FF559A" w14:textId="0CF2841D"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14:paraId="1B83E32B" w14:textId="77777777" w:rsidR="00996617" w:rsidRDefault="008F6551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8F6551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  <w:sdt>
        <w:sdtPr>
          <w:rPr>
            <w:u w:val="single"/>
          </w:r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354C1C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1" w:name="_Toc78269825"/>
      <w:r w:rsidRPr="006E5C6C">
        <w:lastRenderedPageBreak/>
        <w:t>Čestné prohlášení o splnění</w:t>
      </w:r>
      <w:r w:rsidRPr="006E5C6C">
        <w:br/>
        <w:t>základní způsobilosti</w:t>
      </w:r>
      <w:bookmarkEnd w:id="1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účastník,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7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78269826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2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77777777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3" w:name="_Toc78269827"/>
      <w:r w:rsidRPr="00E85D44">
        <w:lastRenderedPageBreak/>
        <w:t>Čestné prohlášení o splnění technické kvalifikace</w:t>
      </w:r>
      <w:bookmarkEnd w:id="3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1002640" w14:textId="72640243" w:rsidR="00E85D44" w:rsidRDefault="000128D4" w:rsidP="00E85D44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</w:t>
      </w:r>
      <w:r w:rsidR="00E85D44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E85D44" w:rsidRPr="000128D4">
        <w:rPr>
          <w:rFonts w:eastAsia="Times New Roman" w:cs="Times New Roman"/>
          <w:lang w:eastAsia="cs-CZ"/>
        </w:rPr>
        <w:t>nabídku, tímto</w:t>
      </w:r>
      <w:r w:rsidR="00E85D44">
        <w:rPr>
          <w:rFonts w:eastAsia="Times New Roman" w:cs="Times New Roman"/>
          <w:lang w:eastAsia="cs-CZ"/>
        </w:rPr>
        <w:t xml:space="preserve"> čestně prohlašuje, že za poslední </w:t>
      </w:r>
      <w:r w:rsidR="00E85D44" w:rsidRPr="00354C1C">
        <w:rPr>
          <w:rFonts w:eastAsia="Times New Roman" w:cs="Times New Roman"/>
          <w:b/>
          <w:bCs/>
          <w:lang w:eastAsia="cs-CZ"/>
        </w:rPr>
        <w:t>3 roky</w:t>
      </w:r>
      <w:r w:rsidR="00E85D44">
        <w:rPr>
          <w:rFonts w:eastAsia="Times New Roman" w:cs="Times New Roman"/>
          <w:lang w:eastAsia="cs-CZ"/>
        </w:rPr>
        <w:t xml:space="preserve"> před zahájením zadávacího řízení poskytoval alespoň </w:t>
      </w:r>
      <w:r w:rsidR="00354C1C" w:rsidRPr="00354C1C">
        <w:rPr>
          <w:rFonts w:eastAsia="Times New Roman" w:cs="Times New Roman"/>
          <w:b/>
          <w:bCs/>
          <w:lang w:eastAsia="cs-CZ"/>
        </w:rPr>
        <w:t>2</w:t>
      </w:r>
      <w:r w:rsidR="00E85D44" w:rsidRPr="00354C1C">
        <w:rPr>
          <w:rFonts w:eastAsia="Times New Roman" w:cs="Times New Roman"/>
          <w:b/>
          <w:bCs/>
          <w:lang w:eastAsia="cs-CZ"/>
        </w:rPr>
        <w:t xml:space="preserve"> </w:t>
      </w:r>
      <w:r w:rsidR="00E85D44" w:rsidRPr="00354C1C">
        <w:rPr>
          <w:rFonts w:eastAsia="Times New Roman" w:cs="Times New Roman"/>
          <w:lang w:eastAsia="cs-CZ"/>
        </w:rPr>
        <w:t>významn</w:t>
      </w:r>
      <w:r w:rsidR="00354C1C" w:rsidRPr="00354C1C">
        <w:rPr>
          <w:rFonts w:eastAsia="Times New Roman" w:cs="Times New Roman"/>
          <w:lang w:eastAsia="cs-CZ"/>
        </w:rPr>
        <w:t>é</w:t>
      </w:r>
      <w:r w:rsidR="00E85D44" w:rsidRPr="00354C1C">
        <w:rPr>
          <w:rFonts w:eastAsia="Times New Roman" w:cs="Times New Roman"/>
          <w:lang w:eastAsia="cs-CZ"/>
        </w:rPr>
        <w:t xml:space="preserve"> dodávk</w:t>
      </w:r>
      <w:r w:rsidR="00354C1C" w:rsidRPr="00354C1C">
        <w:rPr>
          <w:rFonts w:eastAsia="Times New Roman" w:cs="Times New Roman"/>
          <w:lang w:eastAsia="cs-CZ"/>
        </w:rPr>
        <w:t>y</w:t>
      </w:r>
      <w:r w:rsidR="00E85D44">
        <w:rPr>
          <w:rFonts w:eastAsia="Times New Roman" w:cs="Times New Roman"/>
          <w:lang w:eastAsia="cs-CZ"/>
        </w:rPr>
        <w:t xml:space="preserve"> definovaných v čl.</w:t>
      </w:r>
      <w:r w:rsidR="00354C1C">
        <w:rPr>
          <w:rFonts w:eastAsia="Times New Roman" w:cs="Times New Roman"/>
          <w:lang w:eastAsia="cs-CZ"/>
        </w:rPr>
        <w:t xml:space="preserve"> 7.5.1</w:t>
      </w:r>
      <w:r w:rsidR="00E85D44">
        <w:rPr>
          <w:rFonts w:eastAsia="Times New Roman" w:cs="Times New Roman"/>
          <w:lang w:eastAsia="cs-CZ"/>
        </w:rPr>
        <w:t xml:space="preserve"> </w:t>
      </w:r>
      <w:r w:rsidR="00B87D91">
        <w:rPr>
          <w:rFonts w:eastAsia="Times New Roman" w:cs="Times New Roman"/>
          <w:lang w:eastAsia="cs-CZ"/>
        </w:rPr>
        <w:t>V</w:t>
      </w:r>
      <w:r w:rsidR="00E85D44">
        <w:rPr>
          <w:rFonts w:eastAsia="Times New Roman" w:cs="Times New Roman"/>
          <w:lang w:eastAsia="cs-CZ"/>
        </w:rPr>
        <w:t xml:space="preserve">ýzvy k podání nabídky </w:t>
      </w:r>
      <w:r w:rsidR="00E85D44" w:rsidRPr="00354C1C">
        <w:rPr>
          <w:rFonts w:eastAsia="Times New Roman" w:cs="Times New Roman"/>
          <w:b/>
          <w:bCs/>
          <w:lang w:eastAsia="cs-CZ"/>
        </w:rPr>
        <w:t>za každou</w:t>
      </w:r>
      <w:r w:rsidR="00E85D44">
        <w:rPr>
          <w:rFonts w:eastAsia="Times New Roman" w:cs="Times New Roman"/>
          <w:lang w:eastAsia="cs-CZ"/>
        </w:rPr>
        <w:t xml:space="preserve"> </w:t>
      </w:r>
      <w:r w:rsidR="00354C1C">
        <w:rPr>
          <w:rFonts w:eastAsia="Times New Roman" w:cs="Times New Roman"/>
          <w:lang w:eastAsia="cs-CZ"/>
        </w:rPr>
        <w:t xml:space="preserve">v </w:t>
      </w:r>
      <w:r w:rsidR="00E85D44">
        <w:rPr>
          <w:rFonts w:eastAsia="Times New Roman" w:cs="Times New Roman"/>
          <w:lang w:eastAsia="cs-CZ"/>
        </w:rPr>
        <w:t xml:space="preserve">hodnotě </w:t>
      </w:r>
      <w:r w:rsidR="00354C1C" w:rsidRPr="00354C1C">
        <w:rPr>
          <w:rFonts w:eastAsia="Times New Roman" w:cs="Times New Roman"/>
          <w:b/>
          <w:bCs/>
          <w:lang w:eastAsia="cs-CZ"/>
        </w:rPr>
        <w:t>800 000,-</w:t>
      </w:r>
      <w:r w:rsidR="00E85D44" w:rsidRPr="00354C1C">
        <w:rPr>
          <w:rFonts w:eastAsia="Times New Roman" w:cs="Times New Roman"/>
          <w:b/>
          <w:bCs/>
          <w:lang w:eastAsia="cs-CZ"/>
        </w:rPr>
        <w:t xml:space="preserve"> Kč</w:t>
      </w:r>
      <w:r w:rsidR="00E85D44">
        <w:rPr>
          <w:rFonts w:eastAsia="Times New Roman" w:cs="Times New Roman"/>
          <w:lang w:eastAsia="cs-CZ"/>
        </w:rPr>
        <w:t xml:space="preserve"> bez DPH.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EA49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6C8DFF66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1433EE31" w:rsidR="00E85D44" w:rsidRDefault="008F6551" w:rsidP="008F6551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</w:t>
            </w:r>
            <w:bookmarkStart w:id="4" w:name="_GoBack"/>
            <w:bookmarkEnd w:id="4"/>
            <w:r w:rsidR="00E85D44">
              <w:rPr>
                <w:rFonts w:eastAsia="Times New Roman" w:cs="Times New Roman"/>
                <w:spacing w:val="-6"/>
                <w:lang w:eastAsia="cs-CZ"/>
              </w:rPr>
              <w:t xml:space="preserve"> kontakt k ověření realizované</w:t>
            </w:r>
            <w:r w:rsidR="00354C1C">
              <w:rPr>
                <w:rFonts w:eastAsia="Times New Roman" w:cs="Times New Roman"/>
                <w:spacing w:val="-6"/>
                <w:lang w:eastAsia="cs-CZ"/>
              </w:rPr>
              <w:t xml:space="preserve"> </w:t>
            </w:r>
            <w:r w:rsidR="00E85D44">
              <w:rPr>
                <w:rFonts w:eastAsia="Times New Roman" w:cs="Times New Roman"/>
                <w:spacing w:val="-6"/>
                <w:lang w:eastAsia="cs-CZ"/>
              </w:rPr>
              <w:t>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44B63CA2" w:rsidR="00E85D44" w:rsidRDefault="00E85D44" w:rsidP="00EA498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dodávky </w:t>
            </w:r>
          </w:p>
          <w:p w14:paraId="0B3E9702" w14:textId="77777777" w:rsidR="00E85D44" w:rsidRDefault="00E85D44" w:rsidP="00EA498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609EE659" w:rsidR="00E85D44" w:rsidRDefault="00E85D44" w:rsidP="00EA498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</w:t>
            </w:r>
            <w:r w:rsidR="00354C1C">
              <w:rPr>
                <w:rFonts w:eastAsia="Times New Roman" w:cs="Times New Roman"/>
                <w:b/>
                <w:spacing w:val="-6"/>
                <w:lang w:eastAsia="cs-CZ"/>
              </w:rPr>
              <w:t xml:space="preserve"> </w:t>
            </w:r>
            <w:r>
              <w:rPr>
                <w:rFonts w:eastAsia="Times New Roman" w:cs="Times New Roman"/>
                <w:b/>
                <w:spacing w:val="-6"/>
                <w:lang w:eastAsia="cs-CZ"/>
              </w:rPr>
              <w:t>dodávky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66D756C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E85D44" w14:paraId="06926E11" w14:textId="77777777" w:rsidTr="00EA4984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EA498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EA498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EA498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A953354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08DEFD5A" w14:textId="77777777" w:rsidR="00E85D44" w:rsidRDefault="00E85D44" w:rsidP="00EA4984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DAA2562" w14:textId="77777777" w:rsidR="00E85D44" w:rsidRDefault="00E85D44" w:rsidP="00EA4984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90994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47080A62" w14:textId="77777777" w:rsidR="00E85D44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77777777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5" w:name="_Toc58876012"/>
      <w:bookmarkStart w:id="6" w:name="_Toc78269828"/>
      <w:r>
        <w:t>Seznam osob</w:t>
      </w:r>
      <w:bookmarkEnd w:id="5"/>
      <w:bookmarkEnd w:id="6"/>
    </w:p>
    <w:p w14:paraId="6E82A969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5AA11C4" w14:textId="56E49AE1" w:rsidR="00F44645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který podává tuto </w:t>
      </w:r>
      <w:r w:rsidRPr="000128D4">
        <w:rPr>
          <w:rFonts w:eastAsia="Times New Roman" w:cs="Times New Roman"/>
          <w:lang w:eastAsia="cs-CZ"/>
        </w:rPr>
        <w:t>nabídku</w:t>
      </w:r>
      <w:r>
        <w:rPr>
          <w:rFonts w:eastAsia="Times New Roman" w:cs="Times New Roman"/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p w14:paraId="08783FFB" w14:textId="77777777" w:rsidR="00F44645" w:rsidRDefault="00F44645" w:rsidP="00F44645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421"/>
        <w:gridCol w:w="4421"/>
      </w:tblGrid>
      <w:tr w:rsidR="00F44645" w14:paraId="23E1AAD0" w14:textId="77777777" w:rsidTr="00DB70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083B475F" w14:textId="77777777" w:rsidR="00F44645" w:rsidRPr="00F44645" w:rsidRDefault="00F44645" w:rsidP="00DB70ED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Funkce</w:t>
            </w:r>
          </w:p>
        </w:tc>
        <w:tc>
          <w:tcPr>
            <w:tcW w:w="4421" w:type="dxa"/>
            <w:shd w:val="clear" w:color="auto" w:fill="auto"/>
          </w:tcPr>
          <w:p w14:paraId="652DAA0D" w14:textId="77777777" w:rsidR="00F44645" w:rsidRPr="00F44645" w:rsidRDefault="00F44645" w:rsidP="00DB70E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Jméno a příjmení</w:t>
            </w:r>
          </w:p>
        </w:tc>
      </w:tr>
      <w:tr w:rsidR="00F44645" w14:paraId="5D07A0DB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2362AB3B" w14:textId="12BF7AFB" w:rsidR="00F44645" w:rsidRPr="00F44645" w:rsidRDefault="00F44645" w:rsidP="00DB70ED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421" w:type="dxa"/>
            <w:shd w:val="clear" w:color="auto" w:fill="auto"/>
          </w:tcPr>
          <w:p w14:paraId="1B4FBCB8" w14:textId="77777777" w:rsidR="00F44645" w:rsidRPr="00F44645" w:rsidRDefault="00F44645" w:rsidP="00DB70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30DEE8B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8B2CC60" w14:textId="60650454" w:rsidR="00F44645" w:rsidRPr="00F44645" w:rsidRDefault="00F44645" w:rsidP="00DB70ED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4E57380B" w14:textId="77777777" w:rsidR="00F44645" w:rsidRPr="00F44645" w:rsidRDefault="00F44645" w:rsidP="00DB70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AC6A739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4884F73A" w14:textId="01DCC7C0" w:rsidR="00F44645" w:rsidRPr="00F44645" w:rsidRDefault="00F44645" w:rsidP="00DB70ED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300D56C6" w14:textId="77777777" w:rsidR="00F44645" w:rsidRPr="00F44645" w:rsidRDefault="00F44645" w:rsidP="00DB70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3CC9933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209FF84" w14:textId="0E5462C6" w:rsidR="00F44645" w:rsidRPr="00F44645" w:rsidRDefault="00F44645" w:rsidP="00DB70ED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549C1B35" w14:textId="77777777" w:rsidR="00F44645" w:rsidRPr="00F44645" w:rsidRDefault="00F44645" w:rsidP="00DB70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274AC354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5B1DF4F2" w14:textId="603687F8" w:rsidR="00F44645" w:rsidRPr="00F44645" w:rsidRDefault="00F44645" w:rsidP="00A07EA0">
            <w:pPr>
              <w:tabs>
                <w:tab w:val="num" w:pos="360"/>
              </w:tabs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Pozn. V příp</w:t>
            </w:r>
            <w:r w:rsidR="00A07EA0">
              <w:rPr>
                <w:rFonts w:eastAsia="Times New Roman" w:cs="Times New Roman"/>
                <w:highlight w:val="yellow"/>
                <w:lang w:eastAsia="cs-CZ"/>
              </w:rPr>
              <w:t>adě, že dodavatel uvede více členů realizačního týmu</w:t>
            </w:r>
            <w:r w:rsidRPr="00F44645">
              <w:rPr>
                <w:rFonts w:eastAsia="Times New Roman" w:cs="Times New Roman"/>
                <w:highlight w:val="yellow"/>
                <w:lang w:eastAsia="cs-CZ"/>
              </w:rPr>
              <w:t xml:space="preserve">, upraví dodavatel tabulku dle potřeby. </w:t>
            </w:r>
          </w:p>
        </w:tc>
      </w:tr>
      <w:tr w:rsidR="00F44645" w14:paraId="4057DA1D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7A343811" w14:textId="77777777" w:rsidR="00F44645" w:rsidRDefault="00F44645" w:rsidP="00DB70ED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055760C8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2F96180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055F150F" w14:textId="77777777" w:rsidR="00254248" w:rsidRPr="00994EB3" w:rsidRDefault="00254248" w:rsidP="00254248">
      <w:pPr>
        <w:spacing w:after="0"/>
        <w:rPr>
          <w:rFonts w:eastAsia="Times New Roman" w:cs="Times New Roman"/>
          <w:lang w:eastAsia="cs-CZ"/>
        </w:rPr>
      </w:pPr>
      <w:r w:rsidRPr="00994EB3">
        <w:rPr>
          <w:rFonts w:eastAsia="Times New Roman" w:cs="Times New Roman"/>
          <w:lang w:eastAsia="cs-CZ"/>
        </w:rPr>
        <w:t>Přílohy:</w:t>
      </w:r>
      <w:r>
        <w:rPr>
          <w:rFonts w:eastAsia="Times New Roman" w:cs="Times New Roman"/>
          <w:lang w:eastAsia="cs-CZ"/>
        </w:rPr>
        <w:t xml:space="preserve"> </w:t>
      </w:r>
      <w:r w:rsidRPr="0022719F">
        <w:rPr>
          <w:rFonts w:ascii="Verdana" w:hAnsi="Verdana" w:cs="Calibri"/>
          <w:highlight w:val="yellow"/>
        </w:rPr>
        <w:t>[DODAVATEL UPRAVÍ DLE POTŘEBY]</w:t>
      </w:r>
    </w:p>
    <w:p w14:paraId="2BB7822B" w14:textId="77777777" w:rsidR="00254248" w:rsidRPr="0022719F" w:rsidRDefault="00254248" w:rsidP="00254248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highlight w:val="yellow"/>
          <w:lang w:eastAsia="cs-CZ"/>
        </w:rPr>
      </w:pPr>
      <w:r w:rsidRPr="00994EB3">
        <w:rPr>
          <w:rFonts w:eastAsia="Times New Roman" w:cs="Times New Roman"/>
          <w:lang w:eastAsia="cs-CZ"/>
        </w:rPr>
        <w:t>Životopis</w:t>
      </w:r>
      <w:r w:rsidRPr="0022719F">
        <w:rPr>
          <w:rFonts w:eastAsia="Times New Roman" w:cs="Times New Roman"/>
          <w:highlight w:val="yellow"/>
          <w:lang w:eastAsia="cs-CZ"/>
        </w:rPr>
        <w:t xml:space="preserve"> Název funkce</w:t>
      </w:r>
    </w:p>
    <w:p w14:paraId="67A774CC" w14:textId="1D470484" w:rsidR="00B87D91" w:rsidRDefault="00254248" w:rsidP="00254248">
      <w:pPr>
        <w:spacing w:after="0"/>
      </w:pPr>
      <w:r w:rsidRPr="0022719F">
        <w:rPr>
          <w:rFonts w:eastAsia="Times New Roman" w:cs="Times New Roman"/>
          <w:highlight w:val="yellow"/>
          <w:lang w:eastAsia="cs-CZ"/>
        </w:rPr>
        <w:t xml:space="preserve">Jiné </w:t>
      </w:r>
      <w:r w:rsidRPr="0022719F">
        <w:rPr>
          <w:rFonts w:ascii="Verdana" w:hAnsi="Verdana" w:cs="Calibri"/>
          <w:highlight w:val="yellow"/>
        </w:rPr>
        <w:t>[doklady požadované u jednotlivých členů realizačního týmu]</w:t>
      </w:r>
      <w:r w:rsidRPr="00F0533E">
        <w:t xml:space="preserve"> </w:t>
      </w:r>
    </w:p>
    <w:p w14:paraId="4884F44D" w14:textId="2F9CF83A" w:rsidR="00443E91" w:rsidRDefault="00443E91" w:rsidP="00254248">
      <w:pPr>
        <w:spacing w:after="0"/>
      </w:pPr>
    </w:p>
    <w:p w14:paraId="33EBA323" w14:textId="71DE35ED" w:rsidR="00443E91" w:rsidRDefault="00443E91" w:rsidP="00254248">
      <w:pPr>
        <w:spacing w:after="0"/>
      </w:pPr>
    </w:p>
    <w:p w14:paraId="74C7B87C" w14:textId="2CFD62C3" w:rsidR="00443E91" w:rsidRDefault="00443E91" w:rsidP="00254248">
      <w:pPr>
        <w:spacing w:after="0"/>
      </w:pPr>
    </w:p>
    <w:p w14:paraId="0FC2941B" w14:textId="36B88B4D" w:rsidR="00443E91" w:rsidRDefault="00443E91" w:rsidP="00254248">
      <w:pPr>
        <w:spacing w:after="0"/>
      </w:pPr>
    </w:p>
    <w:p w14:paraId="60C4EB5A" w14:textId="7D85C87D" w:rsidR="00443E91" w:rsidRDefault="00443E91" w:rsidP="00254248">
      <w:pPr>
        <w:spacing w:after="0"/>
      </w:pPr>
    </w:p>
    <w:p w14:paraId="106959BA" w14:textId="34A3E0DB" w:rsidR="00443E91" w:rsidRDefault="00443E91" w:rsidP="00254248">
      <w:pPr>
        <w:spacing w:after="0"/>
      </w:pPr>
    </w:p>
    <w:p w14:paraId="0DF5F273" w14:textId="2F62E4CB" w:rsidR="00443E91" w:rsidRDefault="00443E91" w:rsidP="00254248">
      <w:pPr>
        <w:spacing w:after="0"/>
      </w:pPr>
    </w:p>
    <w:p w14:paraId="7FF0105E" w14:textId="37B0D112" w:rsidR="00443E91" w:rsidRDefault="00443E91" w:rsidP="00254248">
      <w:pPr>
        <w:spacing w:after="0"/>
      </w:pPr>
    </w:p>
    <w:p w14:paraId="1551812C" w14:textId="72D54275" w:rsidR="00443E91" w:rsidRDefault="00443E91" w:rsidP="00254248">
      <w:pPr>
        <w:spacing w:after="0"/>
      </w:pPr>
    </w:p>
    <w:p w14:paraId="7A637BA9" w14:textId="558BF7A8" w:rsidR="00443E91" w:rsidRDefault="00443E91" w:rsidP="00254248">
      <w:pPr>
        <w:spacing w:after="0"/>
      </w:pPr>
    </w:p>
    <w:p w14:paraId="75A8CC35" w14:textId="67AF07D6" w:rsidR="00443E91" w:rsidRDefault="00443E91" w:rsidP="00254248">
      <w:pPr>
        <w:spacing w:after="0"/>
      </w:pPr>
    </w:p>
    <w:p w14:paraId="40CC7CE0" w14:textId="7FDF78EF" w:rsidR="00443E91" w:rsidRDefault="00443E91" w:rsidP="00254248">
      <w:pPr>
        <w:spacing w:after="0"/>
      </w:pPr>
    </w:p>
    <w:p w14:paraId="3B2F67AE" w14:textId="24A9459F" w:rsidR="00443E91" w:rsidRDefault="00443E91" w:rsidP="00254248">
      <w:pPr>
        <w:spacing w:after="0"/>
      </w:pPr>
    </w:p>
    <w:p w14:paraId="0CE09C36" w14:textId="1FD586FB" w:rsidR="00443E91" w:rsidRDefault="00443E91" w:rsidP="00254248">
      <w:pPr>
        <w:spacing w:after="0"/>
      </w:pPr>
    </w:p>
    <w:p w14:paraId="5DA809F9" w14:textId="1293778B" w:rsidR="00443E91" w:rsidRDefault="00443E91" w:rsidP="00254248">
      <w:pPr>
        <w:spacing w:after="0"/>
      </w:pPr>
    </w:p>
    <w:p w14:paraId="3E5DBA0E" w14:textId="2CB78B85" w:rsidR="00443E91" w:rsidRDefault="00443E91" w:rsidP="00254248">
      <w:pPr>
        <w:spacing w:after="0"/>
      </w:pPr>
    </w:p>
    <w:p w14:paraId="18703E64" w14:textId="25164A56" w:rsidR="00443E91" w:rsidRDefault="00443E91" w:rsidP="00254248">
      <w:pPr>
        <w:spacing w:after="0"/>
      </w:pPr>
    </w:p>
    <w:p w14:paraId="632E8E12" w14:textId="0C0D37A9" w:rsidR="00443E91" w:rsidRDefault="00443E91" w:rsidP="00254248">
      <w:pPr>
        <w:spacing w:after="0"/>
      </w:pPr>
    </w:p>
    <w:p w14:paraId="721D102E" w14:textId="6002A0FB" w:rsidR="00443E91" w:rsidRDefault="00443E91" w:rsidP="00254248">
      <w:pPr>
        <w:spacing w:after="0"/>
      </w:pPr>
    </w:p>
    <w:p w14:paraId="5FE6A927" w14:textId="2EF4338E" w:rsidR="00443E91" w:rsidRDefault="00443E91" w:rsidP="00254248">
      <w:pPr>
        <w:spacing w:after="0"/>
      </w:pPr>
    </w:p>
    <w:p w14:paraId="696AA81F" w14:textId="3BC0AFCA" w:rsidR="00443E91" w:rsidRDefault="00443E91" w:rsidP="00254248">
      <w:pPr>
        <w:spacing w:after="0"/>
      </w:pPr>
    </w:p>
    <w:p w14:paraId="6A249BE4" w14:textId="197D6CEC" w:rsidR="00443E91" w:rsidRDefault="00443E91" w:rsidP="00254248">
      <w:pPr>
        <w:spacing w:after="0"/>
      </w:pPr>
    </w:p>
    <w:p w14:paraId="7BC84D35" w14:textId="4E46E24A" w:rsidR="00443E91" w:rsidRDefault="00443E91" w:rsidP="00254248">
      <w:pPr>
        <w:spacing w:after="0"/>
      </w:pPr>
    </w:p>
    <w:p w14:paraId="10640A6D" w14:textId="68F0AD65" w:rsidR="00443E91" w:rsidRDefault="00443E91" w:rsidP="00254248">
      <w:pPr>
        <w:spacing w:after="0"/>
      </w:pPr>
    </w:p>
    <w:p w14:paraId="7438E590" w14:textId="45CBB867" w:rsidR="00443E91" w:rsidRDefault="00443E91" w:rsidP="00254248">
      <w:pPr>
        <w:spacing w:after="0"/>
      </w:pPr>
    </w:p>
    <w:p w14:paraId="336E2142" w14:textId="22FEB2A7" w:rsidR="00443E91" w:rsidRDefault="00443E91" w:rsidP="00254248">
      <w:pPr>
        <w:spacing w:after="0"/>
      </w:pPr>
    </w:p>
    <w:p w14:paraId="201863B2" w14:textId="62B571E3" w:rsidR="00443E91" w:rsidRDefault="00443E91" w:rsidP="00254248">
      <w:pPr>
        <w:spacing w:after="0"/>
      </w:pPr>
    </w:p>
    <w:p w14:paraId="65DF0394" w14:textId="3799371B" w:rsidR="00443E91" w:rsidRDefault="00443E91" w:rsidP="00254248">
      <w:pPr>
        <w:spacing w:after="0"/>
      </w:pPr>
    </w:p>
    <w:p w14:paraId="0BE3E7B2" w14:textId="413C45D2" w:rsidR="00443E91" w:rsidRDefault="00443E91" w:rsidP="00254248">
      <w:pPr>
        <w:spacing w:after="0"/>
      </w:pPr>
    </w:p>
    <w:p w14:paraId="404F5EEF" w14:textId="3FF9C1E7" w:rsidR="00443E91" w:rsidRDefault="00443E91" w:rsidP="00254248">
      <w:pPr>
        <w:spacing w:after="0"/>
      </w:pPr>
    </w:p>
    <w:p w14:paraId="6B9094E8" w14:textId="24AD67E4" w:rsidR="00443E91" w:rsidRDefault="00443E91" w:rsidP="00254248">
      <w:pPr>
        <w:spacing w:after="0"/>
      </w:pPr>
    </w:p>
    <w:p w14:paraId="2B7766FA" w14:textId="1EB653CC" w:rsidR="00443E91" w:rsidRDefault="00443E91" w:rsidP="00254248">
      <w:pPr>
        <w:spacing w:after="0"/>
      </w:pPr>
    </w:p>
    <w:p w14:paraId="53B97DD1" w14:textId="0E1CAA6C" w:rsidR="00443E91" w:rsidRDefault="00443E91" w:rsidP="00254248">
      <w:pPr>
        <w:spacing w:after="0"/>
      </w:pPr>
    </w:p>
    <w:p w14:paraId="53D3992A" w14:textId="46E3E3AE" w:rsidR="00443E91" w:rsidRPr="000128D4" w:rsidRDefault="00443E91" w:rsidP="00443E91">
      <w:pPr>
        <w:pStyle w:val="Nadpis2"/>
        <w:numPr>
          <w:ilvl w:val="0"/>
          <w:numId w:val="34"/>
        </w:numPr>
      </w:pPr>
      <w:bookmarkStart w:id="7" w:name="_Toc78269829"/>
      <w:r>
        <w:lastRenderedPageBreak/>
        <w:t>Čestné prohlášení o poddodavatelích</w:t>
      </w:r>
      <w:bookmarkEnd w:id="7"/>
    </w:p>
    <w:p w14:paraId="77A7CE2D" w14:textId="77777777" w:rsidR="00443E91" w:rsidRDefault="00443E91" w:rsidP="00443E91">
      <w:pPr>
        <w:spacing w:after="0" w:line="240" w:lineRule="auto"/>
        <w:rPr>
          <w:rFonts w:eastAsia="Times New Roman" w:cs="Times New Roman"/>
          <w:lang w:eastAsia="x-none"/>
        </w:rPr>
      </w:pPr>
    </w:p>
    <w:p w14:paraId="7B9D8017" w14:textId="417A4077" w:rsidR="00443E91" w:rsidRDefault="00443E91" w:rsidP="00443E91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který podává tuto </w:t>
      </w:r>
      <w:r w:rsidRPr="000128D4">
        <w:rPr>
          <w:rFonts w:eastAsia="Times New Roman" w:cs="Times New Roman"/>
          <w:lang w:eastAsia="cs-CZ"/>
        </w:rPr>
        <w:t>nabídku</w:t>
      </w:r>
      <w:r>
        <w:rPr>
          <w:rFonts w:eastAsia="Times New Roman" w:cs="Times New Roman"/>
          <w:lang w:eastAsia="cs-CZ"/>
        </w:rPr>
        <w:t xml:space="preserve">, prohlašuje, </w:t>
      </w:r>
      <w:r w:rsidRPr="005F0577">
        <w:rPr>
          <w:rFonts w:ascii="Verdana" w:hAnsi="Verdana"/>
        </w:rPr>
        <w:t>že</w:t>
      </w:r>
      <w:r w:rsidRPr="005F0577">
        <w:rPr>
          <w:rStyle w:val="Znakapoznpodarou"/>
          <w:rFonts w:ascii="Verdana" w:hAnsi="Verdana"/>
        </w:rPr>
        <w:footnoteReference w:id="4"/>
      </w:r>
      <w:r w:rsidRPr="005F0577">
        <w:rPr>
          <w:rFonts w:ascii="Verdana" w:hAnsi="Verdana"/>
        </w:rPr>
        <w:t>:</w:t>
      </w:r>
    </w:p>
    <w:p w14:paraId="6447FA59" w14:textId="3F43710E" w:rsidR="00443E91" w:rsidRDefault="00443E91" w:rsidP="00443E91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bookmarkStart w:id="8" w:name="Zaškrtávací1"/>
    <w:p w14:paraId="6A3917CE" w14:textId="51C428CF" w:rsidR="00443E91" w:rsidRPr="00443E91" w:rsidRDefault="00443E91" w:rsidP="00443E91">
      <w:pPr>
        <w:ind w:left="708" w:hanging="708"/>
        <w:jc w:val="both"/>
      </w:pPr>
      <w:r w:rsidRPr="00443E91"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43E91">
        <w:instrText xml:space="preserve"> FORMCHECKBOX </w:instrText>
      </w:r>
      <w:r w:rsidR="008F6551">
        <w:fldChar w:fldCharType="separate"/>
      </w:r>
      <w:r w:rsidRPr="00443E91">
        <w:fldChar w:fldCharType="end"/>
      </w:r>
      <w:bookmarkEnd w:id="8"/>
      <w:r w:rsidRPr="00443E91">
        <w:tab/>
        <w:t>Při plnění veřejné zakázky s názvem „</w:t>
      </w:r>
      <w:r w:rsidR="001571DA" w:rsidRPr="001571DA">
        <w:rPr>
          <w:b/>
          <w:bCs/>
        </w:rPr>
        <w:t>Instalace FVE na výpravní budově v ŽST Děčín východ</w:t>
      </w:r>
      <w:r w:rsidRPr="00443E91">
        <w:t>“ nepoužije žádné poddodavatele</w:t>
      </w:r>
      <w:r w:rsidRPr="00443E91">
        <w:rPr>
          <w:rStyle w:val="Znakapoznpodarou"/>
        </w:rPr>
        <w:footnoteReference w:id="5"/>
      </w:r>
      <w:r w:rsidRPr="00443E91">
        <w:t xml:space="preserve">. </w:t>
      </w:r>
    </w:p>
    <w:p w14:paraId="2B533133" w14:textId="5408E4B1" w:rsidR="00443E91" w:rsidRPr="00443E91" w:rsidRDefault="00443E91" w:rsidP="00443E91">
      <w:pPr>
        <w:tabs>
          <w:tab w:val="num" w:pos="360"/>
        </w:tabs>
        <w:ind w:left="708" w:hanging="708"/>
        <w:jc w:val="both"/>
      </w:pPr>
      <w:r w:rsidRPr="00443E91"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443E91">
        <w:instrText xml:space="preserve"> FORMCHECKBOX </w:instrText>
      </w:r>
      <w:r w:rsidR="008F6551">
        <w:fldChar w:fldCharType="separate"/>
      </w:r>
      <w:r w:rsidRPr="00443E91">
        <w:fldChar w:fldCharType="end"/>
      </w:r>
      <w:r w:rsidRPr="00443E91">
        <w:tab/>
      </w:r>
      <w:r w:rsidRPr="00443E91">
        <w:tab/>
        <w:t>Při plnění veřejné zakázky s názvem „</w:t>
      </w:r>
      <w:r w:rsidR="001571DA" w:rsidRPr="001571DA">
        <w:rPr>
          <w:b/>
          <w:bCs/>
        </w:rPr>
        <w:t>Instalace FVE na výpravní budově v ŽST Děčín východ</w:t>
      </w:r>
      <w:r w:rsidRPr="00443E91">
        <w:t>“ použije tyto poddodavatele:</w:t>
      </w:r>
    </w:p>
    <w:p w14:paraId="1954EDF2" w14:textId="77777777" w:rsidR="00443E91" w:rsidRDefault="00443E91" w:rsidP="00443E91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0004D693" w14:textId="77777777" w:rsidR="00443E91" w:rsidRDefault="00443E91" w:rsidP="00443E91">
      <w:pPr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54"/>
        <w:gridCol w:w="6064"/>
      </w:tblGrid>
      <w:tr w:rsidR="001571DA" w:rsidRPr="005F0577" w14:paraId="49A9D544" w14:textId="77777777" w:rsidTr="007B0732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14FB0BF" w14:textId="77777777" w:rsidR="001571DA" w:rsidRPr="005F0577" w:rsidRDefault="001571DA" w:rsidP="007B0732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93C4ED9" w14:textId="77777777" w:rsidR="001571DA" w:rsidRPr="005F0577" w:rsidRDefault="001571DA" w:rsidP="007B073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1571DA" w:rsidRPr="005F0577" w14:paraId="5829B46F" w14:textId="77777777" w:rsidTr="007B0732">
        <w:trPr>
          <w:cantSplit/>
        </w:trPr>
        <w:sdt>
          <w:sdtPr>
            <w:rPr>
              <w:rFonts w:ascii="Verdana" w:hAnsi="Verdana"/>
              <w:highlight w:val="yellow"/>
            </w:rPr>
            <w:id w:val="-646209514"/>
            <w:placeholder>
              <w:docPart w:val="5A96F249BB5F4323B619AE5067E28640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676F5E" w14:textId="77777777" w:rsidR="001571DA" w:rsidRPr="001571DA" w:rsidRDefault="001571DA" w:rsidP="007B0732">
                <w:pPr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1571DA">
                  <w:rPr>
                    <w:rStyle w:val="Zstupntext"/>
                    <w:rFonts w:ascii="Verdana" w:hAnsi="Verdana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highlight w:val="yellow"/>
            </w:rPr>
            <w:id w:val="-1776780806"/>
            <w:placeholder>
              <w:docPart w:val="5BEAA5CC611048CA94B065D91796376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2281E94" w14:textId="77777777" w:rsidR="001571DA" w:rsidRPr="001571DA" w:rsidRDefault="001571DA" w:rsidP="007B0732">
                <w:pPr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1571DA">
                  <w:rPr>
                    <w:rStyle w:val="Zstupntext"/>
                    <w:rFonts w:ascii="Verdana" w:hAnsi="Verdana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1571DA" w:rsidRPr="005F0577" w14:paraId="1A606537" w14:textId="77777777" w:rsidTr="007B0732">
        <w:trPr>
          <w:cantSplit/>
        </w:trPr>
        <w:sdt>
          <w:sdtPr>
            <w:rPr>
              <w:rFonts w:ascii="Verdana" w:hAnsi="Verdana"/>
              <w:highlight w:val="yellow"/>
            </w:rPr>
            <w:id w:val="550968649"/>
            <w:placeholder>
              <w:docPart w:val="E697380C49754E9DB5E250573FACF553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FBE7A8" w14:textId="77777777" w:rsidR="001571DA" w:rsidRPr="001571DA" w:rsidRDefault="001571DA" w:rsidP="007B0732">
                <w:pPr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1571DA">
                  <w:rPr>
                    <w:rStyle w:val="Zstupntext"/>
                    <w:rFonts w:ascii="Verdana" w:hAnsi="Verdana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highlight w:val="yellow"/>
            </w:rPr>
            <w:id w:val="1310978252"/>
            <w:placeholder>
              <w:docPart w:val="F8158B4F7CED40C9892D9017860CE2A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4F30701" w14:textId="77777777" w:rsidR="001571DA" w:rsidRPr="001571DA" w:rsidRDefault="001571DA" w:rsidP="007B0732">
                <w:pPr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1571DA">
                  <w:rPr>
                    <w:rStyle w:val="Zstupntext"/>
                    <w:rFonts w:ascii="Verdana" w:hAnsi="Verdana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1571DA" w:rsidRPr="005F0577" w14:paraId="6A89BCF6" w14:textId="77777777" w:rsidTr="007B0732">
        <w:trPr>
          <w:cantSplit/>
        </w:trPr>
        <w:sdt>
          <w:sdtPr>
            <w:rPr>
              <w:rFonts w:ascii="Verdana" w:hAnsi="Verdana"/>
              <w:highlight w:val="yellow"/>
            </w:rPr>
            <w:id w:val="-639029716"/>
            <w:placeholder>
              <w:docPart w:val="A4940C09BA81488B8F921E9DD25F072F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17BD21" w14:textId="77777777" w:rsidR="001571DA" w:rsidRPr="001571DA" w:rsidRDefault="001571DA" w:rsidP="007B0732">
                <w:pPr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1571DA">
                  <w:rPr>
                    <w:rStyle w:val="Zstupntext"/>
                    <w:rFonts w:ascii="Verdana" w:hAnsi="Verdana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highlight w:val="yellow"/>
            </w:rPr>
            <w:id w:val="87273182"/>
            <w:placeholder>
              <w:docPart w:val="8128541A1B3C49DFA777310360FD1D3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F8623" w14:textId="77777777" w:rsidR="001571DA" w:rsidRPr="001571DA" w:rsidRDefault="001571DA" w:rsidP="007B0732">
                <w:pPr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1571DA">
                  <w:rPr>
                    <w:rStyle w:val="Zstupntext"/>
                    <w:rFonts w:ascii="Verdana" w:hAnsi="Verdana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1571DA" w:rsidRPr="005F0577" w14:paraId="36DEF26C" w14:textId="77777777" w:rsidTr="007B0732">
        <w:trPr>
          <w:cantSplit/>
        </w:trPr>
        <w:sdt>
          <w:sdtPr>
            <w:rPr>
              <w:rFonts w:ascii="Verdana" w:hAnsi="Verdana"/>
              <w:highlight w:val="yellow"/>
            </w:rPr>
            <w:id w:val="-124620505"/>
            <w:placeholder>
              <w:docPart w:val="CA726230F3C74C2099682E2C79E3215F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2317D0" w14:textId="77777777" w:rsidR="001571DA" w:rsidRPr="001571DA" w:rsidRDefault="001571DA" w:rsidP="007B0732">
                <w:pPr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1571DA">
                  <w:rPr>
                    <w:rStyle w:val="Zstupntext"/>
                    <w:rFonts w:ascii="Verdana" w:hAnsi="Verdana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highlight w:val="yellow"/>
            </w:rPr>
            <w:id w:val="167756794"/>
            <w:placeholder>
              <w:docPart w:val="76786172283540E4A5967E721F241FA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A55565C" w14:textId="77777777" w:rsidR="001571DA" w:rsidRPr="001571DA" w:rsidRDefault="001571DA" w:rsidP="007B0732">
                <w:pPr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1571DA">
                  <w:rPr>
                    <w:rStyle w:val="Zstupntext"/>
                    <w:rFonts w:ascii="Verdana" w:hAnsi="Verdana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1571DA" w:rsidRPr="005F0577" w14:paraId="4A00B858" w14:textId="77777777" w:rsidTr="007B0732">
        <w:trPr>
          <w:cantSplit/>
        </w:trPr>
        <w:sdt>
          <w:sdtPr>
            <w:rPr>
              <w:rFonts w:ascii="Verdana" w:hAnsi="Verdana"/>
              <w:highlight w:val="yellow"/>
            </w:rPr>
            <w:id w:val="-2085137432"/>
            <w:placeholder>
              <w:docPart w:val="F069133C32D1414AB1DEF3D0970C51F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06DB66" w14:textId="77777777" w:rsidR="001571DA" w:rsidRPr="001571DA" w:rsidRDefault="001571DA" w:rsidP="007B0732">
                <w:pPr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1571DA">
                  <w:rPr>
                    <w:rStyle w:val="Zstupntext"/>
                    <w:rFonts w:ascii="Verdana" w:hAnsi="Verdana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highlight w:val="yellow"/>
            </w:rPr>
            <w:id w:val="-2079504028"/>
            <w:placeholder>
              <w:docPart w:val="33C1EA8E31064C348C5EE7858ECE6FDB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C1B9A70" w14:textId="77777777" w:rsidR="001571DA" w:rsidRPr="001571DA" w:rsidRDefault="001571DA" w:rsidP="007B0732">
                <w:pPr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1571DA">
                  <w:rPr>
                    <w:rStyle w:val="Zstupntext"/>
                    <w:rFonts w:ascii="Verdana" w:hAnsi="Verdana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1571DA" w:rsidRPr="005F0577" w14:paraId="1242C50E" w14:textId="77777777" w:rsidTr="007B0732">
        <w:trPr>
          <w:cantSplit/>
        </w:trPr>
        <w:sdt>
          <w:sdtPr>
            <w:rPr>
              <w:rFonts w:ascii="Verdana" w:hAnsi="Verdana"/>
              <w:highlight w:val="yellow"/>
            </w:rPr>
            <w:id w:val="1993667343"/>
            <w:placeholder>
              <w:docPart w:val="9D515BD2E4E44A4E8C1B79D1A237FBD7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8ACD2FA" w14:textId="77777777" w:rsidR="001571DA" w:rsidRPr="001571DA" w:rsidRDefault="001571DA" w:rsidP="007B0732">
                <w:pPr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1571DA">
                  <w:rPr>
                    <w:rStyle w:val="Zstupntext"/>
                    <w:rFonts w:ascii="Verdana" w:hAnsi="Verdana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highlight w:val="yellow"/>
            </w:rPr>
            <w:id w:val="-205336816"/>
            <w:placeholder>
              <w:docPart w:val="6A2ABB9CF7434113ADF51DC906154A2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9266D7A" w14:textId="77777777" w:rsidR="001571DA" w:rsidRPr="001571DA" w:rsidRDefault="001571DA" w:rsidP="007B0732">
                <w:pPr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1571DA">
                  <w:rPr>
                    <w:rStyle w:val="Zstupntext"/>
                    <w:rFonts w:ascii="Verdana" w:hAnsi="Verdana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1571DA" w:rsidRPr="005F0577" w14:paraId="35D7462B" w14:textId="77777777" w:rsidTr="007B0732">
        <w:trPr>
          <w:cantSplit/>
        </w:trPr>
        <w:sdt>
          <w:sdtPr>
            <w:rPr>
              <w:rFonts w:ascii="Verdana" w:hAnsi="Verdana"/>
              <w:highlight w:val="yellow"/>
            </w:rPr>
            <w:id w:val="1086031411"/>
            <w:placeholder>
              <w:docPart w:val="1CA8DE210EDC40D6B7B63674B49989C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68E547F" w14:textId="77777777" w:rsidR="001571DA" w:rsidRPr="001571DA" w:rsidRDefault="001571DA" w:rsidP="007B0732">
                <w:pPr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1571DA">
                  <w:rPr>
                    <w:rStyle w:val="Zstupntext"/>
                    <w:rFonts w:ascii="Verdana" w:hAnsi="Verdana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highlight w:val="yellow"/>
            </w:rPr>
            <w:id w:val="1951428158"/>
            <w:placeholder>
              <w:docPart w:val="BE9F3F9231584604BEA18ECD9C4F933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4C5EA2" w14:textId="77777777" w:rsidR="001571DA" w:rsidRPr="001571DA" w:rsidRDefault="001571DA" w:rsidP="007B0732">
                <w:pPr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1571DA">
                  <w:rPr>
                    <w:rStyle w:val="Zstupntext"/>
                    <w:rFonts w:ascii="Verdana" w:hAnsi="Verdana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1571DA" w:rsidRPr="005F0577" w14:paraId="0B68B3A4" w14:textId="77777777" w:rsidTr="007B0732">
        <w:trPr>
          <w:cantSplit/>
        </w:trPr>
        <w:sdt>
          <w:sdtPr>
            <w:rPr>
              <w:rFonts w:ascii="Verdana" w:hAnsi="Verdana"/>
              <w:highlight w:val="yellow"/>
            </w:rPr>
            <w:id w:val="497931481"/>
            <w:placeholder>
              <w:docPart w:val="DA6DAAF0D6BE4E4E8F661AC290D31A6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EABA6E1" w14:textId="77777777" w:rsidR="001571DA" w:rsidRPr="001571DA" w:rsidRDefault="001571DA" w:rsidP="007B0732">
                <w:pPr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1571DA">
                  <w:rPr>
                    <w:rStyle w:val="Zstupntext"/>
                    <w:rFonts w:ascii="Verdana" w:hAnsi="Verdana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highlight w:val="yellow"/>
            </w:rPr>
            <w:id w:val="740838909"/>
            <w:placeholder>
              <w:docPart w:val="1FF07E49E43F4553913CAC441BE20E9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A2DD59D" w14:textId="77777777" w:rsidR="001571DA" w:rsidRPr="001571DA" w:rsidRDefault="001571DA" w:rsidP="007B0732">
                <w:pPr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1571DA">
                  <w:rPr>
                    <w:rStyle w:val="Zstupntext"/>
                    <w:rFonts w:ascii="Verdana" w:hAnsi="Verdana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7CC2AF7F" w14:textId="77777777" w:rsidR="00443E91" w:rsidRPr="00F0533E" w:rsidRDefault="00443E91" w:rsidP="00254248">
      <w:pPr>
        <w:spacing w:after="0"/>
      </w:pPr>
    </w:p>
    <w:sectPr w:rsidR="00443E91" w:rsidRPr="00F0533E" w:rsidSect="00027E55">
      <w:headerReference w:type="first" r:id="rId18"/>
      <w:footerReference w:type="first" r:id="rId19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D6507F" w14:textId="77777777" w:rsidR="008F2D67" w:rsidRDefault="008F2D67" w:rsidP="00962258">
      <w:pPr>
        <w:spacing w:after="0" w:line="240" w:lineRule="auto"/>
      </w:pPr>
      <w:r>
        <w:separator/>
      </w:r>
    </w:p>
  </w:endnote>
  <w:endnote w:type="continuationSeparator" w:id="0">
    <w:p w14:paraId="27FFCD46" w14:textId="77777777" w:rsidR="008F2D67" w:rsidRDefault="008F2D6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7D39FF" w14:textId="77777777" w:rsidR="001604EA" w:rsidRDefault="001604E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3D8525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551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551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E93729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CB41E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309B2DC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55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551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3F3C994A" w14:textId="77777777" w:rsidR="001604EA" w:rsidRPr="00945BA7" w:rsidRDefault="001604EA" w:rsidP="001604EA">
          <w:pPr>
            <w:pStyle w:val="Zpat"/>
            <w:rPr>
              <w:b/>
            </w:rPr>
          </w:pPr>
          <w:r>
            <w:rPr>
              <w:b/>
            </w:rPr>
            <w:t xml:space="preserve">Oblastní ředitelství </w:t>
          </w:r>
          <w:r w:rsidRPr="00945BA7">
            <w:rPr>
              <w:b/>
            </w:rPr>
            <w:t>Ústí nad Labem</w:t>
          </w:r>
        </w:p>
        <w:p w14:paraId="12D17923" w14:textId="77777777" w:rsidR="001604EA" w:rsidRPr="00945BA7" w:rsidRDefault="001604EA" w:rsidP="001604EA">
          <w:pPr>
            <w:pStyle w:val="Zpat"/>
            <w:rPr>
              <w:b/>
            </w:rPr>
          </w:pPr>
          <w:r w:rsidRPr="00945BA7">
            <w:rPr>
              <w:b/>
            </w:rPr>
            <w:t>Železničářská 1386/31</w:t>
          </w:r>
        </w:p>
        <w:p w14:paraId="3F9D14E1" w14:textId="0920F19C" w:rsidR="00F1715C" w:rsidRDefault="001604EA" w:rsidP="001604EA">
          <w:pPr>
            <w:pStyle w:val="Zpat"/>
          </w:pPr>
          <w:r w:rsidRPr="00945BA7">
            <w:rPr>
              <w:b/>
            </w:rPr>
            <w:t>400 03 Ústí nad Labem</w:t>
          </w: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C379E6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560DD8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27E55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8A4EEE7" w:rsidR="00027E55" w:rsidRPr="00B8518B" w:rsidRDefault="00027E55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551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551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027E55" w:rsidRDefault="00027E55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027E55" w:rsidRDefault="00027E55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027E55" w:rsidRDefault="00027E55" w:rsidP="00460660">
          <w:pPr>
            <w:pStyle w:val="Zpat"/>
          </w:pPr>
        </w:p>
      </w:tc>
    </w:tr>
  </w:tbl>
  <w:p w14:paraId="3AAAB634" w14:textId="77777777" w:rsidR="00027E55" w:rsidRPr="00B8518B" w:rsidRDefault="00027E55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6DE1A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DEC975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027E55" w:rsidRPr="00460660" w:rsidRDefault="00027E55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1EC791" w14:textId="77777777" w:rsidR="008F2D67" w:rsidRDefault="008F2D67" w:rsidP="00962258">
      <w:pPr>
        <w:spacing w:after="0" w:line="240" w:lineRule="auto"/>
      </w:pPr>
      <w:r>
        <w:separator/>
      </w:r>
    </w:p>
  </w:footnote>
  <w:footnote w:type="continuationSeparator" w:id="0">
    <w:p w14:paraId="6F5F9A71" w14:textId="77777777" w:rsidR="008F2D67" w:rsidRDefault="008F2D67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0BD0B633" w14:textId="77777777" w:rsidR="00443E91" w:rsidRPr="001571DA" w:rsidRDefault="00443E91" w:rsidP="00443E91">
      <w:pPr>
        <w:pStyle w:val="Textpoznpodarou"/>
        <w:rPr>
          <w:rFonts w:ascii="Verdana" w:hAnsi="Verdana"/>
          <w:szCs w:val="14"/>
        </w:rPr>
      </w:pPr>
      <w:r w:rsidRPr="001571DA">
        <w:rPr>
          <w:rStyle w:val="Znakapoznpodarou"/>
          <w:rFonts w:ascii="Verdana" w:hAnsi="Verdana"/>
          <w:szCs w:val="14"/>
        </w:rPr>
        <w:footnoteRef/>
      </w:r>
      <w:r w:rsidRPr="001571DA">
        <w:rPr>
          <w:rFonts w:ascii="Verdana" w:hAnsi="Verdana"/>
          <w:szCs w:val="14"/>
        </w:rPr>
        <w:t xml:space="preserve"> </w:t>
      </w:r>
      <w:r w:rsidRPr="001571DA">
        <w:rPr>
          <w:rFonts w:ascii="Verdana" w:hAnsi="Verdana" w:cstheme="minorHAnsi"/>
          <w:szCs w:val="14"/>
        </w:rPr>
        <w:t>Účastník zaškrtne příslušné políčko, a doplní případné poddodavatele a části zakázky, které mají tito poddodavatelé plnit</w:t>
      </w:r>
    </w:p>
  </w:footnote>
  <w:footnote w:id="5">
    <w:p w14:paraId="31933291" w14:textId="77777777" w:rsidR="00443E91" w:rsidRPr="005F0577" w:rsidRDefault="00443E91" w:rsidP="00443E91">
      <w:pPr>
        <w:pStyle w:val="Textpoznpodarou"/>
        <w:rPr>
          <w:rFonts w:ascii="Verdana" w:hAnsi="Verdana"/>
          <w:sz w:val="18"/>
        </w:rPr>
      </w:pPr>
      <w:r w:rsidRPr="001571DA">
        <w:rPr>
          <w:rStyle w:val="Znakapoznpodarou"/>
          <w:rFonts w:ascii="Verdana" w:hAnsi="Verdana"/>
          <w:szCs w:val="14"/>
        </w:rPr>
        <w:footnoteRef/>
      </w:r>
      <w:r w:rsidRPr="001571DA">
        <w:rPr>
          <w:rFonts w:ascii="Verdana" w:hAnsi="Verdana"/>
          <w:szCs w:val="14"/>
        </w:rPr>
        <w:t xml:space="preserve"> </w:t>
      </w:r>
      <w:r w:rsidRPr="001571DA">
        <w:rPr>
          <w:rFonts w:ascii="Verdana" w:hAnsi="Verdana" w:cstheme="minorHAnsi"/>
          <w:szCs w:val="14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23628E" w14:textId="77777777" w:rsidR="001604EA" w:rsidRDefault="001604E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F64B0A" w14:textId="77777777" w:rsidR="001604EA" w:rsidRDefault="001604E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148D5826" w:rsidR="00F1715C" w:rsidRPr="00D6163D" w:rsidRDefault="00027E55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384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027E55" w:rsidRPr="00027E55" w:rsidRDefault="00027E55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AA1EDEE6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C668E8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2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2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3"/>
  </w:num>
  <w:num w:numId="35">
    <w:abstractNumId w:val="11"/>
  </w:num>
  <w:num w:numId="36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F0"/>
    <w:rsid w:val="000128D4"/>
    <w:rsid w:val="00027E55"/>
    <w:rsid w:val="00045E47"/>
    <w:rsid w:val="00072C1E"/>
    <w:rsid w:val="00097793"/>
    <w:rsid w:val="000A412D"/>
    <w:rsid w:val="000B1EF4"/>
    <w:rsid w:val="000E23A7"/>
    <w:rsid w:val="000F7070"/>
    <w:rsid w:val="0010693F"/>
    <w:rsid w:val="00114472"/>
    <w:rsid w:val="001550BC"/>
    <w:rsid w:val="001571DA"/>
    <w:rsid w:val="001604EA"/>
    <w:rsid w:val="001605B9"/>
    <w:rsid w:val="00170EC5"/>
    <w:rsid w:val="00171BF4"/>
    <w:rsid w:val="001747C1"/>
    <w:rsid w:val="00184743"/>
    <w:rsid w:val="00190137"/>
    <w:rsid w:val="001F49FF"/>
    <w:rsid w:val="00207DF5"/>
    <w:rsid w:val="002243A8"/>
    <w:rsid w:val="00225620"/>
    <w:rsid w:val="002305E9"/>
    <w:rsid w:val="0023070F"/>
    <w:rsid w:val="00254248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1C"/>
    <w:rsid w:val="00354C5C"/>
    <w:rsid w:val="00357BC6"/>
    <w:rsid w:val="0036634F"/>
    <w:rsid w:val="003956C6"/>
    <w:rsid w:val="003B596F"/>
    <w:rsid w:val="00441430"/>
    <w:rsid w:val="00443E91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43525"/>
    <w:rsid w:val="007453C0"/>
    <w:rsid w:val="0076286B"/>
    <w:rsid w:val="00766846"/>
    <w:rsid w:val="0077673A"/>
    <w:rsid w:val="00784411"/>
    <w:rsid w:val="007846E1"/>
    <w:rsid w:val="007B570C"/>
    <w:rsid w:val="007B6D10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551"/>
    <w:rsid w:val="00904780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6177B"/>
    <w:rsid w:val="00A66136"/>
    <w:rsid w:val="00A92E7F"/>
    <w:rsid w:val="00A93A74"/>
    <w:rsid w:val="00AA4CBB"/>
    <w:rsid w:val="00AA65FA"/>
    <w:rsid w:val="00AA7351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18B9"/>
    <w:rsid w:val="00E34137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310F8"/>
    <w:rsid w:val="00F35939"/>
    <w:rsid w:val="00F44645"/>
    <w:rsid w:val="00F45607"/>
    <w:rsid w:val="00F4790C"/>
    <w:rsid w:val="00F5558F"/>
    <w:rsid w:val="00F659EB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BB1F8CA"/>
  <w15:docId w15:val="{363441D6-8497-45CC-9C42-96E973BAC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  <w:style w:type="paragraph" w:customStyle="1" w:styleId="tabulka">
    <w:name w:val="tabulka"/>
    <w:basedOn w:val="Normln"/>
    <w:uiPriority w:val="99"/>
    <w:rsid w:val="001571DA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aspi://module='ASPI'&amp;link='134/2016%20Sb.%2523'&amp;ucin-k-dni='30.12.9999'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A96F249BB5F4323B619AE5067E286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5AA3A7-A7DC-48CE-8CA6-35630A686EAC}"/>
      </w:docPartPr>
      <w:docPartBody>
        <w:p w:rsidR="006B4118" w:rsidRDefault="008C37B9" w:rsidP="008C37B9">
          <w:pPr>
            <w:pStyle w:val="5A96F249BB5F4323B619AE5067E2864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EAA5CC611048CA94B065D9179637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2BB9B8-B356-4443-81C0-BA12361488C6}"/>
      </w:docPartPr>
      <w:docPartBody>
        <w:p w:rsidR="006B4118" w:rsidRDefault="008C37B9" w:rsidP="008C37B9">
          <w:pPr>
            <w:pStyle w:val="5BEAA5CC611048CA94B065D9179637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97380C49754E9DB5E250573FACF5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9A1825-C386-48AE-9C76-627D321A7CE5}"/>
      </w:docPartPr>
      <w:docPartBody>
        <w:p w:rsidR="006B4118" w:rsidRDefault="008C37B9" w:rsidP="008C37B9">
          <w:pPr>
            <w:pStyle w:val="E697380C49754E9DB5E250573FACF5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8158B4F7CED40C9892D9017860CE2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E661A4-7643-4ACA-8600-CCF3D6A45349}"/>
      </w:docPartPr>
      <w:docPartBody>
        <w:p w:rsidR="006B4118" w:rsidRDefault="008C37B9" w:rsidP="008C37B9">
          <w:pPr>
            <w:pStyle w:val="F8158B4F7CED40C9892D9017860CE2A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4940C09BA81488B8F921E9DD25F07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5F1BD-BE03-4D1E-B37E-1BBE0EE011AC}"/>
      </w:docPartPr>
      <w:docPartBody>
        <w:p w:rsidR="006B4118" w:rsidRDefault="008C37B9" w:rsidP="008C37B9">
          <w:pPr>
            <w:pStyle w:val="A4940C09BA81488B8F921E9DD25F07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128541A1B3C49DFA777310360FD1D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1BF611-BEC6-4999-A192-4369E39450E1}"/>
      </w:docPartPr>
      <w:docPartBody>
        <w:p w:rsidR="006B4118" w:rsidRDefault="008C37B9" w:rsidP="008C37B9">
          <w:pPr>
            <w:pStyle w:val="8128541A1B3C49DFA777310360FD1D3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A726230F3C74C2099682E2C79E321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3749D29-FCC6-456C-B41F-5F8D7F3B22B5}"/>
      </w:docPartPr>
      <w:docPartBody>
        <w:p w:rsidR="006B4118" w:rsidRDefault="008C37B9" w:rsidP="008C37B9">
          <w:pPr>
            <w:pStyle w:val="CA726230F3C74C2099682E2C79E321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6786172283540E4A5967E721F241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169997-9758-4445-9F0C-A7BC0F55444D}"/>
      </w:docPartPr>
      <w:docPartBody>
        <w:p w:rsidR="006B4118" w:rsidRDefault="008C37B9" w:rsidP="008C37B9">
          <w:pPr>
            <w:pStyle w:val="76786172283540E4A5967E721F241F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069133C32D1414AB1DEF3D0970C51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A29606-07FB-40C5-AAAF-2C4BF992FFD2}"/>
      </w:docPartPr>
      <w:docPartBody>
        <w:p w:rsidR="006B4118" w:rsidRDefault="008C37B9" w:rsidP="008C37B9">
          <w:pPr>
            <w:pStyle w:val="F069133C32D1414AB1DEF3D0970C51F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3C1EA8E31064C348C5EE7858ECE6F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0DB183-A84B-4A3B-AC31-ECA8E8E542C5}"/>
      </w:docPartPr>
      <w:docPartBody>
        <w:p w:rsidR="006B4118" w:rsidRDefault="008C37B9" w:rsidP="008C37B9">
          <w:pPr>
            <w:pStyle w:val="33C1EA8E31064C348C5EE7858ECE6FD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D515BD2E4E44A4E8C1B79D1A237FB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1107EC-7279-4331-A6AE-D13DFB14EB3D}"/>
      </w:docPartPr>
      <w:docPartBody>
        <w:p w:rsidR="006B4118" w:rsidRDefault="008C37B9" w:rsidP="008C37B9">
          <w:pPr>
            <w:pStyle w:val="9D515BD2E4E44A4E8C1B79D1A237FBD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2ABB9CF7434113ADF51DC906154A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DC534B-493C-486A-889C-0E1A8E3F6301}"/>
      </w:docPartPr>
      <w:docPartBody>
        <w:p w:rsidR="006B4118" w:rsidRDefault="008C37B9" w:rsidP="008C37B9">
          <w:pPr>
            <w:pStyle w:val="6A2ABB9CF7434113ADF51DC906154A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CA8DE210EDC40D6B7B63674B49989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06772C-5342-4775-BB57-38482590DADD}"/>
      </w:docPartPr>
      <w:docPartBody>
        <w:p w:rsidR="006B4118" w:rsidRDefault="008C37B9" w:rsidP="008C37B9">
          <w:pPr>
            <w:pStyle w:val="1CA8DE210EDC40D6B7B63674B49989C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E9F3F9231584604BEA18ECD9C4F93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D8E0A8-8FFB-4782-81F2-6471A441F11F}"/>
      </w:docPartPr>
      <w:docPartBody>
        <w:p w:rsidR="006B4118" w:rsidRDefault="008C37B9" w:rsidP="008C37B9">
          <w:pPr>
            <w:pStyle w:val="BE9F3F9231584604BEA18ECD9C4F93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A6DAAF0D6BE4E4E8F661AC290D31A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77D3EB-A159-465F-BF78-34007D0E209C}"/>
      </w:docPartPr>
      <w:docPartBody>
        <w:p w:rsidR="006B4118" w:rsidRDefault="008C37B9" w:rsidP="008C37B9">
          <w:pPr>
            <w:pStyle w:val="DA6DAAF0D6BE4E4E8F661AC290D31A6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FF07E49E43F4553913CAC441BE20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A442EAB-1D38-4EE5-8801-FA1E6591BA61}"/>
      </w:docPartPr>
      <w:docPartBody>
        <w:p w:rsidR="006B4118" w:rsidRDefault="008C37B9" w:rsidP="008C37B9">
          <w:pPr>
            <w:pStyle w:val="1FF07E49E43F4553913CAC441BE20E9D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7B9"/>
    <w:rsid w:val="006B4118"/>
    <w:rsid w:val="008C3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C37B9"/>
    <w:rPr>
      <w:color w:val="808080"/>
    </w:rPr>
  </w:style>
  <w:style w:type="paragraph" w:customStyle="1" w:styleId="5A96F249BB5F4323B619AE5067E28640">
    <w:name w:val="5A96F249BB5F4323B619AE5067E28640"/>
    <w:rsid w:val="008C37B9"/>
  </w:style>
  <w:style w:type="paragraph" w:customStyle="1" w:styleId="5BEAA5CC611048CA94B065D917963763">
    <w:name w:val="5BEAA5CC611048CA94B065D917963763"/>
    <w:rsid w:val="008C37B9"/>
  </w:style>
  <w:style w:type="paragraph" w:customStyle="1" w:styleId="E697380C49754E9DB5E250573FACF553">
    <w:name w:val="E697380C49754E9DB5E250573FACF553"/>
    <w:rsid w:val="008C37B9"/>
  </w:style>
  <w:style w:type="paragraph" w:customStyle="1" w:styleId="F8158B4F7CED40C9892D9017860CE2A0">
    <w:name w:val="F8158B4F7CED40C9892D9017860CE2A0"/>
    <w:rsid w:val="008C37B9"/>
  </w:style>
  <w:style w:type="paragraph" w:customStyle="1" w:styleId="A4940C09BA81488B8F921E9DD25F072F">
    <w:name w:val="A4940C09BA81488B8F921E9DD25F072F"/>
    <w:rsid w:val="008C37B9"/>
  </w:style>
  <w:style w:type="paragraph" w:customStyle="1" w:styleId="8128541A1B3C49DFA777310360FD1D38">
    <w:name w:val="8128541A1B3C49DFA777310360FD1D38"/>
    <w:rsid w:val="008C37B9"/>
  </w:style>
  <w:style w:type="paragraph" w:customStyle="1" w:styleId="CA726230F3C74C2099682E2C79E3215F">
    <w:name w:val="CA726230F3C74C2099682E2C79E3215F"/>
    <w:rsid w:val="008C37B9"/>
  </w:style>
  <w:style w:type="paragraph" w:customStyle="1" w:styleId="76786172283540E4A5967E721F241FA6">
    <w:name w:val="76786172283540E4A5967E721F241FA6"/>
    <w:rsid w:val="008C37B9"/>
  </w:style>
  <w:style w:type="paragraph" w:customStyle="1" w:styleId="F069133C32D1414AB1DEF3D0970C51FC">
    <w:name w:val="F069133C32D1414AB1DEF3D0970C51FC"/>
    <w:rsid w:val="008C37B9"/>
  </w:style>
  <w:style w:type="paragraph" w:customStyle="1" w:styleId="33C1EA8E31064C348C5EE7858ECE6FDB">
    <w:name w:val="33C1EA8E31064C348C5EE7858ECE6FDB"/>
    <w:rsid w:val="008C37B9"/>
  </w:style>
  <w:style w:type="paragraph" w:customStyle="1" w:styleId="9D515BD2E4E44A4E8C1B79D1A237FBD7">
    <w:name w:val="9D515BD2E4E44A4E8C1B79D1A237FBD7"/>
    <w:rsid w:val="008C37B9"/>
  </w:style>
  <w:style w:type="paragraph" w:customStyle="1" w:styleId="6A2ABB9CF7434113ADF51DC906154A2C">
    <w:name w:val="6A2ABB9CF7434113ADF51DC906154A2C"/>
    <w:rsid w:val="008C37B9"/>
  </w:style>
  <w:style w:type="paragraph" w:customStyle="1" w:styleId="1CA8DE210EDC40D6B7B63674B49989C8">
    <w:name w:val="1CA8DE210EDC40D6B7B63674B49989C8"/>
    <w:rsid w:val="008C37B9"/>
  </w:style>
  <w:style w:type="paragraph" w:customStyle="1" w:styleId="BE9F3F9231584604BEA18ECD9C4F9331">
    <w:name w:val="BE9F3F9231584604BEA18ECD9C4F9331"/>
    <w:rsid w:val="008C37B9"/>
  </w:style>
  <w:style w:type="paragraph" w:customStyle="1" w:styleId="DA6DAAF0D6BE4E4E8F661AC290D31A64">
    <w:name w:val="DA6DAAF0D6BE4E4E8F661AC290D31A64"/>
    <w:rsid w:val="008C37B9"/>
  </w:style>
  <w:style w:type="paragraph" w:customStyle="1" w:styleId="1FF07E49E43F4553913CAC441BE20E9D">
    <w:name w:val="1FF07E49E43F4553913CAC441BE20E9D"/>
    <w:rsid w:val="008C37B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6D235D-6183-47C7-9511-D02FD60D8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96</TotalTime>
  <Pages>7</Pages>
  <Words>926</Words>
  <Characters>5469</Characters>
  <Application>Microsoft Office Word</Application>
  <DocSecurity>0</DocSecurity>
  <Lines>45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Křehlíková Lucie, Bc.</cp:lastModifiedBy>
  <cp:revision>19</cp:revision>
  <cp:lastPrinted>2017-11-28T17:18:00Z</cp:lastPrinted>
  <dcterms:created xsi:type="dcterms:W3CDTF">2020-06-29T15:29:00Z</dcterms:created>
  <dcterms:modified xsi:type="dcterms:W3CDTF">2021-07-27T07:17:00Z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