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8CA9937" w14:textId="77777777" w:rsidTr="00F862D6">
        <w:tc>
          <w:tcPr>
            <w:tcW w:w="1020" w:type="dxa"/>
          </w:tcPr>
          <w:p w14:paraId="633EE793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23F4B97" wp14:editId="476F6B7D">
                      <wp:simplePos x="0" y="0"/>
                      <wp:positionH relativeFrom="page">
                        <wp:posOffset>2550160</wp:posOffset>
                      </wp:positionH>
                      <wp:positionV relativeFrom="page">
                        <wp:posOffset>136525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8042581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3F4B9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0.8pt;margin-top:10.7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wcB6Mt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68042581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7F46DE38" w14:textId="77777777" w:rsidR="00F64786" w:rsidRDefault="00F64786" w:rsidP="0077673A"/>
        </w:tc>
        <w:tc>
          <w:tcPr>
            <w:tcW w:w="823" w:type="dxa"/>
          </w:tcPr>
          <w:p w14:paraId="5CC81928" w14:textId="77777777" w:rsidR="00F64786" w:rsidRDefault="00F64786" w:rsidP="0077673A"/>
        </w:tc>
        <w:tc>
          <w:tcPr>
            <w:tcW w:w="3685" w:type="dxa"/>
          </w:tcPr>
          <w:p w14:paraId="0379F577" w14:textId="77777777" w:rsidR="00F64786" w:rsidRDefault="00F64786" w:rsidP="0077673A"/>
        </w:tc>
      </w:tr>
      <w:tr w:rsidR="00F862D6" w14:paraId="5AEEC243" w14:textId="77777777" w:rsidTr="00596C7E">
        <w:tc>
          <w:tcPr>
            <w:tcW w:w="1020" w:type="dxa"/>
          </w:tcPr>
          <w:p w14:paraId="0F64BBA9" w14:textId="77777777" w:rsidR="00F862D6" w:rsidRDefault="00F862D6" w:rsidP="0077673A"/>
        </w:tc>
        <w:tc>
          <w:tcPr>
            <w:tcW w:w="2552" w:type="dxa"/>
          </w:tcPr>
          <w:p w14:paraId="267FEC6E" w14:textId="77777777" w:rsidR="00F862D6" w:rsidRDefault="00F862D6" w:rsidP="00764595"/>
        </w:tc>
        <w:tc>
          <w:tcPr>
            <w:tcW w:w="823" w:type="dxa"/>
          </w:tcPr>
          <w:p w14:paraId="149E0DFB" w14:textId="77777777" w:rsidR="00F862D6" w:rsidRDefault="00F862D6" w:rsidP="0077673A"/>
        </w:tc>
        <w:tc>
          <w:tcPr>
            <w:tcW w:w="3685" w:type="dxa"/>
            <w:vMerge w:val="restart"/>
          </w:tcPr>
          <w:p w14:paraId="0E8B1DBE" w14:textId="77777777" w:rsidR="00596C7E" w:rsidRDefault="00596C7E" w:rsidP="00596C7E">
            <w:pPr>
              <w:rPr>
                <w:rStyle w:val="Potovnadresa"/>
              </w:rPr>
            </w:pPr>
          </w:p>
          <w:p w14:paraId="0A00C769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1364C2" w14:paraId="6D3C26A9" w14:textId="77777777" w:rsidTr="00F862D6">
        <w:tc>
          <w:tcPr>
            <w:tcW w:w="1020" w:type="dxa"/>
          </w:tcPr>
          <w:p w14:paraId="149F6A3F" w14:textId="77777777" w:rsidR="001364C2" w:rsidRPr="003E6B9A" w:rsidRDefault="001364C2" w:rsidP="001364C2">
            <w:r w:rsidRPr="003E6B9A">
              <w:t>Naše zn.</w:t>
            </w:r>
          </w:p>
        </w:tc>
        <w:tc>
          <w:tcPr>
            <w:tcW w:w="2552" w:type="dxa"/>
          </w:tcPr>
          <w:p w14:paraId="42BBA790" w14:textId="3B7B0DBC" w:rsidR="001364C2" w:rsidRPr="002F6025" w:rsidRDefault="002F6025" w:rsidP="001364C2">
            <w:r w:rsidRPr="002F6025">
              <w:t xml:space="preserve">13764 </w:t>
            </w:r>
            <w:r w:rsidR="00DD155B" w:rsidRPr="002F6025">
              <w:t>/2021-SŽ-SSV-Ú3</w:t>
            </w:r>
          </w:p>
        </w:tc>
        <w:tc>
          <w:tcPr>
            <w:tcW w:w="823" w:type="dxa"/>
          </w:tcPr>
          <w:p w14:paraId="34180D64" w14:textId="77777777" w:rsidR="001364C2" w:rsidRDefault="001364C2" w:rsidP="001364C2"/>
        </w:tc>
        <w:tc>
          <w:tcPr>
            <w:tcW w:w="3685" w:type="dxa"/>
            <w:vMerge/>
          </w:tcPr>
          <w:p w14:paraId="19C67326" w14:textId="77777777" w:rsidR="001364C2" w:rsidRDefault="001364C2" w:rsidP="001364C2"/>
        </w:tc>
      </w:tr>
      <w:tr w:rsidR="001364C2" w14:paraId="5CDC89E1" w14:textId="77777777" w:rsidTr="00F862D6">
        <w:tc>
          <w:tcPr>
            <w:tcW w:w="1020" w:type="dxa"/>
          </w:tcPr>
          <w:p w14:paraId="37A40187" w14:textId="77777777" w:rsidR="001364C2" w:rsidRDefault="001364C2" w:rsidP="001364C2">
            <w:r>
              <w:t>Listů/příloh</w:t>
            </w:r>
          </w:p>
        </w:tc>
        <w:tc>
          <w:tcPr>
            <w:tcW w:w="2552" w:type="dxa"/>
          </w:tcPr>
          <w:p w14:paraId="29DB73AF" w14:textId="70C0CF30" w:rsidR="001364C2" w:rsidRPr="002F6025" w:rsidRDefault="001364C2" w:rsidP="001364C2">
            <w:r w:rsidRPr="002F6025">
              <w:t>1/0</w:t>
            </w:r>
          </w:p>
        </w:tc>
        <w:tc>
          <w:tcPr>
            <w:tcW w:w="823" w:type="dxa"/>
          </w:tcPr>
          <w:p w14:paraId="62F1B9AB" w14:textId="77777777" w:rsidR="001364C2" w:rsidRDefault="001364C2" w:rsidP="001364C2"/>
        </w:tc>
        <w:tc>
          <w:tcPr>
            <w:tcW w:w="3685" w:type="dxa"/>
            <w:vMerge/>
          </w:tcPr>
          <w:p w14:paraId="6E6CBEB1" w14:textId="77777777" w:rsidR="001364C2" w:rsidRDefault="001364C2" w:rsidP="001364C2">
            <w:pPr>
              <w:rPr>
                <w:noProof/>
              </w:rPr>
            </w:pPr>
          </w:p>
        </w:tc>
      </w:tr>
      <w:tr w:rsidR="001364C2" w14:paraId="276B9EB5" w14:textId="77777777" w:rsidTr="00B23CA3">
        <w:trPr>
          <w:trHeight w:val="77"/>
        </w:trPr>
        <w:tc>
          <w:tcPr>
            <w:tcW w:w="1020" w:type="dxa"/>
          </w:tcPr>
          <w:p w14:paraId="13A26711" w14:textId="77777777" w:rsidR="001364C2" w:rsidRDefault="001364C2" w:rsidP="001364C2"/>
        </w:tc>
        <w:tc>
          <w:tcPr>
            <w:tcW w:w="2552" w:type="dxa"/>
          </w:tcPr>
          <w:p w14:paraId="5858A0FC" w14:textId="77777777" w:rsidR="001364C2" w:rsidRPr="002F6025" w:rsidRDefault="001364C2" w:rsidP="001364C2"/>
        </w:tc>
        <w:tc>
          <w:tcPr>
            <w:tcW w:w="823" w:type="dxa"/>
          </w:tcPr>
          <w:p w14:paraId="5B24CB06" w14:textId="77777777" w:rsidR="001364C2" w:rsidRDefault="001364C2" w:rsidP="001364C2"/>
        </w:tc>
        <w:tc>
          <w:tcPr>
            <w:tcW w:w="3685" w:type="dxa"/>
            <w:vMerge/>
          </w:tcPr>
          <w:p w14:paraId="2D8D791A" w14:textId="77777777" w:rsidR="001364C2" w:rsidRDefault="001364C2" w:rsidP="001364C2"/>
        </w:tc>
      </w:tr>
      <w:tr w:rsidR="001364C2" w14:paraId="140A3389" w14:textId="77777777" w:rsidTr="00F862D6">
        <w:tc>
          <w:tcPr>
            <w:tcW w:w="1020" w:type="dxa"/>
          </w:tcPr>
          <w:p w14:paraId="66B44B6F" w14:textId="77777777" w:rsidR="001364C2" w:rsidRDefault="001364C2" w:rsidP="001364C2">
            <w:r>
              <w:t>Vyřizuje</w:t>
            </w:r>
          </w:p>
        </w:tc>
        <w:tc>
          <w:tcPr>
            <w:tcW w:w="2552" w:type="dxa"/>
          </w:tcPr>
          <w:p w14:paraId="2DBEDEAE" w14:textId="11C8D016" w:rsidR="001364C2" w:rsidRPr="002F6025" w:rsidRDefault="001364C2" w:rsidP="001364C2">
            <w:r w:rsidRPr="002F6025">
              <w:t>Ing. Radomíra Rečková</w:t>
            </w:r>
          </w:p>
        </w:tc>
        <w:tc>
          <w:tcPr>
            <w:tcW w:w="823" w:type="dxa"/>
          </w:tcPr>
          <w:p w14:paraId="0E718EA2" w14:textId="77777777" w:rsidR="001364C2" w:rsidRDefault="001364C2" w:rsidP="001364C2"/>
        </w:tc>
        <w:tc>
          <w:tcPr>
            <w:tcW w:w="3685" w:type="dxa"/>
            <w:vMerge/>
          </w:tcPr>
          <w:p w14:paraId="35799307" w14:textId="77777777" w:rsidR="001364C2" w:rsidRDefault="001364C2" w:rsidP="001364C2"/>
        </w:tc>
      </w:tr>
      <w:tr w:rsidR="001364C2" w14:paraId="64856602" w14:textId="77777777" w:rsidTr="00F862D6">
        <w:tc>
          <w:tcPr>
            <w:tcW w:w="1020" w:type="dxa"/>
          </w:tcPr>
          <w:p w14:paraId="6667C6E4" w14:textId="77777777" w:rsidR="001364C2" w:rsidRDefault="001364C2" w:rsidP="001364C2"/>
        </w:tc>
        <w:tc>
          <w:tcPr>
            <w:tcW w:w="2552" w:type="dxa"/>
          </w:tcPr>
          <w:p w14:paraId="3645F48B" w14:textId="77777777" w:rsidR="001364C2" w:rsidRPr="003E6B9A" w:rsidRDefault="001364C2" w:rsidP="001364C2"/>
        </w:tc>
        <w:tc>
          <w:tcPr>
            <w:tcW w:w="823" w:type="dxa"/>
          </w:tcPr>
          <w:p w14:paraId="34C33890" w14:textId="77777777" w:rsidR="001364C2" w:rsidRDefault="001364C2" w:rsidP="001364C2"/>
        </w:tc>
        <w:tc>
          <w:tcPr>
            <w:tcW w:w="3685" w:type="dxa"/>
            <w:vMerge/>
          </w:tcPr>
          <w:p w14:paraId="405DAB67" w14:textId="77777777" w:rsidR="001364C2" w:rsidRDefault="001364C2" w:rsidP="001364C2"/>
        </w:tc>
      </w:tr>
      <w:tr w:rsidR="001364C2" w14:paraId="769484CD" w14:textId="77777777" w:rsidTr="00F862D6">
        <w:tc>
          <w:tcPr>
            <w:tcW w:w="1020" w:type="dxa"/>
          </w:tcPr>
          <w:p w14:paraId="6CA74187" w14:textId="77777777" w:rsidR="001364C2" w:rsidRDefault="001364C2" w:rsidP="001364C2">
            <w:r>
              <w:t>Mobil</w:t>
            </w:r>
          </w:p>
        </w:tc>
        <w:tc>
          <w:tcPr>
            <w:tcW w:w="2552" w:type="dxa"/>
          </w:tcPr>
          <w:p w14:paraId="6789B9F9" w14:textId="5FE39BE8" w:rsidR="001364C2" w:rsidRPr="003E6B9A" w:rsidRDefault="001364C2" w:rsidP="001364C2">
            <w:r>
              <w:t>+420 725 744 197</w:t>
            </w:r>
          </w:p>
        </w:tc>
        <w:tc>
          <w:tcPr>
            <w:tcW w:w="823" w:type="dxa"/>
          </w:tcPr>
          <w:p w14:paraId="29B06EE2" w14:textId="77777777" w:rsidR="001364C2" w:rsidRDefault="001364C2" w:rsidP="001364C2"/>
        </w:tc>
        <w:tc>
          <w:tcPr>
            <w:tcW w:w="3685" w:type="dxa"/>
            <w:vMerge/>
          </w:tcPr>
          <w:p w14:paraId="709A9D61" w14:textId="77777777" w:rsidR="001364C2" w:rsidRDefault="001364C2" w:rsidP="001364C2"/>
        </w:tc>
      </w:tr>
      <w:tr w:rsidR="001364C2" w14:paraId="0B7A1A39" w14:textId="77777777" w:rsidTr="00F862D6">
        <w:tc>
          <w:tcPr>
            <w:tcW w:w="1020" w:type="dxa"/>
          </w:tcPr>
          <w:p w14:paraId="3AB7A256" w14:textId="77777777" w:rsidR="001364C2" w:rsidRDefault="001364C2" w:rsidP="001364C2">
            <w:r>
              <w:t>E-mail</w:t>
            </w:r>
          </w:p>
        </w:tc>
        <w:tc>
          <w:tcPr>
            <w:tcW w:w="2552" w:type="dxa"/>
          </w:tcPr>
          <w:p w14:paraId="31DB8C71" w14:textId="39E0EACC" w:rsidR="001364C2" w:rsidRPr="003E6B9A" w:rsidRDefault="001364C2" w:rsidP="001364C2">
            <w:r w:rsidRPr="001727F5">
              <w:t>Reckova@spravazeleznic.cz</w:t>
            </w:r>
          </w:p>
        </w:tc>
        <w:tc>
          <w:tcPr>
            <w:tcW w:w="823" w:type="dxa"/>
          </w:tcPr>
          <w:p w14:paraId="4EA7A4AA" w14:textId="77777777" w:rsidR="001364C2" w:rsidRDefault="001364C2" w:rsidP="001364C2"/>
        </w:tc>
        <w:tc>
          <w:tcPr>
            <w:tcW w:w="3685" w:type="dxa"/>
            <w:vMerge/>
          </w:tcPr>
          <w:p w14:paraId="1064F0E4" w14:textId="77777777" w:rsidR="001364C2" w:rsidRDefault="001364C2" w:rsidP="001364C2"/>
        </w:tc>
      </w:tr>
      <w:tr w:rsidR="009A7568" w14:paraId="1E640958" w14:textId="77777777" w:rsidTr="00F862D6">
        <w:tc>
          <w:tcPr>
            <w:tcW w:w="1020" w:type="dxa"/>
          </w:tcPr>
          <w:p w14:paraId="664CA371" w14:textId="77777777" w:rsidR="009A7568" w:rsidRDefault="009A7568" w:rsidP="009A7568"/>
        </w:tc>
        <w:tc>
          <w:tcPr>
            <w:tcW w:w="2552" w:type="dxa"/>
          </w:tcPr>
          <w:p w14:paraId="252722BC" w14:textId="77777777" w:rsidR="009A7568" w:rsidRPr="003E6B9A" w:rsidRDefault="009A7568" w:rsidP="009A7568"/>
        </w:tc>
        <w:tc>
          <w:tcPr>
            <w:tcW w:w="823" w:type="dxa"/>
          </w:tcPr>
          <w:p w14:paraId="696C435C" w14:textId="77777777" w:rsidR="009A7568" w:rsidRDefault="009A7568" w:rsidP="009A7568"/>
        </w:tc>
        <w:tc>
          <w:tcPr>
            <w:tcW w:w="3685" w:type="dxa"/>
          </w:tcPr>
          <w:p w14:paraId="7961220B" w14:textId="77777777" w:rsidR="009A7568" w:rsidRDefault="009A7568" w:rsidP="009A7568"/>
        </w:tc>
      </w:tr>
      <w:tr w:rsidR="009A7568" w14:paraId="0D1C522D" w14:textId="77777777" w:rsidTr="00F862D6">
        <w:tc>
          <w:tcPr>
            <w:tcW w:w="1020" w:type="dxa"/>
          </w:tcPr>
          <w:p w14:paraId="7EC7267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391CB273" w14:textId="7356076E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2F6025">
              <w:rPr>
                <w:noProof/>
              </w:rPr>
              <w:t>22. července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1CF6B73A" w14:textId="77777777" w:rsidR="009A7568" w:rsidRDefault="009A7568" w:rsidP="009A7568"/>
        </w:tc>
        <w:tc>
          <w:tcPr>
            <w:tcW w:w="3685" w:type="dxa"/>
          </w:tcPr>
          <w:p w14:paraId="3FDFF08E" w14:textId="77777777" w:rsidR="009A7568" w:rsidRDefault="009A7568" w:rsidP="009A7568"/>
        </w:tc>
      </w:tr>
      <w:tr w:rsidR="00F64786" w14:paraId="2573FFFB" w14:textId="77777777" w:rsidTr="00F862D6">
        <w:tc>
          <w:tcPr>
            <w:tcW w:w="1020" w:type="dxa"/>
          </w:tcPr>
          <w:p w14:paraId="128952FB" w14:textId="77777777" w:rsidR="00F64786" w:rsidRDefault="00F64786" w:rsidP="0077673A"/>
        </w:tc>
        <w:tc>
          <w:tcPr>
            <w:tcW w:w="2552" w:type="dxa"/>
          </w:tcPr>
          <w:p w14:paraId="3941175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112A1CC3" w14:textId="77777777" w:rsidR="00F64786" w:rsidRDefault="00F64786" w:rsidP="0077673A"/>
        </w:tc>
        <w:tc>
          <w:tcPr>
            <w:tcW w:w="3685" w:type="dxa"/>
          </w:tcPr>
          <w:p w14:paraId="179E0D61" w14:textId="77777777" w:rsidR="00F64786" w:rsidRDefault="00F64786" w:rsidP="0077673A"/>
        </w:tc>
      </w:tr>
      <w:tr w:rsidR="00F862D6" w14:paraId="46D17563" w14:textId="77777777" w:rsidTr="00B45E9E">
        <w:trPr>
          <w:trHeight w:val="794"/>
        </w:trPr>
        <w:tc>
          <w:tcPr>
            <w:tcW w:w="1020" w:type="dxa"/>
          </w:tcPr>
          <w:p w14:paraId="6E300D6F" w14:textId="77777777" w:rsidR="00F862D6" w:rsidRDefault="00F862D6" w:rsidP="0077673A"/>
        </w:tc>
        <w:tc>
          <w:tcPr>
            <w:tcW w:w="2552" w:type="dxa"/>
          </w:tcPr>
          <w:p w14:paraId="44803F94" w14:textId="77777777" w:rsidR="00F862D6" w:rsidRDefault="00F862D6" w:rsidP="00F310F8"/>
        </w:tc>
        <w:tc>
          <w:tcPr>
            <w:tcW w:w="823" w:type="dxa"/>
          </w:tcPr>
          <w:p w14:paraId="0713EC1B" w14:textId="77777777" w:rsidR="00F862D6" w:rsidRDefault="00F862D6" w:rsidP="0077673A"/>
        </w:tc>
        <w:tc>
          <w:tcPr>
            <w:tcW w:w="3685" w:type="dxa"/>
          </w:tcPr>
          <w:p w14:paraId="22558B65" w14:textId="77777777" w:rsidR="00F862D6" w:rsidRDefault="00F862D6" w:rsidP="0077673A"/>
        </w:tc>
      </w:tr>
    </w:tbl>
    <w:p w14:paraId="6C912CAE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610952" w:rsidRPr="00610952">
        <w:rPr>
          <w:rFonts w:eastAsia="Calibri" w:cs="Times New Roman"/>
          <w:b/>
          <w:lang w:eastAsia="cs-CZ"/>
        </w:rPr>
        <w:t>Dokončení I. žel. koridoru v trať. úseku Lanžhot (ČR) – Kúty (SR)</w:t>
      </w:r>
    </w:p>
    <w:p w14:paraId="186C07A0" w14:textId="141BB507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305EFB">
        <w:rPr>
          <w:rFonts w:eastAsia="Calibri" w:cs="Times New Roman"/>
          <w:lang w:eastAsia="cs-CZ"/>
        </w:rPr>
        <w:t xml:space="preserve">Vysvětlení/ změna/ doplnění zadávací </w:t>
      </w:r>
      <w:r w:rsidR="00A31D78">
        <w:rPr>
          <w:rFonts w:eastAsia="Calibri" w:cs="Times New Roman"/>
          <w:lang w:eastAsia="cs-CZ"/>
        </w:rPr>
        <w:t>dokumentace č. 6</w:t>
      </w:r>
      <w:r w:rsidRPr="00CB7B5A">
        <w:rPr>
          <w:rFonts w:eastAsia="Calibri" w:cs="Times New Roman"/>
          <w:lang w:eastAsia="cs-CZ"/>
        </w:rPr>
        <w:t xml:space="preserve"> </w:t>
      </w:r>
    </w:p>
    <w:p w14:paraId="036D34B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0F8BC458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FF82D78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EF55C10" w14:textId="13D4FC6F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A31D78">
        <w:rPr>
          <w:rFonts w:eastAsia="Calibri" w:cs="Times New Roman"/>
          <w:b/>
          <w:lang w:eastAsia="cs-CZ"/>
        </w:rPr>
        <w:t>10</w:t>
      </w:r>
      <w:r w:rsidRPr="00BD5319">
        <w:rPr>
          <w:rFonts w:eastAsia="Calibri" w:cs="Times New Roman"/>
          <w:b/>
          <w:lang w:eastAsia="cs-CZ"/>
        </w:rPr>
        <w:t>:</w:t>
      </w:r>
    </w:p>
    <w:p w14:paraId="1771B4E9" w14:textId="77777777" w:rsidR="00A31D78" w:rsidRPr="00A31D78" w:rsidRDefault="00A31D78" w:rsidP="00A31D78">
      <w:pPr>
        <w:spacing w:after="0" w:line="240" w:lineRule="auto"/>
        <w:jc w:val="both"/>
      </w:pPr>
      <w:r w:rsidRPr="00A31D78">
        <w:t>V Pokynech pro dodavatele je uvedeno, že uchazeči musí pro prokázání odborné způsobilosti doložit autorizaci v rozsahu dle § 5 odst. 3 písmena j) požární bezpečnost staveb, dle zák. č. 360/1992 Sb.</w:t>
      </w:r>
    </w:p>
    <w:p w14:paraId="0036062C" w14:textId="77777777" w:rsidR="00A31D78" w:rsidRPr="00A31D78" w:rsidRDefault="00A31D78" w:rsidP="00A31D78">
      <w:pPr>
        <w:spacing w:after="0" w:line="240" w:lineRule="auto"/>
        <w:jc w:val="both"/>
      </w:pPr>
      <w:r w:rsidRPr="00A31D78">
        <w:t xml:space="preserve">Vzhledem k tomu, že v rámci zakázky nebude realizována žádná novostavba či rekonstrukce pozemní budovy, se uchazeč domnívá, že prokázání této autorizace v nabídce není nutné. </w:t>
      </w:r>
    </w:p>
    <w:p w14:paraId="277B8CA4" w14:textId="7D94608B" w:rsidR="00FE26FA" w:rsidRPr="002F6025" w:rsidRDefault="00A31D78" w:rsidP="00A31D78">
      <w:pPr>
        <w:spacing w:after="0" w:line="240" w:lineRule="auto"/>
        <w:jc w:val="both"/>
      </w:pPr>
      <w:r w:rsidRPr="002F6025">
        <w:t>Žádáme proto zadavatele o dodatečné přehodnocení a odstranění tohoto kvalifikačného požadavku.</w:t>
      </w:r>
    </w:p>
    <w:p w14:paraId="40489D19" w14:textId="0BBCB893" w:rsidR="00A31D78" w:rsidRPr="002F6025" w:rsidRDefault="00A31D78" w:rsidP="00A31D78">
      <w:pPr>
        <w:spacing w:after="0" w:line="240" w:lineRule="auto"/>
        <w:jc w:val="both"/>
      </w:pPr>
    </w:p>
    <w:p w14:paraId="33FEF63E" w14:textId="77777777" w:rsidR="00A31D78" w:rsidRPr="002F6025" w:rsidRDefault="00A31D78" w:rsidP="00A31D78">
      <w:pPr>
        <w:spacing w:after="0" w:line="240" w:lineRule="auto"/>
        <w:rPr>
          <w:rFonts w:eastAsia="Calibri" w:cs="Times New Roman"/>
          <w:b/>
          <w:lang w:eastAsia="cs-CZ"/>
        </w:rPr>
      </w:pPr>
      <w:r w:rsidRPr="002F6025">
        <w:rPr>
          <w:rFonts w:eastAsia="Calibri" w:cs="Times New Roman"/>
          <w:b/>
          <w:lang w:eastAsia="cs-CZ"/>
        </w:rPr>
        <w:t xml:space="preserve">Odpověď: </w:t>
      </w:r>
    </w:p>
    <w:p w14:paraId="57396EE2" w14:textId="29E30A96" w:rsidR="00A31D78" w:rsidRPr="002F6025" w:rsidRDefault="00921BAE" w:rsidP="00A31D78">
      <w:pPr>
        <w:spacing w:after="0" w:line="240" w:lineRule="auto"/>
      </w:pPr>
      <w:r w:rsidRPr="002F6025">
        <w:rPr>
          <w:rFonts w:eastAsia="Calibri" w:cs="Times New Roman"/>
          <w:lang w:eastAsia="cs-CZ"/>
        </w:rPr>
        <w:t>Zadavatel trvá na kvalifikačním požadavku.</w:t>
      </w:r>
      <w:bookmarkStart w:id="1" w:name="_GoBack"/>
      <w:bookmarkEnd w:id="1"/>
    </w:p>
    <w:p w14:paraId="6201A59C" w14:textId="77777777" w:rsidR="00A31D78" w:rsidRPr="002F6025" w:rsidRDefault="00A31D78" w:rsidP="00A31D7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BBE955C" w14:textId="77777777" w:rsidR="00425A2C" w:rsidRDefault="00425A2C" w:rsidP="00425A2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bylo provedeno pouze </w:t>
      </w:r>
      <w:r w:rsidRPr="00BD5319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BD5319">
        <w:rPr>
          <w:rFonts w:eastAsia="Times New Roman" w:cs="Times New Roman"/>
          <w:lang w:eastAsia="cs-CZ"/>
        </w:rPr>
        <w:t>dle § 98 ZZVZ, neprodlužuje zadavatel lhůtu pro podání nabídek.</w:t>
      </w:r>
    </w:p>
    <w:p w14:paraId="7974AC95" w14:textId="77777777" w:rsidR="00425A2C" w:rsidRDefault="00425A2C" w:rsidP="00425A2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2E95A09" w14:textId="77777777" w:rsidR="00BD5319" w:rsidRPr="00C64481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5D2FEBA0" w14:textId="77777777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C64481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</w:t>
      </w:r>
      <w:r w:rsidRPr="00BD5319">
        <w:rPr>
          <w:rFonts w:eastAsia="Calibri" w:cs="Times New Roman"/>
          <w:lang w:eastAsia="cs-CZ"/>
        </w:rPr>
        <w:t xml:space="preserve">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126F4998" w14:textId="77777777"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8A7F443" w14:textId="77777777" w:rsidR="001E0A4D" w:rsidRPr="00BD5319" w:rsidRDefault="001E0A4D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84BF445" w14:textId="49351CE3" w:rsidR="001E0A4D" w:rsidRPr="00BD5319" w:rsidRDefault="001E0A4D" w:rsidP="001E0A4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F6025">
        <w:rPr>
          <w:rFonts w:eastAsia="Calibri" w:cs="Times New Roman"/>
          <w:lang w:eastAsia="cs-CZ"/>
        </w:rPr>
        <w:t>V Olomouci dne</w:t>
      </w:r>
      <w:r w:rsidRPr="00BD5319">
        <w:rPr>
          <w:rFonts w:eastAsia="Calibri" w:cs="Times New Roman"/>
          <w:lang w:eastAsia="cs-CZ"/>
        </w:rPr>
        <w:t xml:space="preserve"> </w:t>
      </w:r>
    </w:p>
    <w:p w14:paraId="64E6AD31" w14:textId="77777777" w:rsidR="001E0A4D" w:rsidRPr="00BD5319" w:rsidRDefault="001E0A4D" w:rsidP="001E0A4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8F1E80" w14:textId="77777777" w:rsidR="001E0A4D" w:rsidRPr="00BD5319" w:rsidRDefault="001E0A4D" w:rsidP="001E0A4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F6A006D" w14:textId="1E560046" w:rsidR="001E0A4D" w:rsidRDefault="001E0A4D" w:rsidP="001E0A4D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64554EE0" w14:textId="3EC11487" w:rsidR="002F6025" w:rsidRDefault="002F6025" w:rsidP="001E0A4D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103D5331" w14:textId="376F0E44" w:rsidR="002F6025" w:rsidRDefault="002F6025" w:rsidP="001E0A4D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3A831C0C" w14:textId="7F19FBAA" w:rsidR="002F6025" w:rsidRDefault="002F6025" w:rsidP="001E0A4D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22D8B2A1" w14:textId="77777777" w:rsidR="002F6025" w:rsidRPr="00BD5319" w:rsidRDefault="002F6025" w:rsidP="001E0A4D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009F45B2" w14:textId="77777777" w:rsidR="001E0A4D" w:rsidRPr="00BD5319" w:rsidRDefault="001E0A4D" w:rsidP="001E0A4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794166F2" w14:textId="77777777" w:rsidR="001E0A4D" w:rsidRPr="00BD5319" w:rsidRDefault="001E0A4D" w:rsidP="001E0A4D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5D175557" w14:textId="77777777" w:rsidR="001E0A4D" w:rsidRPr="00BD5319" w:rsidRDefault="001E0A4D" w:rsidP="001E0A4D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6331C08C" w14:textId="77777777" w:rsidR="001E0A4D" w:rsidRPr="00BD5319" w:rsidRDefault="001E0A4D" w:rsidP="001E0A4D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14:paraId="51989DFE" w14:textId="74C01754" w:rsidR="00BD5319" w:rsidRPr="00BD5319" w:rsidRDefault="00BD5319" w:rsidP="001E0A4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sectPr w:rsidR="00BD5319" w:rsidRPr="00BD5319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7899F6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7282C170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F0DB11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898E85" w14:textId="79474A6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F602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F602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2D401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9014A1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1832420" w14:textId="77777777" w:rsidR="00F1715C" w:rsidRDefault="00F1715C" w:rsidP="00D831A3">
          <w:pPr>
            <w:pStyle w:val="Zpat"/>
          </w:pPr>
        </w:p>
      </w:tc>
    </w:tr>
  </w:tbl>
  <w:p w14:paraId="3B4EEA6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B7370E2" wp14:editId="66BE499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C449B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D1A2E9A" wp14:editId="607A90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53B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119DD9A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0888AA0" w14:textId="2D1111EF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F602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F602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13AD200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3897147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F97B4B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7BFBA018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7F39AD3B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62B79BA7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38DB532C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5112A257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52EAB7E6" w14:textId="77777777" w:rsidR="00712ED1" w:rsidRDefault="00712ED1" w:rsidP="00331004">
          <w:pPr>
            <w:pStyle w:val="Zpat"/>
          </w:pPr>
        </w:p>
      </w:tc>
    </w:tr>
  </w:tbl>
  <w:p w14:paraId="6FB3D97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12EB0D0" wp14:editId="3741E0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67F31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545A68F" wp14:editId="0C13A09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8CF3E2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1AACF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DCC7D1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12C71B4B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B2CDAE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DF1A5D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75216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A8F012D" w14:textId="77777777" w:rsidR="00F1715C" w:rsidRPr="00D6163D" w:rsidRDefault="00F1715C" w:rsidP="00D6163D">
          <w:pPr>
            <w:pStyle w:val="Druhdokumentu"/>
          </w:pPr>
        </w:p>
      </w:tc>
    </w:tr>
  </w:tbl>
  <w:p w14:paraId="72D6118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9CA37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A08BC36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901A930" wp14:editId="2FC46903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1CFD5203" wp14:editId="3D40003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716A6788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29608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68C6BB" w14:textId="77777777" w:rsidR="00F1715C" w:rsidRPr="00D6163D" w:rsidRDefault="00F1715C" w:rsidP="00FC6389">
          <w:pPr>
            <w:pStyle w:val="Druhdokumentu"/>
          </w:pPr>
        </w:p>
      </w:tc>
    </w:tr>
    <w:tr w:rsidR="00F64786" w14:paraId="01E7A3DE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5436DFAB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2F971C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4C4EDE8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2E86332C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B558151" wp14:editId="7A4EEEDE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786458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D65E95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841A4"/>
    <w:rsid w:val="000B3A82"/>
    <w:rsid w:val="000B6C7E"/>
    <w:rsid w:val="000B7907"/>
    <w:rsid w:val="000C0429"/>
    <w:rsid w:val="000C45E8"/>
    <w:rsid w:val="000F3B3A"/>
    <w:rsid w:val="00114472"/>
    <w:rsid w:val="001364C2"/>
    <w:rsid w:val="00170EC5"/>
    <w:rsid w:val="001747C1"/>
    <w:rsid w:val="0018596A"/>
    <w:rsid w:val="001B69C2"/>
    <w:rsid w:val="001C4DA0"/>
    <w:rsid w:val="001C55A9"/>
    <w:rsid w:val="001E0A4D"/>
    <w:rsid w:val="00207DF5"/>
    <w:rsid w:val="00267369"/>
    <w:rsid w:val="0026785D"/>
    <w:rsid w:val="00292E82"/>
    <w:rsid w:val="002C31BF"/>
    <w:rsid w:val="002E0CD7"/>
    <w:rsid w:val="002F026B"/>
    <w:rsid w:val="002F6025"/>
    <w:rsid w:val="00305EFB"/>
    <w:rsid w:val="00331BA0"/>
    <w:rsid w:val="00357BC6"/>
    <w:rsid w:val="0037111D"/>
    <w:rsid w:val="003756B9"/>
    <w:rsid w:val="003956C6"/>
    <w:rsid w:val="003E6B9A"/>
    <w:rsid w:val="003E75CE"/>
    <w:rsid w:val="0041380F"/>
    <w:rsid w:val="00425A2C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F0499"/>
    <w:rsid w:val="006104F6"/>
    <w:rsid w:val="0061068E"/>
    <w:rsid w:val="00610952"/>
    <w:rsid w:val="00660AD3"/>
    <w:rsid w:val="006A5570"/>
    <w:rsid w:val="006A689C"/>
    <w:rsid w:val="006B3D79"/>
    <w:rsid w:val="006E0578"/>
    <w:rsid w:val="006E314D"/>
    <w:rsid w:val="006E7F06"/>
    <w:rsid w:val="007061A0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576DB"/>
    <w:rsid w:val="00891334"/>
    <w:rsid w:val="008A3568"/>
    <w:rsid w:val="008D03B9"/>
    <w:rsid w:val="008F18D6"/>
    <w:rsid w:val="008F7194"/>
    <w:rsid w:val="00904780"/>
    <w:rsid w:val="009113A8"/>
    <w:rsid w:val="00921BAE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31D78"/>
    <w:rsid w:val="00A44328"/>
    <w:rsid w:val="00A6177B"/>
    <w:rsid w:val="00A63E76"/>
    <w:rsid w:val="00A66136"/>
    <w:rsid w:val="00AA4CBB"/>
    <w:rsid w:val="00AA65FA"/>
    <w:rsid w:val="00AA7351"/>
    <w:rsid w:val="00AB19DA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64481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155B"/>
    <w:rsid w:val="00DD46F3"/>
    <w:rsid w:val="00DD58A6"/>
    <w:rsid w:val="00DE56F2"/>
    <w:rsid w:val="00DF116D"/>
    <w:rsid w:val="00E10710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46238"/>
    <w:rsid w:val="00F64786"/>
    <w:rsid w:val="00F659EB"/>
    <w:rsid w:val="00F804A7"/>
    <w:rsid w:val="00F862D6"/>
    <w:rsid w:val="00F86BA6"/>
    <w:rsid w:val="00F87994"/>
    <w:rsid w:val="00FC6389"/>
    <w:rsid w:val="00FD2F51"/>
    <w:rsid w:val="00FE26FA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46F089E9"/>
  <w14:defaultImageDpi w14:val="32767"/>
  <w15:docId w15:val="{24755BB4-AFEC-4838-A2B5-22713DB18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411552-076A-4D7C-BC13-2E2F164B5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</TotalTime>
  <Pages>1</Pages>
  <Words>221</Words>
  <Characters>1310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Rečková Radomíra, Ing.</cp:lastModifiedBy>
  <cp:revision>3</cp:revision>
  <cp:lastPrinted>2019-02-22T13:28:00Z</cp:lastPrinted>
  <dcterms:created xsi:type="dcterms:W3CDTF">2021-07-22T09:01:00Z</dcterms:created>
  <dcterms:modified xsi:type="dcterms:W3CDTF">2021-07-22T09:40:00Z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