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257A8E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F2E17">
        <w:rPr>
          <w:b/>
          <w:color w:val="FF5200" w:themeColor="accent2"/>
          <w:sz w:val="36"/>
          <w:szCs w:val="36"/>
        </w:rPr>
        <w:t>„</w:t>
      </w:r>
      <w:r w:rsidR="004F2E17" w:rsidRPr="004F2E17">
        <w:rPr>
          <w:b/>
          <w:color w:val="FF5200" w:themeColor="accent2"/>
          <w:sz w:val="36"/>
          <w:szCs w:val="36"/>
        </w:rPr>
        <w:t>Dodávky bund stejnokrojových - 202</w:t>
      </w:r>
      <w:r w:rsidR="0080415D">
        <w:rPr>
          <w:b/>
          <w:color w:val="FF5200" w:themeColor="accent2"/>
          <w:sz w:val="36"/>
          <w:szCs w:val="36"/>
        </w:rPr>
        <w:t>1</w:t>
      </w:r>
      <w:r w:rsidR="0031280B" w:rsidRPr="004F2E17">
        <w:rPr>
          <w:b/>
          <w:color w:val="FF5200" w:themeColor="accent2"/>
          <w:sz w:val="36"/>
          <w:szCs w:val="36"/>
        </w:rPr>
        <w:t>“</w:t>
      </w:r>
      <w:r w:rsidR="000128D4" w:rsidRPr="004F2E1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F2E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F2E17" w:rsidRPr="004F2E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112017/2021</w:t>
      </w:r>
      <w:r w:rsidR="004F2E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95787A3" w14:textId="77777777" w:rsidR="00302AD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DFB5247" w14:textId="1BC59BF5" w:rsidR="00302ADB" w:rsidRDefault="0020217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8099" w:history="1">
            <w:r w:rsidR="00302ADB" w:rsidRPr="006A5C4A">
              <w:rPr>
                <w:rStyle w:val="Hypertextovodkaz"/>
                <w:noProof/>
              </w:rPr>
              <w:t>Kapitola 1.</w:t>
            </w:r>
            <w:r w:rsidR="00302A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2ADB" w:rsidRPr="006A5C4A">
              <w:rPr>
                <w:rStyle w:val="Hypertextovodkaz"/>
                <w:noProof/>
              </w:rPr>
              <w:t>Základní údaje k nabídce</w:t>
            </w:r>
            <w:r w:rsidR="00302ADB">
              <w:rPr>
                <w:noProof/>
                <w:webHidden/>
              </w:rPr>
              <w:tab/>
            </w:r>
            <w:r w:rsidR="00302ADB">
              <w:rPr>
                <w:noProof/>
                <w:webHidden/>
              </w:rPr>
              <w:fldChar w:fldCharType="begin"/>
            </w:r>
            <w:r w:rsidR="00302ADB">
              <w:rPr>
                <w:noProof/>
                <w:webHidden/>
              </w:rPr>
              <w:instrText xml:space="preserve"> PAGEREF _Toc77578099 \h </w:instrText>
            </w:r>
            <w:r w:rsidR="00302ADB">
              <w:rPr>
                <w:noProof/>
                <w:webHidden/>
              </w:rPr>
            </w:r>
            <w:r w:rsidR="00302A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02ADB">
              <w:rPr>
                <w:noProof/>
                <w:webHidden/>
              </w:rPr>
              <w:fldChar w:fldCharType="end"/>
            </w:r>
          </w:hyperlink>
        </w:p>
        <w:p w14:paraId="5D90545E" w14:textId="17A2B3BA" w:rsidR="00302ADB" w:rsidRDefault="0020217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8100" w:history="1">
            <w:r w:rsidR="00302ADB" w:rsidRPr="006A5C4A">
              <w:rPr>
                <w:rStyle w:val="Hypertextovodkaz"/>
                <w:noProof/>
              </w:rPr>
              <w:t>Kapitola 2.</w:t>
            </w:r>
            <w:r w:rsidR="00302A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2ADB" w:rsidRPr="006A5C4A">
              <w:rPr>
                <w:rStyle w:val="Hypertextovodkaz"/>
                <w:noProof/>
              </w:rPr>
              <w:t>Čestné prohlášení o splnění základní způsobilosti</w:t>
            </w:r>
            <w:r w:rsidR="00302ADB">
              <w:rPr>
                <w:noProof/>
                <w:webHidden/>
              </w:rPr>
              <w:tab/>
            </w:r>
            <w:r w:rsidR="00302ADB">
              <w:rPr>
                <w:noProof/>
                <w:webHidden/>
              </w:rPr>
              <w:fldChar w:fldCharType="begin"/>
            </w:r>
            <w:r w:rsidR="00302ADB">
              <w:rPr>
                <w:noProof/>
                <w:webHidden/>
              </w:rPr>
              <w:instrText xml:space="preserve"> PAGEREF _Toc77578100 \h </w:instrText>
            </w:r>
            <w:r w:rsidR="00302ADB">
              <w:rPr>
                <w:noProof/>
                <w:webHidden/>
              </w:rPr>
            </w:r>
            <w:r w:rsidR="00302A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02ADB">
              <w:rPr>
                <w:noProof/>
                <w:webHidden/>
              </w:rPr>
              <w:fldChar w:fldCharType="end"/>
            </w:r>
          </w:hyperlink>
        </w:p>
        <w:p w14:paraId="05018D9E" w14:textId="3C496494" w:rsidR="00302ADB" w:rsidRDefault="0020217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8101" w:history="1">
            <w:r w:rsidR="00302ADB" w:rsidRPr="006A5C4A">
              <w:rPr>
                <w:rStyle w:val="Hypertextovodkaz"/>
                <w:noProof/>
              </w:rPr>
              <w:t>Kapitola 3.</w:t>
            </w:r>
            <w:r w:rsidR="00302A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2ADB" w:rsidRPr="006A5C4A">
              <w:rPr>
                <w:rStyle w:val="Hypertextovodkaz"/>
                <w:noProof/>
              </w:rPr>
              <w:t>Čestné prohlášení účastníka k neuzavření zakázaných dohod</w:t>
            </w:r>
            <w:r w:rsidR="00302ADB">
              <w:rPr>
                <w:noProof/>
                <w:webHidden/>
              </w:rPr>
              <w:tab/>
            </w:r>
            <w:r w:rsidR="00302ADB">
              <w:rPr>
                <w:noProof/>
                <w:webHidden/>
              </w:rPr>
              <w:fldChar w:fldCharType="begin"/>
            </w:r>
            <w:r w:rsidR="00302ADB">
              <w:rPr>
                <w:noProof/>
                <w:webHidden/>
              </w:rPr>
              <w:instrText xml:space="preserve"> PAGEREF _Toc77578101 \h </w:instrText>
            </w:r>
            <w:r w:rsidR="00302ADB">
              <w:rPr>
                <w:noProof/>
                <w:webHidden/>
              </w:rPr>
            </w:r>
            <w:r w:rsidR="00302A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02AD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757809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BCDA11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4F2E17">
        <w:rPr>
          <w:rFonts w:eastAsia="Times New Roman" w:cs="Times New Roman"/>
          <w:lang w:eastAsia="cs-CZ"/>
        </w:rPr>
        <w:t>podlimitní sektorovou veřejnou zakázku</w:t>
      </w:r>
      <w:r w:rsidRPr="004F2E17">
        <w:t>, jsou pravdivé</w:t>
      </w:r>
      <w:r w:rsidR="009771C9" w:rsidRPr="004F2E17">
        <w:t>, úplné a odpovídají skutečnosti</w:t>
      </w:r>
      <w:r w:rsidRPr="004F2E17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063A0F69" w14:textId="77777777" w:rsidR="004F2E17" w:rsidRDefault="004F2E17" w:rsidP="004F2E17">
      <w:r w:rsidRPr="006E5C6C">
        <w:rPr>
          <w:b/>
        </w:rPr>
        <w:t>ÚDAJE PRO POTŘEBY HODNOCENÍ</w:t>
      </w:r>
      <w:r>
        <w:t>:</w:t>
      </w:r>
    </w:p>
    <w:p w14:paraId="7C6DF2CD" w14:textId="77777777" w:rsidR="004F2E17" w:rsidRDefault="004F2E17" w:rsidP="004F2E17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4F2E17" w:rsidRPr="008D23D5" w14:paraId="21030497" w14:textId="77777777" w:rsidTr="00D71C5E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2108A380" w14:textId="5D64F1B6" w:rsidR="004F2E17" w:rsidRPr="006048C7" w:rsidRDefault="004F2E17" w:rsidP="004F2E17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6375373F" w14:textId="77777777" w:rsidR="004F2E17" w:rsidRPr="006048C7" w:rsidRDefault="004F2E17" w:rsidP="00D71C5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2D54C3F" w14:textId="77777777" w:rsidR="004F2E17" w:rsidRPr="006048C7" w:rsidRDefault="004F2E17" w:rsidP="00D71C5E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BDAD6FD" w14:textId="77777777" w:rsidR="004F2E17" w:rsidRPr="006048C7" w:rsidRDefault="004F2E17" w:rsidP="00D71C5E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45769A67" w14:textId="77777777" w:rsidR="004F2E17" w:rsidRPr="006048C7" w:rsidRDefault="004F2E17" w:rsidP="00D71C5E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720E29DF" w14:textId="77777777" w:rsidR="004F2E17" w:rsidRPr="006048C7" w:rsidRDefault="004F2E17" w:rsidP="00D71C5E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za předpokl.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942A7" w14:textId="77777777" w:rsidR="004F2E17" w:rsidRPr="006048C7" w:rsidRDefault="004F2E17" w:rsidP="00D71C5E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předpokl.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52ED735" w14:textId="77777777" w:rsidR="004F2E17" w:rsidRPr="006048C7" w:rsidRDefault="004F2E17" w:rsidP="00D71C5E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předpokl. množství vč. DPH</w:t>
            </w:r>
          </w:p>
        </w:tc>
      </w:tr>
      <w:tr w:rsidR="004F2E17" w:rsidRPr="001F33F5" w14:paraId="055ACF7C" w14:textId="77777777" w:rsidTr="00D71C5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0BD3E3E9" w14:textId="550CB559" w:rsidR="004F2E17" w:rsidRPr="004303F9" w:rsidRDefault="004F2E17" w:rsidP="00D71C5E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stejnokrojová pánská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ADB06F5" w14:textId="1689EEC1" w:rsidR="004F2E17" w:rsidRPr="004303F9" w:rsidRDefault="004F2E17" w:rsidP="00D71C5E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2 300</w:t>
            </w:r>
          </w:p>
        </w:tc>
        <w:tc>
          <w:tcPr>
            <w:tcW w:w="832" w:type="dxa"/>
            <w:shd w:val="clear" w:color="auto" w:fill="auto"/>
          </w:tcPr>
          <w:p w14:paraId="1FA6D061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D94D7E0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22AA6E2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9510545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443E163" w14:textId="77777777" w:rsidR="004F2E17" w:rsidRPr="004A6709" w:rsidRDefault="004F2E17" w:rsidP="00D71C5E"/>
        </w:tc>
        <w:tc>
          <w:tcPr>
            <w:tcW w:w="1057" w:type="dxa"/>
            <w:shd w:val="clear" w:color="auto" w:fill="auto"/>
          </w:tcPr>
          <w:p w14:paraId="5B2A6B14" w14:textId="77777777" w:rsidR="004F2E17" w:rsidRPr="004A6709" w:rsidRDefault="004F2E17" w:rsidP="00D71C5E"/>
        </w:tc>
      </w:tr>
      <w:tr w:rsidR="004F2E17" w:rsidRPr="001F33F5" w14:paraId="5D047630" w14:textId="77777777" w:rsidTr="00D71C5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7D68D22" w14:textId="151069F6" w:rsidR="004F2E17" w:rsidRPr="004303F9" w:rsidRDefault="004F2E17" w:rsidP="00D71C5E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stejnokrojová dámská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CF116F6" w14:textId="0F0F16F8" w:rsidR="004F2E17" w:rsidRPr="004303F9" w:rsidRDefault="004F2E17" w:rsidP="00D71C5E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850</w:t>
            </w:r>
          </w:p>
        </w:tc>
        <w:tc>
          <w:tcPr>
            <w:tcW w:w="832" w:type="dxa"/>
            <w:shd w:val="clear" w:color="auto" w:fill="auto"/>
          </w:tcPr>
          <w:p w14:paraId="580AAB64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2C5DF4DE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B87C4D0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2962313" w14:textId="77777777" w:rsidR="004F2E17" w:rsidRPr="004A6709" w:rsidRDefault="004F2E17" w:rsidP="00D71C5E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4CC5CA2" w14:textId="77777777" w:rsidR="004F2E17" w:rsidRPr="004A6709" w:rsidRDefault="004F2E17" w:rsidP="00D71C5E"/>
        </w:tc>
        <w:tc>
          <w:tcPr>
            <w:tcW w:w="1057" w:type="dxa"/>
            <w:shd w:val="clear" w:color="auto" w:fill="auto"/>
          </w:tcPr>
          <w:p w14:paraId="4F0A6654" w14:textId="77777777" w:rsidR="004F2E17" w:rsidRPr="004A6709" w:rsidRDefault="004F2E17" w:rsidP="00D71C5E"/>
        </w:tc>
      </w:tr>
      <w:tr w:rsidR="004F2E17" w14:paraId="295E7E4C" w14:textId="77777777" w:rsidTr="00D71C5E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0F36E8D5" w14:textId="77777777" w:rsidR="004F2E17" w:rsidRPr="005C145F" w:rsidRDefault="004F2E17" w:rsidP="00D71C5E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488EDB3E" w14:textId="77777777" w:rsidR="004F2E17" w:rsidRPr="004A6709" w:rsidRDefault="004F2E17" w:rsidP="00D71C5E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2B7DA547" w14:textId="77777777" w:rsidR="004F2E17" w:rsidRPr="004A6709" w:rsidRDefault="004F2E17" w:rsidP="00D71C5E"/>
        </w:tc>
        <w:tc>
          <w:tcPr>
            <w:tcW w:w="992" w:type="dxa"/>
            <w:shd w:val="clear" w:color="auto" w:fill="auto"/>
          </w:tcPr>
          <w:p w14:paraId="0E3A60C6" w14:textId="77777777" w:rsidR="004F2E17" w:rsidRPr="004A6709" w:rsidRDefault="004F2E17" w:rsidP="00D71C5E"/>
        </w:tc>
        <w:tc>
          <w:tcPr>
            <w:tcW w:w="1057" w:type="dxa"/>
            <w:shd w:val="clear" w:color="auto" w:fill="auto"/>
          </w:tcPr>
          <w:p w14:paraId="709F4672" w14:textId="77777777" w:rsidR="004F2E17" w:rsidRPr="004A6709" w:rsidRDefault="004F2E17" w:rsidP="00D71C5E"/>
        </w:tc>
      </w:tr>
    </w:tbl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20217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0217A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757810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757810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32A27CB1" w14:textId="088587E6" w:rsidR="000128D4" w:rsidRDefault="0031280B" w:rsidP="004F2E17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5BB2C98" w14:textId="34BC563E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38454B83" w14:textId="20349AA4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1D1D4438" w14:textId="068B7E21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30727C8D" w14:textId="7B2A6CD6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259E5A3C" w14:textId="46C78A12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7008A11D" w14:textId="10FAAE92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7C07DBBF" w14:textId="1512142D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719CC64E" w14:textId="07DB5D2C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05920A93" w14:textId="56190E98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1A51D362" w14:textId="5FA23C86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6DF8D318" w14:textId="18E511E5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26EC4094" w14:textId="4F3786B2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203730AF" w14:textId="417CDF5F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6E921BF9" w14:textId="71F56524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6E360F03" w14:textId="2C8A1AAE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492E437A" w14:textId="574640FE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3D3843E3" w14:textId="2FD3FA8C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723FA354" w14:textId="36E8645C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0C5EF7B7" w14:textId="66ED0DD5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2F388078" w14:textId="30A966C1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6DD7D321" w14:textId="329A719B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6A0516E1" w14:textId="77777777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3162D1B4" w14:textId="217713A1" w:rsidR="00FF34E4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p w14:paraId="781B5803" w14:textId="77777777" w:rsidR="00FF34E4" w:rsidRDefault="00FF34E4" w:rsidP="00FF34E4">
      <w:pPr>
        <w:spacing w:line="240" w:lineRule="auto"/>
        <w:rPr>
          <w:rFonts w:ascii="Verdana" w:hAnsi="Verdana"/>
          <w:lang w:eastAsia="cs-CZ"/>
        </w:rPr>
      </w:pPr>
    </w:p>
    <w:p w14:paraId="7038DD0E" w14:textId="77777777" w:rsidR="00FF34E4" w:rsidRPr="004F2E17" w:rsidRDefault="00FF34E4" w:rsidP="004F2E17">
      <w:pPr>
        <w:spacing w:line="240" w:lineRule="auto"/>
        <w:rPr>
          <w:rFonts w:eastAsia="Times New Roman" w:cs="Times New Roman"/>
          <w:lang w:eastAsia="cs-CZ"/>
        </w:rPr>
      </w:pPr>
    </w:p>
    <w:sectPr w:rsidR="00FF34E4" w:rsidRPr="004F2E17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4CC56" w14:textId="77777777" w:rsidR="00555DF0" w:rsidRDefault="00555DF0" w:rsidP="00962258">
      <w:pPr>
        <w:spacing w:after="0" w:line="240" w:lineRule="auto"/>
      </w:pPr>
      <w:r>
        <w:separator/>
      </w:r>
    </w:p>
  </w:endnote>
  <w:endnote w:type="continuationSeparator" w:id="0">
    <w:p w14:paraId="4954A9F2" w14:textId="77777777" w:rsidR="00555DF0" w:rsidRDefault="00555D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67495B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17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217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19AD8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824F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84F3B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1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217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EC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ADAF5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9579EC0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1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217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47B4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C16F3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38E53" w14:textId="77777777" w:rsidR="00555DF0" w:rsidRDefault="00555DF0" w:rsidP="00962258">
      <w:pPr>
        <w:spacing w:after="0" w:line="240" w:lineRule="auto"/>
      </w:pPr>
      <w:r>
        <w:separator/>
      </w:r>
    </w:p>
  </w:footnote>
  <w:footnote w:type="continuationSeparator" w:id="0">
    <w:p w14:paraId="377E38DD" w14:textId="77777777" w:rsidR="00555DF0" w:rsidRDefault="00555DF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47A93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 w:numId="3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3342"/>
    <w:rsid w:val="00184743"/>
    <w:rsid w:val="00190137"/>
    <w:rsid w:val="001F49FF"/>
    <w:rsid w:val="0020217A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2ADB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2E17"/>
    <w:rsid w:val="004F4B9B"/>
    <w:rsid w:val="004F69EA"/>
    <w:rsid w:val="0051019F"/>
    <w:rsid w:val="00511AB9"/>
    <w:rsid w:val="00523EA7"/>
    <w:rsid w:val="00553375"/>
    <w:rsid w:val="00555DF0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415D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34E4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A5A89462-3CE9-4044-AD5A-6367AD01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FF34E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AEB38A-9795-4E65-A90F-221FD2B7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69</TotalTime>
  <Pages>4</Pages>
  <Words>581</Words>
  <Characters>3429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20</cp:revision>
  <cp:lastPrinted>2021-07-19T08:31:00Z</cp:lastPrinted>
  <dcterms:created xsi:type="dcterms:W3CDTF">2020-06-29T15:29:00Z</dcterms:created>
  <dcterms:modified xsi:type="dcterms:W3CDTF">2021-07-19T08:31:00Z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