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2B92">
        <w:rPr>
          <w:rFonts w:asciiTheme="majorHAnsi" w:eastAsia="Times New Roman" w:hAnsiTheme="majorHAnsi" w:cs="Times New Roman"/>
          <w:lang w:eastAsia="cs-CZ"/>
        </w:rPr>
        <w:t>3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4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4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2B92"/>
    <w:rsid w:val="000E23A7"/>
    <w:rsid w:val="000F3F7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670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685640-3620-45A6-BDD9-99E329BB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2021-06-23T06:11:00Z</dcterms:created>
  <dcterms:modified xsi:type="dcterms:W3CDTF">2021-06-23T06:11:00Z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