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6A3ADCFF" w14:textId="77777777" w:rsidTr="00F862D6">
        <w:tc>
          <w:tcPr>
            <w:tcW w:w="1020" w:type="dxa"/>
          </w:tcPr>
          <w:p w14:paraId="4BA894D6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37340B1F" wp14:editId="4934D37C">
                      <wp:simplePos x="0" y="0"/>
                      <wp:positionH relativeFrom="page">
                        <wp:posOffset>2644140</wp:posOffset>
                      </wp:positionH>
                      <wp:positionV relativeFrom="page">
                        <wp:posOffset>265430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10D5609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7340B1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8.2pt;margin-top:20.9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" o:allowincell="f" fillcolor="white [3212]" stroked="f" strokeweight=".5pt">
                      <v:textbox>
                        <w:txbxContent>
                          <w:p w14:paraId="710D5609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1D62ADDC" w14:textId="77777777" w:rsidR="00F64786" w:rsidRDefault="00F64786" w:rsidP="0077673A"/>
        </w:tc>
        <w:tc>
          <w:tcPr>
            <w:tcW w:w="823" w:type="dxa"/>
          </w:tcPr>
          <w:p w14:paraId="6DB49BC6" w14:textId="77777777" w:rsidR="00F64786" w:rsidRDefault="00F64786" w:rsidP="0077673A"/>
        </w:tc>
        <w:tc>
          <w:tcPr>
            <w:tcW w:w="3685" w:type="dxa"/>
          </w:tcPr>
          <w:p w14:paraId="44C8E660" w14:textId="77777777" w:rsidR="00F64786" w:rsidRDefault="00F64786" w:rsidP="0077673A"/>
        </w:tc>
      </w:tr>
      <w:tr w:rsidR="00F862D6" w14:paraId="486BFA02" w14:textId="77777777" w:rsidTr="00596C7E">
        <w:tc>
          <w:tcPr>
            <w:tcW w:w="1020" w:type="dxa"/>
          </w:tcPr>
          <w:p w14:paraId="6F3D0098" w14:textId="77777777" w:rsidR="00F862D6" w:rsidRDefault="00F862D6" w:rsidP="0077673A"/>
        </w:tc>
        <w:tc>
          <w:tcPr>
            <w:tcW w:w="2552" w:type="dxa"/>
          </w:tcPr>
          <w:p w14:paraId="124CBEE2" w14:textId="77777777" w:rsidR="00F862D6" w:rsidRDefault="00F862D6" w:rsidP="00764595"/>
        </w:tc>
        <w:tc>
          <w:tcPr>
            <w:tcW w:w="823" w:type="dxa"/>
          </w:tcPr>
          <w:p w14:paraId="25439ABA" w14:textId="77777777" w:rsidR="00F862D6" w:rsidRDefault="00F862D6" w:rsidP="0077673A"/>
        </w:tc>
        <w:tc>
          <w:tcPr>
            <w:tcW w:w="3685" w:type="dxa"/>
            <w:vMerge w:val="restart"/>
          </w:tcPr>
          <w:p w14:paraId="2D939502" w14:textId="77777777" w:rsidR="00596C7E" w:rsidRDefault="00596C7E" w:rsidP="00596C7E">
            <w:pPr>
              <w:rPr>
                <w:rStyle w:val="Potovnadresa"/>
              </w:rPr>
            </w:pPr>
          </w:p>
          <w:p w14:paraId="11C8337D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2A69CE" w14:paraId="03268BE3" w14:textId="77777777" w:rsidTr="00F862D6">
        <w:tc>
          <w:tcPr>
            <w:tcW w:w="1020" w:type="dxa"/>
          </w:tcPr>
          <w:p w14:paraId="7162F005" w14:textId="77777777" w:rsidR="002A69CE" w:rsidRPr="003E6B9A" w:rsidRDefault="002A69CE" w:rsidP="002A69CE">
            <w:r w:rsidRPr="003E6B9A">
              <w:t>Naše zn.</w:t>
            </w:r>
          </w:p>
        </w:tc>
        <w:tc>
          <w:tcPr>
            <w:tcW w:w="2552" w:type="dxa"/>
          </w:tcPr>
          <w:p w14:paraId="7B9EF316" w14:textId="20CD97A5" w:rsidR="002A69CE" w:rsidRPr="00A738C0" w:rsidRDefault="00314EB0" w:rsidP="002A69CE">
            <w:r w:rsidRPr="00314EB0">
              <w:t>12120/2021-SŽ-SSV-Ú3</w:t>
            </w:r>
          </w:p>
        </w:tc>
        <w:tc>
          <w:tcPr>
            <w:tcW w:w="823" w:type="dxa"/>
          </w:tcPr>
          <w:p w14:paraId="1BE09C30" w14:textId="77777777" w:rsidR="002A69CE" w:rsidRDefault="002A69CE" w:rsidP="002A69CE"/>
        </w:tc>
        <w:tc>
          <w:tcPr>
            <w:tcW w:w="3685" w:type="dxa"/>
            <w:vMerge/>
          </w:tcPr>
          <w:p w14:paraId="12D4A765" w14:textId="77777777" w:rsidR="002A69CE" w:rsidRDefault="002A69CE" w:rsidP="002A69CE"/>
        </w:tc>
      </w:tr>
      <w:tr w:rsidR="002A69CE" w14:paraId="62EDE3C2" w14:textId="77777777" w:rsidTr="00F862D6">
        <w:tc>
          <w:tcPr>
            <w:tcW w:w="1020" w:type="dxa"/>
          </w:tcPr>
          <w:p w14:paraId="78D12DCC" w14:textId="77777777" w:rsidR="002A69CE" w:rsidRDefault="002A69CE" w:rsidP="002A69CE">
            <w:r>
              <w:t>Listů/příloh</w:t>
            </w:r>
          </w:p>
        </w:tc>
        <w:tc>
          <w:tcPr>
            <w:tcW w:w="2552" w:type="dxa"/>
          </w:tcPr>
          <w:p w14:paraId="0BD6DD02" w14:textId="30F13753" w:rsidR="002A69CE" w:rsidRPr="00A738C0" w:rsidRDefault="00DE4F1D" w:rsidP="002A69CE">
            <w:r>
              <w:t>1</w:t>
            </w:r>
            <w:bookmarkStart w:id="0" w:name="_GoBack"/>
            <w:bookmarkEnd w:id="0"/>
            <w:r w:rsidR="002A69CE" w:rsidRPr="00A738C0">
              <w:t>/0</w:t>
            </w:r>
          </w:p>
        </w:tc>
        <w:tc>
          <w:tcPr>
            <w:tcW w:w="823" w:type="dxa"/>
          </w:tcPr>
          <w:p w14:paraId="4CE93D83" w14:textId="77777777" w:rsidR="002A69CE" w:rsidRDefault="002A69CE" w:rsidP="002A69CE"/>
        </w:tc>
        <w:tc>
          <w:tcPr>
            <w:tcW w:w="3685" w:type="dxa"/>
            <w:vMerge/>
          </w:tcPr>
          <w:p w14:paraId="2AE9B5BD" w14:textId="77777777" w:rsidR="002A69CE" w:rsidRDefault="002A69CE" w:rsidP="002A69CE">
            <w:pPr>
              <w:rPr>
                <w:noProof/>
              </w:rPr>
            </w:pPr>
          </w:p>
        </w:tc>
      </w:tr>
      <w:tr w:rsidR="002A69CE" w14:paraId="571CDAAB" w14:textId="77777777" w:rsidTr="00B23CA3">
        <w:trPr>
          <w:trHeight w:val="77"/>
        </w:trPr>
        <w:tc>
          <w:tcPr>
            <w:tcW w:w="1020" w:type="dxa"/>
          </w:tcPr>
          <w:p w14:paraId="5B4769FC" w14:textId="77777777" w:rsidR="002A69CE" w:rsidRDefault="002A69CE" w:rsidP="002A69CE"/>
        </w:tc>
        <w:tc>
          <w:tcPr>
            <w:tcW w:w="2552" w:type="dxa"/>
          </w:tcPr>
          <w:p w14:paraId="5DB9C096" w14:textId="77777777" w:rsidR="002A69CE" w:rsidRPr="003E6B9A" w:rsidRDefault="002A69CE" w:rsidP="002A69CE"/>
        </w:tc>
        <w:tc>
          <w:tcPr>
            <w:tcW w:w="823" w:type="dxa"/>
          </w:tcPr>
          <w:p w14:paraId="3A1E24BE" w14:textId="77777777" w:rsidR="002A69CE" w:rsidRDefault="002A69CE" w:rsidP="002A69CE"/>
        </w:tc>
        <w:tc>
          <w:tcPr>
            <w:tcW w:w="3685" w:type="dxa"/>
            <w:vMerge/>
          </w:tcPr>
          <w:p w14:paraId="3174563B" w14:textId="77777777" w:rsidR="002A69CE" w:rsidRDefault="002A69CE" w:rsidP="002A69CE"/>
        </w:tc>
      </w:tr>
      <w:tr w:rsidR="002A69CE" w14:paraId="64970189" w14:textId="77777777" w:rsidTr="00F862D6">
        <w:tc>
          <w:tcPr>
            <w:tcW w:w="1020" w:type="dxa"/>
          </w:tcPr>
          <w:p w14:paraId="08FDA5AB" w14:textId="77777777" w:rsidR="002A69CE" w:rsidRDefault="002A69CE" w:rsidP="002A69CE">
            <w:r>
              <w:t>Vyřizuje</w:t>
            </w:r>
          </w:p>
        </w:tc>
        <w:tc>
          <w:tcPr>
            <w:tcW w:w="2552" w:type="dxa"/>
          </w:tcPr>
          <w:p w14:paraId="05C958E8" w14:textId="750804A1" w:rsidR="002A69CE" w:rsidRPr="003E6B9A" w:rsidRDefault="002A69CE" w:rsidP="002A69CE">
            <w:r w:rsidRPr="006F7BE2">
              <w:t>Ing. Radomíra Rečková</w:t>
            </w:r>
          </w:p>
        </w:tc>
        <w:tc>
          <w:tcPr>
            <w:tcW w:w="823" w:type="dxa"/>
          </w:tcPr>
          <w:p w14:paraId="18647036" w14:textId="77777777" w:rsidR="002A69CE" w:rsidRDefault="002A69CE" w:rsidP="002A69CE"/>
        </w:tc>
        <w:tc>
          <w:tcPr>
            <w:tcW w:w="3685" w:type="dxa"/>
            <w:vMerge/>
          </w:tcPr>
          <w:p w14:paraId="6031765F" w14:textId="77777777" w:rsidR="002A69CE" w:rsidRDefault="002A69CE" w:rsidP="002A69CE"/>
        </w:tc>
      </w:tr>
      <w:tr w:rsidR="002A69CE" w14:paraId="0E0843DD" w14:textId="77777777" w:rsidTr="00F862D6">
        <w:tc>
          <w:tcPr>
            <w:tcW w:w="1020" w:type="dxa"/>
          </w:tcPr>
          <w:p w14:paraId="1022DB9C" w14:textId="77777777" w:rsidR="002A69CE" w:rsidRDefault="002A69CE" w:rsidP="002A69CE"/>
        </w:tc>
        <w:tc>
          <w:tcPr>
            <w:tcW w:w="2552" w:type="dxa"/>
          </w:tcPr>
          <w:p w14:paraId="244FA64C" w14:textId="77777777" w:rsidR="002A69CE" w:rsidRPr="003E6B9A" w:rsidRDefault="002A69CE" w:rsidP="002A69CE"/>
        </w:tc>
        <w:tc>
          <w:tcPr>
            <w:tcW w:w="823" w:type="dxa"/>
          </w:tcPr>
          <w:p w14:paraId="1EAB750C" w14:textId="77777777" w:rsidR="002A69CE" w:rsidRDefault="002A69CE" w:rsidP="002A69CE"/>
        </w:tc>
        <w:tc>
          <w:tcPr>
            <w:tcW w:w="3685" w:type="dxa"/>
            <w:vMerge/>
          </w:tcPr>
          <w:p w14:paraId="32B6131E" w14:textId="77777777" w:rsidR="002A69CE" w:rsidRDefault="002A69CE" w:rsidP="002A69CE"/>
        </w:tc>
      </w:tr>
      <w:tr w:rsidR="002A69CE" w14:paraId="473C22D5" w14:textId="77777777" w:rsidTr="00F862D6">
        <w:tc>
          <w:tcPr>
            <w:tcW w:w="1020" w:type="dxa"/>
          </w:tcPr>
          <w:p w14:paraId="6E202037" w14:textId="77777777" w:rsidR="002A69CE" w:rsidRDefault="002A69CE" w:rsidP="002A69CE">
            <w:r>
              <w:t>Mobil</w:t>
            </w:r>
          </w:p>
        </w:tc>
        <w:tc>
          <w:tcPr>
            <w:tcW w:w="2552" w:type="dxa"/>
          </w:tcPr>
          <w:p w14:paraId="6180E141" w14:textId="4FA69B82" w:rsidR="002A69CE" w:rsidRPr="003E6B9A" w:rsidRDefault="002A69CE" w:rsidP="002A69CE">
            <w:r>
              <w:t>+420 725 744 197</w:t>
            </w:r>
          </w:p>
        </w:tc>
        <w:tc>
          <w:tcPr>
            <w:tcW w:w="823" w:type="dxa"/>
          </w:tcPr>
          <w:p w14:paraId="284E5D72" w14:textId="77777777" w:rsidR="002A69CE" w:rsidRDefault="002A69CE" w:rsidP="002A69CE"/>
        </w:tc>
        <w:tc>
          <w:tcPr>
            <w:tcW w:w="3685" w:type="dxa"/>
            <w:vMerge/>
          </w:tcPr>
          <w:p w14:paraId="6163A84B" w14:textId="77777777" w:rsidR="002A69CE" w:rsidRDefault="002A69CE" w:rsidP="002A69CE"/>
        </w:tc>
      </w:tr>
      <w:tr w:rsidR="002A69CE" w14:paraId="51C5F5C5" w14:textId="77777777" w:rsidTr="00F862D6">
        <w:tc>
          <w:tcPr>
            <w:tcW w:w="1020" w:type="dxa"/>
          </w:tcPr>
          <w:p w14:paraId="69111A32" w14:textId="77777777" w:rsidR="002A69CE" w:rsidRDefault="002A69CE" w:rsidP="002A69CE">
            <w:r>
              <w:t>E-mail</w:t>
            </w:r>
          </w:p>
        </w:tc>
        <w:tc>
          <w:tcPr>
            <w:tcW w:w="2552" w:type="dxa"/>
          </w:tcPr>
          <w:p w14:paraId="5026E1AE" w14:textId="45A8B05B" w:rsidR="002A69CE" w:rsidRPr="003E6B9A" w:rsidRDefault="002A69CE" w:rsidP="002A69CE">
            <w:r w:rsidRPr="001727F5">
              <w:t>Reckova@spravazeleznic.cz</w:t>
            </w:r>
          </w:p>
        </w:tc>
        <w:tc>
          <w:tcPr>
            <w:tcW w:w="823" w:type="dxa"/>
          </w:tcPr>
          <w:p w14:paraId="7EACB12A" w14:textId="77777777" w:rsidR="002A69CE" w:rsidRDefault="002A69CE" w:rsidP="002A69CE"/>
        </w:tc>
        <w:tc>
          <w:tcPr>
            <w:tcW w:w="3685" w:type="dxa"/>
            <w:vMerge/>
          </w:tcPr>
          <w:p w14:paraId="42159A1C" w14:textId="77777777" w:rsidR="002A69CE" w:rsidRDefault="002A69CE" w:rsidP="002A69CE"/>
        </w:tc>
      </w:tr>
      <w:tr w:rsidR="009A7568" w14:paraId="454B9213" w14:textId="77777777" w:rsidTr="00F862D6">
        <w:tc>
          <w:tcPr>
            <w:tcW w:w="1020" w:type="dxa"/>
          </w:tcPr>
          <w:p w14:paraId="327258FD" w14:textId="77777777" w:rsidR="009A7568" w:rsidRDefault="009A7568" w:rsidP="009A7568"/>
        </w:tc>
        <w:tc>
          <w:tcPr>
            <w:tcW w:w="2552" w:type="dxa"/>
          </w:tcPr>
          <w:p w14:paraId="67CCB441" w14:textId="77777777" w:rsidR="009A7568" w:rsidRPr="003E6B9A" w:rsidRDefault="009A7568" w:rsidP="009A7568"/>
        </w:tc>
        <w:tc>
          <w:tcPr>
            <w:tcW w:w="823" w:type="dxa"/>
          </w:tcPr>
          <w:p w14:paraId="332C135B" w14:textId="77777777" w:rsidR="009A7568" w:rsidRDefault="009A7568" w:rsidP="009A7568"/>
        </w:tc>
        <w:tc>
          <w:tcPr>
            <w:tcW w:w="3685" w:type="dxa"/>
          </w:tcPr>
          <w:p w14:paraId="3CEF598F" w14:textId="77777777" w:rsidR="009A7568" w:rsidRDefault="009A7568" w:rsidP="009A7568"/>
        </w:tc>
      </w:tr>
      <w:tr w:rsidR="009A7568" w14:paraId="5239E82C" w14:textId="77777777" w:rsidTr="00F862D6">
        <w:tc>
          <w:tcPr>
            <w:tcW w:w="1020" w:type="dxa"/>
          </w:tcPr>
          <w:p w14:paraId="7F2FB58B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6454A31C" w14:textId="0C6C9B9C" w:rsidR="009A7568" w:rsidRPr="003E6B9A" w:rsidRDefault="00957324" w:rsidP="002A3B7D">
            <w:bookmarkStart w:id="1" w:name="Datum"/>
            <w:r>
              <w:t>9</w:t>
            </w:r>
            <w:r w:rsidR="00F24E07">
              <w:t>.</w:t>
            </w:r>
            <w:r w:rsidR="00F95FBB">
              <w:t xml:space="preserve"> </w:t>
            </w:r>
            <w:r w:rsidR="00CC5097">
              <w:t xml:space="preserve">července </w:t>
            </w:r>
            <w:r w:rsidR="00F95FBB">
              <w:t>2021</w:t>
            </w:r>
            <w:r w:rsidR="009A7568" w:rsidRPr="003E6B9A">
              <w:t xml:space="preserve"> </w:t>
            </w:r>
            <w:bookmarkEnd w:id="1"/>
          </w:p>
        </w:tc>
        <w:tc>
          <w:tcPr>
            <w:tcW w:w="823" w:type="dxa"/>
          </w:tcPr>
          <w:p w14:paraId="1E024EB4" w14:textId="77777777" w:rsidR="009A7568" w:rsidRDefault="009A7568" w:rsidP="009A7568"/>
        </w:tc>
        <w:tc>
          <w:tcPr>
            <w:tcW w:w="3685" w:type="dxa"/>
          </w:tcPr>
          <w:p w14:paraId="59920796" w14:textId="77777777" w:rsidR="009A7568" w:rsidRDefault="009A7568" w:rsidP="009A7568"/>
        </w:tc>
      </w:tr>
      <w:tr w:rsidR="00F64786" w14:paraId="3CDAF9A8" w14:textId="77777777" w:rsidTr="00F862D6">
        <w:tc>
          <w:tcPr>
            <w:tcW w:w="1020" w:type="dxa"/>
          </w:tcPr>
          <w:p w14:paraId="128CC24B" w14:textId="77777777" w:rsidR="00F64786" w:rsidRDefault="00F64786" w:rsidP="0077673A"/>
        </w:tc>
        <w:tc>
          <w:tcPr>
            <w:tcW w:w="2552" w:type="dxa"/>
          </w:tcPr>
          <w:p w14:paraId="3D0676B6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C04F830" w14:textId="77777777" w:rsidR="00F64786" w:rsidRDefault="00F64786" w:rsidP="0077673A"/>
        </w:tc>
        <w:tc>
          <w:tcPr>
            <w:tcW w:w="3685" w:type="dxa"/>
          </w:tcPr>
          <w:p w14:paraId="25B21BA3" w14:textId="77777777" w:rsidR="00F64786" w:rsidRDefault="00F64786" w:rsidP="0077673A"/>
        </w:tc>
      </w:tr>
      <w:tr w:rsidR="00F862D6" w14:paraId="74809A6C" w14:textId="77777777" w:rsidTr="00B45E9E">
        <w:trPr>
          <w:trHeight w:val="794"/>
        </w:trPr>
        <w:tc>
          <w:tcPr>
            <w:tcW w:w="1020" w:type="dxa"/>
          </w:tcPr>
          <w:p w14:paraId="37A879C6" w14:textId="77777777" w:rsidR="00F862D6" w:rsidRDefault="00F862D6" w:rsidP="0077673A"/>
        </w:tc>
        <w:tc>
          <w:tcPr>
            <w:tcW w:w="2552" w:type="dxa"/>
          </w:tcPr>
          <w:p w14:paraId="55546F4E" w14:textId="77777777" w:rsidR="00F862D6" w:rsidRDefault="00F862D6" w:rsidP="00F310F8"/>
        </w:tc>
        <w:tc>
          <w:tcPr>
            <w:tcW w:w="823" w:type="dxa"/>
          </w:tcPr>
          <w:p w14:paraId="233EDD07" w14:textId="77777777" w:rsidR="00F862D6" w:rsidRDefault="00F862D6" w:rsidP="0077673A"/>
        </w:tc>
        <w:tc>
          <w:tcPr>
            <w:tcW w:w="3685" w:type="dxa"/>
          </w:tcPr>
          <w:p w14:paraId="3DB21947" w14:textId="77777777" w:rsidR="00F862D6" w:rsidRDefault="00F862D6" w:rsidP="0077673A"/>
        </w:tc>
      </w:tr>
    </w:tbl>
    <w:p w14:paraId="04B11514" w14:textId="77777777" w:rsidR="00CB7B5A" w:rsidRPr="001445EF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FF10DA" w:rsidRPr="001445EF">
        <w:rPr>
          <w:rFonts w:eastAsia="Calibri" w:cs="Times New Roman"/>
          <w:b/>
          <w:lang w:eastAsia="cs-CZ"/>
        </w:rPr>
        <w:t>Rekonstrukce ŽST Vsetín</w:t>
      </w:r>
    </w:p>
    <w:p w14:paraId="18824CDA" w14:textId="032EABA9" w:rsidR="00CB7B5A" w:rsidRPr="0087729C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1445EF">
        <w:rPr>
          <w:rFonts w:eastAsia="Calibri" w:cs="Times New Roman"/>
          <w:lang w:eastAsia="cs-CZ"/>
        </w:rPr>
        <w:t xml:space="preserve">Vysvětlení/ změna/ doplnění zadávací dokumentace č. </w:t>
      </w:r>
      <w:r w:rsidR="00F24E07">
        <w:rPr>
          <w:rFonts w:eastAsia="Calibri" w:cs="Times New Roman"/>
          <w:lang w:eastAsia="cs-CZ"/>
        </w:rPr>
        <w:t>7</w:t>
      </w:r>
      <w:r w:rsidRPr="001445EF">
        <w:rPr>
          <w:rFonts w:eastAsia="Calibri" w:cs="Times New Roman"/>
          <w:lang w:eastAsia="cs-CZ"/>
        </w:rPr>
        <w:t xml:space="preserve"> </w:t>
      </w:r>
    </w:p>
    <w:p w14:paraId="59CAFD98" w14:textId="77777777" w:rsidR="00BD5319" w:rsidRPr="001445EF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1445EF">
        <w:rPr>
          <w:rFonts w:eastAsia="Calibri" w:cs="Times New Roman"/>
        </w:rPr>
        <w:t xml:space="preserve">ve smyslu </w:t>
      </w:r>
      <w:r w:rsidRPr="001445EF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5B6F851C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6D06B25" w14:textId="77777777" w:rsidR="00B23078" w:rsidRPr="00BD5319" w:rsidRDefault="00B23078" w:rsidP="00B2307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B5C604A" w14:textId="0E6C3EFC" w:rsidR="00472B37" w:rsidRPr="00BD5319" w:rsidRDefault="00472B37" w:rsidP="00472B37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9</w:t>
      </w:r>
      <w:r w:rsidR="006E4759">
        <w:rPr>
          <w:rFonts w:eastAsia="Calibri" w:cs="Times New Roman"/>
          <w:b/>
          <w:lang w:eastAsia="cs-CZ"/>
        </w:rPr>
        <w:t>7</w:t>
      </w:r>
      <w:r w:rsidRPr="00BD5319">
        <w:rPr>
          <w:rFonts w:eastAsia="Calibri" w:cs="Times New Roman"/>
          <w:b/>
          <w:lang w:eastAsia="cs-CZ"/>
        </w:rPr>
        <w:t>:</w:t>
      </w:r>
    </w:p>
    <w:p w14:paraId="77D348DF" w14:textId="39754BE1" w:rsidR="008E77ED" w:rsidRPr="008E77ED" w:rsidRDefault="008E77ED" w:rsidP="0037095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  <w:lang w:eastAsia="cs-CZ"/>
        </w:rPr>
      </w:pPr>
      <w:r w:rsidRPr="008E77ED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V dotazu č. 96 jsme se ptali na objekt SO731. Vy jste odpověděli "že objekt SO731 v dokumentaci není obsažen (součást samostatné investice parkovacího domu).</w:t>
      </w:r>
    </w:p>
    <w:p w14:paraId="7F9F83DA" w14:textId="77777777" w:rsidR="008E77ED" w:rsidRPr="008E77ED" w:rsidRDefault="008E77ED" w:rsidP="0037095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  <w:lang w:eastAsia="cs-CZ"/>
        </w:rPr>
      </w:pPr>
      <w:r w:rsidRPr="008E77ED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Dotaz zní, je SO731 a jeho </w:t>
      </w:r>
      <w:proofErr w:type="spellStart"/>
      <w:r w:rsidRPr="008E77ED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podobjekty</w:t>
      </w:r>
      <w:proofErr w:type="spellEnd"/>
      <w:r w:rsidRPr="008E77ED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 součástí této veřejné zakázky? </w:t>
      </w:r>
    </w:p>
    <w:p w14:paraId="21139FEC" w14:textId="25923151" w:rsidR="00472B37" w:rsidRDefault="008E77ED" w:rsidP="0037095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  <w:lang w:eastAsia="cs-CZ"/>
        </w:rPr>
      </w:pPr>
      <w:r w:rsidRPr="008E77ED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Pokud ano, znovu žádáme o doplnění  projektové dokumentace příp. soupisů prací v části elektroinstalace pro objekty skupiny </w:t>
      </w:r>
      <w:proofErr w:type="gramStart"/>
      <w:r w:rsidRPr="008E77ED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D2.2. a SO</w:t>
      </w:r>
      <w:proofErr w:type="gramEnd"/>
      <w:r w:rsidRPr="008E77ED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 731 o knihy svítidel, které obsahují parametry vyjadřující požadavky na výkon a funkci svítidel. V uveřejněné zadávací dokumentaci jsme tyto informace potřebné k ocenění svítidel nedohledali.</w:t>
      </w:r>
    </w:p>
    <w:p w14:paraId="70AB2650" w14:textId="7E125A00" w:rsidR="00472B37" w:rsidRPr="00BD5319" w:rsidRDefault="00472B37" w:rsidP="00472B37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3D0C3D6" w14:textId="637469B5" w:rsidR="00090148" w:rsidRPr="008845A2" w:rsidRDefault="00090148" w:rsidP="00957324">
      <w:pPr>
        <w:pStyle w:val="Odstavecseseznamem"/>
        <w:spacing w:after="0" w:line="240" w:lineRule="auto"/>
        <w:ind w:left="0"/>
        <w:jc w:val="both"/>
        <w:rPr>
          <w:rFonts w:ascii="Arial" w:hAnsi="Arial" w:cs="Arial"/>
          <w:caps/>
          <w:sz w:val="20"/>
          <w:szCs w:val="20"/>
          <w:shd w:val="clear" w:color="auto" w:fill="FFFFFF"/>
        </w:rPr>
      </w:pPr>
      <w:r w:rsidRPr="008845A2">
        <w:rPr>
          <w:rFonts w:ascii="Verdana" w:hAnsi="Verdana"/>
          <w:shd w:val="clear" w:color="auto" w:fill="FFFFFF"/>
        </w:rPr>
        <w:t xml:space="preserve">Potřebné typy a charakteristiky svítidel jsou obecně uvedené ve výkresech u SO 731, konkrétně v D_01_04_D_SO731_11.pdf až D_01_04_D_SO731_15.pdf. Dále v souboru D_01_04_D_SO731_03.pdf naleznete kompletní výpočet umělého osvětlení. </w:t>
      </w:r>
      <w:r w:rsidR="003F567E" w:rsidRPr="008845A2">
        <w:rPr>
          <w:rFonts w:ascii="Verdana" w:hAnsi="Verdana"/>
          <w:shd w:val="clear" w:color="auto" w:fill="FFFFFF"/>
        </w:rPr>
        <w:t xml:space="preserve">Není potřeba doplňovat další podklady. </w:t>
      </w:r>
      <w:r w:rsidRPr="008845A2">
        <w:rPr>
          <w:rFonts w:ascii="Verdana" w:hAnsi="Verdana"/>
          <w:shd w:val="clear" w:color="auto" w:fill="FFFFFF"/>
        </w:rPr>
        <w:t>U veřejné zakázky není možné uvádět konkrétní typy a ani výrobce zařízení.</w:t>
      </w:r>
    </w:p>
    <w:p w14:paraId="3216C294" w14:textId="6CEDA56D" w:rsidR="00232753" w:rsidRPr="008845A2" w:rsidRDefault="00AE67FF" w:rsidP="00957324">
      <w:pPr>
        <w:pStyle w:val="Odstavecseseznamem"/>
        <w:spacing w:after="0" w:line="240" w:lineRule="auto"/>
        <w:ind w:left="0"/>
        <w:jc w:val="both"/>
        <w:rPr>
          <w:rFonts w:ascii="Verdana" w:hAnsi="Verdana"/>
          <w:shd w:val="clear" w:color="auto" w:fill="FFFFFF"/>
        </w:rPr>
      </w:pPr>
      <w:r w:rsidRPr="008845A2">
        <w:rPr>
          <w:rFonts w:ascii="Verdana" w:hAnsi="Verdana"/>
          <w:shd w:val="clear" w:color="auto" w:fill="FFFFFF"/>
        </w:rPr>
        <w:t>Zadavatel upřesňuje</w:t>
      </w:r>
      <w:r w:rsidR="00232753" w:rsidRPr="008845A2">
        <w:rPr>
          <w:rFonts w:ascii="Verdana" w:hAnsi="Verdana"/>
          <w:shd w:val="clear" w:color="auto" w:fill="FFFFFF"/>
        </w:rPr>
        <w:t xml:space="preserve">, SO 731 je součástí </w:t>
      </w:r>
      <w:r w:rsidRPr="008845A2">
        <w:rPr>
          <w:rFonts w:ascii="Verdana" w:hAnsi="Verdana"/>
          <w:shd w:val="clear" w:color="auto" w:fill="FFFFFF"/>
        </w:rPr>
        <w:t xml:space="preserve">předmětu plnění </w:t>
      </w:r>
      <w:r w:rsidR="00232753" w:rsidRPr="008845A2">
        <w:rPr>
          <w:rFonts w:ascii="Verdana" w:hAnsi="Verdana"/>
          <w:shd w:val="clear" w:color="auto" w:fill="FFFFFF"/>
        </w:rPr>
        <w:t xml:space="preserve">této zakázky. </w:t>
      </w:r>
      <w:r w:rsidRPr="008845A2">
        <w:rPr>
          <w:rFonts w:ascii="Verdana" w:hAnsi="Verdana"/>
          <w:shd w:val="clear" w:color="auto" w:fill="FFFFFF"/>
        </w:rPr>
        <w:t xml:space="preserve">Zadavatel si však v souladu  s ustanovením § 100 odst. 1 ZZVZ vyhradil jako změnu závazku ze smlouvy možnost zúžit rozsah předmětu plněné této zakázky tak, jak je uvedeno v bodě </w:t>
      </w:r>
      <w:proofErr w:type="gramStart"/>
      <w:r w:rsidRPr="008845A2">
        <w:rPr>
          <w:rFonts w:ascii="Verdana" w:hAnsi="Verdana"/>
          <w:shd w:val="clear" w:color="auto" w:fill="FFFFFF"/>
        </w:rPr>
        <w:t>4.2./3 článku</w:t>
      </w:r>
      <w:proofErr w:type="gramEnd"/>
      <w:r w:rsidRPr="008845A2">
        <w:rPr>
          <w:rFonts w:ascii="Verdana" w:hAnsi="Verdana"/>
          <w:shd w:val="clear" w:color="auto" w:fill="FFFFFF"/>
        </w:rPr>
        <w:t xml:space="preserve"> 4. Pokynů pro dodavatele </w:t>
      </w:r>
      <w:proofErr w:type="gramStart"/>
      <w:r w:rsidRPr="008845A2">
        <w:rPr>
          <w:rFonts w:ascii="Verdana" w:hAnsi="Verdana"/>
          <w:shd w:val="clear" w:color="auto" w:fill="FFFFFF"/>
        </w:rPr>
        <w:t>č.j.</w:t>
      </w:r>
      <w:proofErr w:type="gramEnd"/>
      <w:r w:rsidRPr="008845A2">
        <w:rPr>
          <w:rFonts w:ascii="Verdana" w:hAnsi="Verdana"/>
          <w:shd w:val="clear" w:color="auto" w:fill="FFFFFF"/>
        </w:rPr>
        <w:t xml:space="preserve"> 7779/2021-SŽ-SSV-Ú3.</w:t>
      </w:r>
    </w:p>
    <w:p w14:paraId="78C64E96" w14:textId="77777777" w:rsidR="00232753" w:rsidRDefault="00232753" w:rsidP="005C55CD">
      <w:pPr>
        <w:spacing w:after="0" w:line="240" w:lineRule="auto"/>
        <w:jc w:val="both"/>
        <w:rPr>
          <w:rFonts w:ascii="Verdana" w:hAnsi="Verdana"/>
          <w:color w:val="FF0000"/>
          <w:shd w:val="clear" w:color="auto" w:fill="FFFFFF"/>
        </w:rPr>
      </w:pPr>
    </w:p>
    <w:p w14:paraId="4EC2FA41" w14:textId="77777777" w:rsidR="00CC5097" w:rsidRDefault="00CC5097" w:rsidP="00CC5097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615DD04" w14:textId="77777777" w:rsidR="00CC5097" w:rsidRDefault="00CC5097" w:rsidP="00CC5097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5D3A96D" w14:textId="77777777" w:rsidR="00CC5097" w:rsidRPr="00CF37C3" w:rsidRDefault="00CC5097" w:rsidP="00CC509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F37C3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24175D97" w14:textId="77777777" w:rsidR="00CC5097" w:rsidRPr="00CF37C3" w:rsidRDefault="00CC5097" w:rsidP="00CC5097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F6E3D07" w14:textId="77777777" w:rsidR="00CC5097" w:rsidRDefault="00CC5097" w:rsidP="00CC5097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CF37C3">
        <w:rPr>
          <w:rFonts w:eastAsia="Calibri" w:cs="Times New Roman"/>
          <w:lang w:eastAsia="cs-CZ"/>
        </w:rPr>
        <w:t xml:space="preserve">Vysvětlení/ změnu/ doplnění </w:t>
      </w:r>
      <w:r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1" w:history="1">
        <w:r>
          <w:rPr>
            <w:rStyle w:val="Hypertextovodkaz"/>
            <w:rFonts w:eastAsia="Calibri" w:cs="Times New Roman"/>
            <w:color w:val="0000FF"/>
            <w:lang w:eastAsia="cs-CZ"/>
          </w:rPr>
          <w:t>https://zakazky.spravazeleznic.cz/</w:t>
        </w:r>
      </w:hyperlink>
      <w:r>
        <w:rPr>
          <w:rFonts w:eastAsia="Calibri" w:cs="Times New Roman"/>
          <w:u w:val="single"/>
          <w:lang w:eastAsia="cs-CZ"/>
        </w:rPr>
        <w:t>.</w:t>
      </w:r>
    </w:p>
    <w:p w14:paraId="4AB02326" w14:textId="77777777" w:rsidR="00D7086B" w:rsidRPr="00BD5319" w:rsidRDefault="00D7086B" w:rsidP="00D7086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2414125" w14:textId="77777777" w:rsidR="00D7086B" w:rsidRDefault="00D7086B" w:rsidP="00D7086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5B97EDB" w14:textId="34EDE8DC" w:rsidR="00B23078" w:rsidRPr="00BD5319" w:rsidRDefault="00CC5097" w:rsidP="00B2307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C5097">
        <w:rPr>
          <w:rFonts w:eastAsia="Calibri" w:cs="Times New Roman"/>
          <w:lang w:eastAsia="cs-CZ"/>
        </w:rPr>
        <w:t xml:space="preserve">V </w:t>
      </w:r>
      <w:r w:rsidR="00B23078" w:rsidRPr="00CC5097">
        <w:rPr>
          <w:rFonts w:eastAsia="Calibri" w:cs="Times New Roman"/>
          <w:lang w:eastAsia="cs-CZ"/>
        </w:rPr>
        <w:t>Olomouci dne</w:t>
      </w:r>
      <w:r w:rsidR="00B23078" w:rsidRPr="00BD5319">
        <w:rPr>
          <w:rFonts w:eastAsia="Calibri" w:cs="Times New Roman"/>
          <w:lang w:eastAsia="cs-CZ"/>
        </w:rPr>
        <w:t xml:space="preserve"> </w:t>
      </w:r>
    </w:p>
    <w:p w14:paraId="68449CC7" w14:textId="310E125E" w:rsidR="00B23078" w:rsidRDefault="00B23078" w:rsidP="00B2307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3E35AD2" w14:textId="7011D770" w:rsidR="00CC5097" w:rsidRDefault="00CC5097" w:rsidP="00B2307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09B9F94" w14:textId="66DA412D" w:rsidR="00CC5097" w:rsidRDefault="00CC5097" w:rsidP="00B2307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E033962" w14:textId="77777777" w:rsidR="00CC5097" w:rsidRPr="00BD5319" w:rsidRDefault="00CC5097" w:rsidP="00B2307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05F4B8" w14:textId="77777777" w:rsidR="00B23078" w:rsidRPr="00BD5319" w:rsidRDefault="00B23078" w:rsidP="00B23078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558A22D0" w14:textId="77777777" w:rsidR="00B23078" w:rsidRPr="00BD5319" w:rsidRDefault="00B23078" w:rsidP="00B2307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2F667BF3" w14:textId="77777777" w:rsidR="00B23078" w:rsidRPr="00BD5319" w:rsidRDefault="00B23078" w:rsidP="00B23078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09ADF2D2" w14:textId="77777777" w:rsidR="00B23078" w:rsidRPr="00BD5319" w:rsidRDefault="00B23078" w:rsidP="00B23078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71491816" w14:textId="77777777" w:rsidR="00B23078" w:rsidRPr="00BD5319" w:rsidRDefault="00B23078" w:rsidP="00B23078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14:paraId="1C2DEDDE" w14:textId="77777777" w:rsidR="00B23078" w:rsidRPr="00BD5319" w:rsidRDefault="00B23078" w:rsidP="00B23078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sectPr w:rsidR="00B23078" w:rsidRPr="00BD5319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62E600" w14:textId="77777777" w:rsidR="007873B6" w:rsidRDefault="007873B6" w:rsidP="00962258">
      <w:pPr>
        <w:spacing w:after="0" w:line="240" w:lineRule="auto"/>
      </w:pPr>
      <w:r>
        <w:separator/>
      </w:r>
    </w:p>
  </w:endnote>
  <w:endnote w:type="continuationSeparator" w:id="0">
    <w:p w14:paraId="361AF96F" w14:textId="77777777" w:rsidR="007873B6" w:rsidRDefault="007873B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483E5A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CE0B4C7" w14:textId="5EA6220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E67F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E67F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383FC0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9695CA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A157705" w14:textId="77777777" w:rsidR="00F1715C" w:rsidRDefault="00F1715C" w:rsidP="00D831A3">
          <w:pPr>
            <w:pStyle w:val="Zpat"/>
          </w:pPr>
        </w:p>
      </w:tc>
    </w:tr>
  </w:tbl>
  <w:p w14:paraId="430E855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2776B70" wp14:editId="6A61AE7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8C26EE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06F9C32" wp14:editId="14C7F9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37B70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48F9C8A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D70D68" w14:textId="5D8A9BFE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E4F1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E4F1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2A33B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540E9A4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420C88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33E79CB7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773F41E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1669025C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558C46A2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17E8C12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6ED0527F" w14:textId="77777777" w:rsidR="00712ED1" w:rsidRDefault="00712ED1" w:rsidP="00331004">
          <w:pPr>
            <w:pStyle w:val="Zpat"/>
          </w:pPr>
        </w:p>
      </w:tc>
    </w:tr>
  </w:tbl>
  <w:p w14:paraId="3194618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9C0B292" wp14:editId="008F588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CBB37E4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64392C0" wp14:editId="39619E9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EE74BBB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6D3E5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5CC9DD" w14:textId="77777777" w:rsidR="007873B6" w:rsidRDefault="007873B6" w:rsidP="00962258">
      <w:pPr>
        <w:spacing w:after="0" w:line="240" w:lineRule="auto"/>
      </w:pPr>
      <w:r>
        <w:separator/>
      </w:r>
    </w:p>
  </w:footnote>
  <w:footnote w:type="continuationSeparator" w:id="0">
    <w:p w14:paraId="4EF86216" w14:textId="77777777" w:rsidR="007873B6" w:rsidRDefault="007873B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C81364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536D1D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31D727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BBDD42A" w14:textId="77777777" w:rsidR="00F1715C" w:rsidRPr="00D6163D" w:rsidRDefault="00F1715C" w:rsidP="00D6163D">
          <w:pPr>
            <w:pStyle w:val="Druhdokumentu"/>
          </w:pPr>
        </w:p>
      </w:tc>
    </w:tr>
  </w:tbl>
  <w:p w14:paraId="240C5EF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82F6F7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E06C0E8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6AD9EC9" wp14:editId="5DB17483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BCFAA37" wp14:editId="68C1FE02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 w14:anchorId="6A010910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237C9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0708873" w14:textId="77777777" w:rsidR="00F1715C" w:rsidRPr="00D6163D" w:rsidRDefault="00F1715C" w:rsidP="00FC6389">
          <w:pPr>
            <w:pStyle w:val="Druhdokumentu"/>
          </w:pPr>
        </w:p>
      </w:tc>
    </w:tr>
    <w:tr w:rsidR="00F64786" w14:paraId="38A56DF3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7ED3A082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C1A699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B20E95C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D77E31C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53A80A5" wp14:editId="606625B0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76D0380D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B508F3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6198"/>
    <w:multiLevelType w:val="hybridMultilevel"/>
    <w:tmpl w:val="DD5C9EFE"/>
    <w:lvl w:ilvl="0" w:tplc="12361B4A">
      <w:start w:val="1"/>
      <w:numFmt w:val="decimal"/>
      <w:lvlText w:val="%1)"/>
      <w:lvlJc w:val="left"/>
      <w:pPr>
        <w:ind w:left="720" w:hanging="360"/>
      </w:pPr>
      <w:rPr>
        <w:rFonts w:hint="default"/>
        <w:color w:val="0070C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F833968"/>
    <w:multiLevelType w:val="hybridMultilevel"/>
    <w:tmpl w:val="3B1888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E30E4"/>
    <w:multiLevelType w:val="hybridMultilevel"/>
    <w:tmpl w:val="A7667A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06C783D"/>
    <w:multiLevelType w:val="hybridMultilevel"/>
    <w:tmpl w:val="9FC25048"/>
    <w:lvl w:ilvl="0" w:tplc="C51EA33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90" w:hanging="360"/>
      </w:pPr>
    </w:lvl>
    <w:lvl w:ilvl="2" w:tplc="0405001B" w:tentative="1">
      <w:start w:val="1"/>
      <w:numFmt w:val="lowerRoman"/>
      <w:lvlText w:val="%3."/>
      <w:lvlJc w:val="right"/>
      <w:pPr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7" w15:restartNumberingAfterBreak="0">
    <w:nsid w:val="26B11642"/>
    <w:multiLevelType w:val="hybridMultilevel"/>
    <w:tmpl w:val="D2A6E4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22203A1"/>
    <w:multiLevelType w:val="hybridMultilevel"/>
    <w:tmpl w:val="E5DA5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1" w15:restartNumberingAfterBreak="0">
    <w:nsid w:val="4E2E71D6"/>
    <w:multiLevelType w:val="multilevel"/>
    <w:tmpl w:val="37E84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0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0D6191"/>
    <w:multiLevelType w:val="hybridMultilevel"/>
    <w:tmpl w:val="8BA82454"/>
    <w:lvl w:ilvl="0" w:tplc="CBA02F9A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>
    <w:abstractNumId w:val="5"/>
  </w:num>
  <w:num w:numId="2">
    <w:abstractNumId w:val="2"/>
  </w:num>
  <w:num w:numId="3">
    <w:abstractNumId w:val="8"/>
  </w:num>
  <w:num w:numId="4">
    <w:abstractNumId w:val="13"/>
  </w:num>
  <w:num w:numId="5">
    <w:abstractNumId w:val="1"/>
  </w:num>
  <w:num w:numId="6">
    <w:abstractNumId w:val="10"/>
  </w:num>
  <w:num w:numId="7">
    <w:abstractNumId w:val="4"/>
  </w:num>
  <w:num w:numId="8">
    <w:abstractNumId w:val="6"/>
  </w:num>
  <w:num w:numId="9">
    <w:abstractNumId w:val="7"/>
  </w:num>
  <w:num w:numId="10">
    <w:abstractNumId w:val="3"/>
  </w:num>
  <w:num w:numId="11">
    <w:abstractNumId w:val="11"/>
  </w:num>
  <w:num w:numId="12">
    <w:abstractNumId w:val="9"/>
  </w:num>
  <w:num w:numId="13">
    <w:abstractNumId w:val="12"/>
  </w:num>
  <w:num w:numId="14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20A4F"/>
    <w:rsid w:val="00033432"/>
    <w:rsid w:val="000335CC"/>
    <w:rsid w:val="000447A3"/>
    <w:rsid w:val="00072C1E"/>
    <w:rsid w:val="00090148"/>
    <w:rsid w:val="000A1781"/>
    <w:rsid w:val="000B3A82"/>
    <w:rsid w:val="000B6C7E"/>
    <w:rsid w:val="000B7907"/>
    <w:rsid w:val="000C0429"/>
    <w:rsid w:val="000C3316"/>
    <w:rsid w:val="000C45E8"/>
    <w:rsid w:val="000F51FF"/>
    <w:rsid w:val="00114472"/>
    <w:rsid w:val="001445EF"/>
    <w:rsid w:val="00161817"/>
    <w:rsid w:val="00170EC5"/>
    <w:rsid w:val="001747C1"/>
    <w:rsid w:val="0018596A"/>
    <w:rsid w:val="001B69C2"/>
    <w:rsid w:val="001C4DA0"/>
    <w:rsid w:val="00204156"/>
    <w:rsid w:val="00207DF5"/>
    <w:rsid w:val="00232753"/>
    <w:rsid w:val="00267369"/>
    <w:rsid w:val="0026785D"/>
    <w:rsid w:val="002779D0"/>
    <w:rsid w:val="00291EDE"/>
    <w:rsid w:val="002A3B7D"/>
    <w:rsid w:val="002A69CE"/>
    <w:rsid w:val="002C31BF"/>
    <w:rsid w:val="002E0CD7"/>
    <w:rsid w:val="002F026B"/>
    <w:rsid w:val="00314EB0"/>
    <w:rsid w:val="00357BC6"/>
    <w:rsid w:val="0037095B"/>
    <w:rsid w:val="0037111D"/>
    <w:rsid w:val="003756B9"/>
    <w:rsid w:val="00381DF9"/>
    <w:rsid w:val="00393339"/>
    <w:rsid w:val="003956C6"/>
    <w:rsid w:val="003C3209"/>
    <w:rsid w:val="003E6B9A"/>
    <w:rsid w:val="003E75CE"/>
    <w:rsid w:val="003F567E"/>
    <w:rsid w:val="003F5D33"/>
    <w:rsid w:val="0041380F"/>
    <w:rsid w:val="00450F07"/>
    <w:rsid w:val="00453CD3"/>
    <w:rsid w:val="00455BC7"/>
    <w:rsid w:val="00460660"/>
    <w:rsid w:val="00460CCB"/>
    <w:rsid w:val="00472B37"/>
    <w:rsid w:val="00477370"/>
    <w:rsid w:val="00486107"/>
    <w:rsid w:val="00491827"/>
    <w:rsid w:val="004926B0"/>
    <w:rsid w:val="00494124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720"/>
    <w:rsid w:val="00596C7E"/>
    <w:rsid w:val="005A5F24"/>
    <w:rsid w:val="005A64E9"/>
    <w:rsid w:val="005B5EE9"/>
    <w:rsid w:val="005C55CD"/>
    <w:rsid w:val="005C61F6"/>
    <w:rsid w:val="006104F6"/>
    <w:rsid w:val="0061068E"/>
    <w:rsid w:val="00660AD3"/>
    <w:rsid w:val="00696D85"/>
    <w:rsid w:val="006A5570"/>
    <w:rsid w:val="006A689C"/>
    <w:rsid w:val="006B3D79"/>
    <w:rsid w:val="006E0578"/>
    <w:rsid w:val="006E314D"/>
    <w:rsid w:val="006E4759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4643"/>
    <w:rsid w:val="00766846"/>
    <w:rsid w:val="0077673A"/>
    <w:rsid w:val="007846E1"/>
    <w:rsid w:val="007873B6"/>
    <w:rsid w:val="007B570C"/>
    <w:rsid w:val="007E4A6E"/>
    <w:rsid w:val="007F56A7"/>
    <w:rsid w:val="00807DD0"/>
    <w:rsid w:val="00813F11"/>
    <w:rsid w:val="00835D40"/>
    <w:rsid w:val="0087729C"/>
    <w:rsid w:val="008845A2"/>
    <w:rsid w:val="00891334"/>
    <w:rsid w:val="008A3568"/>
    <w:rsid w:val="008D03B9"/>
    <w:rsid w:val="008D4DBB"/>
    <w:rsid w:val="008E77ED"/>
    <w:rsid w:val="008F18D6"/>
    <w:rsid w:val="0090155A"/>
    <w:rsid w:val="00904780"/>
    <w:rsid w:val="009113A8"/>
    <w:rsid w:val="00922385"/>
    <w:rsid w:val="009223DF"/>
    <w:rsid w:val="009356CF"/>
    <w:rsid w:val="00936091"/>
    <w:rsid w:val="00940D8A"/>
    <w:rsid w:val="00957324"/>
    <w:rsid w:val="00962258"/>
    <w:rsid w:val="00966D62"/>
    <w:rsid w:val="009678B7"/>
    <w:rsid w:val="00982411"/>
    <w:rsid w:val="00992D9C"/>
    <w:rsid w:val="00996CB8"/>
    <w:rsid w:val="009A7568"/>
    <w:rsid w:val="009B2E97"/>
    <w:rsid w:val="009B3C69"/>
    <w:rsid w:val="009B72CC"/>
    <w:rsid w:val="009E0276"/>
    <w:rsid w:val="009E07F4"/>
    <w:rsid w:val="009F392E"/>
    <w:rsid w:val="00A44328"/>
    <w:rsid w:val="00A6177B"/>
    <w:rsid w:val="00A61C88"/>
    <w:rsid w:val="00A66136"/>
    <w:rsid w:val="00A738C0"/>
    <w:rsid w:val="00A764C2"/>
    <w:rsid w:val="00AA3667"/>
    <w:rsid w:val="00AA4CBB"/>
    <w:rsid w:val="00AA65FA"/>
    <w:rsid w:val="00AA7351"/>
    <w:rsid w:val="00AD056F"/>
    <w:rsid w:val="00AD2773"/>
    <w:rsid w:val="00AD6731"/>
    <w:rsid w:val="00AE1DDE"/>
    <w:rsid w:val="00AE67FF"/>
    <w:rsid w:val="00AF2EED"/>
    <w:rsid w:val="00B1056C"/>
    <w:rsid w:val="00B15B5E"/>
    <w:rsid w:val="00B15D0D"/>
    <w:rsid w:val="00B23078"/>
    <w:rsid w:val="00B23CA3"/>
    <w:rsid w:val="00B24463"/>
    <w:rsid w:val="00B3491A"/>
    <w:rsid w:val="00B45E9E"/>
    <w:rsid w:val="00B51629"/>
    <w:rsid w:val="00B55F9C"/>
    <w:rsid w:val="00B75EE1"/>
    <w:rsid w:val="00B77481"/>
    <w:rsid w:val="00B8518B"/>
    <w:rsid w:val="00BB3740"/>
    <w:rsid w:val="00BB43F8"/>
    <w:rsid w:val="00BC04EF"/>
    <w:rsid w:val="00BD0225"/>
    <w:rsid w:val="00BD5319"/>
    <w:rsid w:val="00BD7E91"/>
    <w:rsid w:val="00BE6573"/>
    <w:rsid w:val="00BF374D"/>
    <w:rsid w:val="00BF6D48"/>
    <w:rsid w:val="00C02D0A"/>
    <w:rsid w:val="00C03A6E"/>
    <w:rsid w:val="00C07912"/>
    <w:rsid w:val="00C30759"/>
    <w:rsid w:val="00C33D80"/>
    <w:rsid w:val="00C44F6A"/>
    <w:rsid w:val="00C727E5"/>
    <w:rsid w:val="00C8207D"/>
    <w:rsid w:val="00CA177F"/>
    <w:rsid w:val="00CB6346"/>
    <w:rsid w:val="00CB7B5A"/>
    <w:rsid w:val="00CC1E2B"/>
    <w:rsid w:val="00CC5097"/>
    <w:rsid w:val="00CD1FC4"/>
    <w:rsid w:val="00CE371D"/>
    <w:rsid w:val="00D02A4D"/>
    <w:rsid w:val="00D21061"/>
    <w:rsid w:val="00D25D73"/>
    <w:rsid w:val="00D316A7"/>
    <w:rsid w:val="00D347B6"/>
    <w:rsid w:val="00D4108E"/>
    <w:rsid w:val="00D6163D"/>
    <w:rsid w:val="00D63009"/>
    <w:rsid w:val="00D7086B"/>
    <w:rsid w:val="00D73DB2"/>
    <w:rsid w:val="00D831A3"/>
    <w:rsid w:val="00D902AD"/>
    <w:rsid w:val="00DA0A9B"/>
    <w:rsid w:val="00DA6FFE"/>
    <w:rsid w:val="00DC3110"/>
    <w:rsid w:val="00DD46F3"/>
    <w:rsid w:val="00DD58A6"/>
    <w:rsid w:val="00DE4F1D"/>
    <w:rsid w:val="00DE56F2"/>
    <w:rsid w:val="00DF116D"/>
    <w:rsid w:val="00DF6545"/>
    <w:rsid w:val="00E10710"/>
    <w:rsid w:val="00E127DB"/>
    <w:rsid w:val="00E42A8D"/>
    <w:rsid w:val="00E824F1"/>
    <w:rsid w:val="00E85FF2"/>
    <w:rsid w:val="00EB104F"/>
    <w:rsid w:val="00EB5BFE"/>
    <w:rsid w:val="00ED14BD"/>
    <w:rsid w:val="00F00DD6"/>
    <w:rsid w:val="00F01440"/>
    <w:rsid w:val="00F12DEC"/>
    <w:rsid w:val="00F1715C"/>
    <w:rsid w:val="00F24E07"/>
    <w:rsid w:val="00F310F8"/>
    <w:rsid w:val="00F35939"/>
    <w:rsid w:val="00F45607"/>
    <w:rsid w:val="00F60935"/>
    <w:rsid w:val="00F64786"/>
    <w:rsid w:val="00F659EB"/>
    <w:rsid w:val="00F804A7"/>
    <w:rsid w:val="00F862D6"/>
    <w:rsid w:val="00F86BA6"/>
    <w:rsid w:val="00F95FBB"/>
    <w:rsid w:val="00FA1F27"/>
    <w:rsid w:val="00FC6389"/>
    <w:rsid w:val="00FC64CB"/>
    <w:rsid w:val="00FC7993"/>
    <w:rsid w:val="00FD2F51"/>
    <w:rsid w:val="00FE3455"/>
    <w:rsid w:val="00FF10DA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5DE8D93"/>
  <w14:defaultImageDpi w14:val="32767"/>
  <w15:docId w15:val="{51D38BB2-D17E-4374-8B46-EF84AEC68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0A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A0A9B"/>
    <w:rPr>
      <w:b/>
      <w:bCs/>
      <w:sz w:val="20"/>
      <w:szCs w:val="20"/>
    </w:rPr>
  </w:style>
  <w:style w:type="paragraph" w:customStyle="1" w:styleId="Default">
    <w:name w:val="Default"/>
    <w:rsid w:val="003C320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52E4B06-ED66-4112-AE60-E1B06662A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11</TotalTime>
  <Pages>1</Pages>
  <Words>306</Words>
  <Characters>1812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Rečková Radomíra, Ing.</cp:lastModifiedBy>
  <cp:revision>7</cp:revision>
  <cp:lastPrinted>2021-06-16T13:10:00Z</cp:lastPrinted>
  <dcterms:created xsi:type="dcterms:W3CDTF">2021-07-08T12:46:00Z</dcterms:created>
  <dcterms:modified xsi:type="dcterms:W3CDTF">2021-07-09T06:39:00Z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