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7218BD" w:rsidRDefault="00FD501F" w:rsidP="007218BD">
      <w:pPr>
        <w:pStyle w:val="Tituldatum"/>
        <w:rPr>
          <w:b/>
          <w:sz w:val="32"/>
          <w:szCs w:val="32"/>
        </w:rPr>
      </w:pPr>
      <w:r w:rsidRPr="00590747">
        <w:rPr>
          <w:b/>
          <w:sz w:val="32"/>
          <w:szCs w:val="32"/>
        </w:rPr>
        <w:br/>
      </w:r>
      <w:r w:rsidR="007218BD" w:rsidRPr="00590747">
        <w:rPr>
          <w:b/>
          <w:sz w:val="32"/>
          <w:szCs w:val="32"/>
        </w:rPr>
        <w:t xml:space="preserve">Projektová dokumentace pro </w:t>
      </w:r>
      <w:r w:rsidR="007C7093" w:rsidRPr="00590747">
        <w:rPr>
          <w:b/>
          <w:sz w:val="32"/>
          <w:szCs w:val="32"/>
        </w:rPr>
        <w:t>společné povolení Projektová dokumentace pro provádění stavby</w:t>
      </w:r>
      <w:r w:rsidR="007218BD" w:rsidRPr="00590747">
        <w:rPr>
          <w:b/>
          <w:sz w:val="32"/>
          <w:szCs w:val="32"/>
        </w:rPr>
        <w:t xml:space="preserve"> </w:t>
      </w:r>
      <w:r w:rsidR="007218BD" w:rsidRPr="00590747">
        <w:rPr>
          <w:b/>
          <w:sz w:val="32"/>
          <w:szCs w:val="32"/>
        </w:rPr>
        <w:br/>
        <w:t>Autorský dozor</w:t>
      </w:r>
    </w:p>
    <w:p w:rsidR="00BF07F6" w:rsidRDefault="00BF07F6" w:rsidP="00FD501F">
      <w:pPr>
        <w:pStyle w:val="Titul2"/>
      </w:pPr>
    </w:p>
    <w:p w:rsidR="00FD501F" w:rsidRDefault="00FD501F" w:rsidP="00FD501F">
      <w:pPr>
        <w:pStyle w:val="Titul2"/>
      </w:pPr>
    </w:p>
    <w:sdt>
      <w:sdtPr>
        <w:rPr>
          <w:rStyle w:val="Nzevakce"/>
        </w:rPr>
        <w:alias w:val="Název akce - Vypsat pole, přenese se do zápatí"/>
        <w:tag w:val="Název akce"/>
        <w:id w:val="1889687308"/>
        <w:placeholder>
          <w:docPart w:val="B6755E7DDC07432DB6F74961B6AE1966"/>
        </w:placeholder>
        <w:text w:multiLine="1"/>
      </w:sdtPr>
      <w:sdtEndPr>
        <w:rPr>
          <w:rStyle w:val="Standardnpsmoodstavce"/>
          <w:b w:val="0"/>
          <w:sz w:val="24"/>
        </w:rPr>
      </w:sdtEndPr>
      <w:sdtContent>
        <w:p w:rsidR="00DB6CED" w:rsidRDefault="00BD1CF0" w:rsidP="00DB6CED">
          <w:pPr>
            <w:pStyle w:val="Tituldatum"/>
          </w:pPr>
          <w:r>
            <w:rPr>
              <w:rStyle w:val="Nzevakce"/>
            </w:rPr>
            <w:t>„</w:t>
          </w:r>
          <w:r w:rsidR="00B0294D">
            <w:rPr>
              <w:rStyle w:val="Nzevakce"/>
            </w:rPr>
            <w:t xml:space="preserve">Doplnění informačního zařízení v TÚ Olomouc </w:t>
          </w:r>
          <w:proofErr w:type="spellStart"/>
          <w:proofErr w:type="gramStart"/>
          <w:r w:rsidR="00B0294D">
            <w:rPr>
              <w:rStyle w:val="Nzevakce"/>
            </w:rPr>
            <w:t>hl.n</w:t>
          </w:r>
          <w:proofErr w:type="spellEnd"/>
          <w:r w:rsidR="00B0294D">
            <w:rPr>
              <w:rStyle w:val="Nzevakce"/>
            </w:rPr>
            <w:t>.</w:t>
          </w:r>
          <w:proofErr w:type="gramEnd"/>
          <w:r w:rsidR="00B0294D">
            <w:rPr>
              <w:rStyle w:val="Nzevakce"/>
            </w:rPr>
            <w:t xml:space="preserve"> – Olomouc-</w:t>
          </w:r>
          <w:proofErr w:type="spellStart"/>
          <w:r w:rsidR="00B0294D">
            <w:rPr>
              <w:rStyle w:val="Nzevakce"/>
            </w:rPr>
            <w:t>Řepčín</w:t>
          </w:r>
          <w:proofErr w:type="spellEnd"/>
          <w:r>
            <w:rPr>
              <w:rStyle w:val="Nzevakce"/>
            </w:rPr>
            <w:t>“</w:t>
          </w:r>
        </w:p>
      </w:sdtContent>
    </w:sdt>
    <w:p w:rsidR="006B2318" w:rsidRDefault="006B2318" w:rsidP="007218BD">
      <w:pPr>
        <w:pStyle w:val="Tituldatum"/>
      </w:pPr>
    </w:p>
    <w:p w:rsidR="00807E58" w:rsidRDefault="00807E58" w:rsidP="007218BD">
      <w:pPr>
        <w:pStyle w:val="Tituldatum"/>
      </w:pPr>
    </w:p>
    <w:p w:rsidR="00807E58" w:rsidRPr="006C2343" w:rsidRDefault="00807E58" w:rsidP="007218BD">
      <w:pPr>
        <w:pStyle w:val="Tituldatum"/>
      </w:pPr>
    </w:p>
    <w:p w:rsidR="00B507F3" w:rsidRPr="006C2343" w:rsidRDefault="006C2343" w:rsidP="006C2343">
      <w:pPr>
        <w:pStyle w:val="Tituldatum"/>
      </w:pPr>
      <w:r w:rsidRPr="006C2343">
        <w:t xml:space="preserve">Datum vydání: </w:t>
      </w:r>
      <w:r w:rsidRPr="006C2343">
        <w:tab/>
      </w:r>
      <w:r w:rsidR="002F705E" w:rsidRPr="002F705E">
        <w:t>16.</w:t>
      </w:r>
      <w:r w:rsidR="002F705E">
        <w:t xml:space="preserve"> </w:t>
      </w:r>
      <w:r w:rsidR="002F705E" w:rsidRPr="002F705E">
        <w:t>6</w:t>
      </w:r>
      <w:r w:rsidRPr="002F705E">
        <w:t>. 20</w:t>
      </w:r>
      <w:r w:rsidR="00BF26F4" w:rsidRPr="002F705E">
        <w:t>2</w:t>
      </w:r>
      <w:r w:rsidR="00950C60" w:rsidRPr="002F705E">
        <w:t>1</w:t>
      </w:r>
    </w:p>
    <w:p w:rsidR="00DB0562" w:rsidRPr="008118AA" w:rsidRDefault="00826B7B" w:rsidP="00986B17">
      <w:pPr>
        <w:pStyle w:val="Titul1"/>
      </w:pPr>
      <w:r>
        <w:br w:type="page"/>
      </w:r>
    </w:p>
    <w:p w:rsidR="00BD7E91" w:rsidRDefault="00BD7E91" w:rsidP="00B101FD">
      <w:pPr>
        <w:pStyle w:val="Nadpisbezsl1-1"/>
      </w:pPr>
      <w:r>
        <w:lastRenderedPageBreak/>
        <w:t>Obsah</w:t>
      </w:r>
      <w:r w:rsidR="00887F36">
        <w:t xml:space="preserve"> </w:t>
      </w:r>
    </w:p>
    <w:p w:rsidR="002F705E"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75251209" w:history="1">
        <w:r w:rsidR="002F705E" w:rsidRPr="008A30D7">
          <w:rPr>
            <w:rStyle w:val="Hypertextovodkaz"/>
          </w:rPr>
          <w:t>SEZNAM ZKRATEK</w:t>
        </w:r>
        <w:r w:rsidR="002F705E">
          <w:rPr>
            <w:noProof/>
            <w:webHidden/>
          </w:rPr>
          <w:tab/>
        </w:r>
        <w:r w:rsidR="002F705E">
          <w:rPr>
            <w:noProof/>
            <w:webHidden/>
          </w:rPr>
          <w:fldChar w:fldCharType="begin"/>
        </w:r>
        <w:r w:rsidR="002F705E">
          <w:rPr>
            <w:noProof/>
            <w:webHidden/>
          </w:rPr>
          <w:instrText xml:space="preserve"> PAGEREF _Toc75251209 \h </w:instrText>
        </w:r>
        <w:r w:rsidR="002F705E">
          <w:rPr>
            <w:noProof/>
            <w:webHidden/>
          </w:rPr>
        </w:r>
        <w:r w:rsidR="002F705E">
          <w:rPr>
            <w:noProof/>
            <w:webHidden/>
          </w:rPr>
          <w:fldChar w:fldCharType="separate"/>
        </w:r>
        <w:r w:rsidR="002F705E">
          <w:rPr>
            <w:noProof/>
            <w:webHidden/>
          </w:rPr>
          <w:t>2</w:t>
        </w:r>
        <w:r w:rsidR="002F705E">
          <w:rPr>
            <w:noProof/>
            <w:webHidden/>
          </w:rPr>
          <w:fldChar w:fldCharType="end"/>
        </w:r>
      </w:hyperlink>
    </w:p>
    <w:p w:rsidR="002F705E" w:rsidRDefault="002F705E">
      <w:pPr>
        <w:pStyle w:val="Obsah1"/>
        <w:rPr>
          <w:rFonts w:asciiTheme="minorHAnsi" w:eastAsiaTheme="minorEastAsia" w:hAnsiTheme="minorHAnsi"/>
          <w:b w:val="0"/>
          <w:caps w:val="0"/>
          <w:noProof/>
          <w:spacing w:val="0"/>
          <w:sz w:val="22"/>
          <w:szCs w:val="22"/>
          <w:lang w:eastAsia="cs-CZ"/>
        </w:rPr>
      </w:pPr>
      <w:hyperlink w:anchor="_Toc75251210" w:history="1">
        <w:r w:rsidRPr="008A30D7">
          <w:rPr>
            <w:rStyle w:val="Hypertextovodkaz"/>
          </w:rPr>
          <w:t>1.</w:t>
        </w:r>
        <w:r>
          <w:rPr>
            <w:rFonts w:asciiTheme="minorHAnsi" w:eastAsiaTheme="minorEastAsia" w:hAnsiTheme="minorHAnsi"/>
            <w:b w:val="0"/>
            <w:caps w:val="0"/>
            <w:noProof/>
            <w:spacing w:val="0"/>
            <w:sz w:val="22"/>
            <w:szCs w:val="22"/>
            <w:lang w:eastAsia="cs-CZ"/>
          </w:rPr>
          <w:tab/>
        </w:r>
        <w:r w:rsidRPr="008A30D7">
          <w:rPr>
            <w:rStyle w:val="Hypertextovodkaz"/>
          </w:rPr>
          <w:t>SPECIFIKACE PŘEDMĚTU DÍLA</w:t>
        </w:r>
        <w:r>
          <w:rPr>
            <w:noProof/>
            <w:webHidden/>
          </w:rPr>
          <w:tab/>
        </w:r>
        <w:r>
          <w:rPr>
            <w:noProof/>
            <w:webHidden/>
          </w:rPr>
          <w:fldChar w:fldCharType="begin"/>
        </w:r>
        <w:r>
          <w:rPr>
            <w:noProof/>
            <w:webHidden/>
          </w:rPr>
          <w:instrText xml:space="preserve"> PAGEREF _Toc75251210 \h </w:instrText>
        </w:r>
        <w:r>
          <w:rPr>
            <w:noProof/>
            <w:webHidden/>
          </w:rPr>
        </w:r>
        <w:r>
          <w:rPr>
            <w:noProof/>
            <w:webHidden/>
          </w:rPr>
          <w:fldChar w:fldCharType="separate"/>
        </w:r>
        <w:r>
          <w:rPr>
            <w:noProof/>
            <w:webHidden/>
          </w:rPr>
          <w:t>3</w:t>
        </w:r>
        <w:r>
          <w:rPr>
            <w:noProof/>
            <w:webHidden/>
          </w:rPr>
          <w:fldChar w:fldCharType="end"/>
        </w:r>
      </w:hyperlink>
    </w:p>
    <w:p w:rsidR="002F705E" w:rsidRDefault="002F705E">
      <w:pPr>
        <w:pStyle w:val="Obsah2"/>
        <w:rPr>
          <w:rFonts w:asciiTheme="minorHAnsi" w:eastAsiaTheme="minorEastAsia" w:hAnsiTheme="minorHAnsi"/>
          <w:noProof/>
          <w:spacing w:val="0"/>
          <w:sz w:val="22"/>
          <w:szCs w:val="22"/>
          <w:lang w:eastAsia="cs-CZ"/>
        </w:rPr>
      </w:pPr>
      <w:hyperlink w:anchor="_Toc75251211" w:history="1">
        <w:r w:rsidRPr="008A30D7">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8A30D7">
          <w:rPr>
            <w:rStyle w:val="Hypertextovodkaz"/>
          </w:rPr>
          <w:t>Předmět díla</w:t>
        </w:r>
        <w:r>
          <w:rPr>
            <w:noProof/>
            <w:webHidden/>
          </w:rPr>
          <w:tab/>
        </w:r>
        <w:r>
          <w:rPr>
            <w:noProof/>
            <w:webHidden/>
          </w:rPr>
          <w:fldChar w:fldCharType="begin"/>
        </w:r>
        <w:r>
          <w:rPr>
            <w:noProof/>
            <w:webHidden/>
          </w:rPr>
          <w:instrText xml:space="preserve"> PAGEREF _Toc75251211 \h </w:instrText>
        </w:r>
        <w:r>
          <w:rPr>
            <w:noProof/>
            <w:webHidden/>
          </w:rPr>
        </w:r>
        <w:r>
          <w:rPr>
            <w:noProof/>
            <w:webHidden/>
          </w:rPr>
          <w:fldChar w:fldCharType="separate"/>
        </w:r>
        <w:r>
          <w:rPr>
            <w:noProof/>
            <w:webHidden/>
          </w:rPr>
          <w:t>3</w:t>
        </w:r>
        <w:r>
          <w:rPr>
            <w:noProof/>
            <w:webHidden/>
          </w:rPr>
          <w:fldChar w:fldCharType="end"/>
        </w:r>
      </w:hyperlink>
    </w:p>
    <w:p w:rsidR="002F705E" w:rsidRDefault="002F705E">
      <w:pPr>
        <w:pStyle w:val="Obsah2"/>
        <w:rPr>
          <w:rFonts w:asciiTheme="minorHAnsi" w:eastAsiaTheme="minorEastAsia" w:hAnsiTheme="minorHAnsi"/>
          <w:noProof/>
          <w:spacing w:val="0"/>
          <w:sz w:val="22"/>
          <w:szCs w:val="22"/>
          <w:lang w:eastAsia="cs-CZ"/>
        </w:rPr>
      </w:pPr>
      <w:hyperlink w:anchor="_Toc75251212" w:history="1">
        <w:r w:rsidRPr="008A30D7">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8A30D7">
          <w:rPr>
            <w:rStyle w:val="Hypertextovodkaz"/>
          </w:rPr>
          <w:t>Rozsah a členění Dokumentace</w:t>
        </w:r>
        <w:r>
          <w:rPr>
            <w:noProof/>
            <w:webHidden/>
          </w:rPr>
          <w:tab/>
        </w:r>
        <w:r>
          <w:rPr>
            <w:noProof/>
            <w:webHidden/>
          </w:rPr>
          <w:fldChar w:fldCharType="begin"/>
        </w:r>
        <w:r>
          <w:rPr>
            <w:noProof/>
            <w:webHidden/>
          </w:rPr>
          <w:instrText xml:space="preserve"> PAGEREF _Toc75251212 \h </w:instrText>
        </w:r>
        <w:r>
          <w:rPr>
            <w:noProof/>
            <w:webHidden/>
          </w:rPr>
        </w:r>
        <w:r>
          <w:rPr>
            <w:noProof/>
            <w:webHidden/>
          </w:rPr>
          <w:fldChar w:fldCharType="separate"/>
        </w:r>
        <w:r>
          <w:rPr>
            <w:noProof/>
            <w:webHidden/>
          </w:rPr>
          <w:t>3</w:t>
        </w:r>
        <w:r>
          <w:rPr>
            <w:noProof/>
            <w:webHidden/>
          </w:rPr>
          <w:fldChar w:fldCharType="end"/>
        </w:r>
      </w:hyperlink>
    </w:p>
    <w:p w:rsidR="002F705E" w:rsidRDefault="002F705E">
      <w:pPr>
        <w:pStyle w:val="Obsah2"/>
        <w:rPr>
          <w:rFonts w:asciiTheme="minorHAnsi" w:eastAsiaTheme="minorEastAsia" w:hAnsiTheme="minorHAnsi"/>
          <w:noProof/>
          <w:spacing w:val="0"/>
          <w:sz w:val="22"/>
          <w:szCs w:val="22"/>
          <w:lang w:eastAsia="cs-CZ"/>
        </w:rPr>
      </w:pPr>
      <w:hyperlink w:anchor="_Toc75251213" w:history="1">
        <w:r w:rsidRPr="008A30D7">
          <w:rPr>
            <w:rStyle w:val="Hypertextovodkaz"/>
            <w:rFonts w:asciiTheme="majorHAnsi" w:hAnsiTheme="majorHAnsi"/>
          </w:rPr>
          <w:t>1.3</w:t>
        </w:r>
        <w:r>
          <w:rPr>
            <w:rFonts w:asciiTheme="minorHAnsi" w:eastAsiaTheme="minorEastAsia" w:hAnsiTheme="minorHAnsi"/>
            <w:noProof/>
            <w:spacing w:val="0"/>
            <w:sz w:val="22"/>
            <w:szCs w:val="22"/>
            <w:lang w:eastAsia="cs-CZ"/>
          </w:rPr>
          <w:tab/>
        </w:r>
        <w:r w:rsidRPr="008A30D7">
          <w:rPr>
            <w:rStyle w:val="Hypertextovodkaz"/>
          </w:rPr>
          <w:t>Umístění stavby</w:t>
        </w:r>
        <w:r>
          <w:rPr>
            <w:noProof/>
            <w:webHidden/>
          </w:rPr>
          <w:tab/>
        </w:r>
        <w:r>
          <w:rPr>
            <w:noProof/>
            <w:webHidden/>
          </w:rPr>
          <w:fldChar w:fldCharType="begin"/>
        </w:r>
        <w:r>
          <w:rPr>
            <w:noProof/>
            <w:webHidden/>
          </w:rPr>
          <w:instrText xml:space="preserve"> PAGEREF _Toc75251213 \h </w:instrText>
        </w:r>
        <w:r>
          <w:rPr>
            <w:noProof/>
            <w:webHidden/>
          </w:rPr>
        </w:r>
        <w:r>
          <w:rPr>
            <w:noProof/>
            <w:webHidden/>
          </w:rPr>
          <w:fldChar w:fldCharType="separate"/>
        </w:r>
        <w:r>
          <w:rPr>
            <w:noProof/>
            <w:webHidden/>
          </w:rPr>
          <w:t>4</w:t>
        </w:r>
        <w:r>
          <w:rPr>
            <w:noProof/>
            <w:webHidden/>
          </w:rPr>
          <w:fldChar w:fldCharType="end"/>
        </w:r>
      </w:hyperlink>
    </w:p>
    <w:p w:rsidR="002F705E" w:rsidRDefault="002F705E">
      <w:pPr>
        <w:pStyle w:val="Obsah1"/>
        <w:rPr>
          <w:rFonts w:asciiTheme="minorHAnsi" w:eastAsiaTheme="minorEastAsia" w:hAnsiTheme="minorHAnsi"/>
          <w:b w:val="0"/>
          <w:caps w:val="0"/>
          <w:noProof/>
          <w:spacing w:val="0"/>
          <w:sz w:val="22"/>
          <w:szCs w:val="22"/>
          <w:lang w:eastAsia="cs-CZ"/>
        </w:rPr>
      </w:pPr>
      <w:hyperlink w:anchor="_Toc75251214" w:history="1">
        <w:r w:rsidRPr="008A30D7">
          <w:rPr>
            <w:rStyle w:val="Hypertextovodkaz"/>
          </w:rPr>
          <w:t>2.</w:t>
        </w:r>
        <w:r>
          <w:rPr>
            <w:rFonts w:asciiTheme="minorHAnsi" w:eastAsiaTheme="minorEastAsia" w:hAnsiTheme="minorHAnsi"/>
            <w:b w:val="0"/>
            <w:caps w:val="0"/>
            <w:noProof/>
            <w:spacing w:val="0"/>
            <w:sz w:val="22"/>
            <w:szCs w:val="22"/>
            <w:lang w:eastAsia="cs-CZ"/>
          </w:rPr>
          <w:tab/>
        </w:r>
        <w:r w:rsidRPr="008A30D7">
          <w:rPr>
            <w:rStyle w:val="Hypertextovodkaz"/>
          </w:rPr>
          <w:t>PŘEHLED VÝCHOZÍCH PODKLADŮ</w:t>
        </w:r>
        <w:r>
          <w:rPr>
            <w:noProof/>
            <w:webHidden/>
          </w:rPr>
          <w:tab/>
        </w:r>
        <w:r>
          <w:rPr>
            <w:noProof/>
            <w:webHidden/>
          </w:rPr>
          <w:fldChar w:fldCharType="begin"/>
        </w:r>
        <w:r>
          <w:rPr>
            <w:noProof/>
            <w:webHidden/>
          </w:rPr>
          <w:instrText xml:space="preserve"> PAGEREF _Toc75251214 \h </w:instrText>
        </w:r>
        <w:r>
          <w:rPr>
            <w:noProof/>
            <w:webHidden/>
          </w:rPr>
        </w:r>
        <w:r>
          <w:rPr>
            <w:noProof/>
            <w:webHidden/>
          </w:rPr>
          <w:fldChar w:fldCharType="separate"/>
        </w:r>
        <w:r>
          <w:rPr>
            <w:noProof/>
            <w:webHidden/>
          </w:rPr>
          <w:t>4</w:t>
        </w:r>
        <w:r>
          <w:rPr>
            <w:noProof/>
            <w:webHidden/>
          </w:rPr>
          <w:fldChar w:fldCharType="end"/>
        </w:r>
      </w:hyperlink>
    </w:p>
    <w:p w:rsidR="002F705E" w:rsidRDefault="002F705E">
      <w:pPr>
        <w:pStyle w:val="Obsah2"/>
        <w:rPr>
          <w:rFonts w:asciiTheme="minorHAnsi" w:eastAsiaTheme="minorEastAsia" w:hAnsiTheme="minorHAnsi"/>
          <w:noProof/>
          <w:spacing w:val="0"/>
          <w:sz w:val="22"/>
          <w:szCs w:val="22"/>
          <w:lang w:eastAsia="cs-CZ"/>
        </w:rPr>
      </w:pPr>
      <w:hyperlink w:anchor="_Toc75251215" w:history="1">
        <w:r w:rsidRPr="008A30D7">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8A30D7">
          <w:rPr>
            <w:rStyle w:val="Hypertextovodkaz"/>
          </w:rPr>
          <w:t>Související podklady a dokumentace</w:t>
        </w:r>
        <w:r>
          <w:rPr>
            <w:noProof/>
            <w:webHidden/>
          </w:rPr>
          <w:tab/>
        </w:r>
        <w:r>
          <w:rPr>
            <w:noProof/>
            <w:webHidden/>
          </w:rPr>
          <w:fldChar w:fldCharType="begin"/>
        </w:r>
        <w:r>
          <w:rPr>
            <w:noProof/>
            <w:webHidden/>
          </w:rPr>
          <w:instrText xml:space="preserve"> PAGEREF _Toc75251215 \h </w:instrText>
        </w:r>
        <w:r>
          <w:rPr>
            <w:noProof/>
            <w:webHidden/>
          </w:rPr>
        </w:r>
        <w:r>
          <w:rPr>
            <w:noProof/>
            <w:webHidden/>
          </w:rPr>
          <w:fldChar w:fldCharType="separate"/>
        </w:r>
        <w:r>
          <w:rPr>
            <w:noProof/>
            <w:webHidden/>
          </w:rPr>
          <w:t>4</w:t>
        </w:r>
        <w:r>
          <w:rPr>
            <w:noProof/>
            <w:webHidden/>
          </w:rPr>
          <w:fldChar w:fldCharType="end"/>
        </w:r>
      </w:hyperlink>
    </w:p>
    <w:p w:rsidR="002F705E" w:rsidRDefault="002F705E">
      <w:pPr>
        <w:pStyle w:val="Obsah1"/>
        <w:rPr>
          <w:rFonts w:asciiTheme="minorHAnsi" w:eastAsiaTheme="minorEastAsia" w:hAnsiTheme="minorHAnsi"/>
          <w:b w:val="0"/>
          <w:caps w:val="0"/>
          <w:noProof/>
          <w:spacing w:val="0"/>
          <w:sz w:val="22"/>
          <w:szCs w:val="22"/>
          <w:lang w:eastAsia="cs-CZ"/>
        </w:rPr>
      </w:pPr>
      <w:hyperlink w:anchor="_Toc75251216" w:history="1">
        <w:r w:rsidRPr="008A30D7">
          <w:rPr>
            <w:rStyle w:val="Hypertextovodkaz"/>
          </w:rPr>
          <w:t>3.</w:t>
        </w:r>
        <w:r>
          <w:rPr>
            <w:rFonts w:asciiTheme="minorHAnsi" w:eastAsiaTheme="minorEastAsia" w:hAnsiTheme="minorHAnsi"/>
            <w:b w:val="0"/>
            <w:caps w:val="0"/>
            <w:noProof/>
            <w:spacing w:val="0"/>
            <w:sz w:val="22"/>
            <w:szCs w:val="22"/>
            <w:lang w:eastAsia="cs-CZ"/>
          </w:rPr>
          <w:tab/>
        </w:r>
        <w:r w:rsidRPr="008A30D7">
          <w:rPr>
            <w:rStyle w:val="Hypertextovodkaz"/>
          </w:rPr>
          <w:t>KOORDINACE S JINÝMI STAVBAMI</w:t>
        </w:r>
        <w:r>
          <w:rPr>
            <w:noProof/>
            <w:webHidden/>
          </w:rPr>
          <w:tab/>
        </w:r>
        <w:r>
          <w:rPr>
            <w:noProof/>
            <w:webHidden/>
          </w:rPr>
          <w:fldChar w:fldCharType="begin"/>
        </w:r>
        <w:r>
          <w:rPr>
            <w:noProof/>
            <w:webHidden/>
          </w:rPr>
          <w:instrText xml:space="preserve"> PAGEREF _Toc75251216 \h </w:instrText>
        </w:r>
        <w:r>
          <w:rPr>
            <w:noProof/>
            <w:webHidden/>
          </w:rPr>
        </w:r>
        <w:r>
          <w:rPr>
            <w:noProof/>
            <w:webHidden/>
          </w:rPr>
          <w:fldChar w:fldCharType="separate"/>
        </w:r>
        <w:r>
          <w:rPr>
            <w:noProof/>
            <w:webHidden/>
          </w:rPr>
          <w:t>5</w:t>
        </w:r>
        <w:r>
          <w:rPr>
            <w:noProof/>
            <w:webHidden/>
          </w:rPr>
          <w:fldChar w:fldCharType="end"/>
        </w:r>
      </w:hyperlink>
    </w:p>
    <w:p w:rsidR="002F705E" w:rsidRDefault="002F705E">
      <w:pPr>
        <w:pStyle w:val="Obsah1"/>
        <w:rPr>
          <w:rFonts w:asciiTheme="minorHAnsi" w:eastAsiaTheme="minorEastAsia" w:hAnsiTheme="minorHAnsi"/>
          <w:b w:val="0"/>
          <w:caps w:val="0"/>
          <w:noProof/>
          <w:spacing w:val="0"/>
          <w:sz w:val="22"/>
          <w:szCs w:val="22"/>
          <w:lang w:eastAsia="cs-CZ"/>
        </w:rPr>
      </w:pPr>
      <w:hyperlink w:anchor="_Toc75251217" w:history="1">
        <w:r w:rsidRPr="008A30D7">
          <w:rPr>
            <w:rStyle w:val="Hypertextovodkaz"/>
          </w:rPr>
          <w:t>4.</w:t>
        </w:r>
        <w:r>
          <w:rPr>
            <w:rFonts w:asciiTheme="minorHAnsi" w:eastAsiaTheme="minorEastAsia" w:hAnsiTheme="minorHAnsi"/>
            <w:b w:val="0"/>
            <w:caps w:val="0"/>
            <w:noProof/>
            <w:spacing w:val="0"/>
            <w:sz w:val="22"/>
            <w:szCs w:val="22"/>
            <w:lang w:eastAsia="cs-CZ"/>
          </w:rPr>
          <w:tab/>
        </w:r>
        <w:r w:rsidRPr="008A30D7">
          <w:rPr>
            <w:rStyle w:val="Hypertextovodkaz"/>
          </w:rPr>
          <w:t>POŽADAVKY NA technické řešení a PROVEDENÍ DÍLA</w:t>
        </w:r>
        <w:r>
          <w:rPr>
            <w:noProof/>
            <w:webHidden/>
          </w:rPr>
          <w:tab/>
        </w:r>
        <w:r>
          <w:rPr>
            <w:noProof/>
            <w:webHidden/>
          </w:rPr>
          <w:fldChar w:fldCharType="begin"/>
        </w:r>
        <w:r>
          <w:rPr>
            <w:noProof/>
            <w:webHidden/>
          </w:rPr>
          <w:instrText xml:space="preserve"> PAGEREF _Toc75251217 \h </w:instrText>
        </w:r>
        <w:r>
          <w:rPr>
            <w:noProof/>
            <w:webHidden/>
          </w:rPr>
        </w:r>
        <w:r>
          <w:rPr>
            <w:noProof/>
            <w:webHidden/>
          </w:rPr>
          <w:fldChar w:fldCharType="separate"/>
        </w:r>
        <w:r>
          <w:rPr>
            <w:noProof/>
            <w:webHidden/>
          </w:rPr>
          <w:t>5</w:t>
        </w:r>
        <w:r>
          <w:rPr>
            <w:noProof/>
            <w:webHidden/>
          </w:rPr>
          <w:fldChar w:fldCharType="end"/>
        </w:r>
      </w:hyperlink>
    </w:p>
    <w:p w:rsidR="002F705E" w:rsidRDefault="002F705E">
      <w:pPr>
        <w:pStyle w:val="Obsah2"/>
        <w:rPr>
          <w:rFonts w:asciiTheme="minorHAnsi" w:eastAsiaTheme="minorEastAsia" w:hAnsiTheme="minorHAnsi"/>
          <w:noProof/>
          <w:spacing w:val="0"/>
          <w:sz w:val="22"/>
          <w:szCs w:val="22"/>
          <w:lang w:eastAsia="cs-CZ"/>
        </w:rPr>
      </w:pPr>
      <w:hyperlink w:anchor="_Toc75251218" w:history="1">
        <w:r w:rsidRPr="008A30D7">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8A30D7">
          <w:rPr>
            <w:rStyle w:val="Hypertextovodkaz"/>
          </w:rPr>
          <w:t>Všeobecně</w:t>
        </w:r>
        <w:r>
          <w:rPr>
            <w:noProof/>
            <w:webHidden/>
          </w:rPr>
          <w:tab/>
        </w:r>
        <w:r>
          <w:rPr>
            <w:noProof/>
            <w:webHidden/>
          </w:rPr>
          <w:fldChar w:fldCharType="begin"/>
        </w:r>
        <w:r>
          <w:rPr>
            <w:noProof/>
            <w:webHidden/>
          </w:rPr>
          <w:instrText xml:space="preserve"> PAGEREF _Toc75251218 \h </w:instrText>
        </w:r>
        <w:r>
          <w:rPr>
            <w:noProof/>
            <w:webHidden/>
          </w:rPr>
        </w:r>
        <w:r>
          <w:rPr>
            <w:noProof/>
            <w:webHidden/>
          </w:rPr>
          <w:fldChar w:fldCharType="separate"/>
        </w:r>
        <w:r>
          <w:rPr>
            <w:noProof/>
            <w:webHidden/>
          </w:rPr>
          <w:t>5</w:t>
        </w:r>
        <w:r>
          <w:rPr>
            <w:noProof/>
            <w:webHidden/>
          </w:rPr>
          <w:fldChar w:fldCharType="end"/>
        </w:r>
      </w:hyperlink>
    </w:p>
    <w:p w:rsidR="002F705E" w:rsidRDefault="002F705E">
      <w:pPr>
        <w:pStyle w:val="Obsah2"/>
        <w:rPr>
          <w:rFonts w:asciiTheme="minorHAnsi" w:eastAsiaTheme="minorEastAsia" w:hAnsiTheme="minorHAnsi"/>
          <w:noProof/>
          <w:spacing w:val="0"/>
          <w:sz w:val="22"/>
          <w:szCs w:val="22"/>
          <w:lang w:eastAsia="cs-CZ"/>
        </w:rPr>
      </w:pPr>
      <w:hyperlink w:anchor="_Toc75251219" w:history="1">
        <w:r w:rsidRPr="008A30D7">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8A30D7">
          <w:rPr>
            <w:rStyle w:val="Hypertextovodkaz"/>
          </w:rPr>
          <w:t>Zabezpečovací zařízení</w:t>
        </w:r>
        <w:r>
          <w:rPr>
            <w:noProof/>
            <w:webHidden/>
          </w:rPr>
          <w:tab/>
        </w:r>
        <w:r>
          <w:rPr>
            <w:noProof/>
            <w:webHidden/>
          </w:rPr>
          <w:fldChar w:fldCharType="begin"/>
        </w:r>
        <w:r>
          <w:rPr>
            <w:noProof/>
            <w:webHidden/>
          </w:rPr>
          <w:instrText xml:space="preserve"> PAGEREF _Toc75251219 \h </w:instrText>
        </w:r>
        <w:r>
          <w:rPr>
            <w:noProof/>
            <w:webHidden/>
          </w:rPr>
        </w:r>
        <w:r>
          <w:rPr>
            <w:noProof/>
            <w:webHidden/>
          </w:rPr>
          <w:fldChar w:fldCharType="separate"/>
        </w:r>
        <w:r>
          <w:rPr>
            <w:noProof/>
            <w:webHidden/>
          </w:rPr>
          <w:t>6</w:t>
        </w:r>
        <w:r>
          <w:rPr>
            <w:noProof/>
            <w:webHidden/>
          </w:rPr>
          <w:fldChar w:fldCharType="end"/>
        </w:r>
      </w:hyperlink>
    </w:p>
    <w:p w:rsidR="002F705E" w:rsidRDefault="002F705E">
      <w:pPr>
        <w:pStyle w:val="Obsah2"/>
        <w:rPr>
          <w:rFonts w:asciiTheme="minorHAnsi" w:eastAsiaTheme="minorEastAsia" w:hAnsiTheme="minorHAnsi"/>
          <w:noProof/>
          <w:spacing w:val="0"/>
          <w:sz w:val="22"/>
          <w:szCs w:val="22"/>
          <w:lang w:eastAsia="cs-CZ"/>
        </w:rPr>
      </w:pPr>
      <w:hyperlink w:anchor="_Toc75251220" w:history="1">
        <w:r w:rsidRPr="008A30D7">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8A30D7">
          <w:rPr>
            <w:rStyle w:val="Hypertextovodkaz"/>
          </w:rPr>
          <w:t>Sdělovací zařízení</w:t>
        </w:r>
        <w:r>
          <w:rPr>
            <w:noProof/>
            <w:webHidden/>
          </w:rPr>
          <w:tab/>
        </w:r>
        <w:r>
          <w:rPr>
            <w:noProof/>
            <w:webHidden/>
          </w:rPr>
          <w:fldChar w:fldCharType="begin"/>
        </w:r>
        <w:r>
          <w:rPr>
            <w:noProof/>
            <w:webHidden/>
          </w:rPr>
          <w:instrText xml:space="preserve"> PAGEREF _Toc75251220 \h </w:instrText>
        </w:r>
        <w:r>
          <w:rPr>
            <w:noProof/>
            <w:webHidden/>
          </w:rPr>
        </w:r>
        <w:r>
          <w:rPr>
            <w:noProof/>
            <w:webHidden/>
          </w:rPr>
          <w:fldChar w:fldCharType="separate"/>
        </w:r>
        <w:r>
          <w:rPr>
            <w:noProof/>
            <w:webHidden/>
          </w:rPr>
          <w:t>6</w:t>
        </w:r>
        <w:r>
          <w:rPr>
            <w:noProof/>
            <w:webHidden/>
          </w:rPr>
          <w:fldChar w:fldCharType="end"/>
        </w:r>
      </w:hyperlink>
    </w:p>
    <w:p w:rsidR="002F705E" w:rsidRDefault="002F705E">
      <w:pPr>
        <w:pStyle w:val="Obsah2"/>
        <w:rPr>
          <w:rFonts w:asciiTheme="minorHAnsi" w:eastAsiaTheme="minorEastAsia" w:hAnsiTheme="minorHAnsi"/>
          <w:noProof/>
          <w:spacing w:val="0"/>
          <w:sz w:val="22"/>
          <w:szCs w:val="22"/>
          <w:lang w:eastAsia="cs-CZ"/>
        </w:rPr>
      </w:pPr>
      <w:hyperlink w:anchor="_Toc75251221" w:history="1">
        <w:r w:rsidRPr="008A30D7">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8A30D7">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_Toc75251221 \h </w:instrText>
        </w:r>
        <w:r>
          <w:rPr>
            <w:noProof/>
            <w:webHidden/>
          </w:rPr>
        </w:r>
        <w:r>
          <w:rPr>
            <w:noProof/>
            <w:webHidden/>
          </w:rPr>
          <w:fldChar w:fldCharType="separate"/>
        </w:r>
        <w:r>
          <w:rPr>
            <w:noProof/>
            <w:webHidden/>
          </w:rPr>
          <w:t>7</w:t>
        </w:r>
        <w:r>
          <w:rPr>
            <w:noProof/>
            <w:webHidden/>
          </w:rPr>
          <w:fldChar w:fldCharType="end"/>
        </w:r>
      </w:hyperlink>
    </w:p>
    <w:p w:rsidR="002F705E" w:rsidRDefault="002F705E">
      <w:pPr>
        <w:pStyle w:val="Obsah2"/>
        <w:rPr>
          <w:rFonts w:asciiTheme="minorHAnsi" w:eastAsiaTheme="minorEastAsia" w:hAnsiTheme="minorHAnsi"/>
          <w:noProof/>
          <w:spacing w:val="0"/>
          <w:sz w:val="22"/>
          <w:szCs w:val="22"/>
          <w:lang w:eastAsia="cs-CZ"/>
        </w:rPr>
      </w:pPr>
      <w:hyperlink w:anchor="_Toc75251222" w:history="1">
        <w:r w:rsidRPr="008A30D7">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8A30D7">
          <w:rPr>
            <w:rStyle w:val="Hypertextovodkaz"/>
          </w:rPr>
          <w:t>Ostatní objekty</w:t>
        </w:r>
        <w:r>
          <w:rPr>
            <w:noProof/>
            <w:webHidden/>
          </w:rPr>
          <w:tab/>
        </w:r>
        <w:r>
          <w:rPr>
            <w:noProof/>
            <w:webHidden/>
          </w:rPr>
          <w:fldChar w:fldCharType="begin"/>
        </w:r>
        <w:r>
          <w:rPr>
            <w:noProof/>
            <w:webHidden/>
          </w:rPr>
          <w:instrText xml:space="preserve"> PAGEREF _Toc75251222 \h </w:instrText>
        </w:r>
        <w:r>
          <w:rPr>
            <w:noProof/>
            <w:webHidden/>
          </w:rPr>
        </w:r>
        <w:r>
          <w:rPr>
            <w:noProof/>
            <w:webHidden/>
          </w:rPr>
          <w:fldChar w:fldCharType="separate"/>
        </w:r>
        <w:r>
          <w:rPr>
            <w:noProof/>
            <w:webHidden/>
          </w:rPr>
          <w:t>9</w:t>
        </w:r>
        <w:r>
          <w:rPr>
            <w:noProof/>
            <w:webHidden/>
          </w:rPr>
          <w:fldChar w:fldCharType="end"/>
        </w:r>
      </w:hyperlink>
    </w:p>
    <w:p w:rsidR="002F705E" w:rsidRDefault="002F705E">
      <w:pPr>
        <w:pStyle w:val="Obsah2"/>
        <w:rPr>
          <w:rFonts w:asciiTheme="minorHAnsi" w:eastAsiaTheme="minorEastAsia" w:hAnsiTheme="minorHAnsi"/>
          <w:noProof/>
          <w:spacing w:val="0"/>
          <w:sz w:val="22"/>
          <w:szCs w:val="22"/>
          <w:lang w:eastAsia="cs-CZ"/>
        </w:rPr>
      </w:pPr>
      <w:hyperlink w:anchor="_Toc75251223" w:history="1">
        <w:r w:rsidRPr="008A30D7">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8A30D7">
          <w:rPr>
            <w:rStyle w:val="Hypertextovodkaz"/>
          </w:rPr>
          <w:t>Zásady organizace výstavby</w:t>
        </w:r>
        <w:r>
          <w:rPr>
            <w:noProof/>
            <w:webHidden/>
          </w:rPr>
          <w:tab/>
        </w:r>
        <w:r>
          <w:rPr>
            <w:noProof/>
            <w:webHidden/>
          </w:rPr>
          <w:fldChar w:fldCharType="begin"/>
        </w:r>
        <w:r>
          <w:rPr>
            <w:noProof/>
            <w:webHidden/>
          </w:rPr>
          <w:instrText xml:space="preserve"> PAGEREF _Toc75251223 \h </w:instrText>
        </w:r>
        <w:r>
          <w:rPr>
            <w:noProof/>
            <w:webHidden/>
          </w:rPr>
        </w:r>
        <w:r>
          <w:rPr>
            <w:noProof/>
            <w:webHidden/>
          </w:rPr>
          <w:fldChar w:fldCharType="separate"/>
        </w:r>
        <w:r>
          <w:rPr>
            <w:noProof/>
            <w:webHidden/>
          </w:rPr>
          <w:t>9</w:t>
        </w:r>
        <w:r>
          <w:rPr>
            <w:noProof/>
            <w:webHidden/>
          </w:rPr>
          <w:fldChar w:fldCharType="end"/>
        </w:r>
      </w:hyperlink>
    </w:p>
    <w:p w:rsidR="002F705E" w:rsidRDefault="002F705E">
      <w:pPr>
        <w:pStyle w:val="Obsah2"/>
        <w:rPr>
          <w:rFonts w:asciiTheme="minorHAnsi" w:eastAsiaTheme="minorEastAsia" w:hAnsiTheme="minorHAnsi"/>
          <w:noProof/>
          <w:spacing w:val="0"/>
          <w:sz w:val="22"/>
          <w:szCs w:val="22"/>
          <w:lang w:eastAsia="cs-CZ"/>
        </w:rPr>
      </w:pPr>
      <w:hyperlink w:anchor="_Toc75251224" w:history="1">
        <w:r w:rsidRPr="008A30D7">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8A30D7">
          <w:rPr>
            <w:rStyle w:val="Hypertextovodkaz"/>
          </w:rPr>
          <w:t>Geodetická dokumentace</w:t>
        </w:r>
        <w:r>
          <w:rPr>
            <w:noProof/>
            <w:webHidden/>
          </w:rPr>
          <w:tab/>
        </w:r>
        <w:r>
          <w:rPr>
            <w:noProof/>
            <w:webHidden/>
          </w:rPr>
          <w:fldChar w:fldCharType="begin"/>
        </w:r>
        <w:r>
          <w:rPr>
            <w:noProof/>
            <w:webHidden/>
          </w:rPr>
          <w:instrText xml:space="preserve"> PAGEREF _Toc75251224 \h </w:instrText>
        </w:r>
        <w:r>
          <w:rPr>
            <w:noProof/>
            <w:webHidden/>
          </w:rPr>
        </w:r>
        <w:r>
          <w:rPr>
            <w:noProof/>
            <w:webHidden/>
          </w:rPr>
          <w:fldChar w:fldCharType="separate"/>
        </w:r>
        <w:r>
          <w:rPr>
            <w:noProof/>
            <w:webHidden/>
          </w:rPr>
          <w:t>9</w:t>
        </w:r>
        <w:r>
          <w:rPr>
            <w:noProof/>
            <w:webHidden/>
          </w:rPr>
          <w:fldChar w:fldCharType="end"/>
        </w:r>
      </w:hyperlink>
    </w:p>
    <w:p w:rsidR="002F705E" w:rsidRDefault="002F705E">
      <w:pPr>
        <w:pStyle w:val="Obsah1"/>
        <w:rPr>
          <w:rFonts w:asciiTheme="minorHAnsi" w:eastAsiaTheme="minorEastAsia" w:hAnsiTheme="minorHAnsi"/>
          <w:b w:val="0"/>
          <w:caps w:val="0"/>
          <w:noProof/>
          <w:spacing w:val="0"/>
          <w:sz w:val="22"/>
          <w:szCs w:val="22"/>
          <w:lang w:eastAsia="cs-CZ"/>
        </w:rPr>
      </w:pPr>
      <w:hyperlink w:anchor="_Toc75251225" w:history="1">
        <w:r w:rsidRPr="008A30D7">
          <w:rPr>
            <w:rStyle w:val="Hypertextovodkaz"/>
          </w:rPr>
          <w:t>5.</w:t>
        </w:r>
        <w:r>
          <w:rPr>
            <w:rFonts w:asciiTheme="minorHAnsi" w:eastAsiaTheme="minorEastAsia" w:hAnsiTheme="minorHAnsi"/>
            <w:b w:val="0"/>
            <w:caps w:val="0"/>
            <w:noProof/>
            <w:spacing w:val="0"/>
            <w:sz w:val="22"/>
            <w:szCs w:val="22"/>
            <w:lang w:eastAsia="cs-CZ"/>
          </w:rPr>
          <w:tab/>
        </w:r>
        <w:r w:rsidRPr="008A30D7">
          <w:rPr>
            <w:rStyle w:val="Hypertextovodkaz"/>
          </w:rPr>
          <w:t>Vykazování odpadů</w:t>
        </w:r>
        <w:r>
          <w:rPr>
            <w:noProof/>
            <w:webHidden/>
          </w:rPr>
          <w:tab/>
        </w:r>
        <w:r>
          <w:rPr>
            <w:noProof/>
            <w:webHidden/>
          </w:rPr>
          <w:fldChar w:fldCharType="begin"/>
        </w:r>
        <w:r>
          <w:rPr>
            <w:noProof/>
            <w:webHidden/>
          </w:rPr>
          <w:instrText xml:space="preserve"> PAGEREF _Toc75251225 \h </w:instrText>
        </w:r>
        <w:r>
          <w:rPr>
            <w:noProof/>
            <w:webHidden/>
          </w:rPr>
        </w:r>
        <w:r>
          <w:rPr>
            <w:noProof/>
            <w:webHidden/>
          </w:rPr>
          <w:fldChar w:fldCharType="separate"/>
        </w:r>
        <w:r>
          <w:rPr>
            <w:noProof/>
            <w:webHidden/>
          </w:rPr>
          <w:t>10</w:t>
        </w:r>
        <w:r>
          <w:rPr>
            <w:noProof/>
            <w:webHidden/>
          </w:rPr>
          <w:fldChar w:fldCharType="end"/>
        </w:r>
      </w:hyperlink>
    </w:p>
    <w:p w:rsidR="002F705E" w:rsidRDefault="002F705E">
      <w:pPr>
        <w:pStyle w:val="Obsah2"/>
        <w:rPr>
          <w:rFonts w:asciiTheme="minorHAnsi" w:eastAsiaTheme="minorEastAsia" w:hAnsiTheme="minorHAnsi"/>
          <w:noProof/>
          <w:spacing w:val="0"/>
          <w:sz w:val="22"/>
          <w:szCs w:val="22"/>
          <w:lang w:eastAsia="cs-CZ"/>
        </w:rPr>
      </w:pPr>
      <w:hyperlink w:anchor="_Toc75251226" w:history="1">
        <w:r w:rsidRPr="008A30D7">
          <w:rPr>
            <w:rStyle w:val="Hypertextovodkaz"/>
            <w:rFonts w:asciiTheme="majorHAnsi" w:hAnsiTheme="majorHAnsi"/>
          </w:rPr>
          <w:t>5.1</w:t>
        </w:r>
        <w:r>
          <w:rPr>
            <w:rFonts w:asciiTheme="minorHAnsi" w:eastAsiaTheme="minorEastAsia" w:hAnsiTheme="minorHAnsi"/>
            <w:noProof/>
            <w:spacing w:val="0"/>
            <w:sz w:val="22"/>
            <w:szCs w:val="22"/>
            <w:lang w:eastAsia="cs-CZ"/>
          </w:rPr>
          <w:tab/>
        </w:r>
        <w:r w:rsidRPr="008A30D7">
          <w:rPr>
            <w:rStyle w:val="Hypertextovodkaz"/>
          </w:rPr>
          <w:t>Vykazování odpadů ve vztahu ke stanovení nákladů stavby</w:t>
        </w:r>
        <w:r>
          <w:rPr>
            <w:noProof/>
            <w:webHidden/>
          </w:rPr>
          <w:tab/>
        </w:r>
        <w:r>
          <w:rPr>
            <w:noProof/>
            <w:webHidden/>
          </w:rPr>
          <w:fldChar w:fldCharType="begin"/>
        </w:r>
        <w:r>
          <w:rPr>
            <w:noProof/>
            <w:webHidden/>
          </w:rPr>
          <w:instrText xml:space="preserve"> PAGEREF _Toc75251226 \h </w:instrText>
        </w:r>
        <w:r>
          <w:rPr>
            <w:noProof/>
            <w:webHidden/>
          </w:rPr>
        </w:r>
        <w:r>
          <w:rPr>
            <w:noProof/>
            <w:webHidden/>
          </w:rPr>
          <w:fldChar w:fldCharType="separate"/>
        </w:r>
        <w:r>
          <w:rPr>
            <w:noProof/>
            <w:webHidden/>
          </w:rPr>
          <w:t>10</w:t>
        </w:r>
        <w:r>
          <w:rPr>
            <w:noProof/>
            <w:webHidden/>
          </w:rPr>
          <w:fldChar w:fldCharType="end"/>
        </w:r>
      </w:hyperlink>
    </w:p>
    <w:p w:rsidR="002F705E" w:rsidRDefault="002F705E">
      <w:pPr>
        <w:pStyle w:val="Obsah2"/>
        <w:rPr>
          <w:rFonts w:asciiTheme="minorHAnsi" w:eastAsiaTheme="minorEastAsia" w:hAnsiTheme="minorHAnsi"/>
          <w:noProof/>
          <w:spacing w:val="0"/>
          <w:sz w:val="22"/>
          <w:szCs w:val="22"/>
          <w:lang w:eastAsia="cs-CZ"/>
        </w:rPr>
      </w:pPr>
      <w:hyperlink w:anchor="_Toc75251227" w:history="1">
        <w:r w:rsidRPr="008A30D7">
          <w:rPr>
            <w:rStyle w:val="Hypertextovodkaz"/>
            <w:rFonts w:asciiTheme="majorHAnsi" w:hAnsiTheme="majorHAnsi"/>
          </w:rPr>
          <w:t>5.2</w:t>
        </w:r>
        <w:r>
          <w:rPr>
            <w:rFonts w:asciiTheme="minorHAnsi" w:eastAsiaTheme="minorEastAsia" w:hAnsiTheme="minorHAnsi"/>
            <w:noProof/>
            <w:spacing w:val="0"/>
            <w:sz w:val="22"/>
            <w:szCs w:val="22"/>
            <w:lang w:eastAsia="cs-CZ"/>
          </w:rPr>
          <w:tab/>
        </w:r>
        <w:r w:rsidRPr="008A30D7">
          <w:rPr>
            <w:rStyle w:val="Hypertextovodkaz"/>
          </w:rPr>
          <w:t>Ostatní přílohy vztahující se k odpadovému hospodářství</w:t>
        </w:r>
        <w:r>
          <w:rPr>
            <w:noProof/>
            <w:webHidden/>
          </w:rPr>
          <w:tab/>
        </w:r>
        <w:r>
          <w:rPr>
            <w:noProof/>
            <w:webHidden/>
          </w:rPr>
          <w:fldChar w:fldCharType="begin"/>
        </w:r>
        <w:r>
          <w:rPr>
            <w:noProof/>
            <w:webHidden/>
          </w:rPr>
          <w:instrText xml:space="preserve"> PAGEREF _Toc75251227 \h </w:instrText>
        </w:r>
        <w:r>
          <w:rPr>
            <w:noProof/>
            <w:webHidden/>
          </w:rPr>
        </w:r>
        <w:r>
          <w:rPr>
            <w:noProof/>
            <w:webHidden/>
          </w:rPr>
          <w:fldChar w:fldCharType="separate"/>
        </w:r>
        <w:r>
          <w:rPr>
            <w:noProof/>
            <w:webHidden/>
          </w:rPr>
          <w:t>12</w:t>
        </w:r>
        <w:r>
          <w:rPr>
            <w:noProof/>
            <w:webHidden/>
          </w:rPr>
          <w:fldChar w:fldCharType="end"/>
        </w:r>
      </w:hyperlink>
    </w:p>
    <w:p w:rsidR="002F705E" w:rsidRDefault="002F705E">
      <w:pPr>
        <w:pStyle w:val="Obsah1"/>
        <w:rPr>
          <w:rFonts w:asciiTheme="minorHAnsi" w:eastAsiaTheme="minorEastAsia" w:hAnsiTheme="minorHAnsi"/>
          <w:b w:val="0"/>
          <w:caps w:val="0"/>
          <w:noProof/>
          <w:spacing w:val="0"/>
          <w:sz w:val="22"/>
          <w:szCs w:val="22"/>
          <w:lang w:eastAsia="cs-CZ"/>
        </w:rPr>
      </w:pPr>
      <w:hyperlink w:anchor="_Toc75251228" w:history="1">
        <w:r w:rsidRPr="008A30D7">
          <w:rPr>
            <w:rStyle w:val="Hypertextovodkaz"/>
          </w:rPr>
          <w:t>6.</w:t>
        </w:r>
        <w:r>
          <w:rPr>
            <w:rFonts w:asciiTheme="minorHAnsi" w:eastAsiaTheme="minorEastAsia" w:hAnsiTheme="minorHAnsi"/>
            <w:b w:val="0"/>
            <w:caps w:val="0"/>
            <w:noProof/>
            <w:spacing w:val="0"/>
            <w:sz w:val="22"/>
            <w:szCs w:val="22"/>
            <w:lang w:eastAsia="cs-CZ"/>
          </w:rPr>
          <w:tab/>
        </w:r>
        <w:r w:rsidRPr="008A30D7">
          <w:rPr>
            <w:rStyle w:val="Hypertextovodkaz"/>
          </w:rPr>
          <w:t>SPECIFICKÉ POŽADAVKY</w:t>
        </w:r>
        <w:r>
          <w:rPr>
            <w:noProof/>
            <w:webHidden/>
          </w:rPr>
          <w:tab/>
        </w:r>
        <w:r>
          <w:rPr>
            <w:noProof/>
            <w:webHidden/>
          </w:rPr>
          <w:fldChar w:fldCharType="begin"/>
        </w:r>
        <w:r>
          <w:rPr>
            <w:noProof/>
            <w:webHidden/>
          </w:rPr>
          <w:instrText xml:space="preserve"> PAGEREF _Toc75251228 \h </w:instrText>
        </w:r>
        <w:r>
          <w:rPr>
            <w:noProof/>
            <w:webHidden/>
          </w:rPr>
        </w:r>
        <w:r>
          <w:rPr>
            <w:noProof/>
            <w:webHidden/>
          </w:rPr>
          <w:fldChar w:fldCharType="separate"/>
        </w:r>
        <w:r>
          <w:rPr>
            <w:noProof/>
            <w:webHidden/>
          </w:rPr>
          <w:t>13</w:t>
        </w:r>
        <w:r>
          <w:rPr>
            <w:noProof/>
            <w:webHidden/>
          </w:rPr>
          <w:fldChar w:fldCharType="end"/>
        </w:r>
      </w:hyperlink>
    </w:p>
    <w:p w:rsidR="002F705E" w:rsidRDefault="002F705E">
      <w:pPr>
        <w:pStyle w:val="Obsah2"/>
        <w:rPr>
          <w:rFonts w:asciiTheme="minorHAnsi" w:eastAsiaTheme="minorEastAsia" w:hAnsiTheme="minorHAnsi"/>
          <w:noProof/>
          <w:spacing w:val="0"/>
          <w:sz w:val="22"/>
          <w:szCs w:val="22"/>
          <w:lang w:eastAsia="cs-CZ"/>
        </w:rPr>
      </w:pPr>
      <w:hyperlink w:anchor="_Toc75251229" w:history="1">
        <w:r w:rsidRPr="008A30D7">
          <w:rPr>
            <w:rStyle w:val="Hypertextovodkaz"/>
            <w:rFonts w:asciiTheme="majorHAnsi" w:hAnsiTheme="majorHAnsi"/>
          </w:rPr>
          <w:t>6.1</w:t>
        </w:r>
        <w:r>
          <w:rPr>
            <w:rFonts w:asciiTheme="minorHAnsi" w:eastAsiaTheme="minorEastAsia" w:hAnsiTheme="minorHAnsi"/>
            <w:noProof/>
            <w:spacing w:val="0"/>
            <w:sz w:val="22"/>
            <w:szCs w:val="22"/>
            <w:lang w:eastAsia="cs-CZ"/>
          </w:rPr>
          <w:tab/>
        </w:r>
        <w:r w:rsidRPr="008A30D7">
          <w:rPr>
            <w:rStyle w:val="Hypertextovodkaz"/>
          </w:rPr>
          <w:t>Všeobecně</w:t>
        </w:r>
        <w:r>
          <w:rPr>
            <w:noProof/>
            <w:webHidden/>
          </w:rPr>
          <w:tab/>
        </w:r>
        <w:r>
          <w:rPr>
            <w:noProof/>
            <w:webHidden/>
          </w:rPr>
          <w:fldChar w:fldCharType="begin"/>
        </w:r>
        <w:r>
          <w:rPr>
            <w:noProof/>
            <w:webHidden/>
          </w:rPr>
          <w:instrText xml:space="preserve"> PAGEREF _Toc75251229 \h </w:instrText>
        </w:r>
        <w:r>
          <w:rPr>
            <w:noProof/>
            <w:webHidden/>
          </w:rPr>
        </w:r>
        <w:r>
          <w:rPr>
            <w:noProof/>
            <w:webHidden/>
          </w:rPr>
          <w:fldChar w:fldCharType="separate"/>
        </w:r>
        <w:r>
          <w:rPr>
            <w:noProof/>
            <w:webHidden/>
          </w:rPr>
          <w:t>13</w:t>
        </w:r>
        <w:r>
          <w:rPr>
            <w:noProof/>
            <w:webHidden/>
          </w:rPr>
          <w:fldChar w:fldCharType="end"/>
        </w:r>
      </w:hyperlink>
    </w:p>
    <w:p w:rsidR="002F705E" w:rsidRDefault="002F705E">
      <w:pPr>
        <w:pStyle w:val="Obsah1"/>
        <w:rPr>
          <w:rFonts w:asciiTheme="minorHAnsi" w:eastAsiaTheme="minorEastAsia" w:hAnsiTheme="minorHAnsi"/>
          <w:b w:val="0"/>
          <w:caps w:val="0"/>
          <w:noProof/>
          <w:spacing w:val="0"/>
          <w:sz w:val="22"/>
          <w:szCs w:val="22"/>
          <w:lang w:eastAsia="cs-CZ"/>
        </w:rPr>
      </w:pPr>
      <w:hyperlink w:anchor="_Toc75251230" w:history="1">
        <w:r w:rsidRPr="008A30D7">
          <w:rPr>
            <w:rStyle w:val="Hypertextovodkaz"/>
          </w:rPr>
          <w:t>7.</w:t>
        </w:r>
        <w:r>
          <w:rPr>
            <w:rFonts w:asciiTheme="minorHAnsi" w:eastAsiaTheme="minorEastAsia" w:hAnsiTheme="minorHAnsi"/>
            <w:b w:val="0"/>
            <w:caps w:val="0"/>
            <w:noProof/>
            <w:spacing w:val="0"/>
            <w:sz w:val="22"/>
            <w:szCs w:val="22"/>
            <w:lang w:eastAsia="cs-CZ"/>
          </w:rPr>
          <w:tab/>
        </w:r>
        <w:r w:rsidRPr="008A30D7">
          <w:rPr>
            <w:rStyle w:val="Hypertextovodkaz"/>
          </w:rPr>
          <w:t>SOUVISEJÍCÍ DOKUMENTY A PŘEDPISY</w:t>
        </w:r>
        <w:r>
          <w:rPr>
            <w:noProof/>
            <w:webHidden/>
          </w:rPr>
          <w:tab/>
        </w:r>
        <w:r>
          <w:rPr>
            <w:noProof/>
            <w:webHidden/>
          </w:rPr>
          <w:fldChar w:fldCharType="begin"/>
        </w:r>
        <w:r>
          <w:rPr>
            <w:noProof/>
            <w:webHidden/>
          </w:rPr>
          <w:instrText xml:space="preserve"> PAGEREF _Toc75251230 \h </w:instrText>
        </w:r>
        <w:r>
          <w:rPr>
            <w:noProof/>
            <w:webHidden/>
          </w:rPr>
        </w:r>
        <w:r>
          <w:rPr>
            <w:noProof/>
            <w:webHidden/>
          </w:rPr>
          <w:fldChar w:fldCharType="separate"/>
        </w:r>
        <w:r>
          <w:rPr>
            <w:noProof/>
            <w:webHidden/>
          </w:rPr>
          <w:t>13</w:t>
        </w:r>
        <w:r>
          <w:rPr>
            <w:noProof/>
            <w:webHidden/>
          </w:rPr>
          <w:fldChar w:fldCharType="end"/>
        </w:r>
      </w:hyperlink>
    </w:p>
    <w:p w:rsidR="002F705E" w:rsidRDefault="002F705E">
      <w:pPr>
        <w:pStyle w:val="Obsah1"/>
        <w:rPr>
          <w:rFonts w:asciiTheme="minorHAnsi" w:eastAsiaTheme="minorEastAsia" w:hAnsiTheme="minorHAnsi"/>
          <w:b w:val="0"/>
          <w:caps w:val="0"/>
          <w:noProof/>
          <w:spacing w:val="0"/>
          <w:sz w:val="22"/>
          <w:szCs w:val="22"/>
          <w:lang w:eastAsia="cs-CZ"/>
        </w:rPr>
      </w:pPr>
      <w:hyperlink w:anchor="_Toc75251231" w:history="1">
        <w:r w:rsidRPr="008A30D7">
          <w:rPr>
            <w:rStyle w:val="Hypertextovodkaz"/>
          </w:rPr>
          <w:t>8.</w:t>
        </w:r>
        <w:r>
          <w:rPr>
            <w:rFonts w:asciiTheme="minorHAnsi" w:eastAsiaTheme="minorEastAsia" w:hAnsiTheme="minorHAnsi"/>
            <w:b w:val="0"/>
            <w:caps w:val="0"/>
            <w:noProof/>
            <w:spacing w:val="0"/>
            <w:sz w:val="22"/>
            <w:szCs w:val="22"/>
            <w:lang w:eastAsia="cs-CZ"/>
          </w:rPr>
          <w:tab/>
        </w:r>
        <w:r w:rsidRPr="008A30D7">
          <w:rPr>
            <w:rStyle w:val="Hypertextovodkaz"/>
          </w:rPr>
          <w:t>PŘÍLOHY</w:t>
        </w:r>
        <w:r>
          <w:rPr>
            <w:noProof/>
            <w:webHidden/>
          </w:rPr>
          <w:tab/>
        </w:r>
        <w:r>
          <w:rPr>
            <w:noProof/>
            <w:webHidden/>
          </w:rPr>
          <w:fldChar w:fldCharType="begin"/>
        </w:r>
        <w:r>
          <w:rPr>
            <w:noProof/>
            <w:webHidden/>
          </w:rPr>
          <w:instrText xml:space="preserve"> PAGEREF _Toc75251231 \h </w:instrText>
        </w:r>
        <w:r>
          <w:rPr>
            <w:noProof/>
            <w:webHidden/>
          </w:rPr>
        </w:r>
        <w:r>
          <w:rPr>
            <w:noProof/>
            <w:webHidden/>
          </w:rPr>
          <w:fldChar w:fldCharType="separate"/>
        </w:r>
        <w:r>
          <w:rPr>
            <w:noProof/>
            <w:webHidden/>
          </w:rPr>
          <w:t>13</w:t>
        </w:r>
        <w:r>
          <w:rPr>
            <w:noProof/>
            <w:webHidden/>
          </w:rPr>
          <w:fldChar w:fldCharType="end"/>
        </w:r>
      </w:hyperlink>
    </w:p>
    <w:p w:rsidR="00DB0562" w:rsidRPr="003B5AAE" w:rsidRDefault="00BD7E91" w:rsidP="00BD3820">
      <w:pPr>
        <w:rPr>
          <w:b/>
        </w:rPr>
      </w:pPr>
      <w:r>
        <w:fldChar w:fldCharType="end"/>
      </w:r>
    </w:p>
    <w:p w:rsidR="00DB0562" w:rsidRDefault="00AD0C7B" w:rsidP="00DB0562">
      <w:pPr>
        <w:pStyle w:val="Nadpisbezsl1-1"/>
        <w:outlineLvl w:val="0"/>
      </w:pPr>
      <w:bookmarkStart w:id="0" w:name="_Toc75251209"/>
      <w:r>
        <w:t>SEZNAM ZKRATEK</w:t>
      </w:r>
      <w:bookmarkEnd w:id="0"/>
      <w:r w:rsidR="0076790E">
        <w:t xml:space="preserve"> </w:t>
      </w:r>
    </w:p>
    <w:p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w:t>
      </w:r>
      <w:r w:rsidR="007359AF">
        <w:rPr>
          <w:rStyle w:val="Tun"/>
        </w:rPr>
        <w:t>TP</w:t>
      </w:r>
      <w:r w:rsidRPr="003B5AAE">
        <w:rPr>
          <w:rStyle w:val="Tun"/>
        </w:rPr>
        <w:t>.</w:t>
      </w:r>
      <w:r w:rsidR="007359AF">
        <w:rPr>
          <w:rStyle w:val="Tun"/>
        </w:rPr>
        <w:t xml:space="preserve"> </w:t>
      </w:r>
      <w:r w:rsidR="007359AF"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c>
          <w:tcPr>
            <w:tcW w:w="1250" w:type="dxa"/>
            <w:tcMar>
              <w:top w:w="28" w:type="dxa"/>
              <w:left w:w="0" w:type="dxa"/>
              <w:bottom w:w="28" w:type="dxa"/>
              <w:right w:w="0" w:type="dxa"/>
            </w:tcMar>
          </w:tcPr>
          <w:p w:rsidR="00AD0C7B" w:rsidRPr="00AD0C7B" w:rsidRDefault="00950C60" w:rsidP="00AD0C7B">
            <w:pPr>
              <w:pStyle w:val="Zkratky1"/>
            </w:pPr>
            <w:r>
              <w:t xml:space="preserve">PZS </w:t>
            </w:r>
            <w:r>
              <w:tab/>
            </w:r>
          </w:p>
        </w:tc>
        <w:tc>
          <w:tcPr>
            <w:tcW w:w="7452" w:type="dxa"/>
            <w:tcMar>
              <w:top w:w="28" w:type="dxa"/>
              <w:left w:w="0" w:type="dxa"/>
              <w:bottom w:w="28" w:type="dxa"/>
              <w:right w:w="0" w:type="dxa"/>
            </w:tcMar>
          </w:tcPr>
          <w:p w:rsidR="00AD0C7B" w:rsidRPr="006115D3" w:rsidRDefault="00950C60" w:rsidP="000F15F1">
            <w:pPr>
              <w:pStyle w:val="Zkratky2"/>
            </w:pPr>
            <w:r>
              <w:t>Přejezdové zabezpečovací zařízení světelné</w:t>
            </w: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bl>
    <w:p w:rsidR="00826B7B" w:rsidRDefault="00826B7B">
      <w:r>
        <w:br w:type="page"/>
      </w:r>
    </w:p>
    <w:p w:rsidR="00FD501F" w:rsidRPr="00FD501F" w:rsidRDefault="00FD501F" w:rsidP="00A134F8">
      <w:pPr>
        <w:pStyle w:val="Nadpis2-1"/>
      </w:pPr>
      <w:bookmarkStart w:id="1" w:name="_Toc389559699"/>
      <w:bookmarkStart w:id="2" w:name="_Toc397429847"/>
      <w:bookmarkStart w:id="3" w:name="_Ref433028040"/>
      <w:bookmarkStart w:id="4" w:name="_Toc1048197"/>
      <w:bookmarkStart w:id="5" w:name="_Toc75251210"/>
      <w:r w:rsidRPr="00FD501F">
        <w:lastRenderedPageBreak/>
        <w:t>SPECIFIKACE PŘEDMĚTU DÍLA</w:t>
      </w:r>
      <w:bookmarkEnd w:id="5"/>
    </w:p>
    <w:p w:rsidR="00FD501F" w:rsidRPr="00FD501F" w:rsidRDefault="00A836EC" w:rsidP="00DB0562">
      <w:pPr>
        <w:pStyle w:val="Nadpis2-2"/>
      </w:pPr>
      <w:bookmarkStart w:id="6" w:name="_Toc75251211"/>
      <w:r>
        <w:t xml:space="preserve">Předmět </w:t>
      </w:r>
      <w:r w:rsidR="00FD501F" w:rsidRPr="00FD501F">
        <w:t>díla</w:t>
      </w:r>
      <w:bookmarkEnd w:id="6"/>
    </w:p>
    <w:p w:rsidR="00FD501F" w:rsidRPr="00FD501F" w:rsidRDefault="00FD501F" w:rsidP="002B1F20">
      <w:pPr>
        <w:pStyle w:val="Text2-1"/>
      </w:pPr>
      <w:r w:rsidRPr="00FD501F">
        <w:t xml:space="preserve">Předmětem </w:t>
      </w:r>
      <w:r w:rsidR="00A836EC">
        <w:t>D</w:t>
      </w:r>
      <w:r w:rsidRPr="00FD501F">
        <w:t xml:space="preserve">íla </w:t>
      </w:r>
      <w:r w:rsidR="002B1F20" w:rsidRPr="00FD501F">
        <w:t>„</w:t>
      </w:r>
      <w:r w:rsidR="00B0294D">
        <w:rPr>
          <w:rStyle w:val="Tun"/>
        </w:rPr>
        <w:t xml:space="preserve">Doplnění informačního zařízení v TÚ Olomouc </w:t>
      </w:r>
      <w:proofErr w:type="spellStart"/>
      <w:proofErr w:type="gramStart"/>
      <w:r w:rsidR="00B0294D">
        <w:rPr>
          <w:rStyle w:val="Tun"/>
        </w:rPr>
        <w:t>hl.n</w:t>
      </w:r>
      <w:proofErr w:type="spellEnd"/>
      <w:r w:rsidR="00B0294D">
        <w:rPr>
          <w:rStyle w:val="Tun"/>
        </w:rPr>
        <w:t>.</w:t>
      </w:r>
      <w:proofErr w:type="gramEnd"/>
      <w:r w:rsidR="00B0294D">
        <w:rPr>
          <w:rStyle w:val="Tun"/>
        </w:rPr>
        <w:t xml:space="preserve"> – Olomouc-</w:t>
      </w:r>
      <w:proofErr w:type="spellStart"/>
      <w:r w:rsidR="00B0294D">
        <w:rPr>
          <w:rStyle w:val="Tun"/>
        </w:rPr>
        <w:t>Řepčín</w:t>
      </w:r>
      <w:proofErr w:type="spellEnd"/>
      <w:r w:rsidR="002B1F20" w:rsidRPr="00FD501F">
        <w:t>“</w:t>
      </w:r>
      <w:r w:rsidR="002B1F20">
        <w:t xml:space="preserve"> </w:t>
      </w:r>
      <w:r w:rsidRPr="00FD501F">
        <w:t xml:space="preserve">je </w:t>
      </w:r>
      <w:r w:rsidR="003F08B2" w:rsidRPr="00807E58">
        <w:t>zhotovení</w:t>
      </w:r>
      <w:r w:rsidR="002B1F20">
        <w:t>:</w:t>
      </w:r>
      <w:r w:rsidR="000E6E13">
        <w:t xml:space="preserve"> </w:t>
      </w:r>
    </w:p>
    <w:p w:rsidR="00A134F8" w:rsidRPr="006B6342" w:rsidRDefault="00A134F8" w:rsidP="002B1F20">
      <w:pPr>
        <w:pStyle w:val="Odstavec1-1a"/>
      </w:pPr>
      <w:r w:rsidRPr="00E46BF0">
        <w:rPr>
          <w:b/>
        </w:rPr>
        <w:t xml:space="preserve">Zhotovení </w:t>
      </w:r>
      <w:r w:rsidR="00E46BF0">
        <w:rPr>
          <w:b/>
        </w:rPr>
        <w:t>Projektové d</w:t>
      </w:r>
      <w:r w:rsidRPr="00807E58">
        <w:rPr>
          <w:rStyle w:val="Tun"/>
        </w:rPr>
        <w:t xml:space="preserve">okumentace pro </w:t>
      </w:r>
      <w:r w:rsidR="001E3362">
        <w:rPr>
          <w:rStyle w:val="Tun"/>
        </w:rPr>
        <w:t xml:space="preserve">společné </w:t>
      </w:r>
      <w:r w:rsidRPr="00807E58">
        <w:rPr>
          <w:rStyle w:val="Tun"/>
        </w:rPr>
        <w:t>povolení</w:t>
      </w:r>
      <w:r w:rsidR="00BF58D1">
        <w:rPr>
          <w:rStyle w:val="Tun"/>
        </w:rPr>
        <w:t>,</w:t>
      </w:r>
      <w:r w:rsidR="00807E58">
        <w:rPr>
          <w:rStyle w:val="Tun"/>
        </w:rPr>
        <w:t xml:space="preserve"> </w:t>
      </w:r>
      <w:r w:rsidR="00BF58D1" w:rsidRPr="00BF58D1">
        <w:rPr>
          <w:rStyle w:val="Tun"/>
          <w:b w:val="0"/>
        </w:rPr>
        <w:t>která specifikuje předmět Díla v takovém rozsahu, aby ji bylo možno projednat v</w:t>
      </w:r>
      <w:r w:rsidR="00BF58D1">
        <w:rPr>
          <w:rStyle w:val="Tun"/>
          <w:b w:val="0"/>
        </w:rPr>
        <w:t xml:space="preserve">e </w:t>
      </w:r>
      <w:r w:rsidR="00B7334E">
        <w:rPr>
          <w:rStyle w:val="Tun"/>
          <w:b w:val="0"/>
        </w:rPr>
        <w:t xml:space="preserve">společném stavebním a </w:t>
      </w:r>
      <w:r w:rsidR="00B7334E" w:rsidRPr="006B6342">
        <w:rPr>
          <w:rStyle w:val="Tun"/>
          <w:b w:val="0"/>
        </w:rPr>
        <w:t xml:space="preserve">územním řízení </w:t>
      </w:r>
      <w:r w:rsidR="00795D15" w:rsidRPr="006B6342">
        <w:rPr>
          <w:rStyle w:val="Tun"/>
          <w:b w:val="0"/>
        </w:rPr>
        <w:t xml:space="preserve">/ </w:t>
      </w:r>
      <w:r w:rsidR="00BF58D1" w:rsidRPr="006B6342">
        <w:rPr>
          <w:rStyle w:val="Tun"/>
          <w:b w:val="0"/>
        </w:rPr>
        <w:t xml:space="preserve">stavebním řízení, získat pravomocné </w:t>
      </w:r>
      <w:r w:rsidR="00F30845" w:rsidRPr="006B6342">
        <w:rPr>
          <w:rStyle w:val="Tun"/>
          <w:b w:val="0"/>
        </w:rPr>
        <w:t xml:space="preserve">společné/stavební </w:t>
      </w:r>
      <w:r w:rsidR="007A61B2" w:rsidRPr="006B6342">
        <w:rPr>
          <w:rStyle w:val="Tun"/>
          <w:b w:val="0"/>
        </w:rPr>
        <w:t>povolení</w:t>
      </w:r>
      <w:r w:rsidR="00967E3A" w:rsidRPr="006B6342">
        <w:t>,</w:t>
      </w:r>
      <w:r w:rsidR="00AA77DA" w:rsidRPr="006B6342">
        <w:t xml:space="preserve"> </w:t>
      </w:r>
      <w:r w:rsidRPr="006B6342">
        <w:t xml:space="preserve">včetně notifikace autorizovanou osobou, zajištění výkonu </w:t>
      </w:r>
      <w:r w:rsidR="00AA77DA" w:rsidRPr="006B6342">
        <w:t>A</w:t>
      </w:r>
      <w:r w:rsidRPr="006B6342">
        <w:t>utorského dozoru při zhotovení stavby a činností koordinátora BOZP při práci na staveništi ve fázi přípravy včetně zpracování plánu BOZP na staveništi a</w:t>
      </w:r>
      <w:r w:rsidR="00AA77DA" w:rsidRPr="006B6342">
        <w:t> </w:t>
      </w:r>
      <w:r w:rsidRPr="006B6342">
        <w:t>manuálu údržby.</w:t>
      </w:r>
    </w:p>
    <w:p w:rsidR="00A134F8" w:rsidRPr="0080751C" w:rsidRDefault="00A134F8" w:rsidP="0080751C">
      <w:pPr>
        <w:pStyle w:val="Odstavec1-1a"/>
      </w:pPr>
      <w:r w:rsidRPr="00672766">
        <w:rPr>
          <w:rStyle w:val="Tun"/>
        </w:rPr>
        <w:t xml:space="preserve">Zpracování </w:t>
      </w:r>
      <w:r w:rsidRPr="006B6342">
        <w:rPr>
          <w:rStyle w:val="Tun"/>
        </w:rPr>
        <w:t>a podání</w:t>
      </w:r>
      <w:r w:rsidRPr="00672766">
        <w:rPr>
          <w:rStyle w:val="Tun"/>
        </w:rPr>
        <w:t xml:space="preserve"> žádosti </w:t>
      </w:r>
      <w:r w:rsidR="00967E3A" w:rsidRPr="00672766">
        <w:rPr>
          <w:rStyle w:val="Tun"/>
        </w:rPr>
        <w:t>o</w:t>
      </w:r>
      <w:r w:rsidR="00967E3A">
        <w:t xml:space="preserve"> </w:t>
      </w:r>
      <w:r w:rsidR="00967E3A" w:rsidRPr="00967E3A">
        <w:rPr>
          <w:rStyle w:val="Tun"/>
        </w:rPr>
        <w:t>vydání společného</w:t>
      </w:r>
      <w:r w:rsidR="002B1F20">
        <w:rPr>
          <w:rStyle w:val="Tun"/>
        </w:rPr>
        <w:t>/stavebního</w:t>
      </w:r>
      <w:r w:rsidR="00967E3A" w:rsidRPr="00967E3A">
        <w:rPr>
          <w:rStyle w:val="Tun"/>
        </w:rPr>
        <w:t xml:space="preserve"> povolení</w:t>
      </w:r>
      <w:r w:rsidR="00967E3A">
        <w:t xml:space="preserve"> </w:t>
      </w:r>
      <w:r w:rsidR="00333B69">
        <w:t xml:space="preserve">dle </w:t>
      </w:r>
      <w:r w:rsidR="00333B69" w:rsidRPr="00333B69">
        <w:t>zákona č.</w:t>
      </w:r>
      <w:r w:rsidR="00333B69">
        <w:t> </w:t>
      </w:r>
      <w:r w:rsidR="00333B69" w:rsidRPr="00333B69">
        <w:t>183/2006 Sb., Zákon o územním plánování a sta</w:t>
      </w:r>
      <w:r w:rsidR="002B1F20">
        <w:t>vebním řádu (stavební zákon), v</w:t>
      </w:r>
      <w:r w:rsidR="00F30845">
        <w:t> </w:t>
      </w:r>
      <w:r w:rsidR="00333B69" w:rsidRPr="00333B69">
        <w:t>platném</w:t>
      </w:r>
      <w:r w:rsidR="00F30845">
        <w:t xml:space="preserve"> znění</w:t>
      </w:r>
      <w:r w:rsidR="001E3362" w:rsidRPr="001E3362">
        <w:t>, včetně všech vyžadovaných podkladů</w:t>
      </w:r>
      <w:r w:rsidRPr="00807E58">
        <w:t xml:space="preserve">, </w:t>
      </w:r>
      <w:r w:rsidR="007A61B2" w:rsidRPr="00807E58">
        <w:t>je</w:t>
      </w:r>
      <w:r w:rsidR="007A61B2">
        <w:t>jímž</w:t>
      </w:r>
      <w:r w:rsidR="00967E3A">
        <w:t xml:space="preserve"> </w:t>
      </w:r>
      <w:r w:rsidRPr="00807E58">
        <w:t>výsledkem bude vydání s</w:t>
      </w:r>
      <w:r w:rsidR="00967E3A">
        <w:t>polečného</w:t>
      </w:r>
      <w:r w:rsidR="002B1F20">
        <w:t>/stavebního</w:t>
      </w:r>
      <w:r w:rsidR="00967E3A">
        <w:t xml:space="preserve"> </w:t>
      </w:r>
      <w:r w:rsidRPr="00807E58">
        <w:t>povolení</w:t>
      </w:r>
      <w:r w:rsidR="00967E3A">
        <w:t xml:space="preserve">. Zhotovitel bude </w:t>
      </w:r>
      <w:r w:rsidRPr="00807E58">
        <w:t>spolupr</w:t>
      </w:r>
      <w:r w:rsidR="00967E3A">
        <w:t xml:space="preserve">acovat </w:t>
      </w:r>
      <w:r w:rsidRPr="00A134F8">
        <w:t>při vydání příslušných rozhodnutí do nabytí jejich právní moci</w:t>
      </w:r>
      <w:r w:rsidR="0080751C">
        <w:t xml:space="preserve"> </w:t>
      </w:r>
      <w:r w:rsidR="0080751C" w:rsidRPr="0080751C">
        <w:t>(v případě odevzdání neúplné žádosti, přerušení z důvodů chybějících nebo vadně zpracovaných podkladů se jedná o vadu Díla)</w:t>
      </w:r>
      <w:r w:rsidRPr="00A134F8">
        <w:t>.</w:t>
      </w:r>
    </w:p>
    <w:p w:rsidR="00BF58D1" w:rsidRDefault="00BF58D1" w:rsidP="002B1F20">
      <w:pPr>
        <w:pStyle w:val="Odstavec1-1a"/>
      </w:pPr>
      <w:r w:rsidRPr="00E46BF0">
        <w:rPr>
          <w:b/>
        </w:rPr>
        <w:t xml:space="preserve">Zhotovení </w:t>
      </w:r>
      <w:r>
        <w:rPr>
          <w:b/>
        </w:rPr>
        <w:t>Projektové d</w:t>
      </w:r>
      <w:r w:rsidRPr="00807E58">
        <w:rPr>
          <w:rStyle w:val="Tun"/>
        </w:rPr>
        <w:t xml:space="preserve">okumentace </w:t>
      </w:r>
      <w:r w:rsidRPr="000235AC">
        <w:rPr>
          <w:rStyle w:val="Tun"/>
        </w:rPr>
        <w:t>pro provádění stavby</w:t>
      </w:r>
      <w:r>
        <w:t>, která</w:t>
      </w:r>
      <w:r w:rsidRPr="00745AE7">
        <w:t xml:space="preserve"> rozpracuje a</w:t>
      </w:r>
      <w:r>
        <w:t> </w:t>
      </w:r>
      <w:r w:rsidRPr="00745AE7">
        <w:t xml:space="preserve">vymezí požadavky na stavbu do podrobností, které specifikují předmět </w:t>
      </w:r>
      <w:r>
        <w:t xml:space="preserve">Díla </w:t>
      </w:r>
      <w:r w:rsidRPr="00745AE7">
        <w:t>v takovém rozsahu, aby byla podkladem pro výběrové řízení na zhotovení stavby,</w:t>
      </w:r>
    </w:p>
    <w:p w:rsidR="00795D15" w:rsidRPr="00DD57B1" w:rsidRDefault="00795D15" w:rsidP="00795D15">
      <w:pPr>
        <w:pStyle w:val="Text2-1"/>
      </w:pPr>
      <w:r>
        <w:rPr>
          <w:rStyle w:val="Tun-ZRUIT"/>
        </w:rPr>
        <w:t>Dále uváděný p</w:t>
      </w:r>
      <w:r w:rsidRPr="00DD57B1">
        <w:rPr>
          <w:rStyle w:val="Tun-ZRUIT"/>
        </w:rPr>
        <w:t xml:space="preserve">ojem </w:t>
      </w:r>
      <w:r>
        <w:rPr>
          <w:rStyle w:val="Tun-ZRUIT"/>
        </w:rPr>
        <w:t>„</w:t>
      </w:r>
      <w:r w:rsidRPr="00DD57B1">
        <w:rPr>
          <w:rStyle w:val="Tun"/>
        </w:rPr>
        <w:t>Dokumentace</w:t>
      </w:r>
      <w:r>
        <w:rPr>
          <w:rStyle w:val="Tun-ZRUIT"/>
        </w:rPr>
        <w:t>“ v těchto ZTP se rozumí zpracování příslušného stupně dokumentace / projektové dokumentace dle povahy Díla.</w:t>
      </w:r>
    </w:p>
    <w:p w:rsidR="002B1F20" w:rsidRPr="00FD501F" w:rsidRDefault="002B1F20" w:rsidP="002B1F20">
      <w:pPr>
        <w:pStyle w:val="Text2-1"/>
      </w:pPr>
      <w:r>
        <w:t>C</w:t>
      </w:r>
      <w:r w:rsidRPr="00FD501F">
        <w:t xml:space="preserve">ílem </w:t>
      </w:r>
      <w:r>
        <w:t xml:space="preserve">díla </w:t>
      </w:r>
      <w:r w:rsidRPr="006B6342">
        <w:t xml:space="preserve">je </w:t>
      </w:r>
      <w:r w:rsidR="006B6342" w:rsidRPr="006B6342">
        <w:rPr>
          <w:rFonts w:cs="Arial"/>
        </w:rPr>
        <w:t>zvýšení bezpečnosti přístupu cestujících a osob s omezenou orientací a pohyblivostí k osobním vlakům. Snížení provozních nákladů na údržbu železničního svršku</w:t>
      </w:r>
      <w:r w:rsidR="006B6342">
        <w:rPr>
          <w:rFonts w:cs="Arial"/>
        </w:rPr>
        <w:t>.</w:t>
      </w:r>
    </w:p>
    <w:p w:rsidR="00736ED5" w:rsidRDefault="00736ED5" w:rsidP="00E46BF0">
      <w:pPr>
        <w:pStyle w:val="Nadpis2-2"/>
      </w:pPr>
      <w:bookmarkStart w:id="7" w:name="_Toc75251212"/>
      <w:r>
        <w:t xml:space="preserve">Rozsah a členění </w:t>
      </w:r>
      <w:r w:rsidR="00E46BF0">
        <w:t>D</w:t>
      </w:r>
      <w:r>
        <w:t>okumentace</w:t>
      </w:r>
      <w:bookmarkEnd w:id="7"/>
      <w:r>
        <w:t xml:space="preserve"> </w:t>
      </w:r>
    </w:p>
    <w:p w:rsidR="0083084C" w:rsidRPr="006B6342" w:rsidRDefault="00B215F0" w:rsidP="002B1F20">
      <w:pPr>
        <w:pStyle w:val="Text2-1"/>
      </w:pPr>
      <w:r w:rsidRPr="006B6342">
        <w:t xml:space="preserve">Součástí plnění je i zajištění a doplnění potřebných podkladů, (nad rámec podkladů uvedených v kapitole </w:t>
      </w:r>
      <w:r w:rsidRPr="006B6342">
        <w:fldChar w:fldCharType="begin"/>
      </w:r>
      <w:r w:rsidRPr="006B6342">
        <w:instrText xml:space="preserve"> REF _Ref62628042 \r \h </w:instrText>
      </w:r>
      <w:r w:rsidR="006B6342">
        <w:instrText xml:space="preserve"> \* MERGEFORMAT </w:instrText>
      </w:r>
      <w:r w:rsidRPr="006B6342">
        <w:fldChar w:fldCharType="separate"/>
      </w:r>
      <w:r w:rsidR="00E000B4" w:rsidRPr="006B6342">
        <w:t>2</w:t>
      </w:r>
      <w:r w:rsidRPr="006B6342">
        <w:fldChar w:fldCharType="end"/>
      </w:r>
      <w:r w:rsidRPr="006B6342">
        <w:t xml:space="preserve">. Přehled výchozích podkladů) a mapových podkladů, nezbytných ke zpracování ZP. </w:t>
      </w:r>
    </w:p>
    <w:p w:rsidR="00AA77DA" w:rsidRDefault="00EB59F7" w:rsidP="002B1F20">
      <w:pPr>
        <w:pStyle w:val="Text2-1"/>
      </w:pPr>
      <w:r w:rsidRPr="00807E58">
        <w:rPr>
          <w:rStyle w:val="Tun"/>
        </w:rPr>
        <w:t>Dokumentace ve stupni D</w:t>
      </w:r>
      <w:r w:rsidR="00967E3A">
        <w:rPr>
          <w:rStyle w:val="Tun"/>
        </w:rPr>
        <w:t>U</w:t>
      </w:r>
      <w:r w:rsidRPr="00807E58">
        <w:rPr>
          <w:rStyle w:val="Tun"/>
        </w:rPr>
        <w:t>SP</w:t>
      </w:r>
      <w:r w:rsidRPr="00807E58">
        <w:t xml:space="preserve"> bude zpracována v členění a rozsahu přílohy </w:t>
      </w:r>
      <w:r w:rsidR="00AA77DA" w:rsidRPr="00AA77DA">
        <w:t>č. 10 vyhlášky č. 499/2006 Sb., o dokumentaci staveb, v platném znění (dále „vyhláška č. 499/2006 Sb.“), jako dokumentace pro vydání společného povolení stavby dráhy. Pro potřeby projednání, zejména v</w:t>
      </w:r>
      <w:r w:rsidR="00AA77DA">
        <w:t> </w:t>
      </w:r>
      <w:r w:rsidR="00AA77DA" w:rsidRPr="00AA77DA">
        <w:t>rámci S</w:t>
      </w:r>
      <w:r w:rsidR="00D14922">
        <w:t>právy železnic, státní organizace (dále jen „S</w:t>
      </w:r>
      <w:r w:rsidR="00AA77DA" w:rsidRPr="00AA77DA">
        <w:t>Ž</w:t>
      </w:r>
      <w:r w:rsidR="00D14922">
        <w:t>“)</w:t>
      </w:r>
      <w:r w:rsidR="00AA77DA" w:rsidRPr="00AA77DA">
        <w:t>, Zhotovitel použije pro zpracování této dokumentace požadavky příloh č. 1 a 2 Směrnice GŘ č. 11/2006 Dokumentace pro přípravu staveb na železničních drahách celostátních a regionálních, v</w:t>
      </w:r>
      <w:r w:rsidR="00AA77DA">
        <w:t> </w:t>
      </w:r>
      <w:r w:rsidR="00AA77DA" w:rsidRPr="00AA77DA">
        <w:t>platném znění (dále „Směrnice GŘ č. 11/2006“)</w:t>
      </w:r>
      <w:r w:rsidR="00AA77DA" w:rsidRPr="00807E58">
        <w:t xml:space="preserve"> v nezbytném rozsahu</w:t>
      </w:r>
      <w:r w:rsidR="00AA77DA">
        <w:t>.</w:t>
      </w:r>
    </w:p>
    <w:p w:rsidR="00A134F8" w:rsidRDefault="00EC5AC0" w:rsidP="00EC5AC0">
      <w:pPr>
        <w:pStyle w:val="Text2-1"/>
      </w:pPr>
      <w:r>
        <w:rPr>
          <w:rStyle w:val="Tun"/>
        </w:rPr>
        <w:t>D</w:t>
      </w:r>
      <w:r w:rsidR="00A134F8" w:rsidRPr="003139AF">
        <w:rPr>
          <w:rStyle w:val="Tun"/>
        </w:rPr>
        <w:t>okumentace ve stupni PDPS</w:t>
      </w:r>
      <w:r w:rsidR="00672766">
        <w:t xml:space="preserve"> bude zpracována v členění a </w:t>
      </w:r>
      <w:r w:rsidR="00A134F8">
        <w:t>rozsahu přílohy č. 4 vyhlášky č. 146/2008 Sb. o rozsahu a obsahu projektové dokumentace dopravních staveb, v platném znění</w:t>
      </w:r>
      <w:r w:rsidR="00AA77DA">
        <w:t xml:space="preserve"> </w:t>
      </w:r>
      <w:r w:rsidR="00AA77DA" w:rsidRPr="00745AE7">
        <w:t>(dále „vyhláška 146/2008 Sb.“)</w:t>
      </w:r>
      <w:r w:rsidR="00A134F8">
        <w:t>. Pro potřeby projednání, zejména v rámci SŽ, Zhotovitel použije pro zpracování této dokumentace přílohu č. 2 Směrnice GŘ č.11/2006</w:t>
      </w:r>
      <w:r w:rsidR="00AA77DA">
        <w:t>.</w:t>
      </w:r>
    </w:p>
    <w:p w:rsidR="00186D49" w:rsidRDefault="00EC5AC0" w:rsidP="002B1F20">
      <w:pPr>
        <w:pStyle w:val="Text2-1"/>
      </w:pPr>
      <w:r>
        <w:t xml:space="preserve">Součástí těchto ZTP jsou dokumenty </w:t>
      </w:r>
      <w:r w:rsidRPr="00186D49">
        <w:t>„Manuál struk</w:t>
      </w:r>
      <w:r w:rsidR="001614A8">
        <w:t>tury a popisu dokumentace“ (viz </w:t>
      </w:r>
      <w:proofErr w:type="gramStart"/>
      <w:r w:rsidRPr="00186D49">
        <w:t xml:space="preserve">Příloha </w:t>
      </w:r>
      <w:r>
        <w:fldChar w:fldCharType="begin"/>
      </w:r>
      <w:r>
        <w:instrText xml:space="preserve"> REF _Ref46488274 \r \h  \* MERGEFORMAT </w:instrText>
      </w:r>
      <w:r>
        <w:fldChar w:fldCharType="separate"/>
      </w:r>
      <w:r w:rsidR="00E000B4">
        <w:t>8.1.1</w:t>
      </w:r>
      <w:proofErr w:type="gramEnd"/>
      <w:r>
        <w:fldChar w:fldCharType="end"/>
      </w:r>
      <w:r w:rsidR="00A43DC4">
        <w:t xml:space="preserve"> těchto ZTP</w:t>
      </w:r>
      <w:r w:rsidRPr="00186D49">
        <w:t xml:space="preserve">) a „Vzory Popisového pole a Seznamu“ (viz Příloha </w:t>
      </w:r>
      <w:r>
        <w:fldChar w:fldCharType="begin"/>
      </w:r>
      <w:r>
        <w:instrText xml:space="preserve"> REF _Ref46488281 \r \h  \* MERGEFORMAT </w:instrText>
      </w:r>
      <w:r>
        <w:fldChar w:fldCharType="separate"/>
      </w:r>
      <w:r w:rsidR="00E000B4">
        <w:t>8.1.2</w:t>
      </w:r>
      <w:r>
        <w:fldChar w:fldCharType="end"/>
      </w:r>
      <w:r w:rsidR="00A43DC4">
        <w:t xml:space="preserve"> těchto ZTP</w:t>
      </w:r>
      <w:r w:rsidRPr="00186D49">
        <w:t>)</w:t>
      </w:r>
      <w:r>
        <w:t>, které popisují o</w:t>
      </w:r>
      <w:r w:rsidR="00186D49" w:rsidRPr="00186D49">
        <w:t>značení dokumentace, struktur</w:t>
      </w:r>
      <w:r>
        <w:t>u</w:t>
      </w:r>
      <w:r w:rsidR="00186D49" w:rsidRPr="00186D49">
        <w:t xml:space="preserve"> objektové skladby, včetně grafické úpravy Popisového pole</w:t>
      </w:r>
      <w:r w:rsidR="00A836EC">
        <w:t>.</w:t>
      </w:r>
      <w:r w:rsidR="00186D49" w:rsidRPr="00186D49">
        <w:t xml:space="preserve"> </w:t>
      </w:r>
    </w:p>
    <w:p w:rsidR="00EC5AC0" w:rsidRDefault="00EC5AC0" w:rsidP="00EC5AC0">
      <w:pPr>
        <w:pStyle w:val="Text2-1"/>
      </w:pPr>
      <w:r w:rsidRPr="00AF4FD5">
        <w:t>Součástí plnění je i zajištění geodetické dok</w:t>
      </w:r>
      <w:r>
        <w:t>umentace stavby, geodetických a </w:t>
      </w:r>
      <w:r w:rsidRPr="00AF4FD5">
        <w:t xml:space="preserve">mapových podkladů, </w:t>
      </w:r>
      <w:r w:rsidRPr="00474234">
        <w:t>zaji</w:t>
      </w:r>
      <w:r>
        <w:t xml:space="preserve">štění </w:t>
      </w:r>
      <w:r w:rsidRPr="00474234">
        <w:t>zpracování veškerých potřebných průzkumů (inženýrskogeologický</w:t>
      </w:r>
      <w:r>
        <w:t xml:space="preserve">, </w:t>
      </w:r>
      <w:r w:rsidRPr="00474234">
        <w:t>geotechnický, stavebně technický</w:t>
      </w:r>
      <w:r>
        <w:t>, korozní</w:t>
      </w:r>
      <w:r w:rsidRPr="00474234">
        <w:t xml:space="preserve"> atd.) </w:t>
      </w:r>
      <w:r w:rsidRPr="00AF4FD5">
        <w:t>nezbytných k návrhu technického řešení</w:t>
      </w:r>
      <w:r w:rsidRPr="00474234">
        <w:t xml:space="preserve">.  </w:t>
      </w:r>
    </w:p>
    <w:p w:rsidR="00E6707D" w:rsidRPr="006B6342" w:rsidRDefault="001F386E" w:rsidP="00E6707D">
      <w:pPr>
        <w:pStyle w:val="Text2-1"/>
      </w:pPr>
      <w:r w:rsidRPr="006B6342">
        <w:lastRenderedPageBreak/>
        <w:t>U Dokumentace ve stupni DUSP/DSP bude n</w:t>
      </w:r>
      <w:r w:rsidR="00E6707D" w:rsidRPr="006B6342">
        <w:t>ad rámec povinných příloh dle vyhlášky</w:t>
      </w:r>
      <w:r w:rsidR="006B6342" w:rsidRPr="006B6342">
        <w:t xml:space="preserve"> č. </w:t>
      </w:r>
      <w:r w:rsidR="00E6707D" w:rsidRPr="006B6342">
        <w:t xml:space="preserve">146/2008 Sb. v Dokladové části projektové dokumentace doložené dle přílohy č. 2 směrnice GŘ č. 11/2006 části G, H a I a </w:t>
      </w:r>
      <w:r w:rsidRPr="006B6342">
        <w:t xml:space="preserve">přílohy </w:t>
      </w:r>
      <w:r w:rsidR="00E6707D" w:rsidRPr="006B6342">
        <w:t>dle VTP/DOKUMENTACE/0</w:t>
      </w:r>
      <w:r w:rsidR="004619B4">
        <w:t>3</w:t>
      </w:r>
      <w:r w:rsidR="00E6707D" w:rsidRPr="006B6342">
        <w:t>/2</w:t>
      </w:r>
      <w:r w:rsidR="00A43DC4" w:rsidRPr="006B6342">
        <w:t>1</w:t>
      </w:r>
      <w:r w:rsidR="00E6707D" w:rsidRPr="006B6342">
        <w:t xml:space="preserve"> </w:t>
      </w:r>
      <w:r w:rsidRPr="006B6342">
        <w:t xml:space="preserve">- </w:t>
      </w:r>
      <w:r w:rsidR="00E6707D" w:rsidRPr="006B6342">
        <w:t xml:space="preserve">části Dokumentace pro registr subsystému a </w:t>
      </w:r>
      <w:r w:rsidRPr="006B6342">
        <w:t xml:space="preserve">Dokumentace </w:t>
      </w:r>
      <w:r w:rsidR="00E6707D" w:rsidRPr="006B6342">
        <w:t>pro posouzení shody</w:t>
      </w:r>
      <w:r w:rsidRPr="006B6342">
        <w:t>.</w:t>
      </w:r>
    </w:p>
    <w:p w:rsidR="00A134F8" w:rsidRPr="006B6342" w:rsidRDefault="00A134F8" w:rsidP="00CB424B">
      <w:pPr>
        <w:pStyle w:val="Text2-1"/>
      </w:pPr>
      <w:bookmarkStart w:id="8" w:name="_Ref62124547"/>
      <w:r w:rsidRPr="006B6342">
        <w:t>Oba stupně dokumentace (</w:t>
      </w:r>
      <w:r w:rsidR="0042307C" w:rsidRPr="006B6342">
        <w:t>D</w:t>
      </w:r>
      <w:r w:rsidR="00AA77DA" w:rsidRPr="006B6342">
        <w:t>U</w:t>
      </w:r>
      <w:r w:rsidR="0042307C" w:rsidRPr="006B6342">
        <w:t>SP</w:t>
      </w:r>
      <w:r w:rsidRPr="006B6342">
        <w:t xml:space="preserve"> a PDPS) budou proj</w:t>
      </w:r>
      <w:r w:rsidR="0042307C" w:rsidRPr="006B6342">
        <w:t>ednány a</w:t>
      </w:r>
      <w:r w:rsidR="00474234" w:rsidRPr="006B6342">
        <w:t> </w:t>
      </w:r>
      <w:r w:rsidR="0042307C" w:rsidRPr="006B6342">
        <w:t>odsouhlaseny společně.</w:t>
      </w:r>
      <w:bookmarkEnd w:id="8"/>
    </w:p>
    <w:p w:rsidR="00FD501F" w:rsidRPr="00FD501F" w:rsidRDefault="00FD501F" w:rsidP="00990984">
      <w:pPr>
        <w:pStyle w:val="Nadpis2-2"/>
      </w:pPr>
      <w:bookmarkStart w:id="9" w:name="_Toc75251213"/>
      <w:r w:rsidRPr="00FD501F">
        <w:t>Umístění stavby</w:t>
      </w:r>
      <w:bookmarkEnd w:id="9"/>
    </w:p>
    <w:p w:rsidR="00FD501F" w:rsidRDefault="00FD501F" w:rsidP="00474234">
      <w:pPr>
        <w:pStyle w:val="Text2-1"/>
      </w:pPr>
      <w:r w:rsidRPr="00FD501F">
        <w:t xml:space="preserve">Stavba </w:t>
      </w:r>
      <w:r w:rsidRPr="00474234">
        <w:t>bude</w:t>
      </w:r>
      <w:r w:rsidRPr="00FD501F">
        <w:t xml:space="preserve"> probíhat na trati </w:t>
      </w:r>
      <w:r w:rsidR="006B6342">
        <w:t>č. 309 Olomouc – Drahanovice</w:t>
      </w:r>
      <w:r w:rsidRPr="00FD501F">
        <w:t>.</w:t>
      </w:r>
    </w:p>
    <w:tbl>
      <w:tblPr>
        <w:tblStyle w:val="Mkatabulky"/>
        <w:tblW w:w="8165" w:type="dxa"/>
        <w:tblInd w:w="737"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84"/>
        <w:gridCol w:w="3581"/>
      </w:tblGrid>
      <w:tr w:rsidR="006B6342" w:rsidRPr="005A2CE9" w:rsidTr="008C060F">
        <w:tc>
          <w:tcPr>
            <w:tcW w:w="4584" w:type="dxa"/>
            <w:tcBorders>
              <w:bottom w:val="single" w:sz="2" w:space="0" w:color="auto"/>
            </w:tcBorders>
            <w:shd w:val="clear" w:color="auto" w:fill="auto"/>
          </w:tcPr>
          <w:p w:rsidR="006B6342" w:rsidRPr="005A2CE9" w:rsidRDefault="006B6342" w:rsidP="006B6342">
            <w:pPr>
              <w:pStyle w:val="Tabulka-9"/>
            </w:pPr>
            <w:r w:rsidRPr="005A2CE9">
              <w:t>K</w:t>
            </w:r>
            <w:r>
              <w:t>raj</w:t>
            </w:r>
          </w:p>
        </w:tc>
        <w:tc>
          <w:tcPr>
            <w:tcW w:w="3581" w:type="dxa"/>
            <w:tcBorders>
              <w:bottom w:val="single" w:sz="2" w:space="0" w:color="auto"/>
            </w:tcBorders>
            <w:shd w:val="clear" w:color="auto" w:fill="auto"/>
          </w:tcPr>
          <w:p w:rsidR="006B6342" w:rsidRPr="005A2CE9" w:rsidRDefault="006B6342" w:rsidP="00384982">
            <w:pPr>
              <w:pStyle w:val="Tabulka-9"/>
            </w:pPr>
            <w:r>
              <w:t>Olomoucký</w:t>
            </w:r>
          </w:p>
        </w:tc>
      </w:tr>
      <w:tr w:rsidR="006B6342" w:rsidRPr="005A2CE9" w:rsidTr="008C060F">
        <w:tc>
          <w:tcPr>
            <w:tcW w:w="4584" w:type="dxa"/>
            <w:tcBorders>
              <w:top w:val="single" w:sz="2" w:space="0" w:color="auto"/>
            </w:tcBorders>
          </w:tcPr>
          <w:p w:rsidR="006B6342" w:rsidRPr="005A2CE9" w:rsidRDefault="006B6342" w:rsidP="00384982">
            <w:pPr>
              <w:pStyle w:val="Tabulka-9"/>
            </w:pPr>
            <w:r>
              <w:t>Okres</w:t>
            </w:r>
          </w:p>
        </w:tc>
        <w:tc>
          <w:tcPr>
            <w:tcW w:w="3581" w:type="dxa"/>
            <w:tcBorders>
              <w:top w:val="single" w:sz="2" w:space="0" w:color="auto"/>
            </w:tcBorders>
          </w:tcPr>
          <w:p w:rsidR="006B6342" w:rsidRPr="005A2CE9" w:rsidRDefault="006B6342" w:rsidP="00384982">
            <w:pPr>
              <w:pStyle w:val="Tabulka-9"/>
            </w:pPr>
            <w:r>
              <w:t>Olomouc</w:t>
            </w:r>
          </w:p>
        </w:tc>
      </w:tr>
      <w:tr w:rsidR="00452F60" w:rsidRPr="005A2CE9" w:rsidTr="008C060F">
        <w:tc>
          <w:tcPr>
            <w:tcW w:w="4584" w:type="dxa"/>
          </w:tcPr>
          <w:p w:rsidR="00452F60" w:rsidRPr="005A2CE9" w:rsidRDefault="00452F60" w:rsidP="00452F60">
            <w:pPr>
              <w:pStyle w:val="Tabulka-9"/>
            </w:pPr>
            <w:r>
              <w:t>Traťový úsek</w:t>
            </w:r>
          </w:p>
        </w:tc>
        <w:tc>
          <w:tcPr>
            <w:tcW w:w="3581" w:type="dxa"/>
          </w:tcPr>
          <w:p w:rsidR="00452F60" w:rsidRPr="005A2CE9" w:rsidRDefault="00452F60" w:rsidP="00452F60">
            <w:pPr>
              <w:pStyle w:val="Tabulka-9"/>
            </w:pPr>
            <w:r>
              <w:t xml:space="preserve">1901 Česká Třebová </w:t>
            </w:r>
            <w:proofErr w:type="spellStart"/>
            <w:r>
              <w:t>os.n</w:t>
            </w:r>
            <w:proofErr w:type="spellEnd"/>
            <w:r>
              <w:t xml:space="preserve">. (mimo) – Olomouc </w:t>
            </w:r>
            <w:proofErr w:type="spellStart"/>
            <w:proofErr w:type="gramStart"/>
            <w:r>
              <w:t>hl.n</w:t>
            </w:r>
            <w:proofErr w:type="spellEnd"/>
            <w:r>
              <w:t>.</w:t>
            </w:r>
            <w:proofErr w:type="gramEnd"/>
            <w:r>
              <w:t xml:space="preserve"> (včetně)</w:t>
            </w:r>
          </w:p>
        </w:tc>
      </w:tr>
      <w:tr w:rsidR="00452F60" w:rsidRPr="005A2CE9" w:rsidTr="008C060F">
        <w:tc>
          <w:tcPr>
            <w:tcW w:w="4584" w:type="dxa"/>
          </w:tcPr>
          <w:p w:rsidR="00452F60" w:rsidRPr="005A2CE9" w:rsidRDefault="00452F60" w:rsidP="00452F60">
            <w:pPr>
              <w:pStyle w:val="Tabulka-9"/>
            </w:pPr>
            <w:r>
              <w:t>Definiční úsek</w:t>
            </w:r>
          </w:p>
        </w:tc>
        <w:tc>
          <w:tcPr>
            <w:tcW w:w="3581" w:type="dxa"/>
          </w:tcPr>
          <w:p w:rsidR="00452F60" w:rsidRPr="005A2CE9" w:rsidRDefault="00452F60" w:rsidP="00452F60">
            <w:pPr>
              <w:pStyle w:val="Tabulka-9"/>
            </w:pPr>
            <w:r>
              <w:t xml:space="preserve">NA </w:t>
            </w:r>
            <w:proofErr w:type="spellStart"/>
            <w:r>
              <w:t>žst</w:t>
            </w:r>
            <w:proofErr w:type="spellEnd"/>
            <w:r>
              <w:t xml:space="preserve">. Olomouc </w:t>
            </w:r>
            <w:proofErr w:type="spellStart"/>
            <w:proofErr w:type="gramStart"/>
            <w:r>
              <w:t>hl.n</w:t>
            </w:r>
            <w:proofErr w:type="spellEnd"/>
            <w:r>
              <w:t>.</w:t>
            </w:r>
            <w:proofErr w:type="gramEnd"/>
            <w:r>
              <w:t xml:space="preserve"> – (kol.3a, 5b, liché 7-19)</w:t>
            </w:r>
          </w:p>
        </w:tc>
      </w:tr>
      <w:tr w:rsidR="006B6342" w:rsidRPr="005A2CE9" w:rsidTr="008C060F">
        <w:tc>
          <w:tcPr>
            <w:tcW w:w="4584" w:type="dxa"/>
          </w:tcPr>
          <w:p w:rsidR="006B6342" w:rsidRPr="005A2CE9" w:rsidRDefault="006B6342" w:rsidP="00384982">
            <w:pPr>
              <w:pStyle w:val="Tabulka-9"/>
            </w:pPr>
            <w:r>
              <w:t>Traťový úsek</w:t>
            </w:r>
          </w:p>
        </w:tc>
        <w:tc>
          <w:tcPr>
            <w:tcW w:w="3581" w:type="dxa"/>
          </w:tcPr>
          <w:p w:rsidR="006B6342" w:rsidRPr="005A2CE9" w:rsidRDefault="001716E0" w:rsidP="00384982">
            <w:pPr>
              <w:pStyle w:val="Tabulka-9"/>
            </w:pPr>
            <w:r>
              <w:t>2211 Olomouc hl. n. (mimo) – Čelechovice na Hané (včetně)</w:t>
            </w:r>
          </w:p>
        </w:tc>
      </w:tr>
      <w:tr w:rsidR="006B6342" w:rsidRPr="005A2CE9" w:rsidTr="008C060F">
        <w:tc>
          <w:tcPr>
            <w:tcW w:w="4584" w:type="dxa"/>
          </w:tcPr>
          <w:p w:rsidR="006B6342" w:rsidRPr="005A2CE9" w:rsidRDefault="006B6342" w:rsidP="00384982">
            <w:pPr>
              <w:pStyle w:val="Tabulka-9"/>
            </w:pPr>
            <w:r>
              <w:t>Definiční úsek</w:t>
            </w:r>
          </w:p>
        </w:tc>
        <w:tc>
          <w:tcPr>
            <w:tcW w:w="3581" w:type="dxa"/>
          </w:tcPr>
          <w:p w:rsidR="00452F60" w:rsidRDefault="00452F60" w:rsidP="00590747">
            <w:pPr>
              <w:pStyle w:val="Tabulka-9"/>
            </w:pPr>
            <w:r>
              <w:t xml:space="preserve">02 Olomouc </w:t>
            </w:r>
            <w:proofErr w:type="spellStart"/>
            <w:proofErr w:type="gramStart"/>
            <w:r>
              <w:t>hl.n</w:t>
            </w:r>
            <w:proofErr w:type="spellEnd"/>
            <w:r>
              <w:t>.</w:t>
            </w:r>
            <w:proofErr w:type="gramEnd"/>
            <w:r>
              <w:t xml:space="preserve"> – km 0,800 DÚ 221130</w:t>
            </w:r>
          </w:p>
          <w:p w:rsidR="006B6342" w:rsidRDefault="00590747" w:rsidP="00590747">
            <w:pPr>
              <w:pStyle w:val="Tabulka-9"/>
            </w:pPr>
            <w:r>
              <w:t xml:space="preserve">B1 </w:t>
            </w:r>
            <w:proofErr w:type="spellStart"/>
            <w:r>
              <w:t>žst</w:t>
            </w:r>
            <w:proofErr w:type="spellEnd"/>
            <w:r>
              <w:t>.</w:t>
            </w:r>
            <w:r w:rsidR="001716E0">
              <w:t xml:space="preserve"> </w:t>
            </w:r>
            <w:proofErr w:type="gramStart"/>
            <w:r w:rsidR="001716E0">
              <w:t>Olomouc</w:t>
            </w:r>
            <w:proofErr w:type="gramEnd"/>
            <w:r w:rsidR="001716E0">
              <w:t>–</w:t>
            </w:r>
            <w:proofErr w:type="gramStart"/>
            <w:r w:rsidR="001716E0">
              <w:t>Nová</w:t>
            </w:r>
            <w:proofErr w:type="gramEnd"/>
            <w:r w:rsidR="001716E0">
              <w:t xml:space="preserve"> Ulice</w:t>
            </w:r>
          </w:p>
          <w:p w:rsidR="00590747" w:rsidRPr="005A2CE9" w:rsidRDefault="00590747" w:rsidP="00590747">
            <w:pPr>
              <w:pStyle w:val="Tabulka-9"/>
            </w:pPr>
            <w:r>
              <w:t>04 Olomouc-Nová Ulice – Olomouc-</w:t>
            </w:r>
            <w:proofErr w:type="spellStart"/>
            <w:r>
              <w:t>Řepčín</w:t>
            </w:r>
            <w:proofErr w:type="spellEnd"/>
          </w:p>
        </w:tc>
      </w:tr>
      <w:tr w:rsidR="006B6342" w:rsidRPr="005A2CE9" w:rsidTr="008C060F">
        <w:tc>
          <w:tcPr>
            <w:tcW w:w="4584" w:type="dxa"/>
            <w:tcBorders>
              <w:bottom w:val="single" w:sz="2" w:space="0" w:color="auto"/>
            </w:tcBorders>
          </w:tcPr>
          <w:p w:rsidR="006B6342" w:rsidRPr="005A2CE9" w:rsidRDefault="006B6342" w:rsidP="00384982">
            <w:pPr>
              <w:pStyle w:val="Tabulka-9"/>
            </w:pPr>
            <w:r>
              <w:t>Katastrální území</w:t>
            </w:r>
          </w:p>
        </w:tc>
        <w:tc>
          <w:tcPr>
            <w:tcW w:w="3581" w:type="dxa"/>
            <w:tcBorders>
              <w:bottom w:val="single" w:sz="2" w:space="0" w:color="auto"/>
            </w:tcBorders>
          </w:tcPr>
          <w:p w:rsidR="006B6342" w:rsidRPr="005A2CE9" w:rsidRDefault="00B0294D" w:rsidP="00452F60">
            <w:pPr>
              <w:pStyle w:val="Tabulka-9"/>
            </w:pPr>
            <w:r>
              <w:t>Hodolany, Olomouc</w:t>
            </w:r>
            <w:r w:rsidR="00452F60">
              <w:t>-</w:t>
            </w:r>
            <w:r>
              <w:t xml:space="preserve">město, </w:t>
            </w:r>
            <w:r w:rsidR="001716E0">
              <w:t>Nová Ulice</w:t>
            </w:r>
            <w:r>
              <w:t xml:space="preserve">, </w:t>
            </w:r>
            <w:proofErr w:type="spellStart"/>
            <w:r>
              <w:t>Hejčín</w:t>
            </w:r>
            <w:proofErr w:type="spellEnd"/>
            <w:r>
              <w:t xml:space="preserve">, </w:t>
            </w:r>
            <w:proofErr w:type="spellStart"/>
            <w:r>
              <w:t>Řepčín</w:t>
            </w:r>
            <w:proofErr w:type="spellEnd"/>
          </w:p>
        </w:tc>
      </w:tr>
      <w:tr w:rsidR="006B6342" w:rsidRPr="005A2CE9" w:rsidTr="008C060F">
        <w:tc>
          <w:tcPr>
            <w:tcW w:w="4584" w:type="dxa"/>
            <w:tcBorders>
              <w:bottom w:val="single" w:sz="2" w:space="0" w:color="auto"/>
            </w:tcBorders>
          </w:tcPr>
          <w:p w:rsidR="006B6342" w:rsidRPr="005A2CE9" w:rsidRDefault="001716E0" w:rsidP="001716E0">
            <w:pPr>
              <w:pStyle w:val="Tabulka-9"/>
            </w:pPr>
            <w:r>
              <w:t>Staničení stavební části (předpoklad)</w:t>
            </w:r>
          </w:p>
        </w:tc>
        <w:tc>
          <w:tcPr>
            <w:tcW w:w="3581" w:type="dxa"/>
            <w:tcBorders>
              <w:bottom w:val="single" w:sz="2" w:space="0" w:color="auto"/>
            </w:tcBorders>
          </w:tcPr>
          <w:p w:rsidR="00F60241" w:rsidRDefault="00F60241" w:rsidP="00F60241">
            <w:pPr>
              <w:pStyle w:val="Tabulka-9"/>
            </w:pPr>
            <w:r>
              <w:t xml:space="preserve">1901NA </w:t>
            </w:r>
            <w:r w:rsidR="00BD3820">
              <w:t>k</w:t>
            </w:r>
            <w:r w:rsidR="001716E0">
              <w:t xml:space="preserve">m </w:t>
            </w:r>
            <w:r>
              <w:t>87,000 – 87,600</w:t>
            </w:r>
          </w:p>
          <w:p w:rsidR="006B6342" w:rsidRPr="005A2CE9" w:rsidRDefault="00F60241" w:rsidP="00F60241">
            <w:pPr>
              <w:pStyle w:val="Tabulka-9"/>
            </w:pPr>
            <w:r>
              <w:t>2211 km 0,000 – 6,800</w:t>
            </w:r>
            <w:r w:rsidR="001716E0">
              <w:t xml:space="preserve"> </w:t>
            </w:r>
          </w:p>
        </w:tc>
      </w:tr>
    </w:tbl>
    <w:p w:rsidR="006B6342" w:rsidRDefault="006B6342" w:rsidP="006B6342">
      <w:pPr>
        <w:pStyle w:val="ZTPinfo-text-odr"/>
        <w:numPr>
          <w:ilvl w:val="0"/>
          <w:numId w:val="0"/>
        </w:numPr>
        <w:ind w:left="720"/>
      </w:pPr>
    </w:p>
    <w:p w:rsidR="00DC184A" w:rsidRPr="004412EF" w:rsidRDefault="00DC184A" w:rsidP="00DC184A">
      <w:pPr>
        <w:pStyle w:val="Text2-1"/>
      </w:pPr>
      <w:r w:rsidRPr="004412EF">
        <w:t>Správcem trati</w:t>
      </w:r>
      <w:r w:rsidR="006B6342" w:rsidRPr="004412EF">
        <w:t xml:space="preserve"> </w:t>
      </w:r>
      <w:r w:rsidRPr="004412EF">
        <w:t xml:space="preserve">je OŘ </w:t>
      </w:r>
      <w:r w:rsidR="006B6342" w:rsidRPr="004412EF">
        <w:t>Olomouc.</w:t>
      </w:r>
    </w:p>
    <w:p w:rsidR="00B650AB" w:rsidRPr="004412EF" w:rsidRDefault="00B650AB" w:rsidP="00B650AB">
      <w:pPr>
        <w:pStyle w:val="ZTPinfo-text"/>
      </w:pPr>
    </w:p>
    <w:tbl>
      <w:tblPr>
        <w:tblStyle w:val="Mkatabulky"/>
        <w:tblW w:w="8165" w:type="dxa"/>
        <w:tblInd w:w="737"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84"/>
        <w:gridCol w:w="3581"/>
      </w:tblGrid>
      <w:tr w:rsidR="00B650AB" w:rsidRPr="004412EF" w:rsidTr="008721B2">
        <w:tc>
          <w:tcPr>
            <w:tcW w:w="4536" w:type="dxa"/>
            <w:tcBorders>
              <w:bottom w:val="single" w:sz="2" w:space="0" w:color="auto"/>
            </w:tcBorders>
            <w:shd w:val="clear" w:color="auto" w:fill="auto"/>
          </w:tcPr>
          <w:p w:rsidR="00B650AB" w:rsidRPr="004412EF" w:rsidRDefault="00B650AB" w:rsidP="00AB27B2">
            <w:pPr>
              <w:pStyle w:val="Tabulka-9"/>
            </w:pPr>
            <w:r w:rsidRPr="004412EF">
              <w:t>Kategorie dráhy podle zákona č. 266/1994 Sb.</w:t>
            </w:r>
          </w:p>
        </w:tc>
        <w:tc>
          <w:tcPr>
            <w:tcW w:w="3544" w:type="dxa"/>
            <w:tcBorders>
              <w:bottom w:val="single" w:sz="2" w:space="0" w:color="auto"/>
            </w:tcBorders>
            <w:shd w:val="clear" w:color="auto" w:fill="auto"/>
          </w:tcPr>
          <w:p w:rsidR="00B650AB" w:rsidRPr="004412EF" w:rsidRDefault="001716E0" w:rsidP="00AB27B2">
            <w:pPr>
              <w:pStyle w:val="Tabulka-9"/>
            </w:pPr>
            <w:r w:rsidRPr="004412EF">
              <w:t>regionální</w:t>
            </w:r>
          </w:p>
        </w:tc>
      </w:tr>
      <w:tr w:rsidR="00B650AB" w:rsidRPr="004412EF" w:rsidTr="008721B2">
        <w:tc>
          <w:tcPr>
            <w:tcW w:w="4536" w:type="dxa"/>
            <w:tcBorders>
              <w:top w:val="single" w:sz="2" w:space="0" w:color="auto"/>
            </w:tcBorders>
          </w:tcPr>
          <w:p w:rsidR="00B650AB" w:rsidRPr="004412EF" w:rsidRDefault="00B650AB" w:rsidP="00AB27B2">
            <w:pPr>
              <w:pStyle w:val="Tabulka-9"/>
            </w:pPr>
            <w:r w:rsidRPr="004412EF">
              <w:t>Kategorie dráhy podle TSI INF</w:t>
            </w:r>
          </w:p>
        </w:tc>
        <w:tc>
          <w:tcPr>
            <w:tcW w:w="3544" w:type="dxa"/>
            <w:tcBorders>
              <w:top w:val="single" w:sz="2" w:space="0" w:color="auto"/>
            </w:tcBorders>
          </w:tcPr>
          <w:p w:rsidR="00B650AB" w:rsidRPr="004412EF" w:rsidRDefault="006A71F2" w:rsidP="00AB27B2">
            <w:pPr>
              <w:pStyle w:val="Tabulka-9"/>
            </w:pPr>
            <w:r w:rsidRPr="004412EF">
              <w:t>P6/F4</w:t>
            </w:r>
          </w:p>
        </w:tc>
      </w:tr>
      <w:tr w:rsidR="00B650AB" w:rsidRPr="004412EF" w:rsidTr="008721B2">
        <w:tc>
          <w:tcPr>
            <w:tcW w:w="4536" w:type="dxa"/>
          </w:tcPr>
          <w:p w:rsidR="00B650AB" w:rsidRPr="004412EF" w:rsidRDefault="00B650AB" w:rsidP="00AB27B2">
            <w:pPr>
              <w:pStyle w:val="Tabulka-9"/>
            </w:pPr>
            <w:r w:rsidRPr="004412EF">
              <w:t>Součást sítě TEN-T</w:t>
            </w:r>
          </w:p>
        </w:tc>
        <w:tc>
          <w:tcPr>
            <w:tcW w:w="3544" w:type="dxa"/>
          </w:tcPr>
          <w:p w:rsidR="00B650AB" w:rsidRPr="004412EF" w:rsidRDefault="00B650AB" w:rsidP="00AB27B2">
            <w:pPr>
              <w:pStyle w:val="Tabulka-9"/>
            </w:pPr>
            <w:r w:rsidRPr="004412EF">
              <w:t>NE</w:t>
            </w:r>
          </w:p>
        </w:tc>
      </w:tr>
      <w:tr w:rsidR="00B650AB" w:rsidRPr="004412EF" w:rsidTr="008721B2">
        <w:tc>
          <w:tcPr>
            <w:tcW w:w="4536" w:type="dxa"/>
          </w:tcPr>
          <w:p w:rsidR="00B650AB" w:rsidRPr="004412EF" w:rsidRDefault="00B650AB" w:rsidP="00AB27B2">
            <w:pPr>
              <w:pStyle w:val="Tabulka-9"/>
            </w:pPr>
            <w:r w:rsidRPr="004412EF">
              <w:t>Číslo trati podle Prohlášení o dráze</w:t>
            </w:r>
          </w:p>
        </w:tc>
        <w:tc>
          <w:tcPr>
            <w:tcW w:w="3544" w:type="dxa"/>
          </w:tcPr>
          <w:p w:rsidR="00B650AB" w:rsidRPr="004412EF" w:rsidRDefault="006A71F2" w:rsidP="00AB27B2">
            <w:pPr>
              <w:pStyle w:val="Tabulka-9"/>
            </w:pPr>
            <w:r w:rsidRPr="004412EF">
              <w:t>768</w:t>
            </w:r>
          </w:p>
        </w:tc>
      </w:tr>
      <w:tr w:rsidR="00B650AB" w:rsidRPr="004412EF" w:rsidTr="004412EF">
        <w:tc>
          <w:tcPr>
            <w:tcW w:w="4536" w:type="dxa"/>
            <w:tcBorders>
              <w:bottom w:val="single" w:sz="2" w:space="0" w:color="auto"/>
            </w:tcBorders>
            <w:shd w:val="clear" w:color="auto" w:fill="auto"/>
          </w:tcPr>
          <w:p w:rsidR="00B650AB" w:rsidRPr="004412EF" w:rsidRDefault="00B650AB" w:rsidP="00AB27B2">
            <w:pPr>
              <w:pStyle w:val="Tabulka-9"/>
            </w:pPr>
            <w:r w:rsidRPr="004412EF">
              <w:t>Číslo trati podle nákresného jízdního řádu</w:t>
            </w:r>
          </w:p>
        </w:tc>
        <w:tc>
          <w:tcPr>
            <w:tcW w:w="3544" w:type="dxa"/>
            <w:tcBorders>
              <w:bottom w:val="single" w:sz="2" w:space="0" w:color="auto"/>
            </w:tcBorders>
            <w:shd w:val="clear" w:color="auto" w:fill="auto"/>
          </w:tcPr>
          <w:p w:rsidR="00B650AB" w:rsidRPr="004412EF" w:rsidRDefault="008C060F" w:rsidP="00AB27B2">
            <w:pPr>
              <w:pStyle w:val="Tabulka-9"/>
            </w:pPr>
            <w:r w:rsidRPr="004412EF">
              <w:t>313</w:t>
            </w:r>
            <w:r w:rsidR="004412EF" w:rsidRPr="004412EF">
              <w:t>A</w:t>
            </w:r>
          </w:p>
        </w:tc>
      </w:tr>
      <w:tr w:rsidR="00B650AB" w:rsidRPr="004412EF" w:rsidTr="008721B2">
        <w:tc>
          <w:tcPr>
            <w:tcW w:w="4536" w:type="dxa"/>
            <w:tcBorders>
              <w:bottom w:val="single" w:sz="2" w:space="0" w:color="auto"/>
            </w:tcBorders>
          </w:tcPr>
          <w:p w:rsidR="00B650AB" w:rsidRPr="004412EF" w:rsidRDefault="00B650AB" w:rsidP="00AB27B2">
            <w:pPr>
              <w:pStyle w:val="Tabulka-9"/>
            </w:pPr>
            <w:r w:rsidRPr="004412EF">
              <w:t>Číslo trati podle knižního jízdního řádu</w:t>
            </w:r>
          </w:p>
        </w:tc>
        <w:tc>
          <w:tcPr>
            <w:tcW w:w="3544" w:type="dxa"/>
            <w:tcBorders>
              <w:bottom w:val="single" w:sz="2" w:space="0" w:color="auto"/>
            </w:tcBorders>
          </w:tcPr>
          <w:p w:rsidR="00B650AB" w:rsidRPr="004412EF" w:rsidRDefault="001716E0" w:rsidP="00AB27B2">
            <w:pPr>
              <w:pStyle w:val="Tabulka-9"/>
            </w:pPr>
            <w:r w:rsidRPr="004412EF">
              <w:t>309</w:t>
            </w:r>
          </w:p>
        </w:tc>
      </w:tr>
      <w:tr w:rsidR="00B650AB" w:rsidRPr="004412EF" w:rsidTr="008721B2">
        <w:tc>
          <w:tcPr>
            <w:tcW w:w="4536" w:type="dxa"/>
            <w:tcBorders>
              <w:bottom w:val="single" w:sz="2" w:space="0" w:color="auto"/>
            </w:tcBorders>
          </w:tcPr>
          <w:p w:rsidR="00B650AB" w:rsidRPr="004412EF" w:rsidRDefault="00B650AB" w:rsidP="00AB27B2">
            <w:pPr>
              <w:pStyle w:val="Tabulka-9"/>
            </w:pPr>
            <w:r w:rsidRPr="004412EF">
              <w:t>Číslo traťového a definičního úseku</w:t>
            </w:r>
          </w:p>
        </w:tc>
        <w:tc>
          <w:tcPr>
            <w:tcW w:w="3544" w:type="dxa"/>
            <w:tcBorders>
              <w:bottom w:val="single" w:sz="2" w:space="0" w:color="auto"/>
            </w:tcBorders>
          </w:tcPr>
          <w:p w:rsidR="00B650AB" w:rsidRPr="004412EF" w:rsidRDefault="00F60241" w:rsidP="00AB27B2">
            <w:pPr>
              <w:pStyle w:val="Tabulka-9"/>
            </w:pPr>
            <w:r w:rsidRPr="004412EF">
              <w:t xml:space="preserve">1901NA, 221102 </w:t>
            </w:r>
            <w:r w:rsidR="00580AA5" w:rsidRPr="004412EF">
              <w:t xml:space="preserve">2211B1, </w:t>
            </w:r>
            <w:r w:rsidR="001716E0" w:rsidRPr="004412EF">
              <w:t>221104</w:t>
            </w:r>
          </w:p>
        </w:tc>
      </w:tr>
      <w:tr w:rsidR="00B650AB" w:rsidRPr="004412EF" w:rsidTr="008721B2">
        <w:tc>
          <w:tcPr>
            <w:tcW w:w="4536" w:type="dxa"/>
            <w:tcBorders>
              <w:bottom w:val="single" w:sz="2" w:space="0" w:color="auto"/>
            </w:tcBorders>
          </w:tcPr>
          <w:p w:rsidR="00B650AB" w:rsidRPr="004412EF" w:rsidRDefault="00B650AB" w:rsidP="00AB27B2">
            <w:pPr>
              <w:pStyle w:val="Tabulka-9"/>
            </w:pPr>
            <w:r w:rsidRPr="004412EF">
              <w:t>Traťová třída zatížení</w:t>
            </w:r>
          </w:p>
        </w:tc>
        <w:tc>
          <w:tcPr>
            <w:tcW w:w="3544" w:type="dxa"/>
            <w:tcBorders>
              <w:bottom w:val="single" w:sz="2" w:space="0" w:color="auto"/>
            </w:tcBorders>
          </w:tcPr>
          <w:p w:rsidR="00B650AB" w:rsidRPr="004412EF" w:rsidRDefault="00AB180D" w:rsidP="00AB27B2">
            <w:pPr>
              <w:pStyle w:val="Tabulka-9"/>
            </w:pPr>
            <w:r w:rsidRPr="004412EF">
              <w:t>C3 (20t / 7,2t)</w:t>
            </w:r>
          </w:p>
        </w:tc>
      </w:tr>
      <w:tr w:rsidR="00B650AB" w:rsidRPr="004412EF" w:rsidTr="008721B2">
        <w:tc>
          <w:tcPr>
            <w:tcW w:w="4536" w:type="dxa"/>
            <w:tcBorders>
              <w:bottom w:val="single" w:sz="2" w:space="0" w:color="auto"/>
            </w:tcBorders>
          </w:tcPr>
          <w:p w:rsidR="00B650AB" w:rsidRPr="004412EF" w:rsidRDefault="00B650AB" w:rsidP="00AB27B2">
            <w:pPr>
              <w:pStyle w:val="Tabulka-9"/>
            </w:pPr>
            <w:r w:rsidRPr="004412EF">
              <w:t>Maximální traťová rychlost</w:t>
            </w:r>
          </w:p>
        </w:tc>
        <w:tc>
          <w:tcPr>
            <w:tcW w:w="3544" w:type="dxa"/>
            <w:tcBorders>
              <w:bottom w:val="single" w:sz="2" w:space="0" w:color="auto"/>
            </w:tcBorders>
          </w:tcPr>
          <w:p w:rsidR="00B650AB" w:rsidRPr="004412EF" w:rsidRDefault="00AB180D" w:rsidP="00AB27B2">
            <w:pPr>
              <w:pStyle w:val="Tabulka-9"/>
            </w:pPr>
            <w:r w:rsidRPr="004412EF">
              <w:t>60 km/h</w:t>
            </w:r>
          </w:p>
        </w:tc>
      </w:tr>
      <w:tr w:rsidR="00B650AB" w:rsidRPr="004412EF" w:rsidTr="008721B2">
        <w:tc>
          <w:tcPr>
            <w:tcW w:w="4536" w:type="dxa"/>
            <w:tcBorders>
              <w:bottom w:val="single" w:sz="2" w:space="0" w:color="auto"/>
            </w:tcBorders>
          </w:tcPr>
          <w:p w:rsidR="00B650AB" w:rsidRPr="004412EF" w:rsidRDefault="00B650AB" w:rsidP="00AB27B2">
            <w:pPr>
              <w:pStyle w:val="Tabulka-9"/>
            </w:pPr>
            <w:r w:rsidRPr="004412EF">
              <w:t>Trakční soustava</w:t>
            </w:r>
          </w:p>
        </w:tc>
        <w:tc>
          <w:tcPr>
            <w:tcW w:w="3544" w:type="dxa"/>
            <w:tcBorders>
              <w:bottom w:val="single" w:sz="2" w:space="0" w:color="auto"/>
            </w:tcBorders>
          </w:tcPr>
          <w:p w:rsidR="00B650AB" w:rsidRPr="004412EF" w:rsidRDefault="001716E0" w:rsidP="00AB27B2">
            <w:pPr>
              <w:pStyle w:val="Tabulka-9"/>
            </w:pPr>
            <w:r w:rsidRPr="004412EF">
              <w:t>nezávislá</w:t>
            </w:r>
          </w:p>
        </w:tc>
      </w:tr>
      <w:tr w:rsidR="00B650AB" w:rsidRPr="004412EF" w:rsidTr="008721B2">
        <w:tc>
          <w:tcPr>
            <w:tcW w:w="4536" w:type="dxa"/>
            <w:shd w:val="clear" w:color="auto" w:fill="auto"/>
          </w:tcPr>
          <w:p w:rsidR="00B650AB" w:rsidRPr="004412EF" w:rsidRDefault="00B650AB" w:rsidP="00AB27B2">
            <w:pPr>
              <w:pStyle w:val="Tabulka-9"/>
              <w:rPr>
                <w:b/>
              </w:rPr>
            </w:pPr>
            <w:r w:rsidRPr="004412EF">
              <w:t>Počet traťových kolejí</w:t>
            </w:r>
          </w:p>
        </w:tc>
        <w:tc>
          <w:tcPr>
            <w:tcW w:w="3544" w:type="dxa"/>
            <w:shd w:val="clear" w:color="auto" w:fill="auto"/>
          </w:tcPr>
          <w:p w:rsidR="00B650AB" w:rsidRPr="004412EF" w:rsidRDefault="001716E0" w:rsidP="00AB27B2">
            <w:pPr>
              <w:pStyle w:val="Tabulka-9"/>
              <w:rPr>
                <w:b/>
              </w:rPr>
            </w:pPr>
            <w:r w:rsidRPr="004412EF">
              <w:rPr>
                <w:b/>
              </w:rPr>
              <w:t>1</w:t>
            </w:r>
          </w:p>
        </w:tc>
      </w:tr>
    </w:tbl>
    <w:p w:rsidR="001961F9" w:rsidRPr="004412EF" w:rsidRDefault="001961F9" w:rsidP="001961F9">
      <w:pPr>
        <w:pStyle w:val="Textbezslovn"/>
      </w:pPr>
    </w:p>
    <w:p w:rsidR="00FD501F" w:rsidRPr="004412EF" w:rsidRDefault="00FD501F" w:rsidP="00B650AB">
      <w:pPr>
        <w:pStyle w:val="Nadpis2-1"/>
      </w:pPr>
      <w:bookmarkStart w:id="10" w:name="_Ref62628025"/>
      <w:bookmarkStart w:id="11" w:name="_Ref62628042"/>
      <w:bookmarkStart w:id="12" w:name="_Toc75251214"/>
      <w:r w:rsidRPr="004412EF">
        <w:t>PŘEHLED VÝCHOZÍCH PODKLADŮ</w:t>
      </w:r>
      <w:bookmarkEnd w:id="10"/>
      <w:bookmarkEnd w:id="11"/>
      <w:bookmarkEnd w:id="12"/>
    </w:p>
    <w:p w:rsidR="00FD501F" w:rsidRPr="0032718E" w:rsidRDefault="00FD501F" w:rsidP="00475ECE">
      <w:pPr>
        <w:pStyle w:val="Nadpis2-2"/>
      </w:pPr>
      <w:bookmarkStart w:id="13" w:name="_Toc75251215"/>
      <w:r w:rsidRPr="0032718E">
        <w:t xml:space="preserve">Související </w:t>
      </w:r>
      <w:r w:rsidR="001F386E" w:rsidRPr="0032718E">
        <w:t xml:space="preserve">podklady a </w:t>
      </w:r>
      <w:r w:rsidRPr="0032718E">
        <w:t>dokumentace</w:t>
      </w:r>
      <w:bookmarkEnd w:id="13"/>
    </w:p>
    <w:p w:rsidR="00D33AF4" w:rsidRPr="0032718E" w:rsidRDefault="0032718E" w:rsidP="00D33AF4">
      <w:pPr>
        <w:pStyle w:val="Text2-1"/>
      </w:pPr>
      <w:r w:rsidRPr="0032718E">
        <w:t>Geodetické a mapové podklady v TÚ 2211 KM 0,0 – 7,3 zajistí Objednatel prostřednictvím SŽG pracoviště Olomouc. Mapové podklady budou zpracovány do hranic dráhy. Mapové podklady neobsahují aktuální podzemní vedení. Ostatní potřebné podklady pro zpracování dokumentace si zajistí Zhotovitel na vlastní náklady</w:t>
      </w:r>
      <w:r w:rsidR="00BD3820" w:rsidRPr="0032718E">
        <w:t>.</w:t>
      </w:r>
    </w:p>
    <w:p w:rsidR="00FD501F" w:rsidRPr="0052120E" w:rsidRDefault="00FD501F" w:rsidP="00475ECE">
      <w:pPr>
        <w:pStyle w:val="Nadpis2-1"/>
      </w:pPr>
      <w:bookmarkStart w:id="14" w:name="_Toc75251216"/>
      <w:r w:rsidRPr="0052120E">
        <w:lastRenderedPageBreak/>
        <w:t>KOORDINACE S JINÝMI STAVBAMI</w:t>
      </w:r>
      <w:bookmarkEnd w:id="14"/>
      <w:r w:rsidRPr="0052120E">
        <w:t xml:space="preserve"> </w:t>
      </w:r>
    </w:p>
    <w:p w:rsidR="00FD501F" w:rsidRPr="0052120E" w:rsidRDefault="00FD501F" w:rsidP="00475ECE">
      <w:pPr>
        <w:pStyle w:val="Text2-1"/>
      </w:pPr>
      <w:r w:rsidRPr="0052120E">
        <w:t xml:space="preserve">Součástí plnění předmětu díla je i zajištění koordinace s připravovanými, aktuálně zpracovávanými, investičními akcemi a stavbami již ve stádiu v realizace, případně ve stádiu zahájení realizace v období provádění díla dle harmonogramu prací a to i cizích investorů. </w:t>
      </w:r>
    </w:p>
    <w:p w:rsidR="00FD501F" w:rsidRPr="0052120E" w:rsidRDefault="00FD501F" w:rsidP="00475ECE">
      <w:pPr>
        <w:pStyle w:val="Text2-1"/>
      </w:pPr>
      <w:r w:rsidRPr="0052120E">
        <w:t>Koordinace musí probíhat zejména s níže uvedenými investicemi a opravnými pracemi:</w:t>
      </w:r>
    </w:p>
    <w:p w:rsidR="00FD501F" w:rsidRPr="0052120E" w:rsidRDefault="005D5B11" w:rsidP="005D5B11">
      <w:pPr>
        <w:pStyle w:val="Odstavec1-1a"/>
      </w:pPr>
      <w:r w:rsidRPr="0052120E">
        <w:rPr>
          <w:b/>
        </w:rPr>
        <w:t xml:space="preserve">Doplnění závor na přejezdu P7611 v km 3,887 trati Kostelec na Hané - Olomouc </w:t>
      </w:r>
      <w:proofErr w:type="spellStart"/>
      <w:proofErr w:type="gramStart"/>
      <w:r w:rsidRPr="0052120E">
        <w:rPr>
          <w:b/>
        </w:rPr>
        <w:t>hl.n</w:t>
      </w:r>
      <w:proofErr w:type="spellEnd"/>
      <w:r w:rsidRPr="0052120E">
        <w:rPr>
          <w:b/>
        </w:rPr>
        <w:t>.</w:t>
      </w:r>
      <w:proofErr w:type="gramEnd"/>
      <w:r w:rsidR="00FD501F" w:rsidRPr="0052120E">
        <w:t xml:space="preserve"> (</w:t>
      </w:r>
      <w:r w:rsidRPr="0052120E">
        <w:t>dopravně-technická studie 2021, investor – SŽ</w:t>
      </w:r>
      <w:r w:rsidR="00FD501F" w:rsidRPr="0052120E">
        <w:t xml:space="preserve">, </w:t>
      </w:r>
      <w:r w:rsidRPr="0052120E">
        <w:t>p</w:t>
      </w:r>
      <w:r w:rsidR="00FD501F" w:rsidRPr="0052120E">
        <w:t>rojektant</w:t>
      </w:r>
      <w:r w:rsidRPr="0052120E">
        <w:t xml:space="preserve"> – MORAVIA CONSUTL Olomouc a.s.</w:t>
      </w:r>
      <w:r w:rsidR="00FD501F" w:rsidRPr="0052120E">
        <w:t>)</w:t>
      </w:r>
    </w:p>
    <w:p w:rsidR="00FD501F" w:rsidRPr="0052120E" w:rsidRDefault="005D5B11" w:rsidP="005D5B11">
      <w:pPr>
        <w:pStyle w:val="Odstavec1-1a"/>
      </w:pPr>
      <w:r w:rsidRPr="0052120E">
        <w:rPr>
          <w:b/>
        </w:rPr>
        <w:t xml:space="preserve">Doplnění závor na PZS (P7610) v </w:t>
      </w:r>
      <w:proofErr w:type="gramStart"/>
      <w:r w:rsidRPr="0052120E">
        <w:rPr>
          <w:b/>
        </w:rPr>
        <w:t>km 3,650</w:t>
      </w:r>
      <w:proofErr w:type="gramEnd"/>
      <w:r w:rsidRPr="0052120E">
        <w:rPr>
          <w:b/>
        </w:rPr>
        <w:t xml:space="preserve"> trati Olomouc – Drahanovice</w:t>
      </w:r>
      <w:r w:rsidRPr="0052120E">
        <w:t xml:space="preserve"> </w:t>
      </w:r>
      <w:r w:rsidR="00FD501F" w:rsidRPr="0052120E">
        <w:t>(</w:t>
      </w:r>
      <w:r w:rsidRPr="0052120E">
        <w:t xml:space="preserve">zpracování DSP 2021-2022, realizace do konce roku 2022, </w:t>
      </w:r>
      <w:r w:rsidR="00FD501F" w:rsidRPr="0052120E">
        <w:t>investor</w:t>
      </w:r>
      <w:r w:rsidRPr="0052120E">
        <w:t xml:space="preserve"> </w:t>
      </w:r>
      <w:r w:rsidR="0052120E" w:rsidRPr="0052120E">
        <w:t>–</w:t>
      </w:r>
      <w:r w:rsidRPr="0052120E">
        <w:t xml:space="preserve"> SŽ</w:t>
      </w:r>
      <w:r w:rsidR="0052120E" w:rsidRPr="0052120E">
        <w:t>)</w:t>
      </w:r>
    </w:p>
    <w:p w:rsidR="005D5B11" w:rsidRPr="0052120E" w:rsidRDefault="005D5B11" w:rsidP="005D5B11">
      <w:pPr>
        <w:pStyle w:val="Odstavec1-1a"/>
      </w:pPr>
      <w:r w:rsidRPr="0052120E">
        <w:rPr>
          <w:b/>
        </w:rPr>
        <w:t xml:space="preserve">Rekonstrukce </w:t>
      </w:r>
      <w:r w:rsidR="00580AA5" w:rsidRPr="0052120E">
        <w:rPr>
          <w:b/>
        </w:rPr>
        <w:t xml:space="preserve">zastávky </w:t>
      </w:r>
      <w:r w:rsidRPr="0052120E">
        <w:rPr>
          <w:b/>
        </w:rPr>
        <w:t>O</w:t>
      </w:r>
      <w:r w:rsidR="00580AA5" w:rsidRPr="0052120E">
        <w:rPr>
          <w:b/>
        </w:rPr>
        <w:t>lomouc město</w:t>
      </w:r>
      <w:r w:rsidRPr="0052120E">
        <w:rPr>
          <w:b/>
        </w:rPr>
        <w:t xml:space="preserve"> </w:t>
      </w:r>
      <w:r w:rsidRPr="0052120E">
        <w:t>(DUSP- zpra</w:t>
      </w:r>
      <w:r w:rsidR="0052120E" w:rsidRPr="0052120E">
        <w:t>cování 2021-2022, investor – SŽ</w:t>
      </w:r>
      <w:r w:rsidR="00F82E92" w:rsidRPr="0052120E">
        <w:t>)</w:t>
      </w:r>
    </w:p>
    <w:p w:rsidR="00F82E92" w:rsidRDefault="004412EF" w:rsidP="000D6940">
      <w:pPr>
        <w:pStyle w:val="Odstavec1-1a"/>
      </w:pPr>
      <w:r w:rsidRPr="0052120E">
        <w:rPr>
          <w:b/>
        </w:rPr>
        <w:t xml:space="preserve">Rekonstrukce </w:t>
      </w:r>
      <w:proofErr w:type="spellStart"/>
      <w:r w:rsidRPr="0052120E">
        <w:rPr>
          <w:b/>
        </w:rPr>
        <w:t>žst</w:t>
      </w:r>
      <w:proofErr w:type="spellEnd"/>
      <w:r w:rsidRPr="0052120E">
        <w:rPr>
          <w:b/>
        </w:rPr>
        <w:t xml:space="preserve">. Olomouc-Nová Ulice </w:t>
      </w:r>
      <w:r w:rsidRPr="0052120E">
        <w:t>(DUSP- zpracování 2021-202</w:t>
      </w:r>
      <w:r w:rsidR="0052120E" w:rsidRPr="0052120E">
        <w:t>2, inve</w:t>
      </w:r>
      <w:r w:rsidR="000D6940">
        <w:t xml:space="preserve">stor </w:t>
      </w:r>
      <w:r w:rsidR="0052120E" w:rsidRPr="0052120E">
        <w:t>– SŽ</w:t>
      </w:r>
      <w:r w:rsidRPr="0052120E">
        <w:t>)</w:t>
      </w:r>
    </w:p>
    <w:p w:rsidR="000D6940" w:rsidRDefault="000D6940" w:rsidP="000D6940">
      <w:pPr>
        <w:pStyle w:val="Odstavec1-1a"/>
      </w:pPr>
      <w:r w:rsidRPr="000D6940">
        <w:rPr>
          <w:b/>
        </w:rPr>
        <w:t>Oprava osvětlení Olomouc město</w:t>
      </w:r>
      <w:r>
        <w:t xml:space="preserve"> (opravné práce Správy železnic, Oblastní ředitelství Olomouc, Správa elektrotechniky a energetiky</w:t>
      </w:r>
      <w:r w:rsidR="00130CC4">
        <w:t xml:space="preserve"> (SEE OŘ Olomouc)</w:t>
      </w:r>
      <w:r>
        <w:t xml:space="preserve"> – řeší pouze přípojku NN)</w:t>
      </w:r>
    </w:p>
    <w:p w:rsidR="000D6940" w:rsidRPr="0052120E" w:rsidRDefault="000D6940" w:rsidP="000D6940">
      <w:pPr>
        <w:pStyle w:val="Odstavec1-1a"/>
      </w:pPr>
      <w:r>
        <w:rPr>
          <w:b/>
        </w:rPr>
        <w:t xml:space="preserve">Oprava osvětlení ŽST </w:t>
      </w:r>
      <w:proofErr w:type="spellStart"/>
      <w:r>
        <w:rPr>
          <w:b/>
        </w:rPr>
        <w:t>Řepčín</w:t>
      </w:r>
      <w:proofErr w:type="spellEnd"/>
      <w:r>
        <w:rPr>
          <w:b/>
        </w:rPr>
        <w:t xml:space="preserve"> </w:t>
      </w:r>
      <w:r>
        <w:t>(opravné práce Správy železnic, Oblastní ředitelství Olomouc, Správa elektrotechniky a energetiky</w:t>
      </w:r>
      <w:r w:rsidR="00130CC4">
        <w:t xml:space="preserve"> (SEE OŘ Olomouc)</w:t>
      </w:r>
      <w:r>
        <w:t xml:space="preserve"> – řeší pouze venkovní kabelové rozvody a stožáry s LED osvětlením)</w:t>
      </w:r>
    </w:p>
    <w:p w:rsidR="00FD501F" w:rsidRPr="00FD501F" w:rsidRDefault="00FD501F" w:rsidP="00475ECE">
      <w:pPr>
        <w:pStyle w:val="Nadpis2-1"/>
      </w:pPr>
      <w:bookmarkStart w:id="15" w:name="_Toc75251217"/>
      <w:r w:rsidRPr="0052120E">
        <w:t xml:space="preserve">POŽADAVKY NA </w:t>
      </w:r>
      <w:r w:rsidR="002F7044" w:rsidRPr="0052120E">
        <w:t>technické řešení</w:t>
      </w:r>
      <w:r w:rsidR="002F7044" w:rsidRPr="00FD501F">
        <w:t xml:space="preserve"> </w:t>
      </w:r>
      <w:r w:rsidR="002F7044">
        <w:t xml:space="preserve">a </w:t>
      </w:r>
      <w:r w:rsidRPr="00FD501F">
        <w:t>PROVEDENÍ DÍLA</w:t>
      </w:r>
      <w:bookmarkEnd w:id="15"/>
    </w:p>
    <w:p w:rsidR="00FD501F" w:rsidRPr="00FD501F" w:rsidRDefault="00FD501F" w:rsidP="00475ECE">
      <w:pPr>
        <w:pStyle w:val="Nadpis2-2"/>
      </w:pPr>
      <w:bookmarkStart w:id="16" w:name="_Toc75251218"/>
      <w:r w:rsidRPr="00FD501F">
        <w:t>Všeobecně</w:t>
      </w:r>
      <w:bookmarkEnd w:id="16"/>
    </w:p>
    <w:p w:rsidR="004C5ABF" w:rsidRPr="00DC6057" w:rsidRDefault="004619B4" w:rsidP="00A71A6E">
      <w:pPr>
        <w:pStyle w:val="Text2-1"/>
      </w:pPr>
      <w:r w:rsidRPr="00DC6057">
        <w:t xml:space="preserve">Odstavce 3.4.8, </w:t>
      </w:r>
      <w:proofErr w:type="gramStart"/>
      <w:r w:rsidRPr="00DC6057">
        <w:t>3.4.15</w:t>
      </w:r>
      <w:proofErr w:type="gramEnd"/>
      <w:r w:rsidRPr="00DC6057">
        <w:t xml:space="preserve"> a 3.4.17 ve VTP/DOKUMENTACE/03/21 se ruší a nahrazují se následujícími odstavci</w:t>
      </w:r>
      <w:r w:rsidR="004C5ABF" w:rsidRPr="00DC6057">
        <w:t xml:space="preserve">: </w:t>
      </w:r>
    </w:p>
    <w:p w:rsidR="00D175B5" w:rsidRPr="00DC6057" w:rsidRDefault="004C5ABF" w:rsidP="004C5ABF">
      <w:pPr>
        <w:pStyle w:val="Textbezslovn"/>
        <w:tabs>
          <w:tab w:val="left" w:pos="1701"/>
        </w:tabs>
        <w:ind w:left="1701" w:hanging="964"/>
      </w:pPr>
      <w:r w:rsidRPr="00DC6057">
        <w:t>„</w:t>
      </w:r>
      <w:r w:rsidR="004619B4" w:rsidRPr="00DC6057">
        <w:t>3</w:t>
      </w:r>
      <w:r w:rsidRPr="00DC6057">
        <w:t xml:space="preserve">.4.8 </w:t>
      </w:r>
      <w:r w:rsidRPr="00DC6057">
        <w:tab/>
      </w:r>
      <w:r w:rsidR="004619B4" w:rsidRPr="00DC6057">
        <w:rPr>
          <w:b/>
        </w:rPr>
        <w:t>Součástí odevzdání Dokumentace ve stupni PDPS k připomínkovému řízení</w:t>
      </w:r>
      <w:r w:rsidR="004619B4" w:rsidRPr="00DC6057">
        <w:t xml:space="preserve"> bude vždy oceněný Soupis prací s výkazem výměr v otevřené formě ve formátu *.XLSM nebo *.XLSX a v elektronické podobě ve </w:t>
      </w:r>
      <w:proofErr w:type="gramStart"/>
      <w:r w:rsidR="004619B4" w:rsidRPr="00DC6057">
        <w:t>formátu *.PDF</w:t>
      </w:r>
      <w:proofErr w:type="gramEnd"/>
      <w:r w:rsidR="004619B4" w:rsidRPr="00DC6057">
        <w:t xml:space="preserve"> (viz 3.4.19 těchto VTP) v rozsahu a  podrobnostech stanoveném vyhláškou 169/2016 Sb. [46] a Směrnicí SŽDC č. 20 [77].</w:t>
      </w:r>
    </w:p>
    <w:p w:rsidR="00D175B5" w:rsidRPr="00DC6057" w:rsidRDefault="00D175B5" w:rsidP="00D175B5">
      <w:pPr>
        <w:pStyle w:val="Textbezslovn"/>
        <w:tabs>
          <w:tab w:val="left" w:pos="1701"/>
        </w:tabs>
        <w:ind w:left="1701" w:hanging="964"/>
      </w:pPr>
      <w:r w:rsidRPr="00DC6057">
        <w:t>3.4.1</w:t>
      </w:r>
      <w:r w:rsidR="004619B4" w:rsidRPr="00DC6057">
        <w:t>5</w:t>
      </w:r>
      <w:r w:rsidRPr="00DC6057">
        <w:tab/>
      </w:r>
      <w:r w:rsidR="004619B4" w:rsidRPr="00DC6057">
        <w:rPr>
          <w:b/>
        </w:rPr>
        <w:t>Definitivní odevzdání oceněného a neoceněného Soupisu prací v Dokumentaci ve stupni PDPS proběhne v otevřené formě ve formátu *.XLSX nebo*.XLSX</w:t>
      </w:r>
      <w:r w:rsidR="004619B4" w:rsidRPr="00DC6057">
        <w:t xml:space="preserve">  a v elektronické podobě v uzavřené formě ve </w:t>
      </w:r>
      <w:proofErr w:type="gramStart"/>
      <w:r w:rsidR="004619B4" w:rsidRPr="00DC6057">
        <w:t>formátu *.PDF</w:t>
      </w:r>
      <w:proofErr w:type="gramEnd"/>
      <w:r w:rsidR="004619B4" w:rsidRPr="00DC6057">
        <w:t xml:space="preserve"> (viz 3.4.19 těchto VTP</w:t>
      </w:r>
      <w:r w:rsidRPr="00DC6057">
        <w:t xml:space="preserve">. </w:t>
      </w:r>
    </w:p>
    <w:p w:rsidR="003B699A" w:rsidRDefault="00D175B5" w:rsidP="00D175B5">
      <w:pPr>
        <w:pStyle w:val="Textbezslovn"/>
        <w:tabs>
          <w:tab w:val="left" w:pos="1701"/>
        </w:tabs>
        <w:ind w:left="1701" w:hanging="964"/>
      </w:pPr>
      <w:proofErr w:type="gramStart"/>
      <w:r w:rsidRPr="00DC6057">
        <w:t>3.4.1</w:t>
      </w:r>
      <w:r w:rsidR="004619B4" w:rsidRPr="00DC6057">
        <w:t>7</w:t>
      </w:r>
      <w:proofErr w:type="gramEnd"/>
      <w:r w:rsidRPr="00DC6057">
        <w:tab/>
      </w:r>
      <w:r w:rsidR="004619B4" w:rsidRPr="00DC6057">
        <w:t xml:space="preserve">Zhotovitel se zavazuje k součinnosti s Objednatelem v probíhajícím zadávacím řízení na zhotovení stavby při řešení dodatečných informací, doplnění, či opravě Dokumentace ve stanovených lhůtách tak, aby nedošlo k posunu termínů podání nabídek. V případě potřeby úpravy Soupisu prací v probíhajícím zadávacím řízení na zhotovení stavby Zhotovitel odevzdá opravený Soupis prací Objednateli vždy v oceněné  a neoceněné variantě v elektronické podobě v otevřené formě ve formátu *.XLSM nebo *XLSX a v elektronické podobě v uzavřené formě ve </w:t>
      </w:r>
      <w:proofErr w:type="gramStart"/>
      <w:r w:rsidR="004619B4" w:rsidRPr="00DC6057">
        <w:t>formátu *.PDF</w:t>
      </w:r>
      <w:proofErr w:type="gramEnd"/>
      <w:r w:rsidR="004619B4" w:rsidRPr="00DC6057">
        <w:t xml:space="preserve"> (viz 3.4.19 těchto VTP). Na základě těchto úprav v Soupisu prací provede Zhotovitel aktualizaci Dokumentace v rozsahu všech příloh, kterých se tyto změny týkají nejpozději před zahájením zhotovení stavby.</w:t>
      </w:r>
      <w:r>
        <w:t xml:space="preserve"> </w:t>
      </w:r>
    </w:p>
    <w:p w:rsidR="00F678E3" w:rsidRPr="0052120E" w:rsidRDefault="00F678E3" w:rsidP="002F2288">
      <w:pPr>
        <w:pStyle w:val="Nadpis2-2"/>
      </w:pPr>
      <w:bookmarkStart w:id="17" w:name="_Toc15649875"/>
      <w:bookmarkStart w:id="18" w:name="_Toc75251219"/>
      <w:r w:rsidRPr="0052120E">
        <w:t>Zabezpečovací zařízení</w:t>
      </w:r>
      <w:bookmarkEnd w:id="17"/>
      <w:bookmarkEnd w:id="18"/>
    </w:p>
    <w:p w:rsidR="00F678E3" w:rsidRPr="0052120E" w:rsidRDefault="00F678E3" w:rsidP="00295E30">
      <w:pPr>
        <w:pStyle w:val="Text2-1"/>
        <w:keepNext/>
        <w:rPr>
          <w:rStyle w:val="Tun"/>
        </w:rPr>
      </w:pPr>
      <w:r w:rsidRPr="0052120E">
        <w:rPr>
          <w:rStyle w:val="Tun"/>
        </w:rPr>
        <w:t xml:space="preserve">Popis stávajícího stavu </w:t>
      </w:r>
    </w:p>
    <w:p w:rsidR="00E37AEF" w:rsidRPr="0052120E" w:rsidRDefault="00E37AEF" w:rsidP="00E37AEF">
      <w:pPr>
        <w:pStyle w:val="Text2-2"/>
        <w:rPr>
          <w:rFonts w:cs="Arial"/>
          <w:szCs w:val="16"/>
        </w:rPr>
      </w:pPr>
      <w:r w:rsidRPr="0052120E">
        <w:rPr>
          <w:rFonts w:cs="Arial"/>
          <w:szCs w:val="16"/>
        </w:rPr>
        <w:t>Stávající přejezdová zabezpečovací zařízení (PZZ) v dotčeném úseku trati jsou napojena na stávající metalickou kabelizaci, která zůstane funkční.</w:t>
      </w:r>
    </w:p>
    <w:p w:rsidR="00F678E3" w:rsidRPr="0052120E" w:rsidRDefault="00F678E3" w:rsidP="00295E30">
      <w:pPr>
        <w:pStyle w:val="Text2-1"/>
        <w:keepNext/>
        <w:rPr>
          <w:rStyle w:val="Tun"/>
        </w:rPr>
      </w:pPr>
      <w:r w:rsidRPr="0052120E">
        <w:rPr>
          <w:rStyle w:val="Tun"/>
        </w:rPr>
        <w:lastRenderedPageBreak/>
        <w:t xml:space="preserve">Požadavky na nový stav </w:t>
      </w:r>
    </w:p>
    <w:p w:rsidR="00F678E3" w:rsidRPr="00254DE1" w:rsidRDefault="00E37AEF" w:rsidP="00130CC4">
      <w:pPr>
        <w:pStyle w:val="Text2-2"/>
      </w:pPr>
      <w:r w:rsidRPr="0052120E">
        <w:rPr>
          <w:rFonts w:cs="Arial"/>
          <w:szCs w:val="16"/>
        </w:rPr>
        <w:t xml:space="preserve">Stávající přejezdová zabezpečovací zařízení v dotčeném úseku trati nebudou napojena na novou metalickou kabelizaci. Ve vhodných místech v blízkosti PZZ budou vždy uloženy smyčky nové kabelizace pro budoucí zapojení </w:t>
      </w:r>
      <w:r w:rsidRPr="00254DE1">
        <w:rPr>
          <w:rFonts w:cs="Arial"/>
          <w:szCs w:val="16"/>
        </w:rPr>
        <w:t>rekonstruovaných PZZ.</w:t>
      </w:r>
    </w:p>
    <w:p w:rsidR="00F678E3" w:rsidRPr="00254DE1" w:rsidRDefault="00F678E3" w:rsidP="002F2288">
      <w:pPr>
        <w:pStyle w:val="Nadpis2-2"/>
      </w:pPr>
      <w:bookmarkStart w:id="19" w:name="_Toc15649876"/>
      <w:bookmarkStart w:id="20" w:name="_Toc75251220"/>
      <w:r w:rsidRPr="00254DE1">
        <w:t>Sdělovací zařízení</w:t>
      </w:r>
      <w:bookmarkEnd w:id="19"/>
      <w:bookmarkEnd w:id="20"/>
    </w:p>
    <w:p w:rsidR="00295E30" w:rsidRPr="00254DE1" w:rsidRDefault="00295E30" w:rsidP="00295E30">
      <w:pPr>
        <w:pStyle w:val="Text2-1"/>
        <w:keepNext/>
        <w:rPr>
          <w:rStyle w:val="Tun"/>
        </w:rPr>
      </w:pPr>
      <w:bookmarkStart w:id="21" w:name="_Toc15649877"/>
      <w:r w:rsidRPr="00254DE1">
        <w:rPr>
          <w:rStyle w:val="Tun"/>
        </w:rPr>
        <w:t xml:space="preserve">Popis stávajícího stavu </w:t>
      </w:r>
    </w:p>
    <w:p w:rsidR="00E37AEF" w:rsidRPr="00254DE1" w:rsidRDefault="00E37AEF" w:rsidP="00E37AEF">
      <w:pPr>
        <w:pStyle w:val="Text2-2"/>
        <w:rPr>
          <w:rFonts w:cs="Arial"/>
          <w:szCs w:val="16"/>
        </w:rPr>
      </w:pPr>
      <w:r w:rsidRPr="00254DE1">
        <w:rPr>
          <w:rFonts w:cs="Arial"/>
          <w:szCs w:val="16"/>
        </w:rPr>
        <w:t>V traťovém úseku ŽST. Olomouc hl. n. –</w:t>
      </w:r>
      <w:r w:rsidR="00254DE1" w:rsidRPr="00254DE1">
        <w:rPr>
          <w:rFonts w:cs="Arial"/>
          <w:szCs w:val="16"/>
        </w:rPr>
        <w:t xml:space="preserve"> </w:t>
      </w:r>
      <w:proofErr w:type="spellStart"/>
      <w:r w:rsidR="00254DE1" w:rsidRPr="00254DE1">
        <w:rPr>
          <w:rFonts w:cs="Arial"/>
          <w:szCs w:val="16"/>
        </w:rPr>
        <w:t>žst</w:t>
      </w:r>
      <w:proofErr w:type="spellEnd"/>
      <w:r w:rsidRPr="00254DE1">
        <w:rPr>
          <w:rFonts w:cs="Arial"/>
          <w:szCs w:val="16"/>
        </w:rPr>
        <w:t>. Olomouc</w:t>
      </w:r>
      <w:r w:rsidR="00254DE1" w:rsidRPr="00254DE1">
        <w:rPr>
          <w:rFonts w:cs="Arial"/>
          <w:szCs w:val="16"/>
        </w:rPr>
        <w:t>-</w:t>
      </w:r>
      <w:proofErr w:type="spellStart"/>
      <w:r w:rsidRPr="00254DE1">
        <w:rPr>
          <w:rFonts w:cs="Arial"/>
          <w:szCs w:val="16"/>
        </w:rPr>
        <w:t>Řepčín</w:t>
      </w:r>
      <w:proofErr w:type="spellEnd"/>
      <w:r w:rsidRPr="00254DE1">
        <w:rPr>
          <w:rFonts w:cs="Arial"/>
          <w:szCs w:val="16"/>
        </w:rPr>
        <w:t xml:space="preserve"> je stávající metalický traťový kabel TK5 15XN 0,8 30</w:t>
      </w:r>
      <w:r w:rsidR="00254DE1" w:rsidRPr="00254DE1">
        <w:rPr>
          <w:rFonts w:cs="Arial"/>
          <w:szCs w:val="16"/>
        </w:rPr>
        <w:t xml:space="preserve"> </w:t>
      </w:r>
      <w:r w:rsidRPr="00254DE1">
        <w:rPr>
          <w:rFonts w:cs="Arial"/>
          <w:szCs w:val="16"/>
        </w:rPr>
        <w:t xml:space="preserve">let starý </w:t>
      </w:r>
      <w:r w:rsidR="00254DE1" w:rsidRPr="00254DE1">
        <w:rPr>
          <w:rFonts w:cs="Arial"/>
          <w:szCs w:val="16"/>
        </w:rPr>
        <w:t>z</w:t>
      </w:r>
      <w:r w:rsidRPr="00254DE1">
        <w:rPr>
          <w:rFonts w:cs="Arial"/>
          <w:szCs w:val="16"/>
        </w:rPr>
        <w:t>a</w:t>
      </w:r>
      <w:r w:rsidR="00254DE1" w:rsidRPr="00254DE1">
        <w:rPr>
          <w:rFonts w:cs="Arial"/>
          <w:szCs w:val="16"/>
        </w:rPr>
        <w:t xml:space="preserve"> hranicí životnosti</w:t>
      </w:r>
      <w:r w:rsidRPr="00254DE1">
        <w:rPr>
          <w:rFonts w:cs="Arial"/>
          <w:szCs w:val="16"/>
        </w:rPr>
        <w:t xml:space="preserve">. Při stavbě </w:t>
      </w:r>
      <w:r w:rsidR="00254DE1" w:rsidRPr="00254DE1">
        <w:rPr>
          <w:rFonts w:cs="Arial"/>
          <w:szCs w:val="16"/>
        </w:rPr>
        <w:t>„</w:t>
      </w:r>
      <w:r w:rsidRPr="00254DE1">
        <w:rPr>
          <w:rFonts w:cs="Arial"/>
          <w:szCs w:val="16"/>
        </w:rPr>
        <w:t xml:space="preserve">Rekonstrukce </w:t>
      </w:r>
      <w:proofErr w:type="spellStart"/>
      <w:r w:rsidRPr="00254DE1">
        <w:rPr>
          <w:rFonts w:cs="Arial"/>
          <w:szCs w:val="16"/>
        </w:rPr>
        <w:t>žst</w:t>
      </w:r>
      <w:proofErr w:type="spellEnd"/>
      <w:r w:rsidRPr="00254DE1">
        <w:rPr>
          <w:rFonts w:cs="Arial"/>
          <w:szCs w:val="16"/>
        </w:rPr>
        <w:t>. Olomouc</w:t>
      </w:r>
      <w:r w:rsidR="00254DE1" w:rsidRPr="00254DE1">
        <w:rPr>
          <w:rFonts w:cs="Arial"/>
          <w:szCs w:val="16"/>
        </w:rPr>
        <w:t xml:space="preserve"> </w:t>
      </w:r>
      <w:proofErr w:type="spellStart"/>
      <w:proofErr w:type="gramStart"/>
      <w:r w:rsidR="00254DE1" w:rsidRPr="00254DE1">
        <w:rPr>
          <w:rFonts w:cs="Arial"/>
          <w:szCs w:val="16"/>
        </w:rPr>
        <w:t>hl.n</w:t>
      </w:r>
      <w:proofErr w:type="spellEnd"/>
      <w:r w:rsidR="00254DE1" w:rsidRPr="00254DE1">
        <w:rPr>
          <w:rFonts w:cs="Arial"/>
          <w:szCs w:val="16"/>
        </w:rPr>
        <w:t>.</w:t>
      </w:r>
      <w:proofErr w:type="gramEnd"/>
      <w:r w:rsidR="00254DE1" w:rsidRPr="00254DE1">
        <w:rPr>
          <w:rFonts w:cs="Arial"/>
          <w:szCs w:val="16"/>
        </w:rPr>
        <w:t>“</w:t>
      </w:r>
      <w:r w:rsidRPr="00254DE1">
        <w:rPr>
          <w:rFonts w:cs="Arial"/>
          <w:szCs w:val="16"/>
        </w:rPr>
        <w:t xml:space="preserve"> byl do km 1,280 položen nový kabel 15 XN 0,8 a dvě HDPE M/Z a Č/Z.</w:t>
      </w:r>
      <w:r w:rsidR="00775FDE" w:rsidRPr="00254DE1">
        <w:rPr>
          <w:rFonts w:cs="Arial"/>
          <w:szCs w:val="16"/>
        </w:rPr>
        <w:t xml:space="preserve"> V rámci navazujících staveb (Rekonstrukce </w:t>
      </w:r>
      <w:proofErr w:type="spellStart"/>
      <w:r w:rsidR="00775FDE" w:rsidRPr="00254DE1">
        <w:rPr>
          <w:rFonts w:cs="Arial"/>
          <w:szCs w:val="16"/>
        </w:rPr>
        <w:t>žst</w:t>
      </w:r>
      <w:proofErr w:type="spellEnd"/>
      <w:r w:rsidR="00775FDE" w:rsidRPr="00254DE1">
        <w:rPr>
          <w:rFonts w:cs="Arial"/>
          <w:szCs w:val="16"/>
        </w:rPr>
        <w:t>. Olomouc-Nová Ulice, Rekonstrukce zastávky Olomouc město)</w:t>
      </w:r>
      <w:r w:rsidR="00254DE1" w:rsidRPr="00254DE1">
        <w:rPr>
          <w:rFonts w:cs="Arial"/>
          <w:szCs w:val="16"/>
        </w:rPr>
        <w:t xml:space="preserve"> </w:t>
      </w:r>
      <w:r w:rsidR="00775FDE" w:rsidRPr="00254DE1">
        <w:rPr>
          <w:rFonts w:cs="Arial"/>
          <w:szCs w:val="16"/>
        </w:rPr>
        <w:t>jsou pokládány nové kabely a HDPE trubky.</w:t>
      </w:r>
    </w:p>
    <w:p w:rsidR="00E37AEF" w:rsidRPr="00254DE1" w:rsidRDefault="00E37AEF" w:rsidP="00E37AEF">
      <w:pPr>
        <w:pStyle w:val="Text2-2"/>
        <w:rPr>
          <w:rFonts w:cs="Arial"/>
          <w:szCs w:val="16"/>
        </w:rPr>
      </w:pPr>
      <w:r w:rsidRPr="00254DE1">
        <w:rPr>
          <w:rFonts w:cs="Arial"/>
          <w:szCs w:val="16"/>
        </w:rPr>
        <w:t>V dopravní kanceláři ŽST Olomouc</w:t>
      </w:r>
      <w:r w:rsidR="00254DE1" w:rsidRPr="00254DE1">
        <w:rPr>
          <w:rFonts w:cs="Arial"/>
          <w:szCs w:val="16"/>
        </w:rPr>
        <w:t>-</w:t>
      </w:r>
      <w:r w:rsidRPr="00254DE1">
        <w:rPr>
          <w:rFonts w:cs="Arial"/>
          <w:szCs w:val="16"/>
        </w:rPr>
        <w:t>Nová Ulice je ve funkci te</w:t>
      </w:r>
      <w:r w:rsidR="00254DE1" w:rsidRPr="00254DE1">
        <w:rPr>
          <w:rFonts w:cs="Arial"/>
          <w:szCs w:val="16"/>
        </w:rPr>
        <w:t xml:space="preserve">lefonního </w:t>
      </w:r>
      <w:proofErr w:type="spellStart"/>
      <w:r w:rsidR="00254DE1" w:rsidRPr="00254DE1">
        <w:rPr>
          <w:rFonts w:cs="Arial"/>
          <w:szCs w:val="16"/>
        </w:rPr>
        <w:t>zapojovače</w:t>
      </w:r>
      <w:proofErr w:type="spellEnd"/>
      <w:r w:rsidR="00254DE1" w:rsidRPr="00254DE1">
        <w:rPr>
          <w:rFonts w:cs="Arial"/>
          <w:szCs w:val="16"/>
        </w:rPr>
        <w:t xml:space="preserve"> </w:t>
      </w:r>
      <w:proofErr w:type="spellStart"/>
      <w:r w:rsidR="00254DE1" w:rsidRPr="00254DE1">
        <w:rPr>
          <w:rFonts w:cs="Arial"/>
          <w:szCs w:val="16"/>
        </w:rPr>
        <w:t>Inoma</w:t>
      </w:r>
      <w:proofErr w:type="spellEnd"/>
      <w:r w:rsidR="00254DE1" w:rsidRPr="00254DE1">
        <w:rPr>
          <w:rFonts w:cs="Arial"/>
          <w:szCs w:val="16"/>
        </w:rPr>
        <w:t xml:space="preserve"> NZ10 </w:t>
      </w:r>
      <w:r w:rsidRPr="00254DE1">
        <w:rPr>
          <w:rFonts w:cs="Arial"/>
          <w:szCs w:val="16"/>
        </w:rPr>
        <w:t>a hodiny EH1</w:t>
      </w:r>
      <w:r w:rsidR="00254DE1" w:rsidRPr="00254DE1">
        <w:rPr>
          <w:rFonts w:cs="Arial"/>
          <w:szCs w:val="16"/>
        </w:rPr>
        <w:t>,</w:t>
      </w:r>
      <w:r w:rsidRPr="00254DE1">
        <w:rPr>
          <w:rFonts w:cs="Arial"/>
          <w:szCs w:val="16"/>
        </w:rPr>
        <w:t xml:space="preserve"> vše na hranici životnosti. </w:t>
      </w:r>
    </w:p>
    <w:p w:rsidR="00E37AEF" w:rsidRPr="00254DE1" w:rsidRDefault="00E37AEF" w:rsidP="00E37AEF">
      <w:pPr>
        <w:pStyle w:val="Text2-2"/>
        <w:rPr>
          <w:rFonts w:cs="Arial"/>
          <w:szCs w:val="16"/>
        </w:rPr>
      </w:pPr>
      <w:r w:rsidRPr="00254DE1">
        <w:rPr>
          <w:rFonts w:cs="Arial"/>
          <w:szCs w:val="16"/>
        </w:rPr>
        <w:t>V dopravní kanceláři v</w:t>
      </w:r>
      <w:r w:rsidR="00254DE1" w:rsidRPr="00254DE1">
        <w:rPr>
          <w:rFonts w:cs="Arial"/>
          <w:szCs w:val="16"/>
        </w:rPr>
        <w:t> </w:t>
      </w:r>
      <w:r w:rsidRPr="00254DE1">
        <w:rPr>
          <w:rFonts w:cs="Arial"/>
          <w:szCs w:val="16"/>
        </w:rPr>
        <w:t>ŽST</w:t>
      </w:r>
      <w:r w:rsidR="00254DE1" w:rsidRPr="00254DE1">
        <w:rPr>
          <w:rFonts w:cs="Arial"/>
          <w:szCs w:val="16"/>
        </w:rPr>
        <w:t xml:space="preserve"> </w:t>
      </w:r>
      <w:r w:rsidRPr="00254DE1">
        <w:rPr>
          <w:rFonts w:cs="Arial"/>
          <w:szCs w:val="16"/>
        </w:rPr>
        <w:t>Olomouc</w:t>
      </w:r>
      <w:r w:rsidR="00254DE1" w:rsidRPr="00254DE1">
        <w:rPr>
          <w:rFonts w:cs="Arial"/>
          <w:szCs w:val="16"/>
        </w:rPr>
        <w:t>-</w:t>
      </w:r>
      <w:proofErr w:type="spellStart"/>
      <w:r w:rsidRPr="00254DE1">
        <w:rPr>
          <w:rFonts w:cs="Arial"/>
          <w:szCs w:val="16"/>
        </w:rPr>
        <w:t>Řepčín</w:t>
      </w:r>
      <w:proofErr w:type="spellEnd"/>
      <w:r w:rsidRPr="00254DE1">
        <w:rPr>
          <w:rFonts w:cs="Arial"/>
          <w:szCs w:val="16"/>
        </w:rPr>
        <w:t xml:space="preserve"> je ve funkci telefonního </w:t>
      </w:r>
      <w:proofErr w:type="spellStart"/>
      <w:r w:rsidRPr="00254DE1">
        <w:rPr>
          <w:rFonts w:cs="Arial"/>
          <w:szCs w:val="16"/>
        </w:rPr>
        <w:t>zapojovače</w:t>
      </w:r>
      <w:proofErr w:type="spellEnd"/>
      <w:r w:rsidRPr="00254DE1">
        <w:rPr>
          <w:rFonts w:cs="Arial"/>
          <w:szCs w:val="16"/>
        </w:rPr>
        <w:t xml:space="preserve"> </w:t>
      </w:r>
      <w:proofErr w:type="spellStart"/>
      <w:r w:rsidRPr="00254DE1">
        <w:rPr>
          <w:rFonts w:cs="Arial"/>
          <w:szCs w:val="16"/>
        </w:rPr>
        <w:t>Inoma</w:t>
      </w:r>
      <w:proofErr w:type="spellEnd"/>
      <w:r w:rsidRPr="00254DE1">
        <w:rPr>
          <w:rFonts w:cs="Arial"/>
          <w:szCs w:val="16"/>
        </w:rPr>
        <w:t xml:space="preserve"> NZ 10.</w:t>
      </w:r>
    </w:p>
    <w:p w:rsidR="00E37AEF" w:rsidRPr="00254DE1" w:rsidRDefault="00E37AEF" w:rsidP="00E37AEF">
      <w:pPr>
        <w:pStyle w:val="Text2-2"/>
        <w:rPr>
          <w:rFonts w:cs="Arial"/>
          <w:szCs w:val="16"/>
        </w:rPr>
      </w:pPr>
      <w:r w:rsidRPr="00254DE1">
        <w:rPr>
          <w:rFonts w:cs="Arial"/>
          <w:szCs w:val="16"/>
        </w:rPr>
        <w:t>Na zastávkách není žádné stávající sdělovací zařízení. Současně prob</w:t>
      </w:r>
      <w:r w:rsidR="00254DE1" w:rsidRPr="00254DE1">
        <w:rPr>
          <w:rFonts w:cs="Arial"/>
          <w:szCs w:val="16"/>
        </w:rPr>
        <w:t>ě</w:t>
      </w:r>
      <w:r w:rsidRPr="00254DE1">
        <w:rPr>
          <w:rFonts w:cs="Arial"/>
          <w:szCs w:val="16"/>
        </w:rPr>
        <w:t>h</w:t>
      </w:r>
      <w:r w:rsidR="00254DE1" w:rsidRPr="00254DE1">
        <w:rPr>
          <w:rFonts w:cs="Arial"/>
          <w:szCs w:val="16"/>
        </w:rPr>
        <w:t>ne</w:t>
      </w:r>
      <w:r w:rsidRPr="00254DE1">
        <w:rPr>
          <w:rFonts w:cs="Arial"/>
          <w:szCs w:val="16"/>
        </w:rPr>
        <w:t xml:space="preserve"> v rámci navazujících staveb (Rekonstrukce </w:t>
      </w:r>
      <w:proofErr w:type="spellStart"/>
      <w:r w:rsidRPr="00254DE1">
        <w:rPr>
          <w:rFonts w:cs="Arial"/>
          <w:szCs w:val="16"/>
        </w:rPr>
        <w:t>žst</w:t>
      </w:r>
      <w:proofErr w:type="spellEnd"/>
      <w:r w:rsidRPr="00254DE1">
        <w:rPr>
          <w:rFonts w:cs="Arial"/>
          <w:szCs w:val="16"/>
        </w:rPr>
        <w:t xml:space="preserve">. Olomouc-Nová Ulice, Rekonstrukce zastávky Olomouc město) </w:t>
      </w:r>
      <w:r w:rsidR="00254DE1" w:rsidRPr="00254DE1">
        <w:rPr>
          <w:rFonts w:cs="Arial"/>
          <w:szCs w:val="16"/>
        </w:rPr>
        <w:t xml:space="preserve">příprava a následně </w:t>
      </w:r>
      <w:r w:rsidRPr="00254DE1">
        <w:rPr>
          <w:rFonts w:cs="Arial"/>
          <w:szCs w:val="16"/>
        </w:rPr>
        <w:t>výstavba informačních zařízení.</w:t>
      </w:r>
    </w:p>
    <w:p w:rsidR="00295E30" w:rsidRPr="00254DE1" w:rsidRDefault="00E37AEF" w:rsidP="00130CC4">
      <w:pPr>
        <w:pStyle w:val="Text2-2"/>
      </w:pPr>
      <w:r w:rsidRPr="00254DE1">
        <w:rPr>
          <w:rFonts w:cs="Arial"/>
          <w:szCs w:val="16"/>
        </w:rPr>
        <w:t xml:space="preserve">U všech zabezpečených přejezdů jsou umístěny </w:t>
      </w:r>
      <w:r w:rsidR="00254DE1" w:rsidRPr="00254DE1">
        <w:rPr>
          <w:rFonts w:cs="Arial"/>
          <w:szCs w:val="16"/>
        </w:rPr>
        <w:t>venkovní telefonní objekty (</w:t>
      </w:r>
      <w:r w:rsidRPr="00254DE1">
        <w:rPr>
          <w:rFonts w:cs="Arial"/>
          <w:szCs w:val="16"/>
        </w:rPr>
        <w:t>VTO</w:t>
      </w:r>
      <w:r w:rsidR="00254DE1" w:rsidRPr="00254DE1">
        <w:rPr>
          <w:rFonts w:cs="Arial"/>
          <w:szCs w:val="16"/>
        </w:rPr>
        <w:t>)</w:t>
      </w:r>
      <w:r w:rsidRPr="00254DE1">
        <w:rPr>
          <w:rFonts w:cs="Arial"/>
          <w:szCs w:val="16"/>
        </w:rPr>
        <w:t>.</w:t>
      </w:r>
    </w:p>
    <w:p w:rsidR="00E37AEF" w:rsidRPr="00254DE1" w:rsidRDefault="00E37AEF" w:rsidP="00E37AEF">
      <w:pPr>
        <w:pStyle w:val="Text2-2"/>
        <w:numPr>
          <w:ilvl w:val="0"/>
          <w:numId w:val="0"/>
        </w:numPr>
        <w:ind w:left="1701"/>
      </w:pPr>
    </w:p>
    <w:p w:rsidR="00295E30" w:rsidRPr="00254DE1" w:rsidRDefault="00295E30" w:rsidP="00295E30">
      <w:pPr>
        <w:pStyle w:val="Text2-1"/>
        <w:keepNext/>
        <w:rPr>
          <w:rStyle w:val="Tun"/>
        </w:rPr>
      </w:pPr>
      <w:r w:rsidRPr="00254DE1">
        <w:rPr>
          <w:rStyle w:val="Tun"/>
        </w:rPr>
        <w:t xml:space="preserve">Požadavky na nový stav </w:t>
      </w:r>
    </w:p>
    <w:p w:rsidR="006464EB" w:rsidRPr="00254DE1" w:rsidRDefault="00580AA5" w:rsidP="008D2027">
      <w:pPr>
        <w:pStyle w:val="Text2-2"/>
      </w:pPr>
      <w:r w:rsidRPr="00254DE1">
        <w:t xml:space="preserve">Zřízení </w:t>
      </w:r>
      <w:r w:rsidR="00775FDE" w:rsidRPr="00254DE1">
        <w:t>(doplnění a zprovoznění) nové kabelizace umožňující výstavbu a ovládání nového audiovizuálního zařízení v železničních stanicích a na železničních zastávkách pro zlepšení informovanosti a orientace cestujících v ŽST a na zastávkách. Jedná se</w:t>
      </w:r>
      <w:r w:rsidRPr="00254DE1">
        <w:t xml:space="preserve"> nové kabelové trasy s pokládkou traťového sdělovacího kabelu</w:t>
      </w:r>
      <w:r w:rsidR="00F42543" w:rsidRPr="00254DE1">
        <w:t xml:space="preserve"> 15XN</w:t>
      </w:r>
      <w:r w:rsidR="00254DE1" w:rsidRPr="00254DE1">
        <w:t xml:space="preserve"> </w:t>
      </w:r>
      <w:r w:rsidR="00F42543" w:rsidRPr="00254DE1">
        <w:t>0,8</w:t>
      </w:r>
      <w:r w:rsidR="00254DE1" w:rsidRPr="00254DE1">
        <w:t xml:space="preserve"> a </w:t>
      </w:r>
      <w:r w:rsidR="00F42543" w:rsidRPr="00254DE1">
        <w:t>kabelu 30p 1,0 pro zabezpečovací zařízen</w:t>
      </w:r>
      <w:r w:rsidR="00775FDE" w:rsidRPr="00254DE1">
        <w:t>í</w:t>
      </w:r>
      <w:r w:rsidRPr="00254DE1">
        <w:t>.</w:t>
      </w:r>
      <w:r w:rsidR="006464EB" w:rsidRPr="00254DE1">
        <w:t xml:space="preserve"> Kabely </w:t>
      </w:r>
      <w:r w:rsidR="00254DE1" w:rsidRPr="00254DE1">
        <w:t xml:space="preserve">budou </w:t>
      </w:r>
      <w:r w:rsidR="006464EB" w:rsidRPr="00254DE1">
        <w:t>navr</w:t>
      </w:r>
      <w:r w:rsidR="00254DE1" w:rsidRPr="00254DE1">
        <w:t>ženy</w:t>
      </w:r>
      <w:r w:rsidR="006464EB" w:rsidRPr="00254DE1">
        <w:t xml:space="preserve"> stíněné z důvodu eliminace vlivu elektrické trakce (až do vzdálenosti cca 5,0 km od TV trati </w:t>
      </w:r>
      <w:proofErr w:type="gramStart"/>
      <w:r w:rsidR="006464EB" w:rsidRPr="00254DE1">
        <w:t>č.001</w:t>
      </w:r>
      <w:proofErr w:type="gramEnd"/>
      <w:r w:rsidR="006464EB" w:rsidRPr="00254DE1">
        <w:t>)</w:t>
      </w:r>
      <w:r w:rsidR="00254DE1" w:rsidRPr="00254DE1">
        <w:t>,</w:t>
      </w:r>
      <w:r w:rsidR="00775FDE" w:rsidRPr="00254DE1">
        <w:t xml:space="preserve"> </w:t>
      </w:r>
      <w:r w:rsidR="00D038DB" w:rsidRPr="00254DE1">
        <w:rPr>
          <w:rFonts w:cs="Arial"/>
          <w:szCs w:val="16"/>
        </w:rPr>
        <w:t>HDPE trubka</w:t>
      </w:r>
      <w:r w:rsidR="00775FDE" w:rsidRPr="00254DE1">
        <w:rPr>
          <w:rFonts w:cs="Arial"/>
          <w:szCs w:val="16"/>
        </w:rPr>
        <w:t xml:space="preserve"> s optických kabelem a rezervní 2 HDPE trubky mezi ŽST Olomouc </w:t>
      </w:r>
      <w:proofErr w:type="spellStart"/>
      <w:r w:rsidR="00775FDE" w:rsidRPr="00254DE1">
        <w:rPr>
          <w:rFonts w:cs="Arial"/>
          <w:szCs w:val="16"/>
        </w:rPr>
        <w:t>hl.n</w:t>
      </w:r>
      <w:proofErr w:type="spellEnd"/>
      <w:r w:rsidR="00775FDE" w:rsidRPr="00254DE1">
        <w:rPr>
          <w:rFonts w:cs="Arial"/>
          <w:szCs w:val="16"/>
        </w:rPr>
        <w:t>. a ŽST Olomouc-</w:t>
      </w:r>
      <w:proofErr w:type="spellStart"/>
      <w:r w:rsidR="00775FDE" w:rsidRPr="00254DE1">
        <w:rPr>
          <w:rFonts w:cs="Arial"/>
          <w:szCs w:val="16"/>
        </w:rPr>
        <w:t>Řepčín</w:t>
      </w:r>
      <w:proofErr w:type="spellEnd"/>
      <w:r w:rsidR="00775FDE" w:rsidRPr="00254DE1">
        <w:rPr>
          <w:rFonts w:cs="Arial"/>
          <w:szCs w:val="16"/>
        </w:rPr>
        <w:t xml:space="preserve"> dle koordinace se souvisejícími stavbami</w:t>
      </w:r>
      <w:r w:rsidR="00254DE1" w:rsidRPr="00254DE1">
        <w:rPr>
          <w:rFonts w:cs="Arial"/>
          <w:szCs w:val="16"/>
        </w:rPr>
        <w:t xml:space="preserve"> „</w:t>
      </w:r>
      <w:r w:rsidR="006464EB" w:rsidRPr="00254DE1">
        <w:t xml:space="preserve">Rekonstrukce </w:t>
      </w:r>
      <w:proofErr w:type="spellStart"/>
      <w:r w:rsidR="006464EB" w:rsidRPr="00254DE1">
        <w:t>žst</w:t>
      </w:r>
      <w:proofErr w:type="spellEnd"/>
      <w:r w:rsidR="006464EB" w:rsidRPr="00254DE1">
        <w:t>. Olomouc-Nová Ulice</w:t>
      </w:r>
      <w:r w:rsidR="00254DE1" w:rsidRPr="00254DE1">
        <w:t>“</w:t>
      </w:r>
      <w:r w:rsidR="00890750" w:rsidRPr="00254DE1">
        <w:t>,</w:t>
      </w:r>
      <w:r w:rsidR="00254DE1" w:rsidRPr="00254DE1">
        <w:t xml:space="preserve"> „</w:t>
      </w:r>
      <w:r w:rsidR="006464EB" w:rsidRPr="00254DE1">
        <w:t>Reko</w:t>
      </w:r>
      <w:r w:rsidR="00890750" w:rsidRPr="00254DE1">
        <w:t>nstrukce zastávky Olomouc město</w:t>
      </w:r>
      <w:r w:rsidR="00254DE1" w:rsidRPr="00254DE1">
        <w:t>“</w:t>
      </w:r>
      <w:r w:rsidR="00890750" w:rsidRPr="00254DE1">
        <w:t>,</w:t>
      </w:r>
      <w:r w:rsidR="00254DE1" w:rsidRPr="00254DE1">
        <w:t xml:space="preserve"> „</w:t>
      </w:r>
      <w:r w:rsidR="00890750" w:rsidRPr="00254DE1">
        <w:t xml:space="preserve">Doplnění závor na přejezdu P7611 v km 3,887 trati Kostelec na Hané </w:t>
      </w:r>
      <w:r w:rsidR="00254DE1" w:rsidRPr="00254DE1">
        <w:t>–</w:t>
      </w:r>
      <w:r w:rsidR="00890750" w:rsidRPr="00254DE1">
        <w:t xml:space="preserve"> Olomouc </w:t>
      </w:r>
      <w:proofErr w:type="spellStart"/>
      <w:proofErr w:type="gramStart"/>
      <w:r w:rsidR="00890750" w:rsidRPr="00254DE1">
        <w:t>hl.n</w:t>
      </w:r>
      <w:proofErr w:type="spellEnd"/>
      <w:r w:rsidR="00890750" w:rsidRPr="00254DE1">
        <w:t>.</w:t>
      </w:r>
      <w:proofErr w:type="gramEnd"/>
      <w:r w:rsidR="00254DE1" w:rsidRPr="00254DE1">
        <w:t>“, „Doplnění závor na PZS (P7602) v km 0,920 trati Olomouc – Drahanovice“, „Doplnění závor na PZS (P7604) v km 1,490 trati Olomouc – Drahanovice“, „</w:t>
      </w:r>
      <w:r w:rsidR="00890750" w:rsidRPr="00254DE1">
        <w:t>Doplnění závor na PZS (P7610) v km 3,650 trati Olomouc – Drahanovice</w:t>
      </w:r>
      <w:r w:rsidR="00254DE1" w:rsidRPr="00254DE1">
        <w:t>“</w:t>
      </w:r>
      <w:r w:rsidR="00890750" w:rsidRPr="00254DE1">
        <w:t xml:space="preserve">. </w:t>
      </w:r>
    </w:p>
    <w:p w:rsidR="00B71EAF" w:rsidRPr="00254DE1" w:rsidRDefault="00580AA5" w:rsidP="008D2027">
      <w:pPr>
        <w:pStyle w:val="Text2-2"/>
      </w:pPr>
      <w:r w:rsidRPr="00254DE1">
        <w:t>Zřízení audiovizuálního informačního zařízení pro cestující s vazbou na upravený orientační systém dle směrnice SŽ č. 118</w:t>
      </w:r>
      <w:r w:rsidR="002357BE" w:rsidRPr="00254DE1">
        <w:t>, a to</w:t>
      </w:r>
      <w:r w:rsidR="00775FDE" w:rsidRPr="00254DE1">
        <w:t xml:space="preserve"> </w:t>
      </w:r>
      <w:r w:rsidR="001A3E10" w:rsidRPr="00254DE1">
        <w:t>v ŽST Olomouc</w:t>
      </w:r>
      <w:r w:rsidR="00254DE1" w:rsidRPr="00254DE1">
        <w:t>-</w:t>
      </w:r>
      <w:r w:rsidR="001A3E10" w:rsidRPr="00254DE1">
        <w:t>Nová Ulice a ŽST Olomouc</w:t>
      </w:r>
      <w:r w:rsidR="00254DE1" w:rsidRPr="00254DE1">
        <w:t>-</w:t>
      </w:r>
      <w:proofErr w:type="spellStart"/>
      <w:r w:rsidR="001A3E10" w:rsidRPr="00254DE1">
        <w:t>Řepčín</w:t>
      </w:r>
      <w:proofErr w:type="spellEnd"/>
      <w:r w:rsidR="002357BE" w:rsidRPr="00254DE1">
        <w:t>,</w:t>
      </w:r>
      <w:r w:rsidR="001A3E10" w:rsidRPr="00254DE1">
        <w:t xml:space="preserve"> na zastávkách </w:t>
      </w:r>
      <w:proofErr w:type="gramStart"/>
      <w:r w:rsidR="001A3E10" w:rsidRPr="00254DE1">
        <w:t>Olomouc</w:t>
      </w:r>
      <w:proofErr w:type="gramEnd"/>
      <w:r w:rsidR="001A3E10" w:rsidRPr="00254DE1">
        <w:t>–</w:t>
      </w:r>
      <w:proofErr w:type="gramStart"/>
      <w:r w:rsidR="001A3E10" w:rsidRPr="00254DE1">
        <w:t>Smetanovy</w:t>
      </w:r>
      <w:proofErr w:type="gramEnd"/>
      <w:r w:rsidR="001A3E10" w:rsidRPr="00254DE1">
        <w:t xml:space="preserve"> Sady, Olomouc </w:t>
      </w:r>
      <w:r w:rsidR="00254DE1" w:rsidRPr="00254DE1">
        <w:t>m</w:t>
      </w:r>
      <w:r w:rsidR="001A3E10" w:rsidRPr="00254DE1">
        <w:t>ěsto, Olomouc–</w:t>
      </w:r>
      <w:proofErr w:type="spellStart"/>
      <w:r w:rsidR="001A3E10" w:rsidRPr="00254DE1">
        <w:t>Hejčín</w:t>
      </w:r>
      <w:proofErr w:type="spellEnd"/>
      <w:r w:rsidR="001A3E10" w:rsidRPr="00254DE1">
        <w:t xml:space="preserve">. </w:t>
      </w:r>
    </w:p>
    <w:p w:rsidR="00D038DB" w:rsidRPr="00254DE1" w:rsidRDefault="00D038DB" w:rsidP="00130CC4">
      <w:pPr>
        <w:pStyle w:val="Text2-2"/>
      </w:pPr>
      <w:r w:rsidRPr="00254DE1">
        <w:t xml:space="preserve">Na zastávkách a v ŽST budou dle Směrnice SŽ118 navrženy nástupištní víceřádkové odjezdové tabule, v místě čekárny pro cestující </w:t>
      </w:r>
      <w:r w:rsidR="00254DE1" w:rsidRPr="00254DE1">
        <w:t xml:space="preserve">budou navrženy </w:t>
      </w:r>
      <w:r w:rsidRPr="00254DE1">
        <w:t>monitory. Tabule a monitory budou vybaveny prvky akustického informačního systému pro zrakově handicapované cestující</w:t>
      </w:r>
      <w:r w:rsidR="008B24D6" w:rsidRPr="00254DE1">
        <w:t xml:space="preserve">. </w:t>
      </w:r>
      <w:r w:rsidRPr="00254DE1">
        <w:t xml:space="preserve">Zřízeny budou i IP rozhlasové ústředny. </w:t>
      </w:r>
    </w:p>
    <w:p w:rsidR="00582474" w:rsidRPr="00254DE1" w:rsidRDefault="00D038DB" w:rsidP="00130CC4">
      <w:pPr>
        <w:pStyle w:val="Text2-2"/>
      </w:pPr>
      <w:r w:rsidRPr="00254DE1">
        <w:t>Zařízení bude řízeno centrálně z klientského pracoviště ŽST Olomouc</w:t>
      </w:r>
      <w:r w:rsidR="00254DE1" w:rsidRPr="00254DE1">
        <w:t>-</w:t>
      </w:r>
      <w:r w:rsidRPr="00254DE1">
        <w:t>Nová Ulice</w:t>
      </w:r>
      <w:r w:rsidR="008B24D6" w:rsidRPr="00254DE1">
        <w:t xml:space="preserve"> (do budoucna RDP)</w:t>
      </w:r>
      <w:r w:rsidRPr="00254DE1">
        <w:t xml:space="preserve">. </w:t>
      </w:r>
      <w:r w:rsidR="003D5FC3" w:rsidRPr="00254DE1">
        <w:t xml:space="preserve">Řídící počítač informačního zařízení musí umožňovat připojení na zavedené rozhlasové zařízení a dálkovou aktualizaci </w:t>
      </w:r>
      <w:r w:rsidR="003D5FC3" w:rsidRPr="00254DE1">
        <w:lastRenderedPageBreak/>
        <w:t>dat pro informační systém při změnách grafikonu. Součástí dodávky bude software obsahující řídící program pro ovládání akustických hlášení a řízení přenosu dat do informačních tabulí a monitorů. V rámci softwaru bude dodána i databáze s informacemi o vlakových spojích v železniční stanici a na zastávce. Hlasový informační systém má automaticky generovat hlášení vlakových spojů v souladu s aktuálním grafikonem vlakové dopravy železniční stanice</w:t>
      </w:r>
      <w:r w:rsidR="00254DE1" w:rsidRPr="00254DE1">
        <w:t>.</w:t>
      </w:r>
    </w:p>
    <w:p w:rsidR="00C071E8" w:rsidRPr="004D049B" w:rsidRDefault="00D038DB" w:rsidP="008B24D6">
      <w:pPr>
        <w:pStyle w:val="Text2-2"/>
      </w:pPr>
      <w:r w:rsidRPr="00254DE1">
        <w:t xml:space="preserve">Z důvodu zajištění maximálního bezpečí cestující veřejnosti a rovněž z </w:t>
      </w:r>
      <w:r w:rsidRPr="004D049B">
        <w:t>důvodu celkového přehledu o situaci v jednotlivých sledovaných lokalitách v případě dálkového řízení trati z</w:t>
      </w:r>
      <w:r w:rsidR="008B24D6" w:rsidRPr="004D049B">
        <w:t>ř</w:t>
      </w:r>
      <w:r w:rsidRPr="004D049B">
        <w:t>ídit ve výše uvedených železničních stanicích a zastávkách nový kamerový systém.</w:t>
      </w:r>
    </w:p>
    <w:p w:rsidR="008B24D6" w:rsidRPr="004D049B" w:rsidRDefault="004D3FB1" w:rsidP="00130CC4">
      <w:pPr>
        <w:pStyle w:val="Text2-2"/>
      </w:pPr>
      <w:r w:rsidRPr="004D049B">
        <w:t>Zřízení přenosové sítě</w:t>
      </w:r>
      <w:r w:rsidR="00B71EAF" w:rsidRPr="004D049B">
        <w:t xml:space="preserve"> pro připojování IP zařízení, </w:t>
      </w:r>
      <w:r w:rsidRPr="004D049B">
        <w:t>rozhlasové ústředny</w:t>
      </w:r>
      <w:r w:rsidR="00680419" w:rsidRPr="004D049B">
        <w:t xml:space="preserve"> a</w:t>
      </w:r>
      <w:r w:rsidR="00D33F5D" w:rsidRPr="004D049B">
        <w:t xml:space="preserve"> </w:t>
      </w:r>
      <w:r w:rsidR="00B71EAF" w:rsidRPr="004D049B">
        <w:t xml:space="preserve">pro přenos dat z kamerových systémů. </w:t>
      </w:r>
    </w:p>
    <w:p w:rsidR="008B24D6" w:rsidRPr="004D049B" w:rsidRDefault="008B24D6" w:rsidP="00130CC4">
      <w:pPr>
        <w:pStyle w:val="Text2-2"/>
      </w:pPr>
      <w:r w:rsidRPr="004D049B">
        <w:t xml:space="preserve">Navržení umístění sdělovacích technologií </w:t>
      </w:r>
      <w:r w:rsidR="00F65761" w:rsidRPr="004D049B">
        <w:t>do stávajících objektů, nebo do venkovních technologických skříní.</w:t>
      </w:r>
    </w:p>
    <w:p w:rsidR="00580AA5" w:rsidRPr="004D049B" w:rsidRDefault="00371475" w:rsidP="00130CC4">
      <w:pPr>
        <w:pStyle w:val="Text2-2"/>
      </w:pPr>
      <w:r w:rsidRPr="004D049B">
        <w:t>Příprava pro z</w:t>
      </w:r>
      <w:r w:rsidR="00580AA5" w:rsidRPr="004D049B">
        <w:t>řízení audiovizuálního informačního zařízení</w:t>
      </w:r>
      <w:r w:rsidR="001E20CF" w:rsidRPr="004D049B">
        <w:t xml:space="preserve"> (SMART CITY Olomouc)</w:t>
      </w:r>
      <w:r w:rsidR="00580AA5" w:rsidRPr="004D049B">
        <w:t xml:space="preserve"> pro cestující zobrazující informace o odjezdech dopravních prostředků MHD (Dopravního podniku města Olomouce a.s.) z nejbližších zastávek MHD</w:t>
      </w:r>
      <w:r w:rsidR="001E20CF" w:rsidRPr="004D049B">
        <w:t>.</w:t>
      </w:r>
    </w:p>
    <w:p w:rsidR="00F678E3" w:rsidRPr="004D049B" w:rsidRDefault="00F678E3" w:rsidP="002F2288">
      <w:pPr>
        <w:pStyle w:val="Nadpis2-2"/>
      </w:pPr>
      <w:bookmarkStart w:id="22" w:name="_Toc75251221"/>
      <w:r w:rsidRPr="004D049B">
        <w:t>Silnoproudá technologie včetně DŘT, trakční a energetická zařízení</w:t>
      </w:r>
      <w:bookmarkEnd w:id="21"/>
      <w:bookmarkEnd w:id="22"/>
    </w:p>
    <w:p w:rsidR="00295E30" w:rsidRPr="004D049B" w:rsidRDefault="00295E30" w:rsidP="00295E30">
      <w:pPr>
        <w:pStyle w:val="Text2-1"/>
        <w:keepNext/>
        <w:rPr>
          <w:rStyle w:val="Tun"/>
        </w:rPr>
      </w:pPr>
      <w:bookmarkStart w:id="23" w:name="_Toc15649878"/>
      <w:r w:rsidRPr="004D049B">
        <w:rPr>
          <w:rStyle w:val="Tun"/>
        </w:rPr>
        <w:t xml:space="preserve">Popis stávajícího stavu </w:t>
      </w:r>
    </w:p>
    <w:p w:rsidR="00295E30" w:rsidRPr="004D049B" w:rsidRDefault="000D6940" w:rsidP="00295E30">
      <w:pPr>
        <w:pStyle w:val="Text2-2"/>
      </w:pPr>
      <w:r w:rsidRPr="004D049B">
        <w:t xml:space="preserve">V řešeném úseku trati Olomouc </w:t>
      </w:r>
      <w:proofErr w:type="spellStart"/>
      <w:proofErr w:type="gramStart"/>
      <w:r w:rsidRPr="004D049B">
        <w:t>hl.n</w:t>
      </w:r>
      <w:proofErr w:type="spellEnd"/>
      <w:r w:rsidRPr="004D049B">
        <w:t>.</w:t>
      </w:r>
      <w:proofErr w:type="gramEnd"/>
      <w:r w:rsidRPr="004D049B">
        <w:t xml:space="preserve"> – Olomouc-</w:t>
      </w:r>
      <w:proofErr w:type="spellStart"/>
      <w:r w:rsidRPr="004D049B">
        <w:t>Řepčín</w:t>
      </w:r>
      <w:proofErr w:type="spellEnd"/>
      <w:r w:rsidRPr="004D049B">
        <w:t xml:space="preserve"> jsou </w:t>
      </w:r>
      <w:proofErr w:type="spellStart"/>
      <w:r w:rsidRPr="004D049B">
        <w:t>zast</w:t>
      </w:r>
      <w:proofErr w:type="spellEnd"/>
      <w:r w:rsidRPr="004D049B">
        <w:t xml:space="preserve">. Olomouc – Smetanovy sady, ŽST Olomouc-Nová Ulice, (ŽST) </w:t>
      </w:r>
      <w:proofErr w:type="spellStart"/>
      <w:r w:rsidRPr="004D049B">
        <w:t>zast</w:t>
      </w:r>
      <w:proofErr w:type="spellEnd"/>
      <w:r w:rsidRPr="004D049B">
        <w:t xml:space="preserve">. Olomouc město, </w:t>
      </w:r>
      <w:proofErr w:type="spellStart"/>
      <w:r w:rsidRPr="004D049B">
        <w:t>zast</w:t>
      </w:r>
      <w:proofErr w:type="spellEnd"/>
      <w:r w:rsidRPr="004D049B">
        <w:t>. Olomouc-</w:t>
      </w:r>
      <w:proofErr w:type="spellStart"/>
      <w:r w:rsidRPr="004D049B">
        <w:t>Hejčín</w:t>
      </w:r>
      <w:proofErr w:type="spellEnd"/>
      <w:r w:rsidRPr="004D049B">
        <w:t xml:space="preserve"> a ŽST Olomouc-</w:t>
      </w:r>
      <w:proofErr w:type="spellStart"/>
      <w:r w:rsidRPr="004D049B">
        <w:t>Řepčín</w:t>
      </w:r>
      <w:proofErr w:type="spellEnd"/>
      <w:r w:rsidRPr="004D049B">
        <w:t>, které jsou napájeny ze sítě ČEZ Distribuce, a.s. Venkovní osvětlení dráhy včetně osvětlení v prostorách přístupných veřejnosti je napájeno z distribučních rozváděčů a venkovních kabelových skříní. Ovládání je provedeno místní ze stanoviště obsluhy nebo pomocí astrálních spínacích hodin s fotobuňkou. Skupiny svítidel jsou ovládány přímo nebo provedeny stykačovými vývody. Přípojky NN napájení sdělovacího a zabezpečovacího zařízení jsou vedeny z kabelových rozvodů NN nebo z instalačních rozvodů výpravních budov, případně technologických objektů. Odběry sdělovací a zabezpečovací jsou podružně měřeny elektroměry OES OŘ Olomouc.</w:t>
      </w:r>
    </w:p>
    <w:p w:rsidR="000D6940" w:rsidRPr="004D049B" w:rsidRDefault="000D6940" w:rsidP="000D6940">
      <w:pPr>
        <w:pStyle w:val="Text2-2"/>
        <w:spacing w:after="0"/>
      </w:pPr>
      <w:r w:rsidRPr="004D049B">
        <w:t>Železniční zastávka Olomouc-Smetanovy sady:</w:t>
      </w:r>
    </w:p>
    <w:p w:rsidR="000D6940" w:rsidRPr="004D049B" w:rsidRDefault="000D6940" w:rsidP="000D6940">
      <w:pPr>
        <w:pStyle w:val="Text2-2"/>
        <w:numPr>
          <w:ilvl w:val="0"/>
          <w:numId w:val="0"/>
        </w:numPr>
        <w:spacing w:before="60"/>
        <w:ind w:left="1701"/>
      </w:pPr>
      <w:r w:rsidRPr="004D049B">
        <w:t>Původní sadové stožárky s výbojkami, napájení z</w:t>
      </w:r>
      <w:r w:rsidR="009A1EB8" w:rsidRPr="004D049B">
        <w:t> kabelové skříně (</w:t>
      </w:r>
      <w:r w:rsidRPr="004D049B">
        <w:t>KS</w:t>
      </w:r>
      <w:r w:rsidR="009A1EB8" w:rsidRPr="004D049B">
        <w:t>)</w:t>
      </w:r>
      <w:r w:rsidRPr="004D049B">
        <w:t xml:space="preserve">. </w:t>
      </w:r>
      <w:r w:rsidR="00130CC4" w:rsidRPr="004D049B">
        <w:t>Je p</w:t>
      </w:r>
      <w:r w:rsidRPr="004D049B">
        <w:t>řipravena rekonstrukce zastávky, která by měla proběhnout v roce 2021-2022. Pokud bude realizováno, je plánována prostorová rezerva pro doplnění PLC s nímž bude možné zapojení zastávky do DDTS.</w:t>
      </w:r>
    </w:p>
    <w:p w:rsidR="000D6940" w:rsidRPr="004D049B" w:rsidRDefault="000D6940" w:rsidP="00295E30">
      <w:pPr>
        <w:pStyle w:val="Text2-2"/>
      </w:pPr>
      <w:r w:rsidRPr="004D049B">
        <w:t>ŽST Olomouc-Nová Ulice:</w:t>
      </w:r>
    </w:p>
    <w:p w:rsidR="009A1EB8" w:rsidRPr="004D049B" w:rsidRDefault="000D6940" w:rsidP="009A1EB8">
      <w:pPr>
        <w:pStyle w:val="Text2-2"/>
        <w:numPr>
          <w:ilvl w:val="0"/>
          <w:numId w:val="0"/>
        </w:numPr>
        <w:ind w:left="1701"/>
        <w:rPr>
          <w:b/>
        </w:rPr>
      </w:pPr>
      <w:r w:rsidRPr="004D049B">
        <w:t>Původní stav včetně kabelových rozvodů NN, přípojka z</w:t>
      </w:r>
      <w:r w:rsidR="002C01B3" w:rsidRPr="004D049B">
        <w:t> </w:t>
      </w:r>
      <w:r w:rsidRPr="004D049B">
        <w:t>ČEZ</w:t>
      </w:r>
      <w:r w:rsidR="002C01B3" w:rsidRPr="004D049B">
        <w:t xml:space="preserve"> Distribuce, a.s.</w:t>
      </w:r>
      <w:r w:rsidRPr="004D049B">
        <w:t xml:space="preserve"> napájí také záložně STS 365 a některé venkovní objekty. Stožáry JŽ s výbojkami, jeden sklopný s LED svítidlem (přechod u Botanické ul.) a ramínka na budově. V</w:t>
      </w:r>
      <w:r w:rsidR="009A1EB8" w:rsidRPr="004D049B">
        <w:t> </w:t>
      </w:r>
      <w:r w:rsidRPr="004D049B">
        <w:t>r</w:t>
      </w:r>
      <w:r w:rsidR="009A1EB8" w:rsidRPr="004D049B">
        <w:t>oce 2</w:t>
      </w:r>
      <w:r w:rsidRPr="004D049B">
        <w:t xml:space="preserve">021 </w:t>
      </w:r>
      <w:r w:rsidR="009A1EB8" w:rsidRPr="004D049B">
        <w:t xml:space="preserve">je </w:t>
      </w:r>
      <w:r w:rsidRPr="004D049B">
        <w:t xml:space="preserve">připravena </w:t>
      </w:r>
      <w:r w:rsidR="009A1EB8" w:rsidRPr="004D049B">
        <w:t>oprava</w:t>
      </w:r>
      <w:r w:rsidRPr="004D049B">
        <w:t xml:space="preserve"> </w:t>
      </w:r>
      <w:r w:rsidR="009A1EB8" w:rsidRPr="004D049B">
        <w:t>výpravní budovy</w:t>
      </w:r>
      <w:r w:rsidRPr="004D049B">
        <w:t xml:space="preserve"> vč</w:t>
      </w:r>
      <w:r w:rsidR="009A1EB8" w:rsidRPr="004D049B">
        <w:t>etně</w:t>
      </w:r>
      <w:r w:rsidRPr="004D049B">
        <w:t xml:space="preserve"> přípojky NN, elektroinstalace, ochrany před bleskem a přepětím, </w:t>
      </w:r>
      <w:r w:rsidR="009A1EB8" w:rsidRPr="004D049B">
        <w:t>kabelových rozvodů v rámci VB a elektroinstalace bytu. Ovládání osvětlení je místní z dopravní kanceláře pomocí ovladačů přes stykače v RH. V RH (RO) je uvažována prostorová rezerva pro doplnění PLC s proudovými snímači.</w:t>
      </w:r>
    </w:p>
    <w:p w:rsidR="000D6940" w:rsidRPr="004D049B" w:rsidRDefault="009A1EB8" w:rsidP="00295E30">
      <w:pPr>
        <w:pStyle w:val="Text2-2"/>
      </w:pPr>
      <w:r w:rsidRPr="004D049B">
        <w:t>(ŽST) zastávka Olomouc město</w:t>
      </w:r>
    </w:p>
    <w:p w:rsidR="009A1EB8" w:rsidRPr="004D049B" w:rsidRDefault="009A1EB8" w:rsidP="009A1EB8">
      <w:pPr>
        <w:pStyle w:val="Text2-2"/>
        <w:numPr>
          <w:ilvl w:val="0"/>
          <w:numId w:val="0"/>
        </w:numPr>
        <w:ind w:left="1701"/>
      </w:pPr>
      <w:r w:rsidRPr="004D049B">
        <w:t xml:space="preserve">Nově je řešena přípojka z ČEZ Distribuce, a.s. mimo vazbu na VB, které zůstává původní napájení ze vzdálené trafostanice ČEZ Distribuce, a.s. Nové odběrné místo (OM) SŽ je určeno pro drážní infrastrukturu a </w:t>
      </w:r>
      <w:proofErr w:type="spellStart"/>
      <w:r w:rsidRPr="004D049B">
        <w:t>LDSž</w:t>
      </w:r>
      <w:proofErr w:type="spellEnd"/>
      <w:r w:rsidRPr="004D049B">
        <w:t xml:space="preserve"> pro napájení stávajících OM. Ovládání osvětlení je z rozvodů VB a KS na budově.</w:t>
      </w:r>
    </w:p>
    <w:p w:rsidR="009A1EB8" w:rsidRPr="004D049B" w:rsidRDefault="009A1EB8" w:rsidP="00295E30">
      <w:pPr>
        <w:pStyle w:val="Text2-2"/>
      </w:pPr>
      <w:r w:rsidRPr="004D049B">
        <w:lastRenderedPageBreak/>
        <w:t>Železniční zastávka Olomouc-</w:t>
      </w:r>
      <w:proofErr w:type="spellStart"/>
      <w:r w:rsidRPr="004D049B">
        <w:t>Hejčín</w:t>
      </w:r>
      <w:proofErr w:type="spellEnd"/>
    </w:p>
    <w:p w:rsidR="009A1EB8" w:rsidRPr="004D049B" w:rsidRDefault="009A1EB8" w:rsidP="009A1EB8">
      <w:pPr>
        <w:pStyle w:val="Text2-2"/>
        <w:numPr>
          <w:ilvl w:val="0"/>
          <w:numId w:val="0"/>
        </w:numPr>
        <w:ind w:left="1701"/>
      </w:pPr>
      <w:r w:rsidRPr="004D049B">
        <w:t>Zastávka je zatím bez osvětlení a ze sítě ČEZ Distribuce, a.s. je napájeno pouze napájení PZS přejezdu P</w:t>
      </w:r>
      <w:r w:rsidR="00130CC4" w:rsidRPr="004D049B">
        <w:t>7612 v km 4,740</w:t>
      </w:r>
      <w:r w:rsidRPr="004D049B">
        <w:t xml:space="preserve">. </w:t>
      </w:r>
      <w:r w:rsidR="00130CC4" w:rsidRPr="004D049B">
        <w:t xml:space="preserve">Je připravena rekonstrukce zastávky, která by měla proběhnout v roce 2021-2022. </w:t>
      </w:r>
      <w:r w:rsidRPr="004D049B">
        <w:t xml:space="preserve">Pokud bude </w:t>
      </w:r>
      <w:r w:rsidR="00130CC4" w:rsidRPr="004D049B">
        <w:t xml:space="preserve">stavba </w:t>
      </w:r>
      <w:r w:rsidRPr="004D049B">
        <w:t>realizován</w:t>
      </w:r>
      <w:r w:rsidR="00130CC4" w:rsidRPr="004D049B">
        <w:t>a</w:t>
      </w:r>
      <w:r w:rsidRPr="004D049B">
        <w:t>, je plánována prostorová rezerva pro doplnění PLC s nímž bude možné zapojení zast</w:t>
      </w:r>
      <w:r w:rsidR="00130CC4" w:rsidRPr="004D049B">
        <w:t>ávky</w:t>
      </w:r>
      <w:r w:rsidRPr="004D049B">
        <w:t xml:space="preserve"> do DDTS</w:t>
      </w:r>
      <w:r w:rsidR="00130CC4" w:rsidRPr="004D049B">
        <w:t xml:space="preserve"> ŽDC.</w:t>
      </w:r>
    </w:p>
    <w:p w:rsidR="009A1EB8" w:rsidRPr="004D049B" w:rsidRDefault="00130CC4" w:rsidP="00295E30">
      <w:pPr>
        <w:pStyle w:val="Text2-2"/>
      </w:pPr>
      <w:r w:rsidRPr="004D049B">
        <w:t>ŽST Olomouc-</w:t>
      </w:r>
      <w:proofErr w:type="spellStart"/>
      <w:r w:rsidRPr="004D049B">
        <w:t>Řepčín</w:t>
      </w:r>
      <w:proofErr w:type="spellEnd"/>
    </w:p>
    <w:p w:rsidR="00130CC4" w:rsidRPr="004D049B" w:rsidRDefault="00130CC4" w:rsidP="00130CC4">
      <w:pPr>
        <w:pStyle w:val="Text2-2"/>
        <w:numPr>
          <w:ilvl w:val="0"/>
          <w:numId w:val="0"/>
        </w:numPr>
        <w:ind w:left="1701"/>
      </w:pPr>
      <w:r w:rsidRPr="004D049B">
        <w:t>VB je po rekonstrukci z roku 2020. Nově je opraveno nástupiště na výšku nástupní hrany 550 mm. V současné době je realizována opravná práce SEE OŘ Olomouc (konec 2021), v rámci které je řešena přípojka NN a venkovní osvětlení. Ovládání je provedeno místně z rozváděče připraveného v rámci rekonstrukce VB. Stávající řešení neumožňuje připojení na komunikaci, je nutné provést doplnění pro ovládání a dohled v systému DDTS ŽDC. Z hlavního rozvaděče v dopravní kanceláři (DK) jsou provedeny všechny vývody pro napájení vnitřních i venkovních zařízení včetně ovládání venkovního osvětlení. V rozvaděči není žádná prostorová rezerva pro doplnění PLC ani prvků k ovládání a signalizaci.</w:t>
      </w:r>
    </w:p>
    <w:p w:rsidR="00295E30" w:rsidRPr="004D049B" w:rsidRDefault="00295E30" w:rsidP="00295E30">
      <w:pPr>
        <w:pStyle w:val="Text2-1"/>
        <w:keepNext/>
        <w:rPr>
          <w:rStyle w:val="Tun"/>
        </w:rPr>
      </w:pPr>
      <w:r w:rsidRPr="004D049B">
        <w:rPr>
          <w:rStyle w:val="Tun"/>
        </w:rPr>
        <w:t xml:space="preserve">Požadavky na nový stav </w:t>
      </w:r>
    </w:p>
    <w:p w:rsidR="00580AA5" w:rsidRPr="004D049B" w:rsidRDefault="00130CC4" w:rsidP="00580AA5">
      <w:pPr>
        <w:pStyle w:val="Text2-2"/>
        <w:rPr>
          <w:sz w:val="20"/>
        </w:rPr>
      </w:pPr>
      <w:r w:rsidRPr="004D049B">
        <w:rPr>
          <w:rFonts w:cs="Arial"/>
        </w:rPr>
        <w:t xml:space="preserve">Úprava napájení IZ na jednotlivých zastávkách a ŽST bude provedena v </w:t>
      </w:r>
      <w:r w:rsidRPr="004D049B">
        <w:t>koordinaci s přípravou a realizací investičních a opravných akcí na této trati</w:t>
      </w:r>
      <w:r w:rsidR="004412EF" w:rsidRPr="004D049B">
        <w:rPr>
          <w:rFonts w:cs="Arial"/>
          <w:szCs w:val="16"/>
        </w:rPr>
        <w:t>.</w:t>
      </w:r>
    </w:p>
    <w:p w:rsidR="00130CC4" w:rsidRPr="004D049B" w:rsidRDefault="00130CC4" w:rsidP="00580AA5">
      <w:pPr>
        <w:pStyle w:val="Text2-2"/>
        <w:rPr>
          <w:sz w:val="20"/>
        </w:rPr>
      </w:pPr>
      <w:r w:rsidRPr="004D049B">
        <w:t xml:space="preserve">Pro informační zařízení budou v dotčených železničních stanicích a zastávkách projektovaného úseku zřízeny přívody napájení el. </w:t>
      </w:r>
      <w:proofErr w:type="gramStart"/>
      <w:r w:rsidRPr="004D049B">
        <w:t>energií</w:t>
      </w:r>
      <w:proofErr w:type="gramEnd"/>
      <w:r w:rsidRPr="004D049B">
        <w:t xml:space="preserve"> pro nově projektované technologie. Projekt bude řešen dle platných směrnic SŽ, technických norem a požadavků správce OŘ Olomouc, včetně podmínek Odboru energetiky a služeb OŘ Olomouc. </w:t>
      </w:r>
    </w:p>
    <w:p w:rsidR="00130CC4" w:rsidRPr="004D049B" w:rsidRDefault="00130CC4" w:rsidP="00580AA5">
      <w:pPr>
        <w:pStyle w:val="Text2-2"/>
        <w:rPr>
          <w:sz w:val="20"/>
        </w:rPr>
      </w:pPr>
      <w:r w:rsidRPr="004D049B">
        <w:t xml:space="preserve">V celém úseku dojde k začlenění silnoproudých zařízení (venkovní osvětlení včetně osvětlení v budovách, elektroměrů, stavu </w:t>
      </w:r>
      <w:proofErr w:type="spellStart"/>
      <w:proofErr w:type="gramStart"/>
      <w:r w:rsidRPr="004D049B">
        <w:t>hl.jističů</w:t>
      </w:r>
      <w:proofErr w:type="spellEnd"/>
      <w:proofErr w:type="gramEnd"/>
      <w:r w:rsidRPr="004D049B">
        <w:t xml:space="preserve"> v RH-RO, zásuvkových stojanů, případně EOV – rozsah bude upřesněn na místním šetření) do DDTS ŽDC, včetně případného dozbrojení rozváděčů o PLC a ostatní komunikační příslušenství. Současně budou provedeny úpravy na klientech DDTS ŽDC správce SEE OŘ Olomouc. </w:t>
      </w:r>
    </w:p>
    <w:p w:rsidR="00F86D3C" w:rsidRPr="002F705E" w:rsidRDefault="00130CC4" w:rsidP="00580AA5">
      <w:pPr>
        <w:pStyle w:val="Text2-2"/>
        <w:rPr>
          <w:sz w:val="20"/>
        </w:rPr>
      </w:pPr>
      <w:r w:rsidRPr="004D049B">
        <w:t xml:space="preserve">Technologie </w:t>
      </w:r>
      <w:r w:rsidRPr="002F705E">
        <w:t>silnoproudu bude naprojektována, upravena a komunikačně připojena na sdělovací výpichy optické kabelizace do technologické datové sítě SŽ. Dle provozní situace v</w:t>
      </w:r>
      <w:r w:rsidR="00F86D3C" w:rsidRPr="002F705E">
        <w:t> </w:t>
      </w:r>
      <w:r w:rsidRPr="002F705E">
        <w:t>ŽST</w:t>
      </w:r>
      <w:r w:rsidR="00F86D3C" w:rsidRPr="002F705E">
        <w:t xml:space="preserve"> Olomouc-</w:t>
      </w:r>
      <w:proofErr w:type="spellStart"/>
      <w:r w:rsidRPr="002F705E">
        <w:t>Řepčín</w:t>
      </w:r>
      <w:proofErr w:type="spellEnd"/>
      <w:r w:rsidRPr="002F705E">
        <w:t xml:space="preserve"> (otázka setrvání obsluhy dopravním zaměstnancem), bude předmětem řešení také doplnění technologie DDTS pro ovládání silnoproudých zařízení v této stanici </w:t>
      </w:r>
      <w:r w:rsidR="00F86D3C" w:rsidRPr="002F705E">
        <w:t>se souvisejícími</w:t>
      </w:r>
      <w:r w:rsidRPr="002F705E">
        <w:t xml:space="preserve"> úprav</w:t>
      </w:r>
      <w:r w:rsidR="00F86D3C" w:rsidRPr="002F705E">
        <w:t>ami</w:t>
      </w:r>
      <w:r w:rsidRPr="002F705E">
        <w:t xml:space="preserve">. </w:t>
      </w:r>
    </w:p>
    <w:p w:rsidR="00130CC4" w:rsidRPr="002F705E" w:rsidRDefault="00130CC4" w:rsidP="00580AA5">
      <w:pPr>
        <w:pStyle w:val="Text2-2"/>
        <w:rPr>
          <w:sz w:val="20"/>
        </w:rPr>
      </w:pPr>
      <w:r w:rsidRPr="002F705E">
        <w:t xml:space="preserve">V rámci technické a časové koordinace se stavbou „Rekonstrukce </w:t>
      </w:r>
      <w:r w:rsidR="00F86D3C" w:rsidRPr="002F705E">
        <w:t>ŽST</w:t>
      </w:r>
      <w:r w:rsidRPr="002F705E">
        <w:t xml:space="preserve"> Olomouc-Nová Ulice“ bude řešeno dozbrojení a připojení STS </w:t>
      </w:r>
      <w:proofErr w:type="gramStart"/>
      <w:r w:rsidRPr="002F705E">
        <w:t>č.365</w:t>
      </w:r>
      <w:proofErr w:type="gramEnd"/>
      <w:r w:rsidRPr="002F705E">
        <w:t xml:space="preserve"> do systému dispečerské řídící techniky SEE OŘ Olomouc přes projektovanou optickou komunikační síť SŽ. Z tohoto důvodu je nutné uvažovat s PS DŘT vč</w:t>
      </w:r>
      <w:r w:rsidR="00F86D3C" w:rsidRPr="002F705E">
        <w:t>etně</w:t>
      </w:r>
      <w:r w:rsidRPr="002F705E">
        <w:t xml:space="preserve"> PS Doplnění DŘT na ED Přerov. Integrace STS </w:t>
      </w:r>
      <w:proofErr w:type="gramStart"/>
      <w:r w:rsidRPr="002F705E">
        <w:t>č.365</w:t>
      </w:r>
      <w:proofErr w:type="gramEnd"/>
      <w:r w:rsidRPr="002F705E">
        <w:t xml:space="preserve"> bude provedena v rámci platných standardů SEE OŘ Olomouc s použitím „energetických“ protokolů </w:t>
      </w:r>
      <w:r w:rsidR="00F86D3C" w:rsidRPr="002F705E">
        <w:t>a</w:t>
      </w:r>
      <w:r w:rsidRPr="002F705E">
        <w:t xml:space="preserve"> optické komunikace. V STS </w:t>
      </w:r>
      <w:proofErr w:type="gramStart"/>
      <w:r w:rsidRPr="002F705E">
        <w:t>č.365</w:t>
      </w:r>
      <w:proofErr w:type="gramEnd"/>
      <w:r w:rsidRPr="002F705E">
        <w:t xml:space="preserve"> je nutné instalovat rozváděč RDRT, který bude zahrnovat všechny signály technologie VN, NN, MN vč</w:t>
      </w:r>
      <w:r w:rsidR="00F86D3C" w:rsidRPr="002F705E">
        <w:t>etně</w:t>
      </w:r>
      <w:r w:rsidRPr="002F705E">
        <w:t xml:space="preserve"> zabezpečení objektu (minimálně dveřní kontakty, požární čidla dle PBŘ – hlášení prostřednictvím systému DŘT na ED Přerov – </w:t>
      </w:r>
      <w:proofErr w:type="spellStart"/>
      <w:r w:rsidRPr="002F705E">
        <w:t>elektrodispečerovi</w:t>
      </w:r>
      <w:proofErr w:type="spellEnd"/>
      <w:r w:rsidRPr="002F705E">
        <w:t xml:space="preserve"> ve službě)</w:t>
      </w:r>
      <w:r w:rsidR="00F86D3C" w:rsidRPr="002F705E">
        <w:t>.</w:t>
      </w:r>
    </w:p>
    <w:p w:rsidR="00F678E3" w:rsidRPr="002F705E" w:rsidRDefault="00F678E3" w:rsidP="002F2288">
      <w:pPr>
        <w:pStyle w:val="Nadpis2-2"/>
      </w:pPr>
      <w:bookmarkStart w:id="24" w:name="_Toc15649884"/>
      <w:bookmarkStart w:id="25" w:name="_Toc75251222"/>
      <w:bookmarkEnd w:id="23"/>
      <w:r w:rsidRPr="002F705E">
        <w:t>Ostatní objekty</w:t>
      </w:r>
      <w:bookmarkEnd w:id="24"/>
      <w:bookmarkEnd w:id="25"/>
    </w:p>
    <w:p w:rsidR="00F678E3" w:rsidRPr="00280C98" w:rsidRDefault="00F678E3" w:rsidP="002F2288">
      <w:pPr>
        <w:pStyle w:val="Text2-1"/>
      </w:pPr>
      <w:r w:rsidRPr="00280C98">
        <w:t xml:space="preserve">Součástí stavby budou rovněž nezbytné další objekty nutné pro </w:t>
      </w:r>
      <w:r w:rsidR="009E599B">
        <w:t>zhotovení</w:t>
      </w:r>
      <w:r w:rsidRPr="00280C98">
        <w:t xml:space="preserve"> díla, zejména přeložky a ochrana inženýrských sítí, úpravy pozemních komunikací nebo nové komunikace (k technologickým objektům nebo jako náhrada za rušené přejezdy), </w:t>
      </w:r>
      <w:proofErr w:type="spellStart"/>
      <w:r w:rsidRPr="00280C98">
        <w:t>kabelovody</w:t>
      </w:r>
      <w:proofErr w:type="spellEnd"/>
      <w:r w:rsidRPr="00280C98">
        <w:t>, protihluková opatření podle závěrů hlukové studie a podobně.</w:t>
      </w:r>
    </w:p>
    <w:p w:rsidR="00002C2C" w:rsidRPr="00FD501F" w:rsidRDefault="00002C2C" w:rsidP="00A71A6E">
      <w:pPr>
        <w:pStyle w:val="Nadpis2-2"/>
      </w:pPr>
      <w:bookmarkStart w:id="26" w:name="_Toc15649886"/>
      <w:bookmarkStart w:id="27" w:name="_Toc75251223"/>
      <w:r w:rsidRPr="00FD501F">
        <w:lastRenderedPageBreak/>
        <w:t>Zásady organizace výstavby</w:t>
      </w:r>
      <w:bookmarkEnd w:id="27"/>
    </w:p>
    <w:p w:rsidR="00002C2C" w:rsidRPr="0032718E" w:rsidRDefault="00002C2C" w:rsidP="00BD3820">
      <w:pPr>
        <w:pStyle w:val="Text2-1"/>
      </w:pPr>
      <w:r>
        <w:t>V rámci zpracování DUSP a PDPS b</w:t>
      </w:r>
      <w:r w:rsidRPr="00250A40">
        <w:t xml:space="preserve">ude </w:t>
      </w:r>
      <w:r>
        <w:t>vy</w:t>
      </w:r>
      <w:r w:rsidRPr="00250A40">
        <w:t xml:space="preserve">pracován návrh postupu výstavby (stavební </w:t>
      </w:r>
      <w:r w:rsidRPr="0032718E">
        <w:t>postupy a jejich harmonogram, vč. vyznačení doby trvání rozhodujících SO a </w:t>
      </w:r>
      <w:r w:rsidR="00BD3820" w:rsidRPr="0032718E">
        <w:t>PS).</w:t>
      </w:r>
    </w:p>
    <w:p w:rsidR="00F678E3" w:rsidRPr="0032718E" w:rsidRDefault="00F678E3" w:rsidP="002F2288">
      <w:pPr>
        <w:pStyle w:val="Nadpis2-2"/>
      </w:pPr>
      <w:bookmarkStart w:id="28" w:name="_Toc75251224"/>
      <w:r w:rsidRPr="0032718E">
        <w:t>Geodetická dokumentace</w:t>
      </w:r>
      <w:bookmarkEnd w:id="26"/>
      <w:bookmarkEnd w:id="28"/>
    </w:p>
    <w:p w:rsidR="00F678E3" w:rsidRPr="0032718E" w:rsidRDefault="0032718E" w:rsidP="002F2288">
      <w:pPr>
        <w:pStyle w:val="Text2-1"/>
      </w:pPr>
      <w:r w:rsidRPr="0032718E">
        <w:t>Geodetická dokumentace bude zpracována podle dle VTP/DOKUMENTACE/0</w:t>
      </w:r>
      <w:r w:rsidR="00DC6057">
        <w:t>3</w:t>
      </w:r>
      <w:r w:rsidRPr="0032718E">
        <w:t xml:space="preserve">/21, bod </w:t>
      </w:r>
      <w:r w:rsidR="004C53DE">
        <w:t>10</w:t>
      </w:r>
      <w:r w:rsidRPr="0032718E">
        <w:t>. Poža</w:t>
      </w:r>
      <w:r w:rsidR="004C53DE">
        <w:t>davky na zpracování geodetické dokumentace</w:t>
      </w:r>
      <w:r w:rsidRPr="0032718E">
        <w:t>. Požadavky na zpracování geodetické dokumentace</w:t>
      </w:r>
      <w:r w:rsidRPr="0032718E">
        <w:rPr>
          <w:rFonts w:ascii="Verdana,Bold" w:hAnsi="Verdana,Bold" w:cs="Verdana,Bold"/>
          <w:b/>
          <w:bCs/>
          <w:sz w:val="22"/>
          <w:szCs w:val="22"/>
        </w:rPr>
        <w:t xml:space="preserve"> </w:t>
      </w:r>
      <w:r w:rsidRPr="0032718E">
        <w:t>a bod 11. Požadavky na zajištění podkladů, průzkum</w:t>
      </w:r>
      <w:r w:rsidR="004C53DE">
        <w:t>ů</w:t>
      </w:r>
      <w:bookmarkStart w:id="29" w:name="_GoBack"/>
      <w:bookmarkEnd w:id="29"/>
      <w:r w:rsidRPr="0032718E">
        <w:t xml:space="preserve"> a měření.</w:t>
      </w:r>
    </w:p>
    <w:p w:rsidR="0032718E" w:rsidRPr="0032718E" w:rsidRDefault="0032718E" w:rsidP="0032718E">
      <w:pPr>
        <w:pStyle w:val="Text2-1"/>
      </w:pPr>
      <w:r w:rsidRPr="0032718E">
        <w:t>Objednatel prostřednictvím SŽG, pracoviště Olomouc dodá reambulované geodetické a mapové podklady v rozsahu TU 2211 KM 0,0 – 7,3 do hranice dráhy. Tyto mapové podklady neobsahují aktuální podzemní vedení. Tyto geodetické a mapové podklady budou splňovat TKP staveb státních drah v souladu s přílohou č. 2 Směrnice GŘ č. 11/2006 části I. 6 Geodetické a mapové podklady.</w:t>
      </w:r>
      <w:r w:rsidRPr="0032718E">
        <w:tab/>
      </w:r>
      <w:r w:rsidRPr="0032718E">
        <w:tab/>
      </w:r>
      <w:r w:rsidRPr="0032718E">
        <w:tab/>
      </w:r>
    </w:p>
    <w:p w:rsidR="0032718E" w:rsidRPr="0032718E" w:rsidRDefault="0032718E" w:rsidP="0032718E">
      <w:pPr>
        <w:pStyle w:val="Text2-1"/>
        <w:numPr>
          <w:ilvl w:val="0"/>
          <w:numId w:val="0"/>
        </w:numPr>
        <w:ind w:left="709"/>
      </w:pPr>
      <w:r w:rsidRPr="0032718E">
        <w:t>Při předávání mapových podkladů pro projekci budou poskytnuta všechna dostupná data.</w:t>
      </w:r>
    </w:p>
    <w:tbl>
      <w:tblPr>
        <w:tblW w:w="8660" w:type="dxa"/>
        <w:tblCellMar>
          <w:left w:w="70" w:type="dxa"/>
          <w:right w:w="70" w:type="dxa"/>
        </w:tblCellMar>
        <w:tblLook w:val="04A0" w:firstRow="1" w:lastRow="0" w:firstColumn="1" w:lastColumn="0" w:noHBand="0" w:noVBand="1"/>
      </w:tblPr>
      <w:tblGrid>
        <w:gridCol w:w="720"/>
        <w:gridCol w:w="3820"/>
        <w:gridCol w:w="1420"/>
        <w:gridCol w:w="680"/>
        <w:gridCol w:w="2020"/>
      </w:tblGrid>
      <w:tr w:rsidR="0032718E" w:rsidRPr="0032718E" w:rsidTr="00130CC4">
        <w:trPr>
          <w:trHeight w:val="60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718E" w:rsidRPr="0032718E" w:rsidRDefault="0032718E" w:rsidP="00130CC4">
            <w:pPr>
              <w:spacing w:after="0" w:line="240" w:lineRule="auto"/>
              <w:jc w:val="center"/>
              <w:rPr>
                <w:rFonts w:ascii="Calibri" w:eastAsia="Times New Roman" w:hAnsi="Calibri" w:cs="Calibri"/>
                <w:b/>
                <w:bCs/>
                <w:sz w:val="22"/>
                <w:szCs w:val="22"/>
                <w:lang w:eastAsia="cs-CZ"/>
              </w:rPr>
            </w:pPr>
            <w:r w:rsidRPr="0032718E">
              <w:rPr>
                <w:rFonts w:ascii="Calibri" w:eastAsia="Times New Roman" w:hAnsi="Calibri" w:cs="Calibri"/>
                <w:b/>
                <w:bCs/>
                <w:sz w:val="22"/>
                <w:szCs w:val="22"/>
                <w:lang w:eastAsia="cs-CZ"/>
              </w:rPr>
              <w:t>TÚ</w:t>
            </w:r>
          </w:p>
        </w:tc>
        <w:tc>
          <w:tcPr>
            <w:tcW w:w="3820" w:type="dxa"/>
            <w:tcBorders>
              <w:top w:val="single" w:sz="4" w:space="0" w:color="auto"/>
              <w:left w:val="nil"/>
              <w:bottom w:val="single" w:sz="4" w:space="0" w:color="auto"/>
              <w:right w:val="single" w:sz="4" w:space="0" w:color="auto"/>
            </w:tcBorders>
            <w:shd w:val="clear" w:color="auto" w:fill="auto"/>
            <w:vAlign w:val="center"/>
            <w:hideMark/>
          </w:tcPr>
          <w:p w:rsidR="0032718E" w:rsidRPr="0032718E" w:rsidRDefault="0032718E" w:rsidP="00130CC4">
            <w:pPr>
              <w:spacing w:after="0" w:line="240" w:lineRule="auto"/>
              <w:jc w:val="center"/>
              <w:rPr>
                <w:rFonts w:ascii="Calibri" w:eastAsia="Times New Roman" w:hAnsi="Calibri" w:cs="Calibri"/>
                <w:b/>
                <w:bCs/>
                <w:sz w:val="22"/>
                <w:szCs w:val="22"/>
                <w:lang w:eastAsia="cs-CZ"/>
              </w:rPr>
            </w:pPr>
            <w:r w:rsidRPr="0032718E">
              <w:rPr>
                <w:rFonts w:ascii="Calibri" w:eastAsia="Times New Roman" w:hAnsi="Calibri" w:cs="Calibri"/>
                <w:b/>
                <w:bCs/>
                <w:sz w:val="22"/>
                <w:szCs w:val="22"/>
                <w:lang w:eastAsia="cs-CZ"/>
              </w:rPr>
              <w:t>NÁZEV AKCE</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32718E" w:rsidRPr="0032718E" w:rsidRDefault="0032718E" w:rsidP="00130CC4">
            <w:pPr>
              <w:spacing w:after="0" w:line="240" w:lineRule="auto"/>
              <w:jc w:val="center"/>
              <w:rPr>
                <w:rFonts w:ascii="Calibri" w:eastAsia="Times New Roman" w:hAnsi="Calibri" w:cs="Calibri"/>
                <w:b/>
                <w:bCs/>
                <w:sz w:val="22"/>
                <w:szCs w:val="22"/>
                <w:lang w:eastAsia="cs-CZ"/>
              </w:rPr>
            </w:pPr>
            <w:r w:rsidRPr="0032718E">
              <w:rPr>
                <w:rFonts w:ascii="Calibri" w:eastAsia="Times New Roman" w:hAnsi="Calibri" w:cs="Calibri"/>
                <w:b/>
                <w:bCs/>
                <w:sz w:val="22"/>
                <w:szCs w:val="22"/>
                <w:lang w:eastAsia="cs-CZ"/>
              </w:rPr>
              <w:t>ROK VYHOTOVENÍ</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32718E" w:rsidRPr="0032718E" w:rsidRDefault="0032718E" w:rsidP="00130CC4">
            <w:pPr>
              <w:spacing w:after="0" w:line="240" w:lineRule="auto"/>
              <w:jc w:val="center"/>
              <w:rPr>
                <w:rFonts w:ascii="Calibri" w:eastAsia="Times New Roman" w:hAnsi="Calibri" w:cs="Calibri"/>
                <w:b/>
                <w:bCs/>
                <w:sz w:val="22"/>
                <w:szCs w:val="22"/>
                <w:lang w:eastAsia="cs-CZ"/>
              </w:rPr>
            </w:pPr>
            <w:r w:rsidRPr="0032718E">
              <w:rPr>
                <w:rFonts w:ascii="Calibri" w:eastAsia="Times New Roman" w:hAnsi="Calibri" w:cs="Calibri"/>
                <w:b/>
                <w:bCs/>
                <w:sz w:val="22"/>
                <w:szCs w:val="22"/>
                <w:lang w:eastAsia="cs-CZ"/>
              </w:rPr>
              <w:t>TKP</w:t>
            </w:r>
          </w:p>
        </w:tc>
        <w:tc>
          <w:tcPr>
            <w:tcW w:w="2020" w:type="dxa"/>
            <w:tcBorders>
              <w:top w:val="single" w:sz="4" w:space="0" w:color="auto"/>
              <w:left w:val="nil"/>
              <w:bottom w:val="single" w:sz="4" w:space="0" w:color="auto"/>
              <w:right w:val="single" w:sz="4" w:space="0" w:color="auto"/>
            </w:tcBorders>
            <w:shd w:val="clear" w:color="auto" w:fill="auto"/>
            <w:noWrap/>
            <w:vAlign w:val="center"/>
            <w:hideMark/>
          </w:tcPr>
          <w:p w:rsidR="0032718E" w:rsidRPr="0032718E" w:rsidRDefault="0032718E" w:rsidP="00130CC4">
            <w:pPr>
              <w:spacing w:after="0" w:line="240" w:lineRule="auto"/>
              <w:jc w:val="center"/>
              <w:rPr>
                <w:rFonts w:ascii="Calibri" w:eastAsia="Times New Roman" w:hAnsi="Calibri" w:cs="Calibri"/>
                <w:b/>
                <w:bCs/>
                <w:sz w:val="22"/>
                <w:szCs w:val="22"/>
                <w:lang w:eastAsia="cs-CZ"/>
              </w:rPr>
            </w:pPr>
            <w:r w:rsidRPr="0032718E">
              <w:rPr>
                <w:rFonts w:ascii="Calibri" w:eastAsia="Times New Roman" w:hAnsi="Calibri" w:cs="Calibri"/>
                <w:b/>
                <w:bCs/>
                <w:sz w:val="22"/>
                <w:szCs w:val="22"/>
                <w:lang w:eastAsia="cs-CZ"/>
              </w:rPr>
              <w:t>POZN.</w:t>
            </w:r>
          </w:p>
        </w:tc>
      </w:tr>
      <w:tr w:rsidR="0032718E" w:rsidRPr="0032718E" w:rsidTr="00130CC4">
        <w:trPr>
          <w:trHeight w:val="300"/>
        </w:trPr>
        <w:tc>
          <w:tcPr>
            <w:tcW w:w="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2718E" w:rsidRPr="0032718E" w:rsidRDefault="0032718E" w:rsidP="00130CC4">
            <w:pPr>
              <w:spacing w:after="0" w:line="240" w:lineRule="auto"/>
              <w:jc w:val="center"/>
              <w:rPr>
                <w:rFonts w:ascii="Calibri" w:eastAsia="Times New Roman" w:hAnsi="Calibri" w:cs="Calibri"/>
                <w:sz w:val="22"/>
                <w:szCs w:val="22"/>
                <w:lang w:eastAsia="cs-CZ"/>
              </w:rPr>
            </w:pPr>
            <w:r w:rsidRPr="0032718E">
              <w:rPr>
                <w:rFonts w:ascii="Calibri" w:eastAsia="Times New Roman" w:hAnsi="Calibri" w:cs="Calibri"/>
                <w:sz w:val="22"/>
                <w:szCs w:val="22"/>
                <w:lang w:eastAsia="cs-CZ"/>
              </w:rPr>
              <w:t>1901</w:t>
            </w:r>
          </w:p>
        </w:tc>
        <w:tc>
          <w:tcPr>
            <w:tcW w:w="382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2718E" w:rsidRPr="0032718E" w:rsidRDefault="0032718E" w:rsidP="00130CC4">
            <w:pPr>
              <w:spacing w:after="0" w:line="240" w:lineRule="auto"/>
              <w:jc w:val="center"/>
              <w:rPr>
                <w:rFonts w:ascii="Calibri" w:eastAsia="Times New Roman" w:hAnsi="Calibri" w:cs="Calibri"/>
                <w:sz w:val="22"/>
                <w:szCs w:val="22"/>
                <w:lang w:eastAsia="cs-CZ"/>
              </w:rPr>
            </w:pPr>
            <w:r w:rsidRPr="0032718E">
              <w:rPr>
                <w:rFonts w:ascii="Calibri" w:eastAsia="Times New Roman" w:hAnsi="Calibri" w:cs="Calibri"/>
                <w:sz w:val="22"/>
                <w:szCs w:val="22"/>
                <w:lang w:eastAsia="cs-CZ"/>
              </w:rPr>
              <w:t xml:space="preserve">Rekonstrukce </w:t>
            </w:r>
            <w:proofErr w:type="spellStart"/>
            <w:r w:rsidRPr="0032718E">
              <w:rPr>
                <w:rFonts w:ascii="Calibri" w:eastAsia="Times New Roman" w:hAnsi="Calibri" w:cs="Calibri"/>
                <w:sz w:val="22"/>
                <w:szCs w:val="22"/>
                <w:lang w:eastAsia="cs-CZ"/>
              </w:rPr>
              <w:t>žst</w:t>
            </w:r>
            <w:proofErr w:type="spellEnd"/>
            <w:r w:rsidRPr="0032718E">
              <w:rPr>
                <w:rFonts w:ascii="Calibri" w:eastAsia="Times New Roman" w:hAnsi="Calibri" w:cs="Calibri"/>
                <w:sz w:val="22"/>
                <w:szCs w:val="22"/>
                <w:lang w:eastAsia="cs-CZ"/>
              </w:rPr>
              <w:t>. Olomouc</w:t>
            </w:r>
          </w:p>
        </w:tc>
        <w:tc>
          <w:tcPr>
            <w:tcW w:w="1420" w:type="dxa"/>
            <w:vMerge w:val="restart"/>
            <w:tcBorders>
              <w:top w:val="nil"/>
              <w:left w:val="single" w:sz="4" w:space="0" w:color="auto"/>
              <w:bottom w:val="single" w:sz="4" w:space="0" w:color="000000"/>
              <w:right w:val="nil"/>
            </w:tcBorders>
            <w:shd w:val="clear" w:color="auto" w:fill="auto"/>
            <w:noWrap/>
            <w:vAlign w:val="center"/>
            <w:hideMark/>
          </w:tcPr>
          <w:p w:rsidR="0032718E" w:rsidRPr="0032718E" w:rsidRDefault="0032718E" w:rsidP="00130CC4">
            <w:pPr>
              <w:spacing w:after="0" w:line="240" w:lineRule="auto"/>
              <w:jc w:val="center"/>
              <w:rPr>
                <w:rFonts w:ascii="Calibri" w:eastAsia="Times New Roman" w:hAnsi="Calibri" w:cs="Calibri"/>
                <w:sz w:val="22"/>
                <w:szCs w:val="22"/>
                <w:lang w:eastAsia="cs-CZ"/>
              </w:rPr>
            </w:pPr>
            <w:r w:rsidRPr="0032718E">
              <w:rPr>
                <w:rFonts w:ascii="Calibri" w:eastAsia="Times New Roman" w:hAnsi="Calibri" w:cs="Calibri"/>
                <w:sz w:val="22"/>
                <w:szCs w:val="22"/>
                <w:lang w:eastAsia="cs-CZ"/>
              </w:rPr>
              <w:t>2017</w:t>
            </w:r>
          </w:p>
        </w:tc>
        <w:tc>
          <w:tcPr>
            <w:tcW w:w="6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2718E" w:rsidRPr="0032718E" w:rsidRDefault="0032718E" w:rsidP="00130CC4">
            <w:pPr>
              <w:spacing w:after="0" w:line="240" w:lineRule="auto"/>
              <w:jc w:val="center"/>
              <w:rPr>
                <w:rFonts w:ascii="Calibri" w:eastAsia="Times New Roman" w:hAnsi="Calibri" w:cs="Calibri"/>
                <w:sz w:val="22"/>
                <w:szCs w:val="22"/>
                <w:lang w:eastAsia="cs-CZ"/>
              </w:rPr>
            </w:pPr>
            <w:r w:rsidRPr="0032718E">
              <w:rPr>
                <w:rFonts w:ascii="Calibri" w:eastAsia="Times New Roman" w:hAnsi="Calibri" w:cs="Calibri"/>
                <w:sz w:val="22"/>
                <w:szCs w:val="22"/>
                <w:lang w:eastAsia="cs-CZ"/>
              </w:rPr>
              <w:t>ANO</w:t>
            </w:r>
          </w:p>
        </w:tc>
        <w:tc>
          <w:tcPr>
            <w:tcW w:w="202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2718E" w:rsidRPr="0032718E" w:rsidRDefault="0032718E" w:rsidP="00130CC4">
            <w:pPr>
              <w:spacing w:after="0" w:line="240" w:lineRule="auto"/>
              <w:jc w:val="center"/>
              <w:rPr>
                <w:rFonts w:ascii="Calibri" w:eastAsia="Times New Roman" w:hAnsi="Calibri" w:cs="Calibri"/>
                <w:sz w:val="22"/>
                <w:szCs w:val="22"/>
                <w:lang w:eastAsia="cs-CZ"/>
              </w:rPr>
            </w:pPr>
            <w:r w:rsidRPr="0032718E">
              <w:rPr>
                <w:rFonts w:ascii="Calibri" w:eastAsia="Times New Roman" w:hAnsi="Calibri" w:cs="Calibri"/>
                <w:sz w:val="22"/>
                <w:szCs w:val="22"/>
                <w:lang w:eastAsia="cs-CZ"/>
              </w:rPr>
              <w:t>DSPS</w:t>
            </w:r>
          </w:p>
        </w:tc>
      </w:tr>
      <w:tr w:rsidR="0032718E" w:rsidRPr="0032718E" w:rsidTr="00130CC4">
        <w:trPr>
          <w:trHeight w:val="493"/>
        </w:trPr>
        <w:tc>
          <w:tcPr>
            <w:tcW w:w="720" w:type="dxa"/>
            <w:vMerge/>
            <w:tcBorders>
              <w:top w:val="nil"/>
              <w:left w:val="single" w:sz="4" w:space="0" w:color="auto"/>
              <w:bottom w:val="single" w:sz="4" w:space="0" w:color="000000"/>
              <w:right w:val="single" w:sz="4" w:space="0" w:color="auto"/>
            </w:tcBorders>
            <w:vAlign w:val="center"/>
            <w:hideMark/>
          </w:tcPr>
          <w:p w:rsidR="0032718E" w:rsidRPr="0032718E" w:rsidRDefault="0032718E" w:rsidP="00130CC4">
            <w:pPr>
              <w:spacing w:after="0" w:line="240" w:lineRule="auto"/>
              <w:rPr>
                <w:rFonts w:ascii="Calibri" w:eastAsia="Times New Roman" w:hAnsi="Calibri" w:cs="Calibri"/>
                <w:sz w:val="22"/>
                <w:szCs w:val="22"/>
                <w:lang w:eastAsia="cs-CZ"/>
              </w:rPr>
            </w:pPr>
          </w:p>
        </w:tc>
        <w:tc>
          <w:tcPr>
            <w:tcW w:w="3820" w:type="dxa"/>
            <w:vMerge/>
            <w:tcBorders>
              <w:top w:val="single" w:sz="4" w:space="0" w:color="auto"/>
              <w:left w:val="single" w:sz="4" w:space="0" w:color="auto"/>
              <w:bottom w:val="single" w:sz="4" w:space="0" w:color="000000"/>
              <w:right w:val="single" w:sz="4" w:space="0" w:color="000000"/>
            </w:tcBorders>
            <w:vAlign w:val="center"/>
            <w:hideMark/>
          </w:tcPr>
          <w:p w:rsidR="0032718E" w:rsidRPr="0032718E" w:rsidRDefault="0032718E" w:rsidP="00130CC4">
            <w:pPr>
              <w:spacing w:after="0" w:line="240" w:lineRule="auto"/>
              <w:rPr>
                <w:rFonts w:ascii="Calibri" w:eastAsia="Times New Roman" w:hAnsi="Calibri" w:cs="Calibri"/>
                <w:sz w:val="22"/>
                <w:szCs w:val="22"/>
                <w:lang w:eastAsia="cs-CZ"/>
              </w:rPr>
            </w:pPr>
          </w:p>
        </w:tc>
        <w:tc>
          <w:tcPr>
            <w:tcW w:w="1420" w:type="dxa"/>
            <w:vMerge/>
            <w:tcBorders>
              <w:top w:val="nil"/>
              <w:left w:val="single" w:sz="4" w:space="0" w:color="auto"/>
              <w:bottom w:val="single" w:sz="4" w:space="0" w:color="000000"/>
              <w:right w:val="nil"/>
            </w:tcBorders>
            <w:vAlign w:val="center"/>
            <w:hideMark/>
          </w:tcPr>
          <w:p w:rsidR="0032718E" w:rsidRPr="0032718E" w:rsidRDefault="0032718E" w:rsidP="00130CC4">
            <w:pPr>
              <w:spacing w:after="0" w:line="240" w:lineRule="auto"/>
              <w:rPr>
                <w:rFonts w:ascii="Calibri" w:eastAsia="Times New Roman" w:hAnsi="Calibri" w:cs="Calibri"/>
                <w:sz w:val="22"/>
                <w:szCs w:val="22"/>
                <w:lang w:eastAsia="cs-CZ"/>
              </w:rPr>
            </w:pPr>
          </w:p>
        </w:tc>
        <w:tc>
          <w:tcPr>
            <w:tcW w:w="680" w:type="dxa"/>
            <w:vMerge/>
            <w:tcBorders>
              <w:top w:val="nil"/>
              <w:left w:val="single" w:sz="4" w:space="0" w:color="auto"/>
              <w:bottom w:val="single" w:sz="4" w:space="0" w:color="000000"/>
              <w:right w:val="single" w:sz="4" w:space="0" w:color="auto"/>
            </w:tcBorders>
            <w:vAlign w:val="center"/>
            <w:hideMark/>
          </w:tcPr>
          <w:p w:rsidR="0032718E" w:rsidRPr="0032718E" w:rsidRDefault="0032718E" w:rsidP="00130CC4">
            <w:pPr>
              <w:spacing w:after="0" w:line="240" w:lineRule="auto"/>
              <w:rPr>
                <w:rFonts w:ascii="Calibri" w:eastAsia="Times New Roman" w:hAnsi="Calibri" w:cs="Calibri"/>
                <w:sz w:val="22"/>
                <w:szCs w:val="22"/>
                <w:lang w:eastAsia="cs-CZ"/>
              </w:rPr>
            </w:pPr>
          </w:p>
        </w:tc>
        <w:tc>
          <w:tcPr>
            <w:tcW w:w="2020" w:type="dxa"/>
            <w:vMerge/>
            <w:tcBorders>
              <w:top w:val="single" w:sz="4" w:space="0" w:color="auto"/>
              <w:left w:val="single" w:sz="4" w:space="0" w:color="auto"/>
              <w:bottom w:val="single" w:sz="4" w:space="0" w:color="000000"/>
              <w:right w:val="single" w:sz="4" w:space="0" w:color="000000"/>
            </w:tcBorders>
            <w:vAlign w:val="center"/>
            <w:hideMark/>
          </w:tcPr>
          <w:p w:rsidR="0032718E" w:rsidRPr="0032718E" w:rsidRDefault="0032718E" w:rsidP="00130CC4">
            <w:pPr>
              <w:spacing w:after="0" w:line="240" w:lineRule="auto"/>
              <w:rPr>
                <w:rFonts w:ascii="Calibri" w:eastAsia="Times New Roman" w:hAnsi="Calibri" w:cs="Calibri"/>
                <w:sz w:val="22"/>
                <w:szCs w:val="22"/>
                <w:lang w:eastAsia="cs-CZ"/>
              </w:rPr>
            </w:pPr>
          </w:p>
        </w:tc>
      </w:tr>
    </w:tbl>
    <w:p w:rsidR="0032718E" w:rsidRPr="0032718E" w:rsidRDefault="0032718E" w:rsidP="0032718E">
      <w:pPr>
        <w:pStyle w:val="Text2-1"/>
        <w:numPr>
          <w:ilvl w:val="0"/>
          <w:numId w:val="0"/>
        </w:numPr>
      </w:pPr>
    </w:p>
    <w:p w:rsidR="0032718E" w:rsidRPr="0032718E" w:rsidRDefault="0032718E" w:rsidP="0032718E">
      <w:pPr>
        <w:pStyle w:val="Text2-1"/>
        <w:numPr>
          <w:ilvl w:val="0"/>
          <w:numId w:val="0"/>
        </w:numPr>
        <w:ind w:left="737"/>
      </w:pPr>
      <w:r w:rsidRPr="0032718E">
        <w:t>Mapové podklady nad tento rozsah, zajišťované zhotovitelem, budou zpracovány dle  SŽ M20/MP006 Opatření k zaměřování objektů železniční dopravní cesty s SŽ M20/MP010 Účelová železniční mapa velkého měřítka, Příloha C MAPOVÉ PODKLADY PRO PROJEKTOVÁNÍ STAVEB.</w:t>
      </w:r>
    </w:p>
    <w:p w:rsidR="0032718E" w:rsidRPr="0032718E" w:rsidRDefault="0032718E" w:rsidP="0032718E">
      <w:pPr>
        <w:pStyle w:val="Text2-1"/>
      </w:pPr>
      <w:r w:rsidRPr="0032718E">
        <w:t>Zhotovitel se zavazuje k vyhotovení majetkoprávní části v rozsahu podle dle VTP/DOKUMENTACE/0</w:t>
      </w:r>
      <w:r w:rsidR="00DC6057">
        <w:t>3</w:t>
      </w:r>
      <w:r w:rsidRPr="0032718E">
        <w:t xml:space="preserve">/21. Aktuální stav UMVŽST bude součástí Geodetických a mapových </w:t>
      </w:r>
      <w:proofErr w:type="gramStart"/>
      <w:r w:rsidRPr="0032718E">
        <w:t>podkladů I.6, které</w:t>
      </w:r>
      <w:proofErr w:type="gramEnd"/>
      <w:r w:rsidRPr="0032718E">
        <w:t xml:space="preserve"> dodá Objednatel.</w:t>
      </w:r>
    </w:p>
    <w:p w:rsidR="0032718E" w:rsidRPr="0032718E" w:rsidRDefault="0032718E" w:rsidP="0032718E">
      <w:pPr>
        <w:pStyle w:val="Text2-1"/>
      </w:pPr>
      <w:r w:rsidRPr="0032718E">
        <w:t>Zhotovitel si zajistí provedení formální kontroly geodetické části dokumentace skutečného provedení na portálu modernizace dráhy (http://</w:t>
      </w:r>
      <w:proofErr w:type="gramStart"/>
      <w:r w:rsidRPr="0032718E">
        <w:t>www</w:t>
      </w:r>
      <w:proofErr w:type="gramEnd"/>
      <w:r w:rsidRPr="0032718E">
        <w:t>.</w:t>
      </w:r>
      <w:proofErr w:type="gramStart"/>
      <w:r w:rsidRPr="0032718E">
        <w:t>modernizace</w:t>
      </w:r>
      <w:proofErr w:type="gramEnd"/>
      <w:r w:rsidRPr="0032718E">
        <w:t>.szdc.cz). Na tomto portálu se mohou registrovat zhotovitelé/ projekční organizace, které jsou ve smluvním vztahu se SŽ úsekem modernizace.</w:t>
      </w:r>
    </w:p>
    <w:p w:rsidR="0032718E" w:rsidRPr="0032718E" w:rsidRDefault="0032718E" w:rsidP="0032718E">
      <w:pPr>
        <w:pStyle w:val="Text2-1"/>
      </w:pPr>
      <w:r w:rsidRPr="0032718E">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objednatele.</w:t>
      </w:r>
    </w:p>
    <w:p w:rsidR="009933E4" w:rsidRPr="008C060F" w:rsidRDefault="009933E4" w:rsidP="002F2288">
      <w:pPr>
        <w:pStyle w:val="Nadpis2-1"/>
      </w:pPr>
      <w:bookmarkStart w:id="30" w:name="_Toc29393944"/>
      <w:bookmarkStart w:id="31" w:name="_Toc75251225"/>
      <w:r w:rsidRPr="0032718E">
        <w:t>Vykazování odpadů</w:t>
      </w:r>
      <w:bookmarkEnd w:id="30"/>
      <w:bookmarkEnd w:id="31"/>
    </w:p>
    <w:p w:rsidR="009933E4" w:rsidRPr="00C4212E" w:rsidRDefault="009933E4" w:rsidP="002F2288">
      <w:pPr>
        <w:pStyle w:val="Nadpis2-2"/>
      </w:pPr>
      <w:bookmarkStart w:id="32" w:name="_Toc27040311"/>
      <w:bookmarkStart w:id="33" w:name="_Toc29393945"/>
      <w:bookmarkStart w:id="34" w:name="_Toc75251226"/>
      <w:r w:rsidRPr="00C4212E">
        <w:t>Vykazování odpadů ve vztahu ke stanovení nákladů stavby</w:t>
      </w:r>
      <w:bookmarkEnd w:id="32"/>
      <w:bookmarkEnd w:id="33"/>
      <w:bookmarkEnd w:id="34"/>
    </w:p>
    <w:p w:rsidR="009933E4" w:rsidRDefault="009933E4" w:rsidP="002F2288">
      <w:pPr>
        <w:pStyle w:val="Text2-1"/>
      </w:pPr>
      <w:r w:rsidRPr="00C4212E">
        <w:rPr>
          <w:rStyle w:val="Tun"/>
        </w:rPr>
        <w:t>Zhotovitel Projektové dokumentace v Soupisech prací uvede jednotlivé položky odpadů</w:t>
      </w:r>
      <w:r w:rsidRPr="003108AB">
        <w:rPr>
          <w:rStyle w:val="Tun"/>
        </w:rPr>
        <w:t xml:space="preserve">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rsidR="009933E4" w:rsidRDefault="009933E4" w:rsidP="002F2288">
      <w:pPr>
        <w:pStyle w:val="Text2-1"/>
      </w:pPr>
      <w:r w:rsidRPr="003108AB">
        <w:rPr>
          <w:rStyle w:val="Tun"/>
        </w:rPr>
        <w:t>Ustanovení Směrnice SŽDC č. 20 pro stanovení a členění investičních nákladů staveb státní organizace Správa železniční dopravní cesty, Článek 3.9 ruší a</w:t>
      </w:r>
      <w:r>
        <w:rPr>
          <w:rStyle w:val="Tun"/>
        </w:rPr>
        <w:t> </w:t>
      </w:r>
      <w:r w:rsidRPr="003108AB">
        <w:rPr>
          <w:rStyle w:val="Tun"/>
        </w:rPr>
        <w:t>nahrazuje následujícím zněním uvedeným v </w:t>
      </w:r>
      <w:proofErr w:type="gramStart"/>
      <w:r w:rsidRPr="003108AB">
        <w:rPr>
          <w:rStyle w:val="Tun"/>
        </w:rPr>
        <w:t xml:space="preserve">kapitole </w:t>
      </w:r>
      <w:r w:rsidRPr="003108AB">
        <w:rPr>
          <w:rStyle w:val="Tun"/>
        </w:rPr>
        <w:fldChar w:fldCharType="begin"/>
      </w:r>
      <w:r w:rsidRPr="003108AB">
        <w:rPr>
          <w:rStyle w:val="Tun"/>
        </w:rPr>
        <w:instrText xml:space="preserve"> REF _Ref27037418 \r \h </w:instrText>
      </w:r>
      <w:r>
        <w:rPr>
          <w:rStyle w:val="Tun"/>
        </w:rPr>
        <w:instrText xml:space="preserve"> \* MERGEFORMAT </w:instrText>
      </w:r>
      <w:r w:rsidRPr="003108AB">
        <w:rPr>
          <w:rStyle w:val="Tun"/>
        </w:rPr>
      </w:r>
      <w:r w:rsidRPr="003108AB">
        <w:rPr>
          <w:rStyle w:val="Tun"/>
        </w:rPr>
        <w:fldChar w:fldCharType="separate"/>
      </w:r>
      <w:r w:rsidR="00E000B4">
        <w:rPr>
          <w:rStyle w:val="Tun"/>
        </w:rPr>
        <w:t>5.1.3</w:t>
      </w:r>
      <w:proofErr w:type="gramEnd"/>
      <w:r w:rsidRPr="003108AB">
        <w:rPr>
          <w:rStyle w:val="Tun"/>
        </w:rPr>
        <w:fldChar w:fldCharType="end"/>
      </w:r>
      <w:r w:rsidRPr="003108AB">
        <w:rPr>
          <w:rStyle w:val="Tun"/>
        </w:rPr>
        <w:t>.</w:t>
      </w:r>
      <w:r>
        <w:t xml:space="preserve"> </w:t>
      </w:r>
    </w:p>
    <w:p w:rsidR="009933E4" w:rsidRPr="0061694A" w:rsidRDefault="009933E4" w:rsidP="002F2288">
      <w:pPr>
        <w:pStyle w:val="Text2-1"/>
        <w:keepNext/>
        <w:rPr>
          <w:rStyle w:val="Tun"/>
        </w:rPr>
      </w:pPr>
      <w:bookmarkStart w:id="35" w:name="_Ref27037418"/>
      <w:r w:rsidRPr="0061694A">
        <w:rPr>
          <w:rStyle w:val="Tun"/>
        </w:rPr>
        <w:lastRenderedPageBreak/>
        <w:t>Úpravy položkových rozpočtů</w:t>
      </w:r>
      <w:bookmarkEnd w:id="35"/>
      <w:r w:rsidRPr="0061694A">
        <w:rPr>
          <w:rStyle w:val="Tun"/>
        </w:rPr>
        <w:t xml:space="preserve"> </w:t>
      </w:r>
    </w:p>
    <w:p w:rsidR="009933E4" w:rsidRDefault="009933E4" w:rsidP="00AE2369">
      <w:pPr>
        <w:pStyle w:val="Odstavec1-1a"/>
        <w:numPr>
          <w:ilvl w:val="0"/>
          <w:numId w:val="10"/>
        </w:numPr>
      </w:pPr>
      <w:r>
        <w:t xml:space="preserve">v soupisech prací jednotlivých SO/PS bude pro účely evidence vždy uvedena </w:t>
      </w:r>
      <w:r w:rsidRPr="00531422">
        <w:rPr>
          <w:rStyle w:val="Tun"/>
        </w:rPr>
        <w:t>R</w:t>
      </w:r>
      <w:r w:rsidR="001741CB">
        <w:rPr>
          <w:rStyle w:val="Tun"/>
        </w:rPr>
        <w:noBreakHyphen/>
      </w:r>
      <w:r w:rsidRPr="00531422">
        <w:rPr>
          <w:rStyle w:val="Tun"/>
        </w:rPr>
        <w:t>položka „Likvidace odpadů […] včetně dopravy“</w:t>
      </w:r>
      <w:r>
        <w:t>. Položka bude zahrnovat veškeré poplatky provozovateli skládky dle typu a kategorie odpadů a dopravu z místa stavby na skládku,</w:t>
      </w:r>
    </w:p>
    <w:p w:rsidR="009933E4" w:rsidRDefault="009933E4" w:rsidP="002F2288">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rsidR="009933E4" w:rsidRDefault="009933E4" w:rsidP="002F2288">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9933E4" w:rsidRDefault="009933E4" w:rsidP="003D11A8">
      <w:pPr>
        <w:pStyle w:val="Odstavec1-1a"/>
      </w:pPr>
      <w:r>
        <w:t xml:space="preserve">u položek soupisu prací jednotlivých SO/PS </w:t>
      </w:r>
      <w:r w:rsidRPr="00531422">
        <w:rPr>
          <w:rStyle w:val="Tun"/>
        </w:rPr>
        <w:t>„Likvidace odpadů […] včetně dopravy“</w:t>
      </w:r>
      <w:r>
        <w:t xml:space="preserve"> bude v popisu položky jako doplňující název uvedeno „Evidenční položka</w:t>
      </w:r>
      <w:r w:rsidR="003D11A8">
        <w:t>.</w:t>
      </w:r>
      <w:r w:rsidR="003D11A8" w:rsidRPr="003D11A8">
        <w:t xml:space="preserve"> Neoceňovat v objektu SO/PS, položka se oceňuje pouze v objektu SO 90-90.</w:t>
      </w:r>
      <w:r>
        <w:t>“ a v označení „Varianta“ bude nastavena hodnota 90</w:t>
      </w:r>
      <w:r w:rsidR="007F26AC">
        <w:t>1</w:t>
      </w:r>
      <w:r>
        <w:t>, v případě duplicitní položky v jednom dílu bud označení varianty provedeno vzestupnou řadou celých čísel od hodnoty 90</w:t>
      </w:r>
      <w:r w:rsidR="001741CB">
        <w:t>1</w:t>
      </w:r>
      <w:r>
        <w:t xml:space="preserve"> (tzn. 90</w:t>
      </w:r>
      <w:r w:rsidR="001741CB">
        <w:t>1</w:t>
      </w:r>
      <w:r>
        <w:t xml:space="preserve"> až 99</w:t>
      </w:r>
      <w:r w:rsidR="001741CB">
        <w:t>9</w:t>
      </w:r>
      <w:r>
        <w:t xml:space="preserve">), </w:t>
      </w:r>
    </w:p>
    <w:p w:rsidR="009933E4" w:rsidRDefault="009933E4" w:rsidP="002F2288">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rsidR="009933E4" w:rsidRDefault="009933E4" w:rsidP="002F2288">
      <w:pPr>
        <w:pStyle w:val="Odstavec1-1a"/>
        <w:numPr>
          <w:ilvl w:val="0"/>
          <w:numId w:val="5"/>
        </w:numPr>
      </w:pPr>
      <w:r>
        <w:t>Kalkulace položky „Likvidace odpadů […] včetně dopravy“ v přípravě bude provedena jako součet položek:</w:t>
      </w:r>
    </w:p>
    <w:p w:rsidR="009933E4" w:rsidRDefault="009933E4" w:rsidP="002F2288">
      <w:pPr>
        <w:pStyle w:val="Odrka1-2-"/>
        <w:numPr>
          <w:ilvl w:val="1"/>
          <w:numId w:val="4"/>
        </w:numPr>
      </w:pPr>
      <w:r>
        <w:t>poplatek na skládku dle kategorie odpadu a množství, a to dle aktuálního ceníku vybrané skládky v přípravě,</w:t>
      </w:r>
    </w:p>
    <w:p w:rsidR="009933E4" w:rsidRDefault="009933E4" w:rsidP="002F2288">
      <w:pPr>
        <w:pStyle w:val="Odrka1-2-"/>
        <w:numPr>
          <w:ilvl w:val="1"/>
          <w:numId w:val="4"/>
        </w:numPr>
      </w:pPr>
      <w:r>
        <w:t>ceny za t/km dle množství odpadu a vzdálenosti předpokládané skládky, přičemž vzdálenost může být specifikována v rozsahu pásmové dopravy.</w:t>
      </w:r>
    </w:p>
    <w:p w:rsidR="009933E4" w:rsidRPr="00303A2A" w:rsidRDefault="009933E4" w:rsidP="002F2288">
      <w:pPr>
        <w:pStyle w:val="Text2-1"/>
        <w:rPr>
          <w:rStyle w:val="Tun"/>
        </w:rPr>
      </w:pPr>
      <w:r w:rsidRPr="00303A2A">
        <w:rPr>
          <w:rStyle w:val="Tun"/>
        </w:rPr>
        <w:t>Způsob vytvoření položek likvidace odpadů včetně dopravy</w:t>
      </w:r>
    </w:p>
    <w:p w:rsidR="009933E4" w:rsidRDefault="009933E4" w:rsidP="002F2288">
      <w:pPr>
        <w:pStyle w:val="Text2-2"/>
      </w:pPr>
      <w:r>
        <w:t xml:space="preserve">Pro soupisy prací budou vytvořené „R-položky“ pro likvidaci odpadů s dopravou, a to následovně: </w:t>
      </w:r>
    </w:p>
    <w:p w:rsidR="009933E4" w:rsidRPr="00303A2A" w:rsidRDefault="009933E4" w:rsidP="002F2288">
      <w:pPr>
        <w:pStyle w:val="Text2-2"/>
        <w:rPr>
          <w:rStyle w:val="Tun"/>
        </w:rPr>
      </w:pPr>
      <w:r w:rsidRPr="00303A2A">
        <w:rPr>
          <w:rStyle w:val="Tun"/>
        </w:rPr>
        <w:t xml:space="preserve">Označení </w:t>
      </w:r>
      <w:r w:rsidR="000A6FD8">
        <w:rPr>
          <w:rStyle w:val="Tun"/>
        </w:rPr>
        <w:t xml:space="preserve">a název </w:t>
      </w:r>
      <w:r w:rsidRPr="00303A2A">
        <w:rPr>
          <w:rStyle w:val="Tun"/>
        </w:rPr>
        <w:t xml:space="preserve">položky: </w:t>
      </w:r>
    </w:p>
    <w:p w:rsidR="009933E4" w:rsidRDefault="009933E4" w:rsidP="009933E4">
      <w:pPr>
        <w:pStyle w:val="Textbezslovn"/>
        <w:ind w:left="1701"/>
      </w:pPr>
      <w:r>
        <w:t>R015XXX [AŽ] R015XXX – LIKVIDACE ODPADŮ [TYP ODPADU] VČETNĚ DOPRAVY</w:t>
      </w:r>
    </w:p>
    <w:p w:rsidR="009933E4" w:rsidRDefault="009933E4" w:rsidP="009933E4">
      <w:pPr>
        <w:pStyle w:val="Textbezslovn"/>
        <w:ind w:left="1701"/>
      </w:pPr>
      <w:r>
        <w:t>Hodnoty XXX budou odpovídat poslednímu trojčíslí daného typu odpadu cenové soustavy OTSKP, která zahrnuje pouze náklady na poplatky za likvidaci odpadů.</w:t>
      </w:r>
    </w:p>
    <w:p w:rsidR="009933E4" w:rsidRPr="00303A2A" w:rsidRDefault="009933E4" w:rsidP="009933E4">
      <w:pPr>
        <w:pStyle w:val="Textbezslovn"/>
        <w:ind w:left="1701"/>
        <w:rPr>
          <w:rStyle w:val="Tun"/>
        </w:rPr>
      </w:pPr>
      <w:r w:rsidRPr="00303A2A">
        <w:rPr>
          <w:rStyle w:val="Tun"/>
        </w:rPr>
        <w:t>Příklad:</w:t>
      </w:r>
    </w:p>
    <w:p w:rsidR="009933E4" w:rsidRDefault="009933E4" w:rsidP="009933E4">
      <w:pPr>
        <w:pStyle w:val="Textbezslovn"/>
        <w:ind w:left="1701"/>
      </w:pPr>
      <w:r>
        <w:t>Původní položka OTSKP bez dopravy:</w:t>
      </w:r>
    </w:p>
    <w:p w:rsidR="009933E4" w:rsidRDefault="009933E4" w:rsidP="009933E4">
      <w:pPr>
        <w:pStyle w:val="Textbezslovn"/>
        <w:ind w:left="2127"/>
      </w:pPr>
      <w:r>
        <w:t>015112 - POPLATKY ZA LIKVIDAC</w:t>
      </w:r>
      <w:r w:rsidR="00114A6F">
        <w:t>I</w:t>
      </w:r>
      <w:r>
        <w:t xml:space="preserve"> ODPADŮ NEKONTAMINOVANÝCH – 17 05 04 VYTĚŽENÉ ZEMINY A HORNINY - II. TŘÍDA TĚŽITELNOSTI</w:t>
      </w:r>
    </w:p>
    <w:p w:rsidR="009933E4" w:rsidRDefault="009933E4" w:rsidP="009933E4">
      <w:pPr>
        <w:pStyle w:val="Textbezslovn"/>
        <w:ind w:left="1701"/>
      </w:pPr>
      <w:r>
        <w:t>Nová R položka s dopravou:</w:t>
      </w:r>
    </w:p>
    <w:p w:rsidR="009933E4" w:rsidRDefault="009933E4" w:rsidP="009933E4">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0A6FD8" w:rsidRDefault="000A6FD8" w:rsidP="000A6FD8">
      <w:pPr>
        <w:pStyle w:val="Text2-2"/>
        <w:rPr>
          <w:rStyle w:val="Tun"/>
        </w:rPr>
      </w:pPr>
      <w:r>
        <w:rPr>
          <w:rStyle w:val="Tun"/>
        </w:rPr>
        <w:t>Popis položky</w:t>
      </w:r>
    </w:p>
    <w:p w:rsidR="000A6FD8" w:rsidRDefault="000A6FD8" w:rsidP="000A6FD8">
      <w:pPr>
        <w:pStyle w:val="Textbezslovn"/>
        <w:ind w:left="1701"/>
      </w:pPr>
      <w:r w:rsidRPr="00DB391A">
        <w:t>V popisu položky bude uveden text</w:t>
      </w:r>
      <w:r>
        <w:t>:</w:t>
      </w:r>
    </w:p>
    <w:p w:rsidR="000A6FD8" w:rsidRPr="00DB391A" w:rsidRDefault="003D11A8" w:rsidP="000A6FD8">
      <w:pPr>
        <w:pStyle w:val="Textbezslovn"/>
        <w:ind w:left="2127"/>
        <w:rPr>
          <w:b/>
        </w:rPr>
      </w:pPr>
      <w:r w:rsidRPr="000B0427">
        <w:t xml:space="preserve">Evidenční položka. </w:t>
      </w:r>
      <w:r w:rsidRPr="00F04391">
        <w:t>Neoceňovat v objektu SO/PS, položka se oceňuje pouze v objektu SO 90-90.</w:t>
      </w:r>
    </w:p>
    <w:p w:rsidR="009933E4" w:rsidRPr="00303A2A" w:rsidRDefault="009933E4" w:rsidP="002F2288">
      <w:pPr>
        <w:pStyle w:val="Text2-2"/>
        <w:rPr>
          <w:rStyle w:val="Tun"/>
        </w:rPr>
      </w:pPr>
      <w:r w:rsidRPr="00303A2A">
        <w:rPr>
          <w:rStyle w:val="Tun"/>
        </w:rPr>
        <w:lastRenderedPageBreak/>
        <w:t>Technická specifikace položky</w:t>
      </w:r>
    </w:p>
    <w:p w:rsidR="009933E4" w:rsidRDefault="009933E4" w:rsidP="009933E4">
      <w:pPr>
        <w:pStyle w:val="Textbezslovn"/>
        <w:ind w:left="1701"/>
      </w:pPr>
      <w:r>
        <w:t>1. Položka obsahuje:</w:t>
      </w:r>
    </w:p>
    <w:p w:rsidR="009933E4" w:rsidRDefault="009933E4" w:rsidP="002F2288">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rsidR="009933E4" w:rsidRDefault="009933E4" w:rsidP="002F2288">
      <w:pPr>
        <w:pStyle w:val="Odrka1-4"/>
        <w:numPr>
          <w:ilvl w:val="3"/>
          <w:numId w:val="4"/>
        </w:numPr>
      </w:pPr>
      <w:r>
        <w:t>náklady spojené s dopravou odpadu z místa stavby na místo převzetí provozovatelem skládky, recyklační linky nebo jiného zařízení na zpracování nebo likvidaci odpadů,</w:t>
      </w:r>
    </w:p>
    <w:p w:rsidR="009933E4" w:rsidRDefault="009933E4" w:rsidP="002F2288">
      <w:pPr>
        <w:pStyle w:val="Odrka1-4"/>
        <w:numPr>
          <w:ilvl w:val="3"/>
          <w:numId w:val="4"/>
        </w:numPr>
      </w:pPr>
      <w:r>
        <w:t>náklady spojené s vyložením a manipulací s materiálem v místě skládky.</w:t>
      </w:r>
    </w:p>
    <w:p w:rsidR="009933E4" w:rsidRDefault="009933E4" w:rsidP="009933E4">
      <w:pPr>
        <w:pStyle w:val="Textbezslovn"/>
        <w:ind w:left="1701"/>
      </w:pPr>
      <w:r>
        <w:t>2. Položka neobsahuje:</w:t>
      </w:r>
    </w:p>
    <w:p w:rsidR="009933E4" w:rsidRDefault="009933E4" w:rsidP="002F2288">
      <w:pPr>
        <w:pStyle w:val="Odrka1-4"/>
        <w:numPr>
          <w:ilvl w:val="3"/>
          <w:numId w:val="4"/>
        </w:numPr>
      </w:pPr>
      <w:r>
        <w:t xml:space="preserve">náklady spojené s naložením a manipulací s materiálem. </w:t>
      </w:r>
      <w:r w:rsidRPr="00303A2A">
        <w:rPr>
          <w:vertAlign w:val="superscript"/>
        </w:rPr>
        <w:t>**</w:t>
      </w:r>
      <w:r>
        <w:t>)</w:t>
      </w:r>
    </w:p>
    <w:p w:rsidR="009933E4" w:rsidRDefault="009933E4" w:rsidP="009933E4">
      <w:pPr>
        <w:pStyle w:val="Textbezslovn"/>
        <w:ind w:left="1701"/>
      </w:pPr>
      <w:r>
        <w:t xml:space="preserve">3. Způsob měření: </w:t>
      </w:r>
    </w:p>
    <w:p w:rsidR="009933E4" w:rsidRDefault="009933E4" w:rsidP="002F2288">
      <w:pPr>
        <w:pStyle w:val="Odrka1-4"/>
        <w:numPr>
          <w:ilvl w:val="3"/>
          <w:numId w:val="4"/>
        </w:numPr>
      </w:pPr>
      <w:r>
        <w:t>[měrná jednotka – nejčastěji Tuna] určující množství odpadu vytříděného v souladu se zákonem č. 185/2001 Sb., o nakládání s odpady, v platném znění</w:t>
      </w:r>
    </w:p>
    <w:p w:rsidR="009933E4" w:rsidRPr="00303A2A" w:rsidRDefault="009933E4" w:rsidP="009933E4">
      <w:pPr>
        <w:pStyle w:val="Textbezslovn"/>
        <w:rPr>
          <w:rStyle w:val="Tun"/>
        </w:rPr>
      </w:pPr>
      <w:r w:rsidRPr="00303A2A">
        <w:rPr>
          <w:rStyle w:val="Tun"/>
        </w:rPr>
        <w:t xml:space="preserve">Poznámka: </w:t>
      </w:r>
    </w:p>
    <w:p w:rsidR="009933E4" w:rsidRDefault="009933E4" w:rsidP="009933E4">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9933E4" w:rsidRDefault="009933E4" w:rsidP="009933E4">
      <w:pPr>
        <w:pStyle w:val="Textbezslovn"/>
      </w:pPr>
      <w:r w:rsidRPr="00303A2A">
        <w:rPr>
          <w:vertAlign w:val="superscript"/>
        </w:rPr>
        <w:t>**</w:t>
      </w:r>
      <w:r>
        <w:t xml:space="preserve">) Text se uvede v případech kdy náklady spojené s naložením a manipulací s materiálem jsou součástí položky dopravy nebo položky zahrnující činnost, která je zdrojem odpadu (např. výkopové práce) </w:t>
      </w:r>
    </w:p>
    <w:p w:rsidR="009933E4" w:rsidRPr="00303A2A" w:rsidRDefault="009933E4" w:rsidP="00B60608">
      <w:pPr>
        <w:pStyle w:val="Text2-1"/>
        <w:keepNext/>
        <w:rPr>
          <w:rStyle w:val="Tun"/>
        </w:rPr>
      </w:pPr>
      <w:r w:rsidRPr="00303A2A">
        <w:rPr>
          <w:rStyle w:val="Tun"/>
        </w:rPr>
        <w:t>SO 90-90 Likvidace odpadů včetně dopravy</w:t>
      </w:r>
    </w:p>
    <w:p w:rsidR="009933E4" w:rsidRDefault="009933E4" w:rsidP="002F2288">
      <w:pPr>
        <w:pStyle w:val="Text2-2"/>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9933E4" w:rsidRDefault="009933E4" w:rsidP="002F2288">
      <w:pPr>
        <w:pStyle w:val="Text2-2"/>
      </w:pPr>
      <w:r>
        <w:t>zhotovitel v rámci výběrového řízení na zhotovení stavby ocení celkové množství daného typu/kategorie odpadu, které je součástí Všeobecného objektu,</w:t>
      </w:r>
    </w:p>
    <w:p w:rsidR="0054434C" w:rsidRDefault="009933E4" w:rsidP="002F2288">
      <w:pPr>
        <w:pStyle w:val="Text2-2"/>
      </w:pPr>
      <w:r>
        <w:t>pro účely kontroly fakturace zůstávají položky odpadů s množstvím v jednotlivých SO a PS. Tyto položky nejsou zhotovitelem v rámci výběrového řízení na zhotovení stavby oceňovány</w:t>
      </w:r>
      <w:r w:rsidR="0054434C">
        <w:t>,</w:t>
      </w:r>
    </w:p>
    <w:p w:rsidR="009933E4" w:rsidRDefault="0054434C" w:rsidP="00A71A6E">
      <w:pPr>
        <w:pStyle w:val="Text2-2"/>
      </w:pPr>
      <w:r w:rsidRPr="0054434C">
        <w:t>v soupisu prací je SO 90-90 je zařazen do členění stavebníc</w:t>
      </w:r>
      <w:r>
        <w:t xml:space="preserve">h </w:t>
      </w:r>
      <w:proofErr w:type="gramStart"/>
      <w:r>
        <w:t>objektů D.9 Všeobecné</w:t>
      </w:r>
      <w:proofErr w:type="gramEnd"/>
      <w:r>
        <w:t xml:space="preserve"> objekty</w:t>
      </w:r>
      <w:r w:rsidR="009933E4">
        <w:t>.</w:t>
      </w:r>
    </w:p>
    <w:p w:rsidR="009933E4" w:rsidRPr="009F2E73" w:rsidRDefault="009933E4" w:rsidP="009E599B">
      <w:pPr>
        <w:pStyle w:val="Text2-1"/>
        <w:keepNext/>
        <w:rPr>
          <w:rStyle w:val="Tun"/>
        </w:rPr>
      </w:pPr>
      <w:r w:rsidRPr="009F2E73">
        <w:rPr>
          <w:rStyle w:val="Tun"/>
        </w:rPr>
        <w:t>Souhrnný rozpočet</w:t>
      </w:r>
    </w:p>
    <w:p w:rsidR="009933E4" w:rsidRDefault="009933E4" w:rsidP="002F2288">
      <w:pPr>
        <w:pStyle w:val="Text2-2"/>
      </w:pPr>
      <w:r>
        <w:t xml:space="preserve">pro vykazování nákladů stavby (rozpočty jednotlivých SO/PS) zařazených do souhrnného rozpočtu budou </w:t>
      </w:r>
      <w:r w:rsidR="0060044A">
        <w:t>odpady</w:t>
      </w:r>
      <w:r>
        <w:t xml:space="preserve"> vykazované jako náklady, které jsou součástí těchto SO/PS,</w:t>
      </w:r>
    </w:p>
    <w:p w:rsidR="009933E4" w:rsidRDefault="009933E4" w:rsidP="002F2288">
      <w:pPr>
        <w:pStyle w:val="Text2-2"/>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9933E4" w:rsidRDefault="009933E4" w:rsidP="002F2288">
      <w:pPr>
        <w:pStyle w:val="Nadpis2-2"/>
      </w:pPr>
      <w:bookmarkStart w:id="36" w:name="_Toc27040312"/>
      <w:bookmarkStart w:id="37" w:name="_Toc29393946"/>
      <w:bookmarkStart w:id="38" w:name="_Toc75251227"/>
      <w:r>
        <w:t>Ostatní přílohy vztahující se k odpadovému hospodářství</w:t>
      </w:r>
      <w:bookmarkEnd w:id="36"/>
      <w:bookmarkEnd w:id="37"/>
      <w:bookmarkEnd w:id="38"/>
    </w:p>
    <w:p w:rsidR="009933E4" w:rsidRDefault="009933E4" w:rsidP="002F2288">
      <w:pPr>
        <w:pStyle w:val="Text2-1"/>
      </w:pPr>
      <w:proofErr w:type="gramStart"/>
      <w:r w:rsidRPr="003108AB">
        <w:rPr>
          <w:rStyle w:val="Tun"/>
        </w:rPr>
        <w:t>Část B.6 Popis</w:t>
      </w:r>
      <w:proofErr w:type="gramEnd"/>
      <w:r w:rsidRPr="003108AB">
        <w:rPr>
          <w:rStyle w:val="Tun"/>
        </w:rPr>
        <w:t xml:space="preserve"> vlivů stavby na životní prostředí a jeho ochrana – část odpadové hospodářství bude mimo jiné obsahovat:</w:t>
      </w:r>
    </w:p>
    <w:p w:rsidR="009933E4" w:rsidRDefault="009933E4" w:rsidP="00710E6C">
      <w:pPr>
        <w:pStyle w:val="Odstavec1-1a"/>
        <w:numPr>
          <w:ilvl w:val="0"/>
          <w:numId w:val="38"/>
        </w:numPr>
      </w:pPr>
      <w:r>
        <w:t>souhrn dokumentů a odkaz na příslušnou část dokumentace, kde se nachází informace, které byly podkladem pro stanovení rozsahu a zatřídění do jednotlivých kategorií odpadů,</w:t>
      </w:r>
    </w:p>
    <w:p w:rsidR="009933E4" w:rsidRDefault="009933E4" w:rsidP="00710E6C">
      <w:pPr>
        <w:pStyle w:val="Odstavec1-1a"/>
        <w:numPr>
          <w:ilvl w:val="0"/>
          <w:numId w:val="38"/>
        </w:numPr>
      </w:pPr>
      <w:r>
        <w:lastRenderedPageBreak/>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9933E4" w:rsidRDefault="009933E4" w:rsidP="00710E6C">
      <w:pPr>
        <w:pStyle w:val="Odstavec1-1a"/>
        <w:numPr>
          <w:ilvl w:val="0"/>
          <w:numId w:val="38"/>
        </w:numPr>
      </w:pPr>
      <w:r>
        <w:t>přehled všech odpadů uvedených v jednotlivých SO a PS dle zařazení do jednotlivých kategorií odpadů,</w:t>
      </w:r>
    </w:p>
    <w:p w:rsidR="009933E4" w:rsidRDefault="009933E4" w:rsidP="00710E6C">
      <w:pPr>
        <w:pStyle w:val="Odstavec1-1a"/>
        <w:numPr>
          <w:ilvl w:val="0"/>
          <w:numId w:val="3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9933E4" w:rsidRDefault="009933E4" w:rsidP="00710E6C">
      <w:pPr>
        <w:pStyle w:val="Odstavec1-1a"/>
        <w:numPr>
          <w:ilvl w:val="0"/>
          <w:numId w:val="38"/>
        </w:numPr>
      </w:pPr>
      <w:r>
        <w:t xml:space="preserve">popis rozsahu prováděných chemických analýz a výsledky chemických analýz a jejich vyhodnocení, </w:t>
      </w:r>
    </w:p>
    <w:p w:rsidR="009933E4" w:rsidRDefault="009933E4" w:rsidP="00710E6C">
      <w:pPr>
        <w:pStyle w:val="Odstavec1-1a"/>
        <w:numPr>
          <w:ilvl w:val="0"/>
          <w:numId w:val="38"/>
        </w:numPr>
      </w:pPr>
      <w:r>
        <w:t>množství vyzískaného materiálu a možnosti jejího využití nebo odstranění,</w:t>
      </w:r>
    </w:p>
    <w:p w:rsidR="009933E4" w:rsidRDefault="009933E4" w:rsidP="00710E6C">
      <w:pPr>
        <w:pStyle w:val="Odstavec1-1a"/>
        <w:numPr>
          <w:ilvl w:val="0"/>
          <w:numId w:val="38"/>
        </w:numPr>
      </w:pPr>
      <w:r>
        <w:t>podmínky pro využití vyzískaného materiálu, tzv. „kritická cesta“, která jednoznačně stanoví, za jakých podmínek lze opětovně využít množství vyzískaného materiálu (např. dodržení konkrétních milníků harmonogramu stavby apod.),</w:t>
      </w:r>
    </w:p>
    <w:p w:rsidR="009933E4" w:rsidRDefault="009933E4" w:rsidP="00710E6C">
      <w:pPr>
        <w:pStyle w:val="Odstavec1-1a"/>
        <w:numPr>
          <w:ilvl w:val="0"/>
          <w:numId w:val="38"/>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9933E4" w:rsidRPr="008E3FBA" w:rsidRDefault="009933E4" w:rsidP="002F2288">
      <w:pPr>
        <w:pStyle w:val="Text2-1"/>
      </w:pPr>
      <w:r w:rsidRPr="008E3FBA">
        <w:t xml:space="preserve">Průzkumné práce, které jsou prováděné, mimo jiné za účelem kategorizace materiálu pro odpadové hospodářství musí být provedené tak aby bylo možné dostatečně zatřídit materiál určený jako odpad a dostatečně zatřídit materiál určený k recyklaci. </w:t>
      </w:r>
      <w:r>
        <w:t>P</w:t>
      </w:r>
      <w:r w:rsidRPr="008E3FBA">
        <w:t>růzkumné práce</w:t>
      </w:r>
      <w:r>
        <w:t xml:space="preserve"> </w:t>
      </w:r>
      <w:r w:rsidRPr="008E3FBA">
        <w:t>budou provedené v podrobnosti, která je dostatečná pro jednoznačné stanovení rozsahu nebezpečných vlastností odpadů, tj. tak aby bylo možné odpady správně analyzovat, vyhodnotit a posoudit podle koncentrace nebezpečných látek v</w:t>
      </w:r>
      <w:r>
        <w:t> </w:t>
      </w:r>
      <w:r w:rsidRPr="008E3FBA">
        <w:t>odpadech, dle zákona č. 185/2001 Sb. o odpadech a o změně některých dalších zákonů v platném znění. Za zatřídění odpadů nese odpovědnost Zhotovitel</w:t>
      </w:r>
      <w:r>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rsidR="00FD501F" w:rsidRPr="00FD501F" w:rsidRDefault="00FD501F" w:rsidP="00A71A6E">
      <w:pPr>
        <w:pStyle w:val="Nadpis2-1"/>
      </w:pPr>
      <w:bookmarkStart w:id="39" w:name="_Ref62118429"/>
      <w:bookmarkStart w:id="40" w:name="_Toc75251228"/>
      <w:r w:rsidRPr="00FD501F">
        <w:t>SPECIFICKÉ POŽADAVKY</w:t>
      </w:r>
      <w:bookmarkEnd w:id="39"/>
      <w:bookmarkEnd w:id="40"/>
    </w:p>
    <w:p w:rsidR="00A836EC" w:rsidRDefault="00A836EC" w:rsidP="00A71A6E">
      <w:pPr>
        <w:pStyle w:val="Nadpis2-2"/>
      </w:pPr>
      <w:bookmarkStart w:id="41" w:name="_Toc75251229"/>
      <w:r>
        <w:t>Všeobecně</w:t>
      </w:r>
      <w:bookmarkEnd w:id="41"/>
    </w:p>
    <w:p w:rsidR="00FD501F" w:rsidRPr="00FD501F" w:rsidRDefault="00FD501F" w:rsidP="00A71A6E">
      <w:pPr>
        <w:pStyle w:val="Text2-1"/>
      </w:pPr>
      <w:r w:rsidRPr="00FD501F">
        <w:t>Podmínky pro přidělení výlukových časů, případně jiných omezení železničního provozu, uzavírky komunikací nebo jiné podmínky související s prováděním díla:</w:t>
      </w:r>
    </w:p>
    <w:p w:rsidR="00FD501F" w:rsidRPr="00FD501F" w:rsidRDefault="008C060F" w:rsidP="00F043AB">
      <w:pPr>
        <w:pStyle w:val="Odrka1-1"/>
      </w:pPr>
      <w:r>
        <w:t xml:space="preserve">Předpokládané výluky na výlukovém rameni </w:t>
      </w:r>
      <w:proofErr w:type="gramStart"/>
      <w:r>
        <w:t>č.313</w:t>
      </w:r>
      <w:proofErr w:type="gramEnd"/>
      <w:r>
        <w:t xml:space="preserve"> (30N) 1. 8. – 30. 8. 2023</w:t>
      </w:r>
    </w:p>
    <w:p w:rsidR="00FD501F" w:rsidRPr="00FD501F" w:rsidRDefault="00FD501F" w:rsidP="00A71A6E">
      <w:pPr>
        <w:pStyle w:val="Nadpis2-1"/>
      </w:pPr>
      <w:bookmarkStart w:id="42" w:name="_Toc75251230"/>
      <w:r w:rsidRPr="00FD501F">
        <w:t>SOUVISEJÍCÍ DOKUMENTY A PŘEDPISY</w:t>
      </w:r>
      <w:bookmarkEnd w:id="42"/>
    </w:p>
    <w:p w:rsidR="002167D4" w:rsidRPr="007D016E" w:rsidRDefault="002167D4" w:rsidP="00A71A6E">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2167D4" w:rsidRDefault="002167D4" w:rsidP="00A71A6E">
      <w:pPr>
        <w:pStyle w:val="Text2-1"/>
      </w:pPr>
      <w:r w:rsidRPr="007D016E">
        <w:t>Objednatel umožňuje Zhotoviteli přístup ke</w:t>
      </w:r>
      <w:r>
        <w:t xml:space="preserve"> svým dokumentům a vnitřním předpisům na svých webových stránkách: </w:t>
      </w:r>
    </w:p>
    <w:p w:rsidR="002167D4" w:rsidRDefault="00A50196" w:rsidP="002167D4">
      <w:pPr>
        <w:pStyle w:val="Textbezslovn"/>
      </w:pPr>
      <w:r w:rsidRPr="00A3302C">
        <w:rPr>
          <w:rStyle w:val="Tun"/>
        </w:rPr>
        <w:t>www.s</w:t>
      </w:r>
      <w:r w:rsidRPr="00C3560B">
        <w:rPr>
          <w:rStyle w:val="Tun"/>
        </w:rPr>
        <w:t>pravazeleznic</w:t>
      </w:r>
      <w:r w:rsidRPr="00114A6F">
        <w:rPr>
          <w:rStyle w:val="Tun"/>
        </w:rPr>
        <w:t>.cz</w:t>
      </w:r>
      <w:r w:rsidR="002167D4" w:rsidRPr="003846BE">
        <w:rPr>
          <w:rStyle w:val="Tun"/>
        </w:rPr>
        <w:t xml:space="preserve"> v sekci „O nás / Vnitřní předpisy / odkaz Dokumenty a</w:t>
      </w:r>
      <w:r>
        <w:rPr>
          <w:rStyle w:val="Tun"/>
        </w:rPr>
        <w:t> </w:t>
      </w:r>
      <w:r w:rsidR="002167D4" w:rsidRPr="003846BE">
        <w:rPr>
          <w:rStyle w:val="Tun"/>
        </w:rPr>
        <w:t>předpisy</w:t>
      </w:r>
      <w:r w:rsidR="002167D4">
        <w:rPr>
          <w:rStyle w:val="Tun"/>
        </w:rPr>
        <w:t>“</w:t>
      </w:r>
      <w:r w:rsidR="002167D4">
        <w:t xml:space="preserve"> (</w:t>
      </w:r>
      <w:r w:rsidR="002167D4" w:rsidRPr="003846BE">
        <w:t>https://www.s</w:t>
      </w:r>
      <w:r>
        <w:t>pravazeleznic</w:t>
      </w:r>
      <w:r w:rsidR="002167D4" w:rsidRPr="003846BE">
        <w:t>.cz/o-nas/vnitrni-predpisy-spravy-zeleznic/</w:t>
      </w:r>
      <w:r>
        <w:br/>
      </w:r>
      <w:r w:rsidR="002167D4" w:rsidRPr="003846BE">
        <w:t>dokumenty-a-</w:t>
      </w:r>
      <w:proofErr w:type="spellStart"/>
      <w:r w:rsidR="002167D4" w:rsidRPr="003846BE">
        <w:t>predpisy</w:t>
      </w:r>
      <w:proofErr w:type="spellEnd"/>
      <w:r w:rsidR="002167D4">
        <w:t>)</w:t>
      </w:r>
    </w:p>
    <w:p w:rsidR="002167D4" w:rsidRPr="007D016E" w:rsidRDefault="002167D4" w:rsidP="002167D4">
      <w:pPr>
        <w:pStyle w:val="Textbezslovn"/>
      </w:pPr>
      <w:r>
        <w:lastRenderedPageBreak/>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2167D4" w:rsidRPr="00E85446" w:rsidRDefault="002167D4" w:rsidP="002167D4">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2167D4" w:rsidRPr="00E85446" w:rsidRDefault="002167D4" w:rsidP="002167D4">
      <w:pPr>
        <w:pStyle w:val="Textbezslovn"/>
        <w:keepNext/>
        <w:spacing w:after="0"/>
        <w:rPr>
          <w:rStyle w:val="Tun"/>
        </w:rPr>
      </w:pPr>
      <w:r>
        <w:rPr>
          <w:rStyle w:val="Tun"/>
        </w:rPr>
        <w:t>Centrum telematiky a diagnostiky</w:t>
      </w:r>
      <w:r w:rsidRPr="00E85446">
        <w:rPr>
          <w:rStyle w:val="Tun"/>
        </w:rPr>
        <w:t xml:space="preserve"> </w:t>
      </w:r>
    </w:p>
    <w:p w:rsidR="002167D4" w:rsidRPr="007D7A4E" w:rsidRDefault="002167D4" w:rsidP="002167D4">
      <w:pPr>
        <w:pStyle w:val="Textbezslovn"/>
        <w:keepNext/>
        <w:spacing w:after="0"/>
        <w:rPr>
          <w:b/>
        </w:rPr>
      </w:pPr>
      <w:r w:rsidRPr="007D7A4E">
        <w:rPr>
          <w:b/>
        </w:rPr>
        <w:t>Oddělení dokumentace</w:t>
      </w:r>
      <w:r>
        <w:rPr>
          <w:b/>
        </w:rPr>
        <w:t xml:space="preserve"> a distribuce tiskových materiálů</w:t>
      </w:r>
    </w:p>
    <w:p w:rsidR="002167D4" w:rsidRPr="007D016E" w:rsidRDefault="002167D4" w:rsidP="002167D4">
      <w:pPr>
        <w:pStyle w:val="Textbezslovn"/>
        <w:keepNext/>
        <w:spacing w:after="0"/>
      </w:pPr>
      <w:r>
        <w:t>Jeremenkova 103/23</w:t>
      </w:r>
    </w:p>
    <w:p w:rsidR="002167D4" w:rsidRDefault="002167D4" w:rsidP="002167D4">
      <w:pPr>
        <w:pStyle w:val="Textbezslovn"/>
      </w:pPr>
      <w:r w:rsidRPr="007D016E">
        <w:t>77</w:t>
      </w:r>
      <w:r>
        <w:t>9 00</w:t>
      </w:r>
      <w:r w:rsidRPr="007D016E">
        <w:t xml:space="preserve"> </w:t>
      </w:r>
      <w:r w:rsidRPr="00BA22D4">
        <w:t>Olomouc</w:t>
      </w:r>
    </w:p>
    <w:p w:rsidR="002167D4" w:rsidRDefault="002167D4" w:rsidP="002167D4">
      <w:pPr>
        <w:pStyle w:val="Textbezslovn"/>
      </w:pPr>
      <w:r>
        <w:t xml:space="preserve">nebo </w:t>
      </w:r>
      <w:r w:rsidRPr="007D016E">
        <w:t>e-</w:t>
      </w:r>
      <w:r w:rsidRPr="00BA22D4">
        <w:t>mail</w:t>
      </w:r>
      <w:r w:rsidRPr="007D016E">
        <w:t xml:space="preserve">: </w:t>
      </w:r>
      <w:r w:rsidRPr="003846BE">
        <w:rPr>
          <w:rStyle w:val="Tun"/>
        </w:rPr>
        <w:t>typdok@tudc.cz</w:t>
      </w:r>
    </w:p>
    <w:p w:rsidR="002167D4" w:rsidRDefault="002167D4" w:rsidP="002167D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2167D4" w:rsidRDefault="002167D4" w:rsidP="00D14922">
      <w:pPr>
        <w:pStyle w:val="Textbezslovn"/>
      </w:pPr>
      <w:r>
        <w:t xml:space="preserve">Ceníky: </w:t>
      </w:r>
      <w:r w:rsidRPr="00D14922">
        <w:t>https</w:t>
      </w:r>
      <w:r w:rsidRPr="00E64846">
        <w:t>://typdok.tudc.cz/</w:t>
      </w:r>
    </w:p>
    <w:p w:rsidR="00FD501F" w:rsidRPr="00FD501F" w:rsidRDefault="00FD501F" w:rsidP="00A71A6E">
      <w:pPr>
        <w:pStyle w:val="Nadpis2-1"/>
      </w:pPr>
      <w:bookmarkStart w:id="43" w:name="_Toc75251231"/>
      <w:r w:rsidRPr="00FD501F">
        <w:t>PŘÍLOHY</w:t>
      </w:r>
      <w:bookmarkEnd w:id="43"/>
    </w:p>
    <w:p w:rsidR="007F26AC" w:rsidRDefault="007F26AC" w:rsidP="00A71A6E">
      <w:pPr>
        <w:pStyle w:val="Text2-1"/>
      </w:pPr>
      <w:bookmarkStart w:id="44" w:name="_Ref46488274"/>
      <w:r>
        <w:t>Manuál struktury a popisu dokumentace</w:t>
      </w:r>
      <w:bookmarkEnd w:id="44"/>
    </w:p>
    <w:p w:rsidR="007F26AC" w:rsidRDefault="007F26AC" w:rsidP="00A71A6E">
      <w:pPr>
        <w:pStyle w:val="Text2-1"/>
      </w:pPr>
      <w:bookmarkStart w:id="45" w:name="_Ref46488281"/>
      <w:r>
        <w:t>Vzory Popisového pole a Seznamu</w:t>
      </w:r>
      <w:bookmarkEnd w:id="45"/>
    </w:p>
    <w:bookmarkEnd w:id="1"/>
    <w:bookmarkEnd w:id="2"/>
    <w:bookmarkEnd w:id="3"/>
    <w:bookmarkEnd w:id="4"/>
    <w:p w:rsidR="00FD501F" w:rsidRPr="00FD501F" w:rsidRDefault="00FD501F" w:rsidP="00FE0825">
      <w:pPr>
        <w:pStyle w:val="Textbezodsazen"/>
      </w:pPr>
    </w:p>
    <w:sectPr w:rsidR="00FD501F" w:rsidRPr="00FD501F" w:rsidSect="00AA1D56">
      <w:headerReference w:type="even" r:id="rId12"/>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DB8" w:rsidRDefault="00FA7DB8" w:rsidP="00962258">
      <w:pPr>
        <w:spacing w:after="0" w:line="240" w:lineRule="auto"/>
      </w:pPr>
    </w:p>
    <w:p w:rsidR="00FA7DB8" w:rsidRDefault="00FA7DB8"/>
  </w:endnote>
  <w:endnote w:type="continuationSeparator" w:id="0">
    <w:p w:rsidR="00FA7DB8" w:rsidRDefault="00FA7DB8" w:rsidP="00962258">
      <w:pPr>
        <w:spacing w:after="0" w:line="240" w:lineRule="auto"/>
      </w:pPr>
    </w:p>
    <w:p w:rsidR="00FA7DB8" w:rsidRDefault="00FA7D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619B4" w:rsidRPr="003462EB" w:rsidTr="00CA7194">
      <w:tc>
        <w:tcPr>
          <w:tcW w:w="993" w:type="dxa"/>
          <w:tcMar>
            <w:left w:w="0" w:type="dxa"/>
            <w:right w:w="0" w:type="dxa"/>
          </w:tcMar>
          <w:vAlign w:val="bottom"/>
        </w:tcPr>
        <w:p w:rsidR="004619B4" w:rsidRPr="00B8518B" w:rsidRDefault="004619B4"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3DE">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C53DE">
            <w:rPr>
              <w:rStyle w:val="slostrnky"/>
              <w:noProof/>
            </w:rPr>
            <w:t>13</w:t>
          </w:r>
          <w:r w:rsidRPr="00B8518B">
            <w:rPr>
              <w:rStyle w:val="slostrnky"/>
            </w:rPr>
            <w:fldChar w:fldCharType="end"/>
          </w:r>
        </w:p>
      </w:tc>
      <w:tc>
        <w:tcPr>
          <w:tcW w:w="7739" w:type="dxa"/>
          <w:vAlign w:val="bottom"/>
        </w:tcPr>
        <w:p w:rsidR="004619B4" w:rsidRPr="004D477C" w:rsidRDefault="004619B4" w:rsidP="00C73C02">
          <w:pPr>
            <w:pStyle w:val="Zpatvlevo"/>
          </w:pPr>
          <w:r>
            <w:rPr>
              <w:noProof/>
            </w:rPr>
            <w:fldChar w:fldCharType="begin"/>
          </w:r>
          <w:r>
            <w:rPr>
              <w:noProof/>
              <w:szCs w:val="18"/>
            </w:rPr>
            <w:instrText xml:space="preserve"> STYLEREF  _Název_akce  \* MERGEFORMAT </w:instrText>
          </w:r>
          <w:r>
            <w:rPr>
              <w:noProof/>
            </w:rPr>
            <w:fldChar w:fldCharType="separate"/>
          </w:r>
          <w:r w:rsidR="004C53DE" w:rsidRPr="004C53DE">
            <w:rPr>
              <w:noProof/>
            </w:rPr>
            <w:t xml:space="preserve">„Doplnění </w:t>
          </w:r>
          <w:r w:rsidR="004C53DE">
            <w:rPr>
              <w:noProof/>
              <w:szCs w:val="18"/>
            </w:rPr>
            <w:t>informačního zařízení v TÚ Olomouc hl.n. – Olomouc-Řepčín“</w:t>
          </w:r>
          <w:r>
            <w:rPr>
              <w:noProof/>
            </w:rPr>
            <w:fldChar w:fldCharType="end"/>
          </w:r>
        </w:p>
        <w:p w:rsidR="004619B4" w:rsidRDefault="004619B4" w:rsidP="00C73C02">
          <w:pPr>
            <w:pStyle w:val="Zpatvlevo"/>
          </w:pPr>
          <w:r>
            <w:t xml:space="preserve">Příloha č. 3 c) </w:t>
          </w:r>
        </w:p>
        <w:p w:rsidR="004619B4" w:rsidRDefault="004619B4" w:rsidP="006B6342">
          <w:pPr>
            <w:pStyle w:val="Zpatvlevo"/>
          </w:pPr>
          <w:r>
            <w:t xml:space="preserve">Zvláštní technické podmínky - Projektová dokumentace pro společné povolení, Projektová dokumentace pro provádění stavby, </w:t>
          </w:r>
        </w:p>
        <w:p w:rsidR="004619B4" w:rsidRPr="003462EB" w:rsidRDefault="004619B4" w:rsidP="006B6342">
          <w:pPr>
            <w:pStyle w:val="Zpatvlevo"/>
          </w:pPr>
          <w:r>
            <w:t xml:space="preserve">Autorský dozor </w:t>
          </w:r>
        </w:p>
      </w:tc>
    </w:tr>
  </w:tbl>
  <w:p w:rsidR="004619B4" w:rsidRPr="00DB6CED" w:rsidRDefault="004619B4">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619B4" w:rsidRPr="009E09BE" w:rsidTr="00CA7194">
      <w:tc>
        <w:tcPr>
          <w:tcW w:w="7797" w:type="dxa"/>
          <w:tcMar>
            <w:left w:w="0" w:type="dxa"/>
            <w:right w:w="0" w:type="dxa"/>
          </w:tcMar>
          <w:vAlign w:val="bottom"/>
        </w:tcPr>
        <w:p w:rsidR="004619B4" w:rsidRDefault="004619B4" w:rsidP="00C73C02">
          <w:pPr>
            <w:pStyle w:val="Zpatvpravo"/>
          </w:pPr>
          <w:r>
            <w:rPr>
              <w:noProof/>
            </w:rPr>
            <w:fldChar w:fldCharType="begin"/>
          </w:r>
          <w:r>
            <w:rPr>
              <w:noProof/>
              <w:szCs w:val="18"/>
            </w:rPr>
            <w:instrText xml:space="preserve"> STYLEREF  _Název_akce  \* MERGEFORMAT </w:instrText>
          </w:r>
          <w:r>
            <w:rPr>
              <w:noProof/>
            </w:rPr>
            <w:fldChar w:fldCharType="separate"/>
          </w:r>
          <w:r w:rsidR="004C53DE" w:rsidRPr="004C53DE">
            <w:rPr>
              <w:noProof/>
            </w:rPr>
            <w:t xml:space="preserve">„Doplnění </w:t>
          </w:r>
          <w:r w:rsidR="004C53DE">
            <w:rPr>
              <w:noProof/>
              <w:szCs w:val="18"/>
            </w:rPr>
            <w:t>informačního zařízení v TÚ Olomouc hl.n. – Olomouc-Řepčín“</w:t>
          </w:r>
          <w:r>
            <w:rPr>
              <w:noProof/>
            </w:rPr>
            <w:fldChar w:fldCharType="end"/>
          </w:r>
        </w:p>
        <w:p w:rsidR="004619B4" w:rsidRDefault="004619B4" w:rsidP="00C73C02">
          <w:pPr>
            <w:pStyle w:val="Zpatvpravo"/>
          </w:pPr>
          <w:r>
            <w:t xml:space="preserve">Příloha č. 3 c) </w:t>
          </w:r>
        </w:p>
        <w:p w:rsidR="004619B4" w:rsidRPr="003462EB" w:rsidRDefault="004619B4" w:rsidP="001614A8">
          <w:pPr>
            <w:pStyle w:val="Zpatvpravo"/>
            <w:rPr>
              <w:rStyle w:val="slostrnky"/>
              <w:b w:val="0"/>
              <w:color w:val="auto"/>
              <w:sz w:val="12"/>
            </w:rPr>
          </w:pPr>
          <w:r>
            <w:t>Zvláštní technické podmínky - DOKUMENTACE</w:t>
          </w:r>
        </w:p>
      </w:tc>
      <w:tc>
        <w:tcPr>
          <w:tcW w:w="935" w:type="dxa"/>
          <w:vAlign w:val="bottom"/>
        </w:tcPr>
        <w:p w:rsidR="004619B4" w:rsidRPr="009E09BE" w:rsidRDefault="004619B4"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3DE">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C53DE">
            <w:rPr>
              <w:rStyle w:val="slostrnky"/>
              <w:noProof/>
            </w:rPr>
            <w:t>13</w:t>
          </w:r>
          <w:r w:rsidRPr="00B8518B">
            <w:rPr>
              <w:rStyle w:val="slostrnky"/>
            </w:rPr>
            <w:fldChar w:fldCharType="end"/>
          </w: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9B4" w:rsidRPr="00BF07F6" w:rsidRDefault="004619B4" w:rsidP="00460660">
    <w:pPr>
      <w:pStyle w:val="Zpat"/>
      <w:rPr>
        <w:sz w:val="12"/>
        <w:szCs w:val="12"/>
      </w:rPr>
    </w:pPr>
  </w:p>
  <w:p w:rsidR="004619B4" w:rsidRPr="00BF07F6" w:rsidRDefault="004619B4" w:rsidP="00054FC6">
    <w:pPr>
      <w:pStyle w:val="Zpat"/>
      <w:rPr>
        <w:rFonts w:cs="Calibri"/>
        <w:sz w:val="12"/>
        <w:szCs w:val="12"/>
      </w:rPr>
    </w:pPr>
  </w:p>
  <w:p w:rsidR="004619B4" w:rsidRPr="00BF07F6" w:rsidRDefault="004619B4" w:rsidP="001614A8">
    <w:pPr>
      <w:pStyle w:val="Zpat"/>
      <w:rPr>
        <w:sz w:val="12"/>
        <w:szCs w:val="12"/>
      </w:rPr>
    </w:pPr>
  </w:p>
  <w:p w:rsidR="004619B4" w:rsidRPr="00BF07F6" w:rsidRDefault="004619B4" w:rsidP="001614A8">
    <w:pPr>
      <w:pStyle w:val="Zpat"/>
      <w:rPr>
        <w:rFonts w:cs="Calibri"/>
        <w:sz w:val="12"/>
        <w:szCs w:val="12"/>
      </w:rPr>
    </w:pPr>
  </w:p>
  <w:p w:rsidR="004619B4" w:rsidRPr="00BF07F6" w:rsidRDefault="004619B4">
    <w:pPr>
      <w:pStyle w:val="Zpat"/>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DB8" w:rsidRDefault="00FA7DB8">
      <w:pPr>
        <w:spacing w:after="0" w:line="240" w:lineRule="auto"/>
      </w:pPr>
    </w:p>
  </w:footnote>
  <w:footnote w:type="continuationSeparator" w:id="0">
    <w:p w:rsidR="00FA7DB8" w:rsidRDefault="00FA7DB8" w:rsidP="00962258">
      <w:pPr>
        <w:spacing w:after="0" w:line="240" w:lineRule="auto"/>
      </w:pPr>
    </w:p>
    <w:p w:rsidR="00FA7DB8" w:rsidRDefault="00FA7DB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19B4" w:rsidRDefault="004619B4" w:rsidP="00962258">
    <w:pPr>
      <w:spacing w:after="0"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619B4" w:rsidTr="00B22106">
      <w:trPr>
        <w:trHeight w:hRule="exact" w:val="936"/>
      </w:trPr>
      <w:tc>
        <w:tcPr>
          <w:tcW w:w="1361" w:type="dxa"/>
          <w:tcMar>
            <w:left w:w="0" w:type="dxa"/>
            <w:right w:w="0" w:type="dxa"/>
          </w:tcMar>
        </w:tcPr>
        <w:p w:rsidR="004619B4" w:rsidRPr="00B8518B" w:rsidRDefault="004619B4" w:rsidP="00FC6389">
          <w:pPr>
            <w:pStyle w:val="Zpat"/>
            <w:rPr>
              <w:rStyle w:val="slostrnky"/>
            </w:rPr>
          </w:pPr>
        </w:p>
      </w:tc>
      <w:tc>
        <w:tcPr>
          <w:tcW w:w="3458" w:type="dxa"/>
          <w:shd w:val="clear" w:color="auto" w:fill="auto"/>
          <w:tcMar>
            <w:left w:w="0" w:type="dxa"/>
            <w:right w:w="0" w:type="dxa"/>
          </w:tcMar>
        </w:tcPr>
        <w:p w:rsidR="004619B4" w:rsidRDefault="004619B4" w:rsidP="00FC6389">
          <w:pPr>
            <w:pStyle w:val="Zpat"/>
          </w:pPr>
          <w:r>
            <w:rPr>
              <w:noProof/>
              <w:lang w:eastAsia="cs-CZ"/>
            </w:rPr>
            <w:drawing>
              <wp:anchor distT="0" distB="0" distL="114300" distR="114300" simplePos="0" relativeHeight="251674624" behindDoc="0" locked="1" layoutInCell="1" allowOverlap="1" wp14:anchorId="71AD2F65" wp14:editId="1C001BBF">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4619B4" w:rsidRPr="00D6163D" w:rsidRDefault="004619B4" w:rsidP="00FC6389">
          <w:pPr>
            <w:pStyle w:val="Druhdokumentu"/>
          </w:pPr>
        </w:p>
      </w:tc>
    </w:tr>
    <w:tr w:rsidR="004619B4" w:rsidTr="00B22106">
      <w:trPr>
        <w:trHeight w:hRule="exact" w:val="936"/>
      </w:trPr>
      <w:tc>
        <w:tcPr>
          <w:tcW w:w="1361" w:type="dxa"/>
          <w:tcMar>
            <w:left w:w="0" w:type="dxa"/>
            <w:right w:w="0" w:type="dxa"/>
          </w:tcMar>
        </w:tcPr>
        <w:p w:rsidR="004619B4" w:rsidRPr="00B8518B" w:rsidRDefault="004619B4" w:rsidP="00FC6389">
          <w:pPr>
            <w:pStyle w:val="Zpat"/>
            <w:rPr>
              <w:rStyle w:val="slostrnky"/>
            </w:rPr>
          </w:pPr>
        </w:p>
      </w:tc>
      <w:tc>
        <w:tcPr>
          <w:tcW w:w="3458" w:type="dxa"/>
          <w:shd w:val="clear" w:color="auto" w:fill="auto"/>
          <w:tcMar>
            <w:left w:w="0" w:type="dxa"/>
            <w:right w:w="0" w:type="dxa"/>
          </w:tcMar>
        </w:tcPr>
        <w:p w:rsidR="004619B4" w:rsidRDefault="004619B4" w:rsidP="00FC6389">
          <w:pPr>
            <w:pStyle w:val="Zpat"/>
          </w:pPr>
        </w:p>
      </w:tc>
      <w:tc>
        <w:tcPr>
          <w:tcW w:w="5756" w:type="dxa"/>
          <w:shd w:val="clear" w:color="auto" w:fill="auto"/>
          <w:tcMar>
            <w:left w:w="0" w:type="dxa"/>
            <w:right w:w="0" w:type="dxa"/>
          </w:tcMar>
        </w:tcPr>
        <w:p w:rsidR="004619B4" w:rsidRPr="00D6163D" w:rsidRDefault="004619B4" w:rsidP="00FC6389">
          <w:pPr>
            <w:pStyle w:val="Druhdokumentu"/>
          </w:pPr>
        </w:p>
      </w:tc>
    </w:tr>
  </w:tbl>
  <w:p w:rsidR="004619B4" w:rsidRPr="00D6163D" w:rsidRDefault="004619B4" w:rsidP="00FC6389">
    <w:pPr>
      <w:pStyle w:val="Zhlav"/>
      <w:rPr>
        <w:sz w:val="8"/>
        <w:szCs w:val="8"/>
      </w:rPr>
    </w:pPr>
  </w:p>
  <w:p w:rsidR="004619B4" w:rsidRPr="00460660" w:rsidRDefault="004619B4">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C030677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sz w:val="18"/>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2D86977"/>
    <w:multiLevelType w:val="hybridMultilevel"/>
    <w:tmpl w:val="2DC411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6"/>
  </w:num>
  <w:num w:numId="5">
    <w:abstractNumId w:val="8"/>
  </w:num>
  <w:num w:numId="6">
    <w:abstractNumId w:val="2"/>
  </w:num>
  <w:num w:numId="7">
    <w:abstractNumId w:val="10"/>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9"/>
  </w:num>
  <w:num w:numId="14">
    <w:abstractNumId w:val="0"/>
  </w:num>
  <w:num w:numId="15">
    <w:abstractNumId w:val="2"/>
  </w:num>
  <w:num w:numId="16">
    <w:abstractNumId w:val="10"/>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
  </w:num>
  <w:num w:numId="20">
    <w:abstractNumId w:val="2"/>
  </w:num>
  <w:num w:numId="21">
    <w:abstractNumId w:val="6"/>
  </w:num>
  <w:num w:numId="22">
    <w:abstractNumId w:val="6"/>
  </w:num>
  <w:num w:numId="23">
    <w:abstractNumId w:val="6"/>
  </w:num>
  <w:num w:numId="24">
    <w:abstractNumId w:val="6"/>
  </w:num>
  <w:num w:numId="25">
    <w:abstractNumId w:val="6"/>
  </w:num>
  <w:num w:numId="26">
    <w:abstractNumId w:val="8"/>
  </w:num>
  <w:num w:numId="27">
    <w:abstractNumId w:val="8"/>
  </w:num>
  <w:num w:numId="28">
    <w:abstractNumId w:val="8"/>
  </w:num>
  <w:num w:numId="29">
    <w:abstractNumId w:val="8"/>
  </w:num>
  <w:num w:numId="30">
    <w:abstractNumId w:val="9"/>
  </w:num>
  <w:num w:numId="31">
    <w:abstractNumId w:val="0"/>
  </w:num>
  <w:num w:numId="32">
    <w:abstractNumId w:val="0"/>
  </w:num>
  <w:num w:numId="33">
    <w:abstractNumId w:val="2"/>
  </w:num>
  <w:num w:numId="34">
    <w:abstractNumId w:val="2"/>
  </w:num>
  <w:num w:numId="35">
    <w:abstractNumId w:val="10"/>
  </w:num>
  <w:num w:numId="36">
    <w:abstractNumId w:val="10"/>
  </w:num>
  <w:num w:numId="37">
    <w:abstractNumId w:val="7"/>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2"/>
  </w:num>
  <w:num w:numId="41">
    <w:abstractNumId w:val="4"/>
  </w:num>
  <w:num w:numId="42">
    <w:abstractNumId w:val="2"/>
  </w:num>
  <w:num w:numId="43">
    <w:abstractNumId w:val="2"/>
  </w:num>
  <w:num w:numId="44">
    <w:abstractNumId w:val="2"/>
  </w:num>
  <w:num w:numId="45">
    <w:abstractNumId w:val="2"/>
  </w:num>
  <w:num w:numId="46">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0B4"/>
    <w:rsid w:val="00002C2C"/>
    <w:rsid w:val="000110D4"/>
    <w:rsid w:val="00012EC4"/>
    <w:rsid w:val="00017F3C"/>
    <w:rsid w:val="00020ECD"/>
    <w:rsid w:val="0002101A"/>
    <w:rsid w:val="000235AC"/>
    <w:rsid w:val="00035340"/>
    <w:rsid w:val="00041EC8"/>
    <w:rsid w:val="00054FC6"/>
    <w:rsid w:val="00057EAF"/>
    <w:rsid w:val="0006465A"/>
    <w:rsid w:val="0006588D"/>
    <w:rsid w:val="0006677B"/>
    <w:rsid w:val="00067A5E"/>
    <w:rsid w:val="000719BB"/>
    <w:rsid w:val="00072A65"/>
    <w:rsid w:val="00072C1E"/>
    <w:rsid w:val="00076B14"/>
    <w:rsid w:val="00076DCC"/>
    <w:rsid w:val="00087DA0"/>
    <w:rsid w:val="00092FDB"/>
    <w:rsid w:val="000A6FD8"/>
    <w:rsid w:val="000B408F"/>
    <w:rsid w:val="000B4EB8"/>
    <w:rsid w:val="000C41F2"/>
    <w:rsid w:val="000D203B"/>
    <w:rsid w:val="000D22C4"/>
    <w:rsid w:val="000D27D1"/>
    <w:rsid w:val="000D6940"/>
    <w:rsid w:val="000D6AF5"/>
    <w:rsid w:val="000E1A7F"/>
    <w:rsid w:val="000E6E13"/>
    <w:rsid w:val="000F15F1"/>
    <w:rsid w:val="000F30A3"/>
    <w:rsid w:val="000F364D"/>
    <w:rsid w:val="000F5847"/>
    <w:rsid w:val="00100FC1"/>
    <w:rsid w:val="00112864"/>
    <w:rsid w:val="00114472"/>
    <w:rsid w:val="00114988"/>
    <w:rsid w:val="00114A6F"/>
    <w:rsid w:val="00114DE9"/>
    <w:rsid w:val="00115069"/>
    <w:rsid w:val="001150F2"/>
    <w:rsid w:val="0012215C"/>
    <w:rsid w:val="00123321"/>
    <w:rsid w:val="0012423C"/>
    <w:rsid w:val="00130CC4"/>
    <w:rsid w:val="001411AA"/>
    <w:rsid w:val="00146BCB"/>
    <w:rsid w:val="0015027B"/>
    <w:rsid w:val="001614A8"/>
    <w:rsid w:val="001656A2"/>
    <w:rsid w:val="00170EC5"/>
    <w:rsid w:val="001716E0"/>
    <w:rsid w:val="001741CB"/>
    <w:rsid w:val="001747C1"/>
    <w:rsid w:val="0017747A"/>
    <w:rsid w:val="00177D6B"/>
    <w:rsid w:val="00186D49"/>
    <w:rsid w:val="00187B96"/>
    <w:rsid w:val="001918A3"/>
    <w:rsid w:val="00191F90"/>
    <w:rsid w:val="001961F9"/>
    <w:rsid w:val="001A0C52"/>
    <w:rsid w:val="001A3B3C"/>
    <w:rsid w:val="001A3E10"/>
    <w:rsid w:val="001B0DC1"/>
    <w:rsid w:val="001B4180"/>
    <w:rsid w:val="001B4244"/>
    <w:rsid w:val="001B4E74"/>
    <w:rsid w:val="001B7668"/>
    <w:rsid w:val="001C34D1"/>
    <w:rsid w:val="001C645F"/>
    <w:rsid w:val="001D589C"/>
    <w:rsid w:val="001E20CF"/>
    <w:rsid w:val="001E3362"/>
    <w:rsid w:val="001E678E"/>
    <w:rsid w:val="001E67EF"/>
    <w:rsid w:val="001E7AC3"/>
    <w:rsid w:val="001F386E"/>
    <w:rsid w:val="002038C9"/>
    <w:rsid w:val="002071BB"/>
    <w:rsid w:val="0020770A"/>
    <w:rsid w:val="00207DF5"/>
    <w:rsid w:val="00210586"/>
    <w:rsid w:val="002167D4"/>
    <w:rsid w:val="002357BE"/>
    <w:rsid w:val="00240B81"/>
    <w:rsid w:val="00247D01"/>
    <w:rsid w:val="0025030F"/>
    <w:rsid w:val="00251487"/>
    <w:rsid w:val="00254DE1"/>
    <w:rsid w:val="00261A5B"/>
    <w:rsid w:val="00262E5B"/>
    <w:rsid w:val="002720BF"/>
    <w:rsid w:val="00276203"/>
    <w:rsid w:val="00276AFE"/>
    <w:rsid w:val="00295E30"/>
    <w:rsid w:val="002A3B57"/>
    <w:rsid w:val="002A75EA"/>
    <w:rsid w:val="002B06BC"/>
    <w:rsid w:val="002B1F20"/>
    <w:rsid w:val="002B6B58"/>
    <w:rsid w:val="002C01B3"/>
    <w:rsid w:val="002C31BF"/>
    <w:rsid w:val="002D13A7"/>
    <w:rsid w:val="002D2102"/>
    <w:rsid w:val="002D75D3"/>
    <w:rsid w:val="002D7FD6"/>
    <w:rsid w:val="002E0CD7"/>
    <w:rsid w:val="002E0CFB"/>
    <w:rsid w:val="002E5C7B"/>
    <w:rsid w:val="002F0AE6"/>
    <w:rsid w:val="002F2288"/>
    <w:rsid w:val="002F4333"/>
    <w:rsid w:val="002F7044"/>
    <w:rsid w:val="002F705E"/>
    <w:rsid w:val="00304DAF"/>
    <w:rsid w:val="00307207"/>
    <w:rsid w:val="003130A4"/>
    <w:rsid w:val="003139AF"/>
    <w:rsid w:val="00317F02"/>
    <w:rsid w:val="0032032B"/>
    <w:rsid w:val="003229ED"/>
    <w:rsid w:val="003254A3"/>
    <w:rsid w:val="0032718E"/>
    <w:rsid w:val="00327EEF"/>
    <w:rsid w:val="0033106F"/>
    <w:rsid w:val="0033239F"/>
    <w:rsid w:val="00333B69"/>
    <w:rsid w:val="00334918"/>
    <w:rsid w:val="0033729B"/>
    <w:rsid w:val="0034107E"/>
    <w:rsid w:val="003418A3"/>
    <w:rsid w:val="0034274B"/>
    <w:rsid w:val="0034436E"/>
    <w:rsid w:val="0034719F"/>
    <w:rsid w:val="00350A05"/>
    <w:rsid w:val="00350A35"/>
    <w:rsid w:val="003571D8"/>
    <w:rsid w:val="00357BC6"/>
    <w:rsid w:val="00361422"/>
    <w:rsid w:val="00367A30"/>
    <w:rsid w:val="00370B0A"/>
    <w:rsid w:val="00371447"/>
    <w:rsid w:val="00371475"/>
    <w:rsid w:val="0037545D"/>
    <w:rsid w:val="003839B7"/>
    <w:rsid w:val="00384982"/>
    <w:rsid w:val="00385D5E"/>
    <w:rsid w:val="00386FF1"/>
    <w:rsid w:val="00392EB6"/>
    <w:rsid w:val="003956C6"/>
    <w:rsid w:val="003A5471"/>
    <w:rsid w:val="003B575C"/>
    <w:rsid w:val="003B699A"/>
    <w:rsid w:val="003C0849"/>
    <w:rsid w:val="003C33F2"/>
    <w:rsid w:val="003C3B43"/>
    <w:rsid w:val="003C6679"/>
    <w:rsid w:val="003C77F1"/>
    <w:rsid w:val="003D11A8"/>
    <w:rsid w:val="003D5FC3"/>
    <w:rsid w:val="003D6B7B"/>
    <w:rsid w:val="003D756E"/>
    <w:rsid w:val="003E30F6"/>
    <w:rsid w:val="003E420D"/>
    <w:rsid w:val="003E4C13"/>
    <w:rsid w:val="003E500E"/>
    <w:rsid w:val="003F08B2"/>
    <w:rsid w:val="004049CE"/>
    <w:rsid w:val="00406C03"/>
    <w:rsid w:val="004078F3"/>
    <w:rsid w:val="0042307C"/>
    <w:rsid w:val="00427794"/>
    <w:rsid w:val="004412EF"/>
    <w:rsid w:val="00450F07"/>
    <w:rsid w:val="00452F60"/>
    <w:rsid w:val="00453CD3"/>
    <w:rsid w:val="004561C5"/>
    <w:rsid w:val="00460660"/>
    <w:rsid w:val="00460981"/>
    <w:rsid w:val="004619B4"/>
    <w:rsid w:val="00463BD5"/>
    <w:rsid w:val="00464BA9"/>
    <w:rsid w:val="00474234"/>
    <w:rsid w:val="00475ECE"/>
    <w:rsid w:val="0048268F"/>
    <w:rsid w:val="00483969"/>
    <w:rsid w:val="00486107"/>
    <w:rsid w:val="00486A80"/>
    <w:rsid w:val="004912B3"/>
    <w:rsid w:val="00491827"/>
    <w:rsid w:val="004B210D"/>
    <w:rsid w:val="004B2D1C"/>
    <w:rsid w:val="004B49BA"/>
    <w:rsid w:val="004C4399"/>
    <w:rsid w:val="004C53DE"/>
    <w:rsid w:val="004C5ABF"/>
    <w:rsid w:val="004C787C"/>
    <w:rsid w:val="004D049B"/>
    <w:rsid w:val="004D3FB1"/>
    <w:rsid w:val="004D477C"/>
    <w:rsid w:val="004E7A1F"/>
    <w:rsid w:val="004F4B9B"/>
    <w:rsid w:val="004F70D8"/>
    <w:rsid w:val="005026C3"/>
    <w:rsid w:val="0050666E"/>
    <w:rsid w:val="005070BD"/>
    <w:rsid w:val="00511AB9"/>
    <w:rsid w:val="0052120E"/>
    <w:rsid w:val="00522C50"/>
    <w:rsid w:val="00523BB5"/>
    <w:rsid w:val="00523EA7"/>
    <w:rsid w:val="005314E0"/>
    <w:rsid w:val="00531CB9"/>
    <w:rsid w:val="00537342"/>
    <w:rsid w:val="005406EB"/>
    <w:rsid w:val="0054434C"/>
    <w:rsid w:val="00553375"/>
    <w:rsid w:val="00555884"/>
    <w:rsid w:val="00564751"/>
    <w:rsid w:val="005674BF"/>
    <w:rsid w:val="00572939"/>
    <w:rsid w:val="005736B7"/>
    <w:rsid w:val="00575E5A"/>
    <w:rsid w:val="00580245"/>
    <w:rsid w:val="00580AA5"/>
    <w:rsid w:val="00582474"/>
    <w:rsid w:val="005857FD"/>
    <w:rsid w:val="0058742A"/>
    <w:rsid w:val="00590747"/>
    <w:rsid w:val="00593FD0"/>
    <w:rsid w:val="00594F1A"/>
    <w:rsid w:val="00596B45"/>
    <w:rsid w:val="00597A58"/>
    <w:rsid w:val="005A1F44"/>
    <w:rsid w:val="005A2C9F"/>
    <w:rsid w:val="005A72CD"/>
    <w:rsid w:val="005A755B"/>
    <w:rsid w:val="005B0685"/>
    <w:rsid w:val="005B7C5E"/>
    <w:rsid w:val="005C47F3"/>
    <w:rsid w:val="005D3C39"/>
    <w:rsid w:val="005D5B11"/>
    <w:rsid w:val="005E41C1"/>
    <w:rsid w:val="005E55A1"/>
    <w:rsid w:val="005E6526"/>
    <w:rsid w:val="0060044A"/>
    <w:rsid w:val="00601A8C"/>
    <w:rsid w:val="00603691"/>
    <w:rsid w:val="006038A1"/>
    <w:rsid w:val="0061068E"/>
    <w:rsid w:val="006115D3"/>
    <w:rsid w:val="00617431"/>
    <w:rsid w:val="00621A29"/>
    <w:rsid w:val="00621E4A"/>
    <w:rsid w:val="006401B6"/>
    <w:rsid w:val="006464EB"/>
    <w:rsid w:val="00655976"/>
    <w:rsid w:val="006559B0"/>
    <w:rsid w:val="0065610E"/>
    <w:rsid w:val="006570FD"/>
    <w:rsid w:val="00660AD3"/>
    <w:rsid w:val="006703A9"/>
    <w:rsid w:val="00672766"/>
    <w:rsid w:val="006729AE"/>
    <w:rsid w:val="00673C09"/>
    <w:rsid w:val="006776B6"/>
    <w:rsid w:val="00680419"/>
    <w:rsid w:val="0069136C"/>
    <w:rsid w:val="00693150"/>
    <w:rsid w:val="006A019B"/>
    <w:rsid w:val="006A15FA"/>
    <w:rsid w:val="006A5570"/>
    <w:rsid w:val="006A689C"/>
    <w:rsid w:val="006A71F2"/>
    <w:rsid w:val="006B2318"/>
    <w:rsid w:val="006B3D79"/>
    <w:rsid w:val="006B6342"/>
    <w:rsid w:val="006B6572"/>
    <w:rsid w:val="006B6FE4"/>
    <w:rsid w:val="006C10A6"/>
    <w:rsid w:val="006C16E1"/>
    <w:rsid w:val="006C2343"/>
    <w:rsid w:val="006C31D3"/>
    <w:rsid w:val="006C442A"/>
    <w:rsid w:val="006C628A"/>
    <w:rsid w:val="006C7435"/>
    <w:rsid w:val="006D6135"/>
    <w:rsid w:val="006E0578"/>
    <w:rsid w:val="006E314D"/>
    <w:rsid w:val="006E5CC5"/>
    <w:rsid w:val="006F0619"/>
    <w:rsid w:val="006F0680"/>
    <w:rsid w:val="00710723"/>
    <w:rsid w:val="00710E6C"/>
    <w:rsid w:val="00717EF9"/>
    <w:rsid w:val="00720802"/>
    <w:rsid w:val="007218BD"/>
    <w:rsid w:val="00723ED1"/>
    <w:rsid w:val="007258F3"/>
    <w:rsid w:val="007324B4"/>
    <w:rsid w:val="00732E1A"/>
    <w:rsid w:val="00733AD8"/>
    <w:rsid w:val="007359AF"/>
    <w:rsid w:val="00736ED5"/>
    <w:rsid w:val="00740AF5"/>
    <w:rsid w:val="00742CB1"/>
    <w:rsid w:val="00743525"/>
    <w:rsid w:val="00745555"/>
    <w:rsid w:val="00745F94"/>
    <w:rsid w:val="00750AC8"/>
    <w:rsid w:val="007541A2"/>
    <w:rsid w:val="00755818"/>
    <w:rsid w:val="0076286B"/>
    <w:rsid w:val="007642BC"/>
    <w:rsid w:val="00766846"/>
    <w:rsid w:val="0076790E"/>
    <w:rsid w:val="00767D3E"/>
    <w:rsid w:val="007729EC"/>
    <w:rsid w:val="00775FDE"/>
    <w:rsid w:val="0077673A"/>
    <w:rsid w:val="007846E1"/>
    <w:rsid w:val="007847D6"/>
    <w:rsid w:val="00786B38"/>
    <w:rsid w:val="00791424"/>
    <w:rsid w:val="00795D15"/>
    <w:rsid w:val="007A5172"/>
    <w:rsid w:val="007A5F2F"/>
    <w:rsid w:val="007A61B2"/>
    <w:rsid w:val="007A67A0"/>
    <w:rsid w:val="007B484F"/>
    <w:rsid w:val="007B570C"/>
    <w:rsid w:val="007C5DAB"/>
    <w:rsid w:val="007C7093"/>
    <w:rsid w:val="007D097B"/>
    <w:rsid w:val="007E4A6E"/>
    <w:rsid w:val="007E6A42"/>
    <w:rsid w:val="007F26AC"/>
    <w:rsid w:val="007F2DEA"/>
    <w:rsid w:val="007F56A7"/>
    <w:rsid w:val="007F760C"/>
    <w:rsid w:val="00800851"/>
    <w:rsid w:val="0080171C"/>
    <w:rsid w:val="008047EC"/>
    <w:rsid w:val="008065D9"/>
    <w:rsid w:val="0080751C"/>
    <w:rsid w:val="0080778B"/>
    <w:rsid w:val="00807DD0"/>
    <w:rsid w:val="00807E58"/>
    <w:rsid w:val="00810E5C"/>
    <w:rsid w:val="008118AA"/>
    <w:rsid w:val="00813559"/>
    <w:rsid w:val="00816930"/>
    <w:rsid w:val="00821D01"/>
    <w:rsid w:val="00826B7B"/>
    <w:rsid w:val="0083084C"/>
    <w:rsid w:val="0083197D"/>
    <w:rsid w:val="00834146"/>
    <w:rsid w:val="008407BA"/>
    <w:rsid w:val="00840F1C"/>
    <w:rsid w:val="00845ECF"/>
    <w:rsid w:val="00846789"/>
    <w:rsid w:val="008516D4"/>
    <w:rsid w:val="00854CB9"/>
    <w:rsid w:val="0085762E"/>
    <w:rsid w:val="008714B8"/>
    <w:rsid w:val="008721B2"/>
    <w:rsid w:val="0087533C"/>
    <w:rsid w:val="00876DF2"/>
    <w:rsid w:val="00886708"/>
    <w:rsid w:val="00887F36"/>
    <w:rsid w:val="00890750"/>
    <w:rsid w:val="00890A4F"/>
    <w:rsid w:val="00890AC3"/>
    <w:rsid w:val="008A3568"/>
    <w:rsid w:val="008A6993"/>
    <w:rsid w:val="008B0E82"/>
    <w:rsid w:val="008B24D6"/>
    <w:rsid w:val="008C060F"/>
    <w:rsid w:val="008C24A8"/>
    <w:rsid w:val="008C4BA8"/>
    <w:rsid w:val="008C50F3"/>
    <w:rsid w:val="008C51A4"/>
    <w:rsid w:val="008C7EFE"/>
    <w:rsid w:val="008D03B9"/>
    <w:rsid w:val="008D2027"/>
    <w:rsid w:val="008D30C7"/>
    <w:rsid w:val="008D53EC"/>
    <w:rsid w:val="008F18D6"/>
    <w:rsid w:val="008F2C9B"/>
    <w:rsid w:val="008F797B"/>
    <w:rsid w:val="0090102C"/>
    <w:rsid w:val="00904780"/>
    <w:rsid w:val="0090635B"/>
    <w:rsid w:val="00914F81"/>
    <w:rsid w:val="00922385"/>
    <w:rsid w:val="009223DF"/>
    <w:rsid w:val="00923406"/>
    <w:rsid w:val="00936091"/>
    <w:rsid w:val="00940D8A"/>
    <w:rsid w:val="00947228"/>
    <w:rsid w:val="00950944"/>
    <w:rsid w:val="00950C60"/>
    <w:rsid w:val="00953968"/>
    <w:rsid w:val="00953D36"/>
    <w:rsid w:val="00962258"/>
    <w:rsid w:val="009678B7"/>
    <w:rsid w:val="00967E3A"/>
    <w:rsid w:val="0097239D"/>
    <w:rsid w:val="009809EE"/>
    <w:rsid w:val="00984ADD"/>
    <w:rsid w:val="00986B17"/>
    <w:rsid w:val="00990984"/>
    <w:rsid w:val="00991A73"/>
    <w:rsid w:val="00991B1E"/>
    <w:rsid w:val="00992D9C"/>
    <w:rsid w:val="009932FA"/>
    <w:rsid w:val="009933E4"/>
    <w:rsid w:val="00996CB8"/>
    <w:rsid w:val="009A1EB8"/>
    <w:rsid w:val="009A404E"/>
    <w:rsid w:val="009A5E92"/>
    <w:rsid w:val="009B2E97"/>
    <w:rsid w:val="009B5146"/>
    <w:rsid w:val="009C418E"/>
    <w:rsid w:val="009C442C"/>
    <w:rsid w:val="009D2FC5"/>
    <w:rsid w:val="009E07F4"/>
    <w:rsid w:val="009E599B"/>
    <w:rsid w:val="009E7D0F"/>
    <w:rsid w:val="009F309B"/>
    <w:rsid w:val="009F392E"/>
    <w:rsid w:val="009F53C5"/>
    <w:rsid w:val="00A04D7F"/>
    <w:rsid w:val="00A0511B"/>
    <w:rsid w:val="00A068B3"/>
    <w:rsid w:val="00A0740E"/>
    <w:rsid w:val="00A134F8"/>
    <w:rsid w:val="00A3302C"/>
    <w:rsid w:val="00A4050F"/>
    <w:rsid w:val="00A43DC4"/>
    <w:rsid w:val="00A50196"/>
    <w:rsid w:val="00A50641"/>
    <w:rsid w:val="00A530BF"/>
    <w:rsid w:val="00A572A2"/>
    <w:rsid w:val="00A6177B"/>
    <w:rsid w:val="00A623EE"/>
    <w:rsid w:val="00A62E74"/>
    <w:rsid w:val="00A66136"/>
    <w:rsid w:val="00A71189"/>
    <w:rsid w:val="00A71A6E"/>
    <w:rsid w:val="00A7364A"/>
    <w:rsid w:val="00A74DCC"/>
    <w:rsid w:val="00A753ED"/>
    <w:rsid w:val="00A77512"/>
    <w:rsid w:val="00A836EC"/>
    <w:rsid w:val="00A9491F"/>
    <w:rsid w:val="00A94C2F"/>
    <w:rsid w:val="00AA1D56"/>
    <w:rsid w:val="00AA4CBB"/>
    <w:rsid w:val="00AA65FA"/>
    <w:rsid w:val="00AA7351"/>
    <w:rsid w:val="00AA77DA"/>
    <w:rsid w:val="00AB180D"/>
    <w:rsid w:val="00AB27B2"/>
    <w:rsid w:val="00AB58E9"/>
    <w:rsid w:val="00AC2E12"/>
    <w:rsid w:val="00AD056F"/>
    <w:rsid w:val="00AD0C7B"/>
    <w:rsid w:val="00AD38D0"/>
    <w:rsid w:val="00AD5F1A"/>
    <w:rsid w:val="00AD6731"/>
    <w:rsid w:val="00AE072B"/>
    <w:rsid w:val="00AE2369"/>
    <w:rsid w:val="00AE4CAB"/>
    <w:rsid w:val="00AF4FD5"/>
    <w:rsid w:val="00B008D5"/>
    <w:rsid w:val="00B00CFD"/>
    <w:rsid w:val="00B0294D"/>
    <w:rsid w:val="00B02F73"/>
    <w:rsid w:val="00B0619F"/>
    <w:rsid w:val="00B101FD"/>
    <w:rsid w:val="00B13A26"/>
    <w:rsid w:val="00B15D0D"/>
    <w:rsid w:val="00B210C3"/>
    <w:rsid w:val="00B215F0"/>
    <w:rsid w:val="00B22106"/>
    <w:rsid w:val="00B2243A"/>
    <w:rsid w:val="00B37AA3"/>
    <w:rsid w:val="00B41B94"/>
    <w:rsid w:val="00B507F3"/>
    <w:rsid w:val="00B50AB2"/>
    <w:rsid w:val="00B5431A"/>
    <w:rsid w:val="00B60608"/>
    <w:rsid w:val="00B650AB"/>
    <w:rsid w:val="00B71EAF"/>
    <w:rsid w:val="00B72722"/>
    <w:rsid w:val="00B7334E"/>
    <w:rsid w:val="00B75EE1"/>
    <w:rsid w:val="00B77481"/>
    <w:rsid w:val="00B81C32"/>
    <w:rsid w:val="00B8518B"/>
    <w:rsid w:val="00B931DA"/>
    <w:rsid w:val="00B97CC3"/>
    <w:rsid w:val="00BA3081"/>
    <w:rsid w:val="00BA5C89"/>
    <w:rsid w:val="00BB605E"/>
    <w:rsid w:val="00BC06C4"/>
    <w:rsid w:val="00BC66EF"/>
    <w:rsid w:val="00BD1CF0"/>
    <w:rsid w:val="00BD3820"/>
    <w:rsid w:val="00BD7E91"/>
    <w:rsid w:val="00BD7F0D"/>
    <w:rsid w:val="00BF07F6"/>
    <w:rsid w:val="00BF26F4"/>
    <w:rsid w:val="00BF58D1"/>
    <w:rsid w:val="00C02D0A"/>
    <w:rsid w:val="00C03A6E"/>
    <w:rsid w:val="00C04CAA"/>
    <w:rsid w:val="00C071E8"/>
    <w:rsid w:val="00C13860"/>
    <w:rsid w:val="00C226C0"/>
    <w:rsid w:val="00C24A6A"/>
    <w:rsid w:val="00C26072"/>
    <w:rsid w:val="00C260F1"/>
    <w:rsid w:val="00C268B0"/>
    <w:rsid w:val="00C31E82"/>
    <w:rsid w:val="00C338CF"/>
    <w:rsid w:val="00C3560B"/>
    <w:rsid w:val="00C358EB"/>
    <w:rsid w:val="00C3790B"/>
    <w:rsid w:val="00C41108"/>
    <w:rsid w:val="00C4212E"/>
    <w:rsid w:val="00C42FE6"/>
    <w:rsid w:val="00C44F6A"/>
    <w:rsid w:val="00C6198E"/>
    <w:rsid w:val="00C62230"/>
    <w:rsid w:val="00C6334A"/>
    <w:rsid w:val="00C708EA"/>
    <w:rsid w:val="00C71821"/>
    <w:rsid w:val="00C73C02"/>
    <w:rsid w:val="00C778A5"/>
    <w:rsid w:val="00C86240"/>
    <w:rsid w:val="00C95162"/>
    <w:rsid w:val="00CA0CE8"/>
    <w:rsid w:val="00CA7194"/>
    <w:rsid w:val="00CB424B"/>
    <w:rsid w:val="00CB6A37"/>
    <w:rsid w:val="00CB7684"/>
    <w:rsid w:val="00CC095D"/>
    <w:rsid w:val="00CC69B8"/>
    <w:rsid w:val="00CC7C8F"/>
    <w:rsid w:val="00CD1FC4"/>
    <w:rsid w:val="00CD471B"/>
    <w:rsid w:val="00CE7F55"/>
    <w:rsid w:val="00D0296E"/>
    <w:rsid w:val="00D034A0"/>
    <w:rsid w:val="00D038DB"/>
    <w:rsid w:val="00D0732C"/>
    <w:rsid w:val="00D14922"/>
    <w:rsid w:val="00D175B5"/>
    <w:rsid w:val="00D21061"/>
    <w:rsid w:val="00D214AD"/>
    <w:rsid w:val="00D322B7"/>
    <w:rsid w:val="00D33AF4"/>
    <w:rsid w:val="00D33F5D"/>
    <w:rsid w:val="00D4041B"/>
    <w:rsid w:val="00D4108E"/>
    <w:rsid w:val="00D6163D"/>
    <w:rsid w:val="00D6741D"/>
    <w:rsid w:val="00D71D59"/>
    <w:rsid w:val="00D72553"/>
    <w:rsid w:val="00D7326A"/>
    <w:rsid w:val="00D831A3"/>
    <w:rsid w:val="00D87FC6"/>
    <w:rsid w:val="00D90C8B"/>
    <w:rsid w:val="00D9406E"/>
    <w:rsid w:val="00D97BE3"/>
    <w:rsid w:val="00DA27EA"/>
    <w:rsid w:val="00DA3711"/>
    <w:rsid w:val="00DB0562"/>
    <w:rsid w:val="00DB3807"/>
    <w:rsid w:val="00DB6CED"/>
    <w:rsid w:val="00DC184A"/>
    <w:rsid w:val="00DC6057"/>
    <w:rsid w:val="00DD0EF6"/>
    <w:rsid w:val="00DD46F3"/>
    <w:rsid w:val="00DE51A5"/>
    <w:rsid w:val="00DE56F2"/>
    <w:rsid w:val="00DF116D"/>
    <w:rsid w:val="00DF4DDD"/>
    <w:rsid w:val="00DF53C4"/>
    <w:rsid w:val="00DF5435"/>
    <w:rsid w:val="00DF6700"/>
    <w:rsid w:val="00E000B4"/>
    <w:rsid w:val="00E014A7"/>
    <w:rsid w:val="00E04A7B"/>
    <w:rsid w:val="00E1256A"/>
    <w:rsid w:val="00E16FF7"/>
    <w:rsid w:val="00E1732F"/>
    <w:rsid w:val="00E2186B"/>
    <w:rsid w:val="00E26D68"/>
    <w:rsid w:val="00E31590"/>
    <w:rsid w:val="00E33C54"/>
    <w:rsid w:val="00E37AEF"/>
    <w:rsid w:val="00E41675"/>
    <w:rsid w:val="00E43317"/>
    <w:rsid w:val="00E44045"/>
    <w:rsid w:val="00E4609C"/>
    <w:rsid w:val="00E46BF0"/>
    <w:rsid w:val="00E618C4"/>
    <w:rsid w:val="00E663C3"/>
    <w:rsid w:val="00E6707D"/>
    <w:rsid w:val="00E67DB4"/>
    <w:rsid w:val="00E7218A"/>
    <w:rsid w:val="00E84C3A"/>
    <w:rsid w:val="00E87403"/>
    <w:rsid w:val="00E878EE"/>
    <w:rsid w:val="00EA3395"/>
    <w:rsid w:val="00EA6EC7"/>
    <w:rsid w:val="00EA7278"/>
    <w:rsid w:val="00EB104F"/>
    <w:rsid w:val="00EB3983"/>
    <w:rsid w:val="00EB46E5"/>
    <w:rsid w:val="00EB59F7"/>
    <w:rsid w:val="00EC2805"/>
    <w:rsid w:val="00EC4BFF"/>
    <w:rsid w:val="00EC5AC0"/>
    <w:rsid w:val="00ED033D"/>
    <w:rsid w:val="00ED0703"/>
    <w:rsid w:val="00ED14BD"/>
    <w:rsid w:val="00ED46BB"/>
    <w:rsid w:val="00EF0FF1"/>
    <w:rsid w:val="00EF1373"/>
    <w:rsid w:val="00EF3A25"/>
    <w:rsid w:val="00F016C7"/>
    <w:rsid w:val="00F043AB"/>
    <w:rsid w:val="00F06B5B"/>
    <w:rsid w:val="00F10CC4"/>
    <w:rsid w:val="00F12DEC"/>
    <w:rsid w:val="00F15B4C"/>
    <w:rsid w:val="00F1715C"/>
    <w:rsid w:val="00F17C17"/>
    <w:rsid w:val="00F30845"/>
    <w:rsid w:val="00F30C1A"/>
    <w:rsid w:val="00F310F8"/>
    <w:rsid w:val="00F35939"/>
    <w:rsid w:val="00F42543"/>
    <w:rsid w:val="00F43A44"/>
    <w:rsid w:val="00F45607"/>
    <w:rsid w:val="00F4722B"/>
    <w:rsid w:val="00F54432"/>
    <w:rsid w:val="00F60241"/>
    <w:rsid w:val="00F65761"/>
    <w:rsid w:val="00F659EB"/>
    <w:rsid w:val="00F678E3"/>
    <w:rsid w:val="00F705D1"/>
    <w:rsid w:val="00F7671F"/>
    <w:rsid w:val="00F82E92"/>
    <w:rsid w:val="00F845B2"/>
    <w:rsid w:val="00F85A04"/>
    <w:rsid w:val="00F86BA6"/>
    <w:rsid w:val="00F86D3C"/>
    <w:rsid w:val="00F8788B"/>
    <w:rsid w:val="00F93638"/>
    <w:rsid w:val="00FA0851"/>
    <w:rsid w:val="00FA7DB8"/>
    <w:rsid w:val="00FB5DE8"/>
    <w:rsid w:val="00FB6342"/>
    <w:rsid w:val="00FB7B39"/>
    <w:rsid w:val="00FC2155"/>
    <w:rsid w:val="00FC490D"/>
    <w:rsid w:val="00FC6389"/>
    <w:rsid w:val="00FD501F"/>
    <w:rsid w:val="00FD7E9B"/>
    <w:rsid w:val="00FE0825"/>
    <w:rsid w:val="00FE29C1"/>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B634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1614A8"/>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614A8"/>
    <w:pPr>
      <w:numPr>
        <w:ilvl w:val="1"/>
      </w:numPr>
      <w:spacing w:before="200"/>
      <w:outlineLvl w:val="1"/>
    </w:pPr>
    <w:rPr>
      <w:caps w:val="0"/>
      <w:sz w:val="20"/>
    </w:rPr>
  </w:style>
  <w:style w:type="character" w:customStyle="1" w:styleId="Nadpis2-1Char">
    <w:name w:val="_Nadpis_2-1 Char"/>
    <w:basedOn w:val="Standardnpsmoodstavce"/>
    <w:link w:val="Nadpis2-1"/>
    <w:rsid w:val="001614A8"/>
    <w:rPr>
      <w:rFonts w:ascii="Verdana" w:hAnsi="Verdana"/>
      <w:b/>
      <w:caps/>
      <w:sz w:val="22"/>
    </w:rPr>
  </w:style>
  <w:style w:type="paragraph" w:customStyle="1" w:styleId="Text2-1">
    <w:name w:val="_Text_2-1"/>
    <w:basedOn w:val="Odstavecseseznamem"/>
    <w:link w:val="Text2-1Char"/>
    <w:qFormat/>
    <w:rsid w:val="001614A8"/>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1614A8"/>
    <w:rPr>
      <w:rFonts w:ascii="Verdana" w:hAnsi="Verdana"/>
      <w:b/>
      <w:caps w:val="0"/>
      <w:sz w:val="20"/>
    </w:rPr>
  </w:style>
  <w:style w:type="paragraph" w:customStyle="1" w:styleId="Titul1">
    <w:name w:val="_Titul_1"/>
    <w:basedOn w:val="Normln"/>
    <w:qFormat/>
    <w:rsid w:val="001614A8"/>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1614A8"/>
    <w:rPr>
      <w:rFonts w:ascii="Verdana" w:hAnsi="Verdana"/>
    </w:rPr>
  </w:style>
  <w:style w:type="paragraph" w:customStyle="1" w:styleId="Titul2">
    <w:name w:val="_Titul_2"/>
    <w:basedOn w:val="Normln"/>
    <w:qFormat/>
    <w:rsid w:val="001614A8"/>
    <w:pPr>
      <w:tabs>
        <w:tab w:val="left" w:pos="6796"/>
      </w:tabs>
      <w:spacing w:after="240" w:line="264" w:lineRule="auto"/>
    </w:pPr>
    <w:rPr>
      <w:b/>
      <w:sz w:val="36"/>
      <w:szCs w:val="32"/>
    </w:rPr>
  </w:style>
  <w:style w:type="paragraph" w:customStyle="1" w:styleId="Tituldatum">
    <w:name w:val="_Titul_datum"/>
    <w:basedOn w:val="Normln"/>
    <w:link w:val="TituldatumChar"/>
    <w:qFormat/>
    <w:rsid w:val="001614A8"/>
    <w:pPr>
      <w:spacing w:after="240" w:line="264" w:lineRule="auto"/>
    </w:pPr>
    <w:rPr>
      <w:sz w:val="24"/>
      <w:szCs w:val="24"/>
    </w:rPr>
  </w:style>
  <w:style w:type="character" w:customStyle="1" w:styleId="TituldatumChar">
    <w:name w:val="_Titul_datum Char"/>
    <w:basedOn w:val="Standardnpsmoodstavce"/>
    <w:link w:val="Tituldatum"/>
    <w:rsid w:val="001614A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C7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614A8"/>
    <w:pPr>
      <w:numPr>
        <w:ilvl w:val="2"/>
      </w:numPr>
    </w:pPr>
  </w:style>
  <w:style w:type="paragraph" w:customStyle="1" w:styleId="Text1-1">
    <w:name w:val="_Text_1-1"/>
    <w:basedOn w:val="Normln"/>
    <w:link w:val="Text1-1Char"/>
    <w:rsid w:val="001614A8"/>
    <w:pPr>
      <w:numPr>
        <w:ilvl w:val="1"/>
        <w:numId w:val="32"/>
      </w:numPr>
      <w:spacing w:after="120" w:line="264" w:lineRule="auto"/>
      <w:jc w:val="both"/>
    </w:pPr>
    <w:rPr>
      <w:sz w:val="18"/>
      <w:szCs w:val="18"/>
    </w:rPr>
  </w:style>
  <w:style w:type="paragraph" w:customStyle="1" w:styleId="Nadpis1-1">
    <w:name w:val="_Nadpis_1-1"/>
    <w:basedOn w:val="Odstavecseseznamem"/>
    <w:next w:val="Normln"/>
    <w:link w:val="Nadpis1-1Char"/>
    <w:qFormat/>
    <w:rsid w:val="001614A8"/>
    <w:pPr>
      <w:keepNext/>
      <w:numPr>
        <w:numId w:val="32"/>
      </w:numPr>
      <w:spacing w:before="280" w:after="120" w:line="264" w:lineRule="auto"/>
      <w:outlineLvl w:val="0"/>
    </w:pPr>
    <w:rPr>
      <w:b/>
      <w:caps/>
      <w:sz w:val="22"/>
      <w:szCs w:val="18"/>
    </w:rPr>
  </w:style>
  <w:style w:type="paragraph" w:customStyle="1" w:styleId="Odrka1-1">
    <w:name w:val="_Odrážka_1-1_•"/>
    <w:basedOn w:val="Normln"/>
    <w:link w:val="Odrka1-1Char"/>
    <w:qFormat/>
    <w:rsid w:val="001614A8"/>
    <w:pPr>
      <w:numPr>
        <w:numId w:val="25"/>
      </w:numPr>
      <w:spacing w:after="80" w:line="264" w:lineRule="auto"/>
      <w:jc w:val="both"/>
    </w:pPr>
    <w:rPr>
      <w:sz w:val="18"/>
      <w:szCs w:val="18"/>
    </w:rPr>
  </w:style>
  <w:style w:type="character" w:customStyle="1" w:styleId="Text1-1Char">
    <w:name w:val="_Text_1-1 Char"/>
    <w:basedOn w:val="Standardnpsmoodstavce"/>
    <w:link w:val="Text1-1"/>
    <w:rsid w:val="001614A8"/>
    <w:rPr>
      <w:rFonts w:ascii="Verdana" w:hAnsi="Verdana"/>
    </w:rPr>
  </w:style>
  <w:style w:type="character" w:customStyle="1" w:styleId="Nadpis1-1Char">
    <w:name w:val="_Nadpis_1-1 Char"/>
    <w:basedOn w:val="Standardnpsmoodstavce"/>
    <w:link w:val="Nadpis1-1"/>
    <w:rsid w:val="001614A8"/>
    <w:rPr>
      <w:rFonts w:ascii="Verdana" w:hAnsi="Verdana"/>
      <w:b/>
      <w:caps/>
      <w:sz w:val="22"/>
    </w:rPr>
  </w:style>
  <w:style w:type="character" w:customStyle="1" w:styleId="Text1-2Char">
    <w:name w:val="_Text_1-2 Char"/>
    <w:basedOn w:val="Text1-1Char"/>
    <w:link w:val="Text1-2"/>
    <w:rsid w:val="001614A8"/>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1614A8"/>
    <w:rPr>
      <w:rFonts w:ascii="Verdana" w:hAnsi="Verdana"/>
    </w:rPr>
  </w:style>
  <w:style w:type="paragraph" w:customStyle="1" w:styleId="Odrka1-2-">
    <w:name w:val="_Odrážka_1-2_-"/>
    <w:basedOn w:val="Odrka1-1"/>
    <w:qFormat/>
    <w:rsid w:val="001614A8"/>
    <w:pPr>
      <w:numPr>
        <w:ilvl w:val="1"/>
      </w:numPr>
    </w:pPr>
  </w:style>
  <w:style w:type="paragraph" w:customStyle="1" w:styleId="Odrka1-3">
    <w:name w:val="_Odrážka_1-3_·"/>
    <w:basedOn w:val="Odrka1-2-"/>
    <w:qFormat/>
    <w:rsid w:val="001614A8"/>
    <w:pPr>
      <w:numPr>
        <w:ilvl w:val="2"/>
      </w:numPr>
    </w:pPr>
  </w:style>
  <w:style w:type="paragraph" w:customStyle="1" w:styleId="Odstavec1-1a">
    <w:name w:val="_Odstavec_1-1_a)"/>
    <w:basedOn w:val="Normln"/>
    <w:link w:val="Odstavec1-1aChar"/>
    <w:qFormat/>
    <w:rsid w:val="001614A8"/>
    <w:pPr>
      <w:numPr>
        <w:numId w:val="29"/>
      </w:numPr>
      <w:spacing w:after="80" w:line="264" w:lineRule="auto"/>
      <w:jc w:val="both"/>
    </w:pPr>
    <w:rPr>
      <w:sz w:val="18"/>
      <w:szCs w:val="18"/>
    </w:rPr>
  </w:style>
  <w:style w:type="paragraph" w:customStyle="1" w:styleId="Odstavec1-2i">
    <w:name w:val="_Odstavec_1-2_(i)"/>
    <w:basedOn w:val="Odstavec1-1a"/>
    <w:qFormat/>
    <w:rsid w:val="001614A8"/>
    <w:pPr>
      <w:numPr>
        <w:ilvl w:val="1"/>
      </w:numPr>
    </w:pPr>
  </w:style>
  <w:style w:type="paragraph" w:customStyle="1" w:styleId="Odstavec1-31">
    <w:name w:val="_Odstavec_1-3_1)"/>
    <w:basedOn w:val="Odstavec1-2i"/>
    <w:qFormat/>
    <w:rsid w:val="001614A8"/>
    <w:pPr>
      <w:numPr>
        <w:ilvl w:val="2"/>
      </w:numPr>
    </w:pPr>
  </w:style>
  <w:style w:type="paragraph" w:customStyle="1" w:styleId="Textbezslovn">
    <w:name w:val="_Text_bez_číslování"/>
    <w:basedOn w:val="Normln"/>
    <w:link w:val="TextbezslovnChar"/>
    <w:qFormat/>
    <w:rsid w:val="001614A8"/>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1614A8"/>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614A8"/>
    <w:pPr>
      <w:numPr>
        <w:ilvl w:val="3"/>
      </w:numPr>
    </w:pPr>
  </w:style>
  <w:style w:type="character" w:customStyle="1" w:styleId="Text2-2Char">
    <w:name w:val="_Text_2-2 Char"/>
    <w:basedOn w:val="Text2-1Char"/>
    <w:link w:val="Text2-2"/>
    <w:rsid w:val="001614A8"/>
    <w:rPr>
      <w:rFonts w:ascii="Verdana" w:hAnsi="Verdana"/>
    </w:rPr>
  </w:style>
  <w:style w:type="paragraph" w:customStyle="1" w:styleId="Zkratky1">
    <w:name w:val="_Zkratky_1"/>
    <w:basedOn w:val="Normln"/>
    <w:qFormat/>
    <w:rsid w:val="001614A8"/>
    <w:pPr>
      <w:tabs>
        <w:tab w:val="right" w:leader="dot" w:pos="1134"/>
      </w:tabs>
      <w:spacing w:after="0" w:line="240" w:lineRule="auto"/>
    </w:pPr>
    <w:rPr>
      <w:b/>
      <w:sz w:val="16"/>
      <w:szCs w:val="18"/>
    </w:rPr>
  </w:style>
  <w:style w:type="paragraph" w:customStyle="1" w:styleId="Seznam1">
    <w:name w:val="_Seznam_[1]"/>
    <w:basedOn w:val="Normln"/>
    <w:qFormat/>
    <w:rsid w:val="001614A8"/>
    <w:pPr>
      <w:numPr>
        <w:numId w:val="30"/>
      </w:numPr>
      <w:spacing w:after="60" w:line="264" w:lineRule="auto"/>
      <w:jc w:val="both"/>
    </w:pPr>
    <w:rPr>
      <w:sz w:val="16"/>
      <w:szCs w:val="18"/>
    </w:rPr>
  </w:style>
  <w:style w:type="paragraph" w:customStyle="1" w:styleId="Zkratky2">
    <w:name w:val="_Zkratky_2"/>
    <w:basedOn w:val="Normln"/>
    <w:qFormat/>
    <w:rsid w:val="001614A8"/>
    <w:pPr>
      <w:spacing w:after="0" w:line="240" w:lineRule="auto"/>
    </w:pPr>
    <w:rPr>
      <w:sz w:val="16"/>
      <w:szCs w:val="16"/>
    </w:rPr>
  </w:style>
  <w:style w:type="character" w:customStyle="1" w:styleId="Tun-ZRUIT">
    <w:name w:val="_Tučně-ZRUŠIT"/>
    <w:basedOn w:val="Standardnpsmoodstavce"/>
    <w:qFormat/>
    <w:rsid w:val="001614A8"/>
    <w:rPr>
      <w:b w:val="0"/>
      <w:i w:val="0"/>
    </w:rPr>
  </w:style>
  <w:style w:type="paragraph" w:customStyle="1" w:styleId="Nadpisbezsl1-1">
    <w:name w:val="_Nadpis_bez_čísl_1-1"/>
    <w:next w:val="Nadpisbezsl1-2"/>
    <w:qFormat/>
    <w:rsid w:val="001614A8"/>
    <w:pPr>
      <w:keepNext/>
      <w:spacing w:before="280" w:after="120"/>
    </w:pPr>
    <w:rPr>
      <w:rFonts w:ascii="Verdana" w:hAnsi="Verdana"/>
      <w:b/>
      <w:caps/>
      <w:sz w:val="22"/>
    </w:rPr>
  </w:style>
  <w:style w:type="paragraph" w:customStyle="1" w:styleId="Nadpisbezsl1-2">
    <w:name w:val="_Nadpis_bez_čísl_1-2"/>
    <w:next w:val="Text2-1"/>
    <w:qFormat/>
    <w:rsid w:val="001614A8"/>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1614A8"/>
    <w:pPr>
      <w:spacing w:after="120" w:line="264" w:lineRule="auto"/>
      <w:jc w:val="both"/>
    </w:pPr>
    <w:rPr>
      <w:sz w:val="18"/>
      <w:szCs w:val="18"/>
    </w:rPr>
  </w:style>
  <w:style w:type="character" w:customStyle="1" w:styleId="TextbezodsazenChar">
    <w:name w:val="_Text_bez_odsazení Char"/>
    <w:basedOn w:val="Standardnpsmoodstavce"/>
    <w:link w:val="Textbezodsazen"/>
    <w:rsid w:val="001614A8"/>
    <w:rPr>
      <w:rFonts w:ascii="Verdana" w:hAnsi="Verdana"/>
    </w:rPr>
  </w:style>
  <w:style w:type="paragraph" w:customStyle="1" w:styleId="ZTPinfo-text">
    <w:name w:val="_ZTP_info-text"/>
    <w:basedOn w:val="Textbezslovn"/>
    <w:link w:val="ZTPinfo-textChar"/>
    <w:qFormat/>
    <w:rsid w:val="001614A8"/>
    <w:pPr>
      <w:ind w:left="0"/>
    </w:pPr>
    <w:rPr>
      <w:i/>
      <w:color w:val="00A1E0"/>
    </w:rPr>
  </w:style>
  <w:style w:type="character" w:customStyle="1" w:styleId="ZTPinfo-textChar">
    <w:name w:val="_ZTP_info-text Char"/>
    <w:basedOn w:val="Standardnpsmoodstavce"/>
    <w:link w:val="ZTPinfo-text"/>
    <w:rsid w:val="001614A8"/>
    <w:rPr>
      <w:rFonts w:ascii="Verdana" w:hAnsi="Verdana"/>
      <w:i/>
      <w:color w:val="00A1E0"/>
    </w:rPr>
  </w:style>
  <w:style w:type="paragraph" w:customStyle="1" w:styleId="ZTPinfo-text-odr">
    <w:name w:val="_ZTP_info-text-odr"/>
    <w:basedOn w:val="ZTPinfo-text"/>
    <w:link w:val="ZTPinfo-text-odrChar"/>
    <w:qFormat/>
    <w:rsid w:val="001614A8"/>
    <w:pPr>
      <w:numPr>
        <w:numId w:val="36"/>
      </w:numPr>
    </w:pPr>
  </w:style>
  <w:style w:type="character" w:customStyle="1" w:styleId="ZTPinfo-text-odrChar">
    <w:name w:val="_ZTP_info-text-odr Char"/>
    <w:basedOn w:val="ZTPinfo-textChar"/>
    <w:link w:val="ZTPinfo-text-odr"/>
    <w:rsid w:val="001614A8"/>
    <w:rPr>
      <w:rFonts w:ascii="Verdana" w:hAnsi="Verdana"/>
      <w:i/>
      <w:color w:val="00A1E0"/>
    </w:rPr>
  </w:style>
  <w:style w:type="paragraph" w:customStyle="1" w:styleId="Tabulka">
    <w:name w:val="_Tabulka"/>
    <w:basedOn w:val="Normln"/>
    <w:qFormat/>
    <w:rsid w:val="001614A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614A8"/>
    <w:rPr>
      <w:rFonts w:ascii="Verdana" w:hAnsi="Verdana"/>
    </w:rPr>
  </w:style>
  <w:style w:type="paragraph" w:customStyle="1" w:styleId="Odrka1-4">
    <w:name w:val="_Odrážka_1-4_•"/>
    <w:basedOn w:val="Odrka1-1"/>
    <w:qFormat/>
    <w:rsid w:val="001614A8"/>
    <w:pPr>
      <w:numPr>
        <w:ilvl w:val="3"/>
      </w:numPr>
    </w:pPr>
  </w:style>
  <w:style w:type="paragraph" w:customStyle="1" w:styleId="Odstavec1-41">
    <w:name w:val="_Odstavec_1-4_1."/>
    <w:basedOn w:val="Odstavec1-1a"/>
    <w:link w:val="Odstavec1-41Char"/>
    <w:qFormat/>
    <w:rsid w:val="003C77F1"/>
    <w:pPr>
      <w:numPr>
        <w:numId w:val="0"/>
      </w:numPr>
      <w:tabs>
        <w:tab w:val="num" w:pos="2041"/>
      </w:tabs>
      <w:ind w:left="2041" w:hanging="340"/>
    </w:pPr>
  </w:style>
  <w:style w:type="character" w:customStyle="1" w:styleId="Odstavec1-1aChar">
    <w:name w:val="_Odstavec_1-1_a) Char"/>
    <w:basedOn w:val="Standardnpsmoodstavce"/>
    <w:link w:val="Odstavec1-1a"/>
    <w:rsid w:val="001614A8"/>
    <w:rPr>
      <w:rFonts w:ascii="Verdana" w:hAnsi="Verdana"/>
    </w:rPr>
  </w:style>
  <w:style w:type="character" w:customStyle="1" w:styleId="Odstavec1-41Char">
    <w:name w:val="_Odstavec_1-4_1. Char"/>
    <w:basedOn w:val="Odstavec1-1aChar"/>
    <w:link w:val="Odstavec1-41"/>
    <w:rsid w:val="003C77F1"/>
    <w:rPr>
      <w:rFonts w:ascii="Verdana" w:hAnsi="Verdana"/>
    </w:rPr>
  </w:style>
  <w:style w:type="paragraph" w:customStyle="1" w:styleId="Zpatvlevo">
    <w:name w:val="_Zápatí_vlevo"/>
    <w:basedOn w:val="Zpatvpravo"/>
    <w:qFormat/>
    <w:rsid w:val="001614A8"/>
    <w:pPr>
      <w:jc w:val="left"/>
    </w:pPr>
  </w:style>
  <w:style w:type="character" w:customStyle="1" w:styleId="Nzevakce">
    <w:name w:val="_Název_akce"/>
    <w:basedOn w:val="Standardnpsmoodstavce"/>
    <w:qFormat/>
    <w:rsid w:val="001614A8"/>
    <w:rPr>
      <w:rFonts w:ascii="Verdana" w:hAnsi="Verdana"/>
      <w:b/>
      <w:sz w:val="36"/>
    </w:rPr>
  </w:style>
  <w:style w:type="paragraph" w:customStyle="1" w:styleId="Zpatvpravo">
    <w:name w:val="_Zápatí_vpravo"/>
    <w:qFormat/>
    <w:rsid w:val="001614A8"/>
    <w:pPr>
      <w:spacing w:after="0" w:line="240" w:lineRule="auto"/>
      <w:jc w:val="right"/>
    </w:pPr>
    <w:rPr>
      <w:rFonts w:ascii="Verdana" w:hAnsi="Verdana"/>
      <w:sz w:val="12"/>
    </w:rPr>
  </w:style>
  <w:style w:type="character" w:customStyle="1" w:styleId="Znaka">
    <w:name w:val="_Značka"/>
    <w:basedOn w:val="Standardnpsmoodstavce"/>
    <w:rsid w:val="001614A8"/>
    <w:rPr>
      <w:rFonts w:ascii="Verdana" w:hAnsi="Verdana"/>
      <w:b/>
      <w:sz w:val="36"/>
    </w:rPr>
  </w:style>
  <w:style w:type="paragraph" w:customStyle="1" w:styleId="ZTPinfo-text-odr0">
    <w:name w:val="_ZTP_info-text-odr_•"/>
    <w:basedOn w:val="ZTPinfo-text-odr"/>
    <w:link w:val="ZTPinfo-text-odrChar0"/>
    <w:qFormat/>
    <w:rsid w:val="001614A8"/>
    <w:pPr>
      <w:numPr>
        <w:ilvl w:val="1"/>
      </w:numPr>
      <w:spacing w:after="80"/>
      <w:contextualSpacing/>
    </w:pPr>
  </w:style>
  <w:style w:type="character" w:customStyle="1" w:styleId="ZTPinfo-text-odrChar0">
    <w:name w:val="_ZTP_info-text-odr_• Char"/>
    <w:basedOn w:val="ZTPinfo-text-odrChar"/>
    <w:link w:val="ZTPinfo-text-odr0"/>
    <w:rsid w:val="001614A8"/>
    <w:rPr>
      <w:rFonts w:ascii="Verdana" w:hAnsi="Verdana"/>
      <w:i/>
      <w:color w:val="00A1E0"/>
    </w:rPr>
  </w:style>
  <w:style w:type="paragraph" w:customStyle="1" w:styleId="Tabulka-9">
    <w:name w:val="_Tabulka-9"/>
    <w:basedOn w:val="Textbezodsazen"/>
    <w:qFormat/>
    <w:rsid w:val="001614A8"/>
    <w:pPr>
      <w:spacing w:before="40" w:after="40" w:line="240" w:lineRule="auto"/>
      <w:jc w:val="left"/>
    </w:pPr>
  </w:style>
  <w:style w:type="paragraph" w:customStyle="1" w:styleId="Tabulka-8">
    <w:name w:val="_Tabulka-8"/>
    <w:basedOn w:val="Tabulka-9"/>
    <w:qFormat/>
    <w:rsid w:val="001614A8"/>
    <w:rPr>
      <w:sz w:val="16"/>
    </w:rPr>
  </w:style>
  <w:style w:type="paragraph" w:customStyle="1" w:styleId="Odrka1-5-">
    <w:name w:val="_Odrážka_1-5_-"/>
    <w:basedOn w:val="Odrka1-4"/>
    <w:link w:val="Odrka1-5-Char"/>
    <w:qFormat/>
    <w:rsid w:val="001614A8"/>
    <w:pPr>
      <w:numPr>
        <w:ilvl w:val="4"/>
      </w:numPr>
      <w:spacing w:after="40"/>
    </w:pPr>
  </w:style>
  <w:style w:type="character" w:customStyle="1" w:styleId="Odrka1-5-Char">
    <w:name w:val="_Odrážka_1-5_- Char"/>
    <w:basedOn w:val="Standardnpsmoodstavce"/>
    <w:link w:val="Odrka1-5-"/>
    <w:rsid w:val="001614A8"/>
    <w:rPr>
      <w:rFonts w:ascii="Verdana" w:hAnsi="Verdana"/>
    </w:rPr>
  </w:style>
  <w:style w:type="paragraph" w:customStyle="1" w:styleId="Odstavec1-4a">
    <w:name w:val="_Odstavec_1-4_(a)"/>
    <w:basedOn w:val="Odstavec1-1a"/>
    <w:link w:val="Odstavec1-4aChar"/>
    <w:qFormat/>
    <w:rsid w:val="001614A8"/>
    <w:pPr>
      <w:numPr>
        <w:ilvl w:val="3"/>
      </w:numPr>
    </w:pPr>
  </w:style>
  <w:style w:type="character" w:customStyle="1" w:styleId="Odstavec1-4aChar">
    <w:name w:val="_Odstavec_1-4_(a) Char"/>
    <w:basedOn w:val="Odstavec1-1aChar"/>
    <w:link w:val="Odstavec1-4a"/>
    <w:rsid w:val="001614A8"/>
    <w:rPr>
      <w:rFonts w:ascii="Verdana" w:hAnsi="Verdana"/>
    </w:rPr>
  </w:style>
  <w:style w:type="table" w:customStyle="1" w:styleId="TabulkaS-zahlzap">
    <w:name w:val="_Tabulka_SŽ-zahl+zap"/>
    <w:basedOn w:val="Mkatabulky"/>
    <w:uiPriority w:val="99"/>
    <w:rsid w:val="001614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614A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1614A8"/>
    <w:pPr>
      <w:spacing w:before="20" w:after="20"/>
    </w:pPr>
    <w:rPr>
      <w:sz w:val="14"/>
    </w:rPr>
  </w:style>
  <w:style w:type="table" w:customStyle="1" w:styleId="TKPTabulka">
    <w:name w:val="_TKP_Tabulka"/>
    <w:basedOn w:val="Normlntabulka"/>
    <w:uiPriority w:val="99"/>
    <w:rsid w:val="001614A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B634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1614A8"/>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614A8"/>
    <w:pPr>
      <w:numPr>
        <w:ilvl w:val="1"/>
      </w:numPr>
      <w:spacing w:before="200"/>
      <w:outlineLvl w:val="1"/>
    </w:pPr>
    <w:rPr>
      <w:caps w:val="0"/>
      <w:sz w:val="20"/>
    </w:rPr>
  </w:style>
  <w:style w:type="character" w:customStyle="1" w:styleId="Nadpis2-1Char">
    <w:name w:val="_Nadpis_2-1 Char"/>
    <w:basedOn w:val="Standardnpsmoodstavce"/>
    <w:link w:val="Nadpis2-1"/>
    <w:rsid w:val="001614A8"/>
    <w:rPr>
      <w:rFonts w:ascii="Verdana" w:hAnsi="Verdana"/>
      <w:b/>
      <w:caps/>
      <w:sz w:val="22"/>
    </w:rPr>
  </w:style>
  <w:style w:type="paragraph" w:customStyle="1" w:styleId="Text2-1">
    <w:name w:val="_Text_2-1"/>
    <w:basedOn w:val="Odstavecseseznamem"/>
    <w:link w:val="Text2-1Char"/>
    <w:qFormat/>
    <w:rsid w:val="001614A8"/>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1614A8"/>
    <w:rPr>
      <w:rFonts w:ascii="Verdana" w:hAnsi="Verdana"/>
      <w:b/>
      <w:caps w:val="0"/>
      <w:sz w:val="20"/>
    </w:rPr>
  </w:style>
  <w:style w:type="paragraph" w:customStyle="1" w:styleId="Titul1">
    <w:name w:val="_Titul_1"/>
    <w:basedOn w:val="Normln"/>
    <w:qFormat/>
    <w:rsid w:val="001614A8"/>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1614A8"/>
    <w:rPr>
      <w:rFonts w:ascii="Verdana" w:hAnsi="Verdana"/>
    </w:rPr>
  </w:style>
  <w:style w:type="paragraph" w:customStyle="1" w:styleId="Titul2">
    <w:name w:val="_Titul_2"/>
    <w:basedOn w:val="Normln"/>
    <w:qFormat/>
    <w:rsid w:val="001614A8"/>
    <w:pPr>
      <w:tabs>
        <w:tab w:val="left" w:pos="6796"/>
      </w:tabs>
      <w:spacing w:after="240" w:line="264" w:lineRule="auto"/>
    </w:pPr>
    <w:rPr>
      <w:b/>
      <w:sz w:val="36"/>
      <w:szCs w:val="32"/>
    </w:rPr>
  </w:style>
  <w:style w:type="paragraph" w:customStyle="1" w:styleId="Tituldatum">
    <w:name w:val="_Titul_datum"/>
    <w:basedOn w:val="Normln"/>
    <w:link w:val="TituldatumChar"/>
    <w:qFormat/>
    <w:rsid w:val="001614A8"/>
    <w:pPr>
      <w:spacing w:after="240" w:line="264" w:lineRule="auto"/>
    </w:pPr>
    <w:rPr>
      <w:sz w:val="24"/>
      <w:szCs w:val="24"/>
    </w:rPr>
  </w:style>
  <w:style w:type="character" w:customStyle="1" w:styleId="TituldatumChar">
    <w:name w:val="_Titul_datum Char"/>
    <w:basedOn w:val="Standardnpsmoodstavce"/>
    <w:link w:val="Tituldatum"/>
    <w:rsid w:val="001614A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C7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614A8"/>
    <w:pPr>
      <w:numPr>
        <w:ilvl w:val="2"/>
      </w:numPr>
    </w:pPr>
  </w:style>
  <w:style w:type="paragraph" w:customStyle="1" w:styleId="Text1-1">
    <w:name w:val="_Text_1-1"/>
    <w:basedOn w:val="Normln"/>
    <w:link w:val="Text1-1Char"/>
    <w:rsid w:val="001614A8"/>
    <w:pPr>
      <w:numPr>
        <w:ilvl w:val="1"/>
        <w:numId w:val="32"/>
      </w:numPr>
      <w:spacing w:after="120" w:line="264" w:lineRule="auto"/>
      <w:jc w:val="both"/>
    </w:pPr>
    <w:rPr>
      <w:sz w:val="18"/>
      <w:szCs w:val="18"/>
    </w:rPr>
  </w:style>
  <w:style w:type="paragraph" w:customStyle="1" w:styleId="Nadpis1-1">
    <w:name w:val="_Nadpis_1-1"/>
    <w:basedOn w:val="Odstavecseseznamem"/>
    <w:next w:val="Normln"/>
    <w:link w:val="Nadpis1-1Char"/>
    <w:qFormat/>
    <w:rsid w:val="001614A8"/>
    <w:pPr>
      <w:keepNext/>
      <w:numPr>
        <w:numId w:val="32"/>
      </w:numPr>
      <w:spacing w:before="280" w:after="120" w:line="264" w:lineRule="auto"/>
      <w:outlineLvl w:val="0"/>
    </w:pPr>
    <w:rPr>
      <w:b/>
      <w:caps/>
      <w:sz w:val="22"/>
      <w:szCs w:val="18"/>
    </w:rPr>
  </w:style>
  <w:style w:type="paragraph" w:customStyle="1" w:styleId="Odrka1-1">
    <w:name w:val="_Odrážka_1-1_•"/>
    <w:basedOn w:val="Normln"/>
    <w:link w:val="Odrka1-1Char"/>
    <w:qFormat/>
    <w:rsid w:val="001614A8"/>
    <w:pPr>
      <w:numPr>
        <w:numId w:val="25"/>
      </w:numPr>
      <w:spacing w:after="80" w:line="264" w:lineRule="auto"/>
      <w:jc w:val="both"/>
    </w:pPr>
    <w:rPr>
      <w:sz w:val="18"/>
      <w:szCs w:val="18"/>
    </w:rPr>
  </w:style>
  <w:style w:type="character" w:customStyle="1" w:styleId="Text1-1Char">
    <w:name w:val="_Text_1-1 Char"/>
    <w:basedOn w:val="Standardnpsmoodstavce"/>
    <w:link w:val="Text1-1"/>
    <w:rsid w:val="001614A8"/>
    <w:rPr>
      <w:rFonts w:ascii="Verdana" w:hAnsi="Verdana"/>
    </w:rPr>
  </w:style>
  <w:style w:type="character" w:customStyle="1" w:styleId="Nadpis1-1Char">
    <w:name w:val="_Nadpis_1-1 Char"/>
    <w:basedOn w:val="Standardnpsmoodstavce"/>
    <w:link w:val="Nadpis1-1"/>
    <w:rsid w:val="001614A8"/>
    <w:rPr>
      <w:rFonts w:ascii="Verdana" w:hAnsi="Verdana"/>
      <w:b/>
      <w:caps/>
      <w:sz w:val="22"/>
    </w:rPr>
  </w:style>
  <w:style w:type="character" w:customStyle="1" w:styleId="Text1-2Char">
    <w:name w:val="_Text_1-2 Char"/>
    <w:basedOn w:val="Text1-1Char"/>
    <w:link w:val="Text1-2"/>
    <w:rsid w:val="001614A8"/>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1614A8"/>
    <w:rPr>
      <w:rFonts w:ascii="Verdana" w:hAnsi="Verdana"/>
    </w:rPr>
  </w:style>
  <w:style w:type="paragraph" w:customStyle="1" w:styleId="Odrka1-2-">
    <w:name w:val="_Odrážka_1-2_-"/>
    <w:basedOn w:val="Odrka1-1"/>
    <w:qFormat/>
    <w:rsid w:val="001614A8"/>
    <w:pPr>
      <w:numPr>
        <w:ilvl w:val="1"/>
      </w:numPr>
    </w:pPr>
  </w:style>
  <w:style w:type="paragraph" w:customStyle="1" w:styleId="Odrka1-3">
    <w:name w:val="_Odrážka_1-3_·"/>
    <w:basedOn w:val="Odrka1-2-"/>
    <w:qFormat/>
    <w:rsid w:val="001614A8"/>
    <w:pPr>
      <w:numPr>
        <w:ilvl w:val="2"/>
      </w:numPr>
    </w:pPr>
  </w:style>
  <w:style w:type="paragraph" w:customStyle="1" w:styleId="Odstavec1-1a">
    <w:name w:val="_Odstavec_1-1_a)"/>
    <w:basedOn w:val="Normln"/>
    <w:link w:val="Odstavec1-1aChar"/>
    <w:qFormat/>
    <w:rsid w:val="001614A8"/>
    <w:pPr>
      <w:numPr>
        <w:numId w:val="29"/>
      </w:numPr>
      <w:spacing w:after="80" w:line="264" w:lineRule="auto"/>
      <w:jc w:val="both"/>
    </w:pPr>
    <w:rPr>
      <w:sz w:val="18"/>
      <w:szCs w:val="18"/>
    </w:rPr>
  </w:style>
  <w:style w:type="paragraph" w:customStyle="1" w:styleId="Odstavec1-2i">
    <w:name w:val="_Odstavec_1-2_(i)"/>
    <w:basedOn w:val="Odstavec1-1a"/>
    <w:qFormat/>
    <w:rsid w:val="001614A8"/>
    <w:pPr>
      <w:numPr>
        <w:ilvl w:val="1"/>
      </w:numPr>
    </w:pPr>
  </w:style>
  <w:style w:type="paragraph" w:customStyle="1" w:styleId="Odstavec1-31">
    <w:name w:val="_Odstavec_1-3_1)"/>
    <w:basedOn w:val="Odstavec1-2i"/>
    <w:qFormat/>
    <w:rsid w:val="001614A8"/>
    <w:pPr>
      <w:numPr>
        <w:ilvl w:val="2"/>
      </w:numPr>
    </w:pPr>
  </w:style>
  <w:style w:type="paragraph" w:customStyle="1" w:styleId="Textbezslovn">
    <w:name w:val="_Text_bez_číslování"/>
    <w:basedOn w:val="Normln"/>
    <w:link w:val="TextbezslovnChar"/>
    <w:qFormat/>
    <w:rsid w:val="001614A8"/>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1614A8"/>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614A8"/>
    <w:pPr>
      <w:numPr>
        <w:ilvl w:val="3"/>
      </w:numPr>
    </w:pPr>
  </w:style>
  <w:style w:type="character" w:customStyle="1" w:styleId="Text2-2Char">
    <w:name w:val="_Text_2-2 Char"/>
    <w:basedOn w:val="Text2-1Char"/>
    <w:link w:val="Text2-2"/>
    <w:rsid w:val="001614A8"/>
    <w:rPr>
      <w:rFonts w:ascii="Verdana" w:hAnsi="Verdana"/>
    </w:rPr>
  </w:style>
  <w:style w:type="paragraph" w:customStyle="1" w:styleId="Zkratky1">
    <w:name w:val="_Zkratky_1"/>
    <w:basedOn w:val="Normln"/>
    <w:qFormat/>
    <w:rsid w:val="001614A8"/>
    <w:pPr>
      <w:tabs>
        <w:tab w:val="right" w:leader="dot" w:pos="1134"/>
      </w:tabs>
      <w:spacing w:after="0" w:line="240" w:lineRule="auto"/>
    </w:pPr>
    <w:rPr>
      <w:b/>
      <w:sz w:val="16"/>
      <w:szCs w:val="18"/>
    </w:rPr>
  </w:style>
  <w:style w:type="paragraph" w:customStyle="1" w:styleId="Seznam1">
    <w:name w:val="_Seznam_[1]"/>
    <w:basedOn w:val="Normln"/>
    <w:qFormat/>
    <w:rsid w:val="001614A8"/>
    <w:pPr>
      <w:numPr>
        <w:numId w:val="30"/>
      </w:numPr>
      <w:spacing w:after="60" w:line="264" w:lineRule="auto"/>
      <w:jc w:val="both"/>
    </w:pPr>
    <w:rPr>
      <w:sz w:val="16"/>
      <w:szCs w:val="18"/>
    </w:rPr>
  </w:style>
  <w:style w:type="paragraph" w:customStyle="1" w:styleId="Zkratky2">
    <w:name w:val="_Zkratky_2"/>
    <w:basedOn w:val="Normln"/>
    <w:qFormat/>
    <w:rsid w:val="001614A8"/>
    <w:pPr>
      <w:spacing w:after="0" w:line="240" w:lineRule="auto"/>
    </w:pPr>
    <w:rPr>
      <w:sz w:val="16"/>
      <w:szCs w:val="16"/>
    </w:rPr>
  </w:style>
  <w:style w:type="character" w:customStyle="1" w:styleId="Tun-ZRUIT">
    <w:name w:val="_Tučně-ZRUŠIT"/>
    <w:basedOn w:val="Standardnpsmoodstavce"/>
    <w:qFormat/>
    <w:rsid w:val="001614A8"/>
    <w:rPr>
      <w:b w:val="0"/>
      <w:i w:val="0"/>
    </w:rPr>
  </w:style>
  <w:style w:type="paragraph" w:customStyle="1" w:styleId="Nadpisbezsl1-1">
    <w:name w:val="_Nadpis_bez_čísl_1-1"/>
    <w:next w:val="Nadpisbezsl1-2"/>
    <w:qFormat/>
    <w:rsid w:val="001614A8"/>
    <w:pPr>
      <w:keepNext/>
      <w:spacing w:before="280" w:after="120"/>
    </w:pPr>
    <w:rPr>
      <w:rFonts w:ascii="Verdana" w:hAnsi="Verdana"/>
      <w:b/>
      <w:caps/>
      <w:sz w:val="22"/>
    </w:rPr>
  </w:style>
  <w:style w:type="paragraph" w:customStyle="1" w:styleId="Nadpisbezsl1-2">
    <w:name w:val="_Nadpis_bez_čísl_1-2"/>
    <w:next w:val="Text2-1"/>
    <w:qFormat/>
    <w:rsid w:val="001614A8"/>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1614A8"/>
    <w:pPr>
      <w:spacing w:after="120" w:line="264" w:lineRule="auto"/>
      <w:jc w:val="both"/>
    </w:pPr>
    <w:rPr>
      <w:sz w:val="18"/>
      <w:szCs w:val="18"/>
    </w:rPr>
  </w:style>
  <w:style w:type="character" w:customStyle="1" w:styleId="TextbezodsazenChar">
    <w:name w:val="_Text_bez_odsazení Char"/>
    <w:basedOn w:val="Standardnpsmoodstavce"/>
    <w:link w:val="Textbezodsazen"/>
    <w:rsid w:val="001614A8"/>
    <w:rPr>
      <w:rFonts w:ascii="Verdana" w:hAnsi="Verdana"/>
    </w:rPr>
  </w:style>
  <w:style w:type="paragraph" w:customStyle="1" w:styleId="ZTPinfo-text">
    <w:name w:val="_ZTP_info-text"/>
    <w:basedOn w:val="Textbezslovn"/>
    <w:link w:val="ZTPinfo-textChar"/>
    <w:qFormat/>
    <w:rsid w:val="001614A8"/>
    <w:pPr>
      <w:ind w:left="0"/>
    </w:pPr>
    <w:rPr>
      <w:i/>
      <w:color w:val="00A1E0"/>
    </w:rPr>
  </w:style>
  <w:style w:type="character" w:customStyle="1" w:styleId="ZTPinfo-textChar">
    <w:name w:val="_ZTP_info-text Char"/>
    <w:basedOn w:val="Standardnpsmoodstavce"/>
    <w:link w:val="ZTPinfo-text"/>
    <w:rsid w:val="001614A8"/>
    <w:rPr>
      <w:rFonts w:ascii="Verdana" w:hAnsi="Verdana"/>
      <w:i/>
      <w:color w:val="00A1E0"/>
    </w:rPr>
  </w:style>
  <w:style w:type="paragraph" w:customStyle="1" w:styleId="ZTPinfo-text-odr">
    <w:name w:val="_ZTP_info-text-odr"/>
    <w:basedOn w:val="ZTPinfo-text"/>
    <w:link w:val="ZTPinfo-text-odrChar"/>
    <w:qFormat/>
    <w:rsid w:val="001614A8"/>
    <w:pPr>
      <w:numPr>
        <w:numId w:val="36"/>
      </w:numPr>
    </w:pPr>
  </w:style>
  <w:style w:type="character" w:customStyle="1" w:styleId="ZTPinfo-text-odrChar">
    <w:name w:val="_ZTP_info-text-odr Char"/>
    <w:basedOn w:val="ZTPinfo-textChar"/>
    <w:link w:val="ZTPinfo-text-odr"/>
    <w:rsid w:val="001614A8"/>
    <w:rPr>
      <w:rFonts w:ascii="Verdana" w:hAnsi="Verdana"/>
      <w:i/>
      <w:color w:val="00A1E0"/>
    </w:rPr>
  </w:style>
  <w:style w:type="paragraph" w:customStyle="1" w:styleId="Tabulka">
    <w:name w:val="_Tabulka"/>
    <w:basedOn w:val="Normln"/>
    <w:qFormat/>
    <w:rsid w:val="001614A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614A8"/>
    <w:rPr>
      <w:rFonts w:ascii="Verdana" w:hAnsi="Verdana"/>
    </w:rPr>
  </w:style>
  <w:style w:type="paragraph" w:customStyle="1" w:styleId="Odrka1-4">
    <w:name w:val="_Odrážka_1-4_•"/>
    <w:basedOn w:val="Odrka1-1"/>
    <w:qFormat/>
    <w:rsid w:val="001614A8"/>
    <w:pPr>
      <w:numPr>
        <w:ilvl w:val="3"/>
      </w:numPr>
    </w:pPr>
  </w:style>
  <w:style w:type="paragraph" w:customStyle="1" w:styleId="Odstavec1-41">
    <w:name w:val="_Odstavec_1-4_1."/>
    <w:basedOn w:val="Odstavec1-1a"/>
    <w:link w:val="Odstavec1-41Char"/>
    <w:qFormat/>
    <w:rsid w:val="003C77F1"/>
    <w:pPr>
      <w:numPr>
        <w:numId w:val="0"/>
      </w:numPr>
      <w:tabs>
        <w:tab w:val="num" w:pos="2041"/>
      </w:tabs>
      <w:ind w:left="2041" w:hanging="340"/>
    </w:pPr>
  </w:style>
  <w:style w:type="character" w:customStyle="1" w:styleId="Odstavec1-1aChar">
    <w:name w:val="_Odstavec_1-1_a) Char"/>
    <w:basedOn w:val="Standardnpsmoodstavce"/>
    <w:link w:val="Odstavec1-1a"/>
    <w:rsid w:val="001614A8"/>
    <w:rPr>
      <w:rFonts w:ascii="Verdana" w:hAnsi="Verdana"/>
    </w:rPr>
  </w:style>
  <w:style w:type="character" w:customStyle="1" w:styleId="Odstavec1-41Char">
    <w:name w:val="_Odstavec_1-4_1. Char"/>
    <w:basedOn w:val="Odstavec1-1aChar"/>
    <w:link w:val="Odstavec1-41"/>
    <w:rsid w:val="003C77F1"/>
    <w:rPr>
      <w:rFonts w:ascii="Verdana" w:hAnsi="Verdana"/>
    </w:rPr>
  </w:style>
  <w:style w:type="paragraph" w:customStyle="1" w:styleId="Zpatvlevo">
    <w:name w:val="_Zápatí_vlevo"/>
    <w:basedOn w:val="Zpatvpravo"/>
    <w:qFormat/>
    <w:rsid w:val="001614A8"/>
    <w:pPr>
      <w:jc w:val="left"/>
    </w:pPr>
  </w:style>
  <w:style w:type="character" w:customStyle="1" w:styleId="Nzevakce">
    <w:name w:val="_Název_akce"/>
    <w:basedOn w:val="Standardnpsmoodstavce"/>
    <w:qFormat/>
    <w:rsid w:val="001614A8"/>
    <w:rPr>
      <w:rFonts w:ascii="Verdana" w:hAnsi="Verdana"/>
      <w:b/>
      <w:sz w:val="36"/>
    </w:rPr>
  </w:style>
  <w:style w:type="paragraph" w:customStyle="1" w:styleId="Zpatvpravo">
    <w:name w:val="_Zápatí_vpravo"/>
    <w:qFormat/>
    <w:rsid w:val="001614A8"/>
    <w:pPr>
      <w:spacing w:after="0" w:line="240" w:lineRule="auto"/>
      <w:jc w:val="right"/>
    </w:pPr>
    <w:rPr>
      <w:rFonts w:ascii="Verdana" w:hAnsi="Verdana"/>
      <w:sz w:val="12"/>
    </w:rPr>
  </w:style>
  <w:style w:type="character" w:customStyle="1" w:styleId="Znaka">
    <w:name w:val="_Značka"/>
    <w:basedOn w:val="Standardnpsmoodstavce"/>
    <w:rsid w:val="001614A8"/>
    <w:rPr>
      <w:rFonts w:ascii="Verdana" w:hAnsi="Verdana"/>
      <w:b/>
      <w:sz w:val="36"/>
    </w:rPr>
  </w:style>
  <w:style w:type="paragraph" w:customStyle="1" w:styleId="ZTPinfo-text-odr0">
    <w:name w:val="_ZTP_info-text-odr_•"/>
    <w:basedOn w:val="ZTPinfo-text-odr"/>
    <w:link w:val="ZTPinfo-text-odrChar0"/>
    <w:qFormat/>
    <w:rsid w:val="001614A8"/>
    <w:pPr>
      <w:numPr>
        <w:ilvl w:val="1"/>
      </w:numPr>
      <w:spacing w:after="80"/>
      <w:contextualSpacing/>
    </w:pPr>
  </w:style>
  <w:style w:type="character" w:customStyle="1" w:styleId="ZTPinfo-text-odrChar0">
    <w:name w:val="_ZTP_info-text-odr_• Char"/>
    <w:basedOn w:val="ZTPinfo-text-odrChar"/>
    <w:link w:val="ZTPinfo-text-odr0"/>
    <w:rsid w:val="001614A8"/>
    <w:rPr>
      <w:rFonts w:ascii="Verdana" w:hAnsi="Verdana"/>
      <w:i/>
      <w:color w:val="00A1E0"/>
    </w:rPr>
  </w:style>
  <w:style w:type="paragraph" w:customStyle="1" w:styleId="Tabulka-9">
    <w:name w:val="_Tabulka-9"/>
    <w:basedOn w:val="Textbezodsazen"/>
    <w:qFormat/>
    <w:rsid w:val="001614A8"/>
    <w:pPr>
      <w:spacing w:before="40" w:after="40" w:line="240" w:lineRule="auto"/>
      <w:jc w:val="left"/>
    </w:pPr>
  </w:style>
  <w:style w:type="paragraph" w:customStyle="1" w:styleId="Tabulka-8">
    <w:name w:val="_Tabulka-8"/>
    <w:basedOn w:val="Tabulka-9"/>
    <w:qFormat/>
    <w:rsid w:val="001614A8"/>
    <w:rPr>
      <w:sz w:val="16"/>
    </w:rPr>
  </w:style>
  <w:style w:type="paragraph" w:customStyle="1" w:styleId="Odrka1-5-">
    <w:name w:val="_Odrážka_1-5_-"/>
    <w:basedOn w:val="Odrka1-4"/>
    <w:link w:val="Odrka1-5-Char"/>
    <w:qFormat/>
    <w:rsid w:val="001614A8"/>
    <w:pPr>
      <w:numPr>
        <w:ilvl w:val="4"/>
      </w:numPr>
      <w:spacing w:after="40"/>
    </w:pPr>
  </w:style>
  <w:style w:type="character" w:customStyle="1" w:styleId="Odrka1-5-Char">
    <w:name w:val="_Odrážka_1-5_- Char"/>
    <w:basedOn w:val="Standardnpsmoodstavce"/>
    <w:link w:val="Odrka1-5-"/>
    <w:rsid w:val="001614A8"/>
    <w:rPr>
      <w:rFonts w:ascii="Verdana" w:hAnsi="Verdana"/>
    </w:rPr>
  </w:style>
  <w:style w:type="paragraph" w:customStyle="1" w:styleId="Odstavec1-4a">
    <w:name w:val="_Odstavec_1-4_(a)"/>
    <w:basedOn w:val="Odstavec1-1a"/>
    <w:link w:val="Odstavec1-4aChar"/>
    <w:qFormat/>
    <w:rsid w:val="001614A8"/>
    <w:pPr>
      <w:numPr>
        <w:ilvl w:val="3"/>
      </w:numPr>
    </w:pPr>
  </w:style>
  <w:style w:type="character" w:customStyle="1" w:styleId="Odstavec1-4aChar">
    <w:name w:val="_Odstavec_1-4_(a) Char"/>
    <w:basedOn w:val="Odstavec1-1aChar"/>
    <w:link w:val="Odstavec1-4a"/>
    <w:rsid w:val="001614A8"/>
    <w:rPr>
      <w:rFonts w:ascii="Verdana" w:hAnsi="Verdana"/>
    </w:rPr>
  </w:style>
  <w:style w:type="table" w:customStyle="1" w:styleId="TabulkaS-zahlzap">
    <w:name w:val="_Tabulka_SŽ-zahl+zap"/>
    <w:basedOn w:val="Mkatabulky"/>
    <w:uiPriority w:val="99"/>
    <w:rsid w:val="001614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614A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1614A8"/>
    <w:pPr>
      <w:spacing w:before="20" w:after="20"/>
    </w:pPr>
    <w:rPr>
      <w:sz w:val="14"/>
    </w:rPr>
  </w:style>
  <w:style w:type="table" w:customStyle="1" w:styleId="TKPTabulka">
    <w:name w:val="_TKP_Tabulka"/>
    <w:basedOn w:val="Normlntabulka"/>
    <w:uiPriority w:val="99"/>
    <w:rsid w:val="001614A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6755E7DDC07432DB6F74961B6AE1966"/>
        <w:category>
          <w:name w:val="Obecné"/>
          <w:gallery w:val="placeholder"/>
        </w:category>
        <w:types>
          <w:type w:val="bbPlcHdr"/>
        </w:types>
        <w:behaviors>
          <w:behavior w:val="content"/>
        </w:behaviors>
        <w:guid w:val="{A547DC9A-8C3E-464D-A310-3381E87B6EEF}"/>
      </w:docPartPr>
      <w:docPartBody>
        <w:p w:rsidR="0063196C" w:rsidRDefault="00F04A49">
          <w:pPr>
            <w:pStyle w:val="B6755E7DDC07432DB6F74961B6AE196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A49"/>
    <w:rsid w:val="00042E61"/>
    <w:rsid w:val="002C4B8D"/>
    <w:rsid w:val="00445F0E"/>
    <w:rsid w:val="0063196C"/>
    <w:rsid w:val="00694A7C"/>
    <w:rsid w:val="008201B3"/>
    <w:rsid w:val="009F0B50"/>
    <w:rsid w:val="00B41D12"/>
    <w:rsid w:val="00B66674"/>
    <w:rsid w:val="00D343E4"/>
    <w:rsid w:val="00D8639F"/>
    <w:rsid w:val="00F04A49"/>
    <w:rsid w:val="00FD39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6755E7DDC07432DB6F74961B6AE1966">
    <w:name w:val="B6755E7DDC07432DB6F74961B6AE196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6755E7DDC07432DB6F74961B6AE1966">
    <w:name w:val="B6755E7DDC07432DB6F74961B6AE19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51F53AD-E44A-4A7A-A266-A1A345F90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3498</TotalTime>
  <Pages>13</Pages>
  <Words>4750</Words>
  <Characters>28027</Characters>
  <Application>Microsoft Office Word</Application>
  <DocSecurity>0</DocSecurity>
  <Lines>233</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DOKUMENTACE_210205</vt:lpstr>
      <vt:lpstr/>
      <vt:lpstr>Titulek 1. úrovně </vt:lpstr>
      <vt:lpstr>    Titulek 2. úrovně</vt:lpstr>
      <vt:lpstr>        Titulek 3. úrovně</vt:lpstr>
    </vt:vector>
  </TitlesOfParts>
  <Company>SŽ</Company>
  <LinksUpToDate>false</LinksUpToDate>
  <CharactersWithSpaces>32712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DOKUMENTACE_210205</dc:title>
  <dc:subject/>
  <dc:creator>Srovnal Otakar, Ing.</dc:creator>
  <cp:keywords/>
  <dc:description/>
  <cp:lastModifiedBy>Srovnal Otakar, Ing.</cp:lastModifiedBy>
  <cp:revision>12</cp:revision>
  <cp:lastPrinted>2019-03-07T14:42:00Z</cp:lastPrinted>
  <dcterms:created xsi:type="dcterms:W3CDTF">2021-04-29T20:06:00Z</dcterms:created>
  <dcterms:modified xsi:type="dcterms:W3CDTF">2021-06-22T09:12:00Z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