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D07A478" w:rsidR="00EB4ECA" w:rsidRDefault="009570D9" w:rsidP="00EB4ECA">
      <w:pPr>
        <w:pStyle w:val="Titul2"/>
      </w:pPr>
      <w:r>
        <w:t xml:space="preserve">Zpracování </w:t>
      </w:r>
      <w:r w:rsidR="00801443">
        <w:t xml:space="preserve">Záměru projektu </w:t>
      </w:r>
      <w:r w:rsidR="00EB4ECA">
        <w:t>- podlimitní</w:t>
      </w:r>
    </w:p>
    <w:p w14:paraId="42AEC481" w14:textId="77777777" w:rsidR="0035531B" w:rsidRDefault="0035531B" w:rsidP="00EB46E5">
      <w:pPr>
        <w:pStyle w:val="Titul2"/>
      </w:pPr>
    </w:p>
    <w:p w14:paraId="45B56DDE" w14:textId="628E839C" w:rsidR="002959FA" w:rsidRDefault="002959FA" w:rsidP="00AF5174">
      <w:pPr>
        <w:pStyle w:val="Titul2"/>
      </w:pPr>
      <w:r>
        <w:t>„</w:t>
      </w:r>
      <w:r w:rsidR="0093668A">
        <w:t xml:space="preserve">Výstavba </w:t>
      </w:r>
      <w:r w:rsidR="009C1F03">
        <w:t xml:space="preserve">GSM-R </w:t>
      </w:r>
      <w:r w:rsidR="0093668A">
        <w:t>na tratích Správy železnic</w:t>
      </w:r>
      <w:r w:rsidR="0010564F">
        <w:t>“</w:t>
      </w:r>
    </w:p>
    <w:p w14:paraId="5C44C8CB" w14:textId="639395B5" w:rsidR="00AD0C7B" w:rsidRDefault="00AD0C7B" w:rsidP="002959FA">
      <w:pPr>
        <w:pStyle w:val="Titul2"/>
        <w:jc w:val="center"/>
      </w:pPr>
    </w:p>
    <w:p w14:paraId="2FE33D70" w14:textId="3BB8AEC1" w:rsidR="00856BF1" w:rsidRDefault="00856BF1" w:rsidP="002959FA">
      <w:pPr>
        <w:pStyle w:val="Titul2"/>
        <w:jc w:val="center"/>
      </w:pPr>
    </w:p>
    <w:p w14:paraId="3714FD60" w14:textId="3B492EDB" w:rsidR="00856BF1" w:rsidRDefault="00856BF1" w:rsidP="002959FA">
      <w:pPr>
        <w:pStyle w:val="Titul2"/>
        <w:jc w:val="center"/>
      </w:pPr>
    </w:p>
    <w:p w14:paraId="01975F61" w14:textId="77777777" w:rsidR="00856BF1" w:rsidRPr="006C2343" w:rsidRDefault="00856BF1" w:rsidP="002959FA">
      <w:pPr>
        <w:pStyle w:val="Titul2"/>
        <w:jc w:val="center"/>
      </w:pPr>
    </w:p>
    <w:p w14:paraId="55D80A35" w14:textId="4EA22975" w:rsidR="00F46EA7" w:rsidRDefault="00F46EA7" w:rsidP="00F46EA7">
      <w:pPr>
        <w:pStyle w:val="Text1-1"/>
        <w:numPr>
          <w:ilvl w:val="0"/>
          <w:numId w:val="0"/>
        </w:numPr>
        <w:tabs>
          <w:tab w:val="left" w:pos="708"/>
        </w:tabs>
        <w:ind w:left="737" w:hanging="737"/>
      </w:pPr>
      <w:r>
        <w:t xml:space="preserve">Č.j. </w:t>
      </w:r>
      <w:r w:rsidR="00B653C0" w:rsidRPr="00B653C0">
        <w:t>20853</w:t>
      </w:r>
      <w:r w:rsidR="00504773" w:rsidRPr="00B653C0">
        <w:t>/202</w:t>
      </w:r>
      <w:r w:rsidR="00151F14" w:rsidRPr="00B653C0">
        <w:t>1</w:t>
      </w:r>
      <w:r w:rsidR="00504773" w:rsidRPr="00B653C0">
        <w:t>-SŽ-SSZ-OVZ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5E95276F" w:rsidR="00EB4ECA" w:rsidRDefault="00EB4ECA"/>
    <w:p w14:paraId="1B16ACA3" w14:textId="00DCAB31" w:rsidR="00AF5174" w:rsidRDefault="00AF5174"/>
    <w:p w14:paraId="2CA016F2" w14:textId="60EBFCE0" w:rsidR="00AF5174" w:rsidRDefault="00AF5174"/>
    <w:p w14:paraId="58510706" w14:textId="77777777" w:rsidR="00AF5174" w:rsidRDefault="00AF5174"/>
    <w:p w14:paraId="0348E736" w14:textId="77777777" w:rsidR="00EB4ECA" w:rsidRDefault="00EB4ECA"/>
    <w:p w14:paraId="1EDAB6C5" w14:textId="77777777" w:rsidR="00EB4ECA" w:rsidRDefault="00EB4ECA"/>
    <w:p w14:paraId="259ED431" w14:textId="77777777" w:rsidR="00BD7E91" w:rsidRDefault="00BD7E91" w:rsidP="00FE4333">
      <w:pPr>
        <w:pStyle w:val="Nadpisbezsl1-1"/>
      </w:pPr>
      <w:r>
        <w:t>Obsah</w:t>
      </w:r>
      <w:r w:rsidR="00887F36">
        <w:t xml:space="preserve"> </w:t>
      </w:r>
    </w:p>
    <w:p w14:paraId="67C6DDEC" w14:textId="49EC20A7" w:rsidR="004E7FF6"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75860396" w:history="1">
        <w:r w:rsidR="004E7FF6" w:rsidRPr="00CA672F">
          <w:rPr>
            <w:rStyle w:val="Hypertextovodkaz"/>
          </w:rPr>
          <w:t>1.</w:t>
        </w:r>
        <w:r w:rsidR="004E7FF6">
          <w:rPr>
            <w:rFonts w:eastAsiaTheme="minorEastAsia"/>
            <w:caps w:val="0"/>
            <w:noProof/>
            <w:sz w:val="22"/>
            <w:szCs w:val="22"/>
            <w:lang w:eastAsia="cs-CZ"/>
          </w:rPr>
          <w:tab/>
        </w:r>
        <w:r w:rsidR="004E7FF6" w:rsidRPr="00CA672F">
          <w:rPr>
            <w:rStyle w:val="Hypertextovodkaz"/>
          </w:rPr>
          <w:t>ÚVODNÍ USTANOVENÍ</w:t>
        </w:r>
        <w:r w:rsidR="004E7FF6">
          <w:rPr>
            <w:noProof/>
            <w:webHidden/>
          </w:rPr>
          <w:tab/>
        </w:r>
        <w:r w:rsidR="004E7FF6">
          <w:rPr>
            <w:noProof/>
            <w:webHidden/>
          </w:rPr>
          <w:fldChar w:fldCharType="begin"/>
        </w:r>
        <w:r w:rsidR="004E7FF6">
          <w:rPr>
            <w:noProof/>
            <w:webHidden/>
          </w:rPr>
          <w:instrText xml:space="preserve"> PAGEREF _Toc75860396 \h </w:instrText>
        </w:r>
        <w:r w:rsidR="004E7FF6">
          <w:rPr>
            <w:noProof/>
            <w:webHidden/>
          </w:rPr>
        </w:r>
        <w:r w:rsidR="004E7FF6">
          <w:rPr>
            <w:noProof/>
            <w:webHidden/>
          </w:rPr>
          <w:fldChar w:fldCharType="separate"/>
        </w:r>
        <w:r w:rsidR="00420650">
          <w:rPr>
            <w:noProof/>
            <w:webHidden/>
          </w:rPr>
          <w:t>3</w:t>
        </w:r>
        <w:r w:rsidR="004E7FF6">
          <w:rPr>
            <w:noProof/>
            <w:webHidden/>
          </w:rPr>
          <w:fldChar w:fldCharType="end"/>
        </w:r>
      </w:hyperlink>
    </w:p>
    <w:p w14:paraId="533C9EC5" w14:textId="45E392E8" w:rsidR="004E7FF6" w:rsidRDefault="00816946">
      <w:pPr>
        <w:pStyle w:val="Obsah1"/>
        <w:rPr>
          <w:rFonts w:eastAsiaTheme="minorEastAsia"/>
          <w:caps w:val="0"/>
          <w:noProof/>
          <w:sz w:val="22"/>
          <w:szCs w:val="22"/>
          <w:lang w:eastAsia="cs-CZ"/>
        </w:rPr>
      </w:pPr>
      <w:hyperlink w:anchor="_Toc75860397" w:history="1">
        <w:r w:rsidR="004E7FF6" w:rsidRPr="00CA672F">
          <w:rPr>
            <w:rStyle w:val="Hypertextovodkaz"/>
          </w:rPr>
          <w:t>2.</w:t>
        </w:r>
        <w:r w:rsidR="004E7FF6">
          <w:rPr>
            <w:rFonts w:eastAsiaTheme="minorEastAsia"/>
            <w:caps w:val="0"/>
            <w:noProof/>
            <w:sz w:val="22"/>
            <w:szCs w:val="22"/>
            <w:lang w:eastAsia="cs-CZ"/>
          </w:rPr>
          <w:tab/>
        </w:r>
        <w:r w:rsidR="004E7FF6" w:rsidRPr="00CA672F">
          <w:rPr>
            <w:rStyle w:val="Hypertextovodkaz"/>
          </w:rPr>
          <w:t>IDENTIFIKAČNÍ ÚDAJE ZADAVATELE</w:t>
        </w:r>
        <w:r w:rsidR="004E7FF6">
          <w:rPr>
            <w:noProof/>
            <w:webHidden/>
          </w:rPr>
          <w:tab/>
        </w:r>
        <w:r w:rsidR="004E7FF6">
          <w:rPr>
            <w:noProof/>
            <w:webHidden/>
          </w:rPr>
          <w:fldChar w:fldCharType="begin"/>
        </w:r>
        <w:r w:rsidR="004E7FF6">
          <w:rPr>
            <w:noProof/>
            <w:webHidden/>
          </w:rPr>
          <w:instrText xml:space="preserve"> PAGEREF _Toc75860397 \h </w:instrText>
        </w:r>
        <w:r w:rsidR="004E7FF6">
          <w:rPr>
            <w:noProof/>
            <w:webHidden/>
          </w:rPr>
        </w:r>
        <w:r w:rsidR="004E7FF6">
          <w:rPr>
            <w:noProof/>
            <w:webHidden/>
          </w:rPr>
          <w:fldChar w:fldCharType="separate"/>
        </w:r>
        <w:r w:rsidR="00420650">
          <w:rPr>
            <w:noProof/>
            <w:webHidden/>
          </w:rPr>
          <w:t>3</w:t>
        </w:r>
        <w:r w:rsidR="004E7FF6">
          <w:rPr>
            <w:noProof/>
            <w:webHidden/>
          </w:rPr>
          <w:fldChar w:fldCharType="end"/>
        </w:r>
      </w:hyperlink>
    </w:p>
    <w:p w14:paraId="57A3C4F4" w14:textId="5F7CE596" w:rsidR="004E7FF6" w:rsidRDefault="00816946">
      <w:pPr>
        <w:pStyle w:val="Obsah1"/>
        <w:rPr>
          <w:rFonts w:eastAsiaTheme="minorEastAsia"/>
          <w:caps w:val="0"/>
          <w:noProof/>
          <w:sz w:val="22"/>
          <w:szCs w:val="22"/>
          <w:lang w:eastAsia="cs-CZ"/>
        </w:rPr>
      </w:pPr>
      <w:hyperlink w:anchor="_Toc75860398" w:history="1">
        <w:r w:rsidR="004E7FF6" w:rsidRPr="00CA672F">
          <w:rPr>
            <w:rStyle w:val="Hypertextovodkaz"/>
          </w:rPr>
          <w:t>3.</w:t>
        </w:r>
        <w:r w:rsidR="004E7FF6">
          <w:rPr>
            <w:rFonts w:eastAsiaTheme="minorEastAsia"/>
            <w:caps w:val="0"/>
            <w:noProof/>
            <w:sz w:val="22"/>
            <w:szCs w:val="22"/>
            <w:lang w:eastAsia="cs-CZ"/>
          </w:rPr>
          <w:tab/>
        </w:r>
        <w:r w:rsidR="004E7FF6" w:rsidRPr="00CA672F">
          <w:rPr>
            <w:rStyle w:val="Hypertextovodkaz"/>
          </w:rPr>
          <w:t>KOMUNIKACE MEZI ZADAVATELEM a DODAVATELEM</w:t>
        </w:r>
        <w:r w:rsidR="004E7FF6">
          <w:rPr>
            <w:noProof/>
            <w:webHidden/>
          </w:rPr>
          <w:tab/>
        </w:r>
        <w:r w:rsidR="004E7FF6">
          <w:rPr>
            <w:noProof/>
            <w:webHidden/>
          </w:rPr>
          <w:fldChar w:fldCharType="begin"/>
        </w:r>
        <w:r w:rsidR="004E7FF6">
          <w:rPr>
            <w:noProof/>
            <w:webHidden/>
          </w:rPr>
          <w:instrText xml:space="preserve"> PAGEREF _Toc75860398 \h </w:instrText>
        </w:r>
        <w:r w:rsidR="004E7FF6">
          <w:rPr>
            <w:noProof/>
            <w:webHidden/>
          </w:rPr>
        </w:r>
        <w:r w:rsidR="004E7FF6">
          <w:rPr>
            <w:noProof/>
            <w:webHidden/>
          </w:rPr>
          <w:fldChar w:fldCharType="separate"/>
        </w:r>
        <w:r w:rsidR="00420650">
          <w:rPr>
            <w:noProof/>
            <w:webHidden/>
          </w:rPr>
          <w:t>4</w:t>
        </w:r>
        <w:r w:rsidR="004E7FF6">
          <w:rPr>
            <w:noProof/>
            <w:webHidden/>
          </w:rPr>
          <w:fldChar w:fldCharType="end"/>
        </w:r>
      </w:hyperlink>
    </w:p>
    <w:p w14:paraId="40C7B93B" w14:textId="3E2623F3" w:rsidR="004E7FF6" w:rsidRDefault="00816946">
      <w:pPr>
        <w:pStyle w:val="Obsah1"/>
        <w:rPr>
          <w:rFonts w:eastAsiaTheme="minorEastAsia"/>
          <w:caps w:val="0"/>
          <w:noProof/>
          <w:sz w:val="22"/>
          <w:szCs w:val="22"/>
          <w:lang w:eastAsia="cs-CZ"/>
        </w:rPr>
      </w:pPr>
      <w:hyperlink w:anchor="_Toc75860399" w:history="1">
        <w:r w:rsidR="004E7FF6" w:rsidRPr="00CA672F">
          <w:rPr>
            <w:rStyle w:val="Hypertextovodkaz"/>
          </w:rPr>
          <w:t>4.</w:t>
        </w:r>
        <w:r w:rsidR="004E7FF6">
          <w:rPr>
            <w:rFonts w:eastAsiaTheme="minorEastAsia"/>
            <w:caps w:val="0"/>
            <w:noProof/>
            <w:sz w:val="22"/>
            <w:szCs w:val="22"/>
            <w:lang w:eastAsia="cs-CZ"/>
          </w:rPr>
          <w:tab/>
        </w:r>
        <w:r w:rsidR="004E7FF6" w:rsidRPr="00CA672F">
          <w:rPr>
            <w:rStyle w:val="Hypertextovodkaz"/>
          </w:rPr>
          <w:t>ÚČEL A PŘEDMĚT PLNĚNÍ VEŘEJNÉ ZAKÁZKY</w:t>
        </w:r>
        <w:r w:rsidR="004E7FF6">
          <w:rPr>
            <w:noProof/>
            <w:webHidden/>
          </w:rPr>
          <w:tab/>
        </w:r>
        <w:r w:rsidR="004E7FF6">
          <w:rPr>
            <w:noProof/>
            <w:webHidden/>
          </w:rPr>
          <w:fldChar w:fldCharType="begin"/>
        </w:r>
        <w:r w:rsidR="004E7FF6">
          <w:rPr>
            <w:noProof/>
            <w:webHidden/>
          </w:rPr>
          <w:instrText xml:space="preserve"> PAGEREF _Toc75860399 \h </w:instrText>
        </w:r>
        <w:r w:rsidR="004E7FF6">
          <w:rPr>
            <w:noProof/>
            <w:webHidden/>
          </w:rPr>
        </w:r>
        <w:r w:rsidR="004E7FF6">
          <w:rPr>
            <w:noProof/>
            <w:webHidden/>
          </w:rPr>
          <w:fldChar w:fldCharType="separate"/>
        </w:r>
        <w:r w:rsidR="00420650">
          <w:rPr>
            <w:noProof/>
            <w:webHidden/>
          </w:rPr>
          <w:t>4</w:t>
        </w:r>
        <w:r w:rsidR="004E7FF6">
          <w:rPr>
            <w:noProof/>
            <w:webHidden/>
          </w:rPr>
          <w:fldChar w:fldCharType="end"/>
        </w:r>
      </w:hyperlink>
    </w:p>
    <w:p w14:paraId="4919D830" w14:textId="5AC6975D" w:rsidR="004E7FF6" w:rsidRDefault="00816946">
      <w:pPr>
        <w:pStyle w:val="Obsah1"/>
        <w:rPr>
          <w:rFonts w:eastAsiaTheme="minorEastAsia"/>
          <w:caps w:val="0"/>
          <w:noProof/>
          <w:sz w:val="22"/>
          <w:szCs w:val="22"/>
          <w:lang w:eastAsia="cs-CZ"/>
        </w:rPr>
      </w:pPr>
      <w:hyperlink w:anchor="_Toc75860400" w:history="1">
        <w:r w:rsidR="004E7FF6" w:rsidRPr="00CA672F">
          <w:rPr>
            <w:rStyle w:val="Hypertextovodkaz"/>
          </w:rPr>
          <w:t>5.</w:t>
        </w:r>
        <w:r w:rsidR="004E7FF6">
          <w:rPr>
            <w:rFonts w:eastAsiaTheme="minorEastAsia"/>
            <w:caps w:val="0"/>
            <w:noProof/>
            <w:sz w:val="22"/>
            <w:szCs w:val="22"/>
            <w:lang w:eastAsia="cs-CZ"/>
          </w:rPr>
          <w:tab/>
        </w:r>
        <w:r w:rsidR="004E7FF6" w:rsidRPr="00CA672F">
          <w:rPr>
            <w:rStyle w:val="Hypertextovodkaz"/>
          </w:rPr>
          <w:t>ZDROJE FINANCOVÁNÍ A PŘEDPOKLÁDANÁ HODNOTA VEŘEJNÉ ZAKÁZKY</w:t>
        </w:r>
        <w:r w:rsidR="004E7FF6">
          <w:rPr>
            <w:noProof/>
            <w:webHidden/>
          </w:rPr>
          <w:tab/>
        </w:r>
        <w:r w:rsidR="004E7FF6">
          <w:rPr>
            <w:noProof/>
            <w:webHidden/>
          </w:rPr>
          <w:fldChar w:fldCharType="begin"/>
        </w:r>
        <w:r w:rsidR="004E7FF6">
          <w:rPr>
            <w:noProof/>
            <w:webHidden/>
          </w:rPr>
          <w:instrText xml:space="preserve"> PAGEREF _Toc75860400 \h </w:instrText>
        </w:r>
        <w:r w:rsidR="004E7FF6">
          <w:rPr>
            <w:noProof/>
            <w:webHidden/>
          </w:rPr>
        </w:r>
        <w:r w:rsidR="004E7FF6">
          <w:rPr>
            <w:noProof/>
            <w:webHidden/>
          </w:rPr>
          <w:fldChar w:fldCharType="separate"/>
        </w:r>
        <w:r w:rsidR="00420650">
          <w:rPr>
            <w:noProof/>
            <w:webHidden/>
          </w:rPr>
          <w:t>4</w:t>
        </w:r>
        <w:r w:rsidR="004E7FF6">
          <w:rPr>
            <w:noProof/>
            <w:webHidden/>
          </w:rPr>
          <w:fldChar w:fldCharType="end"/>
        </w:r>
      </w:hyperlink>
    </w:p>
    <w:p w14:paraId="7F877569" w14:textId="7E72EDE0" w:rsidR="004E7FF6" w:rsidRDefault="00816946">
      <w:pPr>
        <w:pStyle w:val="Obsah1"/>
        <w:rPr>
          <w:rFonts w:eastAsiaTheme="minorEastAsia"/>
          <w:caps w:val="0"/>
          <w:noProof/>
          <w:sz w:val="22"/>
          <w:szCs w:val="22"/>
          <w:lang w:eastAsia="cs-CZ"/>
        </w:rPr>
      </w:pPr>
      <w:hyperlink w:anchor="_Toc75860401" w:history="1">
        <w:r w:rsidR="004E7FF6" w:rsidRPr="00CA672F">
          <w:rPr>
            <w:rStyle w:val="Hypertextovodkaz"/>
          </w:rPr>
          <w:t>6.</w:t>
        </w:r>
        <w:r w:rsidR="004E7FF6">
          <w:rPr>
            <w:rFonts w:eastAsiaTheme="minorEastAsia"/>
            <w:caps w:val="0"/>
            <w:noProof/>
            <w:sz w:val="22"/>
            <w:szCs w:val="22"/>
            <w:lang w:eastAsia="cs-CZ"/>
          </w:rPr>
          <w:tab/>
        </w:r>
        <w:r w:rsidR="004E7FF6" w:rsidRPr="00CA672F">
          <w:rPr>
            <w:rStyle w:val="Hypertextovodkaz"/>
          </w:rPr>
          <w:t>OBSAH ZADÁVACÍ DOKUMENTACE</w:t>
        </w:r>
        <w:r w:rsidR="004E7FF6">
          <w:rPr>
            <w:noProof/>
            <w:webHidden/>
          </w:rPr>
          <w:tab/>
        </w:r>
        <w:r w:rsidR="004E7FF6">
          <w:rPr>
            <w:noProof/>
            <w:webHidden/>
          </w:rPr>
          <w:fldChar w:fldCharType="begin"/>
        </w:r>
        <w:r w:rsidR="004E7FF6">
          <w:rPr>
            <w:noProof/>
            <w:webHidden/>
          </w:rPr>
          <w:instrText xml:space="preserve"> PAGEREF _Toc75860401 \h </w:instrText>
        </w:r>
        <w:r w:rsidR="004E7FF6">
          <w:rPr>
            <w:noProof/>
            <w:webHidden/>
          </w:rPr>
        </w:r>
        <w:r w:rsidR="004E7FF6">
          <w:rPr>
            <w:noProof/>
            <w:webHidden/>
          </w:rPr>
          <w:fldChar w:fldCharType="separate"/>
        </w:r>
        <w:r w:rsidR="00420650">
          <w:rPr>
            <w:noProof/>
            <w:webHidden/>
          </w:rPr>
          <w:t>4</w:t>
        </w:r>
        <w:r w:rsidR="004E7FF6">
          <w:rPr>
            <w:noProof/>
            <w:webHidden/>
          </w:rPr>
          <w:fldChar w:fldCharType="end"/>
        </w:r>
      </w:hyperlink>
    </w:p>
    <w:p w14:paraId="0AB04465" w14:textId="560B6111" w:rsidR="004E7FF6" w:rsidRDefault="00816946">
      <w:pPr>
        <w:pStyle w:val="Obsah1"/>
        <w:rPr>
          <w:rFonts w:eastAsiaTheme="minorEastAsia"/>
          <w:caps w:val="0"/>
          <w:noProof/>
          <w:sz w:val="22"/>
          <w:szCs w:val="22"/>
          <w:lang w:eastAsia="cs-CZ"/>
        </w:rPr>
      </w:pPr>
      <w:hyperlink w:anchor="_Toc75860402" w:history="1">
        <w:r w:rsidR="004E7FF6" w:rsidRPr="00CA672F">
          <w:rPr>
            <w:rStyle w:val="Hypertextovodkaz"/>
          </w:rPr>
          <w:t>7.</w:t>
        </w:r>
        <w:r w:rsidR="004E7FF6">
          <w:rPr>
            <w:rFonts w:eastAsiaTheme="minorEastAsia"/>
            <w:caps w:val="0"/>
            <w:noProof/>
            <w:sz w:val="22"/>
            <w:szCs w:val="22"/>
            <w:lang w:eastAsia="cs-CZ"/>
          </w:rPr>
          <w:tab/>
        </w:r>
        <w:r w:rsidR="004E7FF6" w:rsidRPr="00CA672F">
          <w:rPr>
            <w:rStyle w:val="Hypertextovodkaz"/>
          </w:rPr>
          <w:t>VYSVĚTLENÍ, ZMĚNY A DOPLNĚNÍ ZADÁVACÍ DOKUMENTACE</w:t>
        </w:r>
        <w:r w:rsidR="004E7FF6">
          <w:rPr>
            <w:noProof/>
            <w:webHidden/>
          </w:rPr>
          <w:tab/>
        </w:r>
        <w:r w:rsidR="004E7FF6">
          <w:rPr>
            <w:noProof/>
            <w:webHidden/>
          </w:rPr>
          <w:fldChar w:fldCharType="begin"/>
        </w:r>
        <w:r w:rsidR="004E7FF6">
          <w:rPr>
            <w:noProof/>
            <w:webHidden/>
          </w:rPr>
          <w:instrText xml:space="preserve"> PAGEREF _Toc75860402 \h </w:instrText>
        </w:r>
        <w:r w:rsidR="004E7FF6">
          <w:rPr>
            <w:noProof/>
            <w:webHidden/>
          </w:rPr>
        </w:r>
        <w:r w:rsidR="004E7FF6">
          <w:rPr>
            <w:noProof/>
            <w:webHidden/>
          </w:rPr>
          <w:fldChar w:fldCharType="separate"/>
        </w:r>
        <w:r w:rsidR="00420650">
          <w:rPr>
            <w:noProof/>
            <w:webHidden/>
          </w:rPr>
          <w:t>5</w:t>
        </w:r>
        <w:r w:rsidR="004E7FF6">
          <w:rPr>
            <w:noProof/>
            <w:webHidden/>
          </w:rPr>
          <w:fldChar w:fldCharType="end"/>
        </w:r>
      </w:hyperlink>
    </w:p>
    <w:p w14:paraId="273C84ED" w14:textId="0F8628E9" w:rsidR="004E7FF6" w:rsidRDefault="00816946">
      <w:pPr>
        <w:pStyle w:val="Obsah1"/>
        <w:rPr>
          <w:rFonts w:eastAsiaTheme="minorEastAsia"/>
          <w:caps w:val="0"/>
          <w:noProof/>
          <w:sz w:val="22"/>
          <w:szCs w:val="22"/>
          <w:lang w:eastAsia="cs-CZ"/>
        </w:rPr>
      </w:pPr>
      <w:hyperlink w:anchor="_Toc75860403" w:history="1">
        <w:r w:rsidR="004E7FF6" w:rsidRPr="00CA672F">
          <w:rPr>
            <w:rStyle w:val="Hypertextovodkaz"/>
          </w:rPr>
          <w:t>8.</w:t>
        </w:r>
        <w:r w:rsidR="004E7FF6">
          <w:rPr>
            <w:rFonts w:eastAsiaTheme="minorEastAsia"/>
            <w:caps w:val="0"/>
            <w:noProof/>
            <w:sz w:val="22"/>
            <w:szCs w:val="22"/>
            <w:lang w:eastAsia="cs-CZ"/>
          </w:rPr>
          <w:tab/>
        </w:r>
        <w:r w:rsidR="004E7FF6" w:rsidRPr="00CA672F">
          <w:rPr>
            <w:rStyle w:val="Hypertextovodkaz"/>
          </w:rPr>
          <w:t>POŽADAVKY ZADAVATELE NA KVALIFIKACI</w:t>
        </w:r>
        <w:r w:rsidR="004E7FF6">
          <w:rPr>
            <w:noProof/>
            <w:webHidden/>
          </w:rPr>
          <w:tab/>
        </w:r>
        <w:r w:rsidR="004E7FF6">
          <w:rPr>
            <w:noProof/>
            <w:webHidden/>
          </w:rPr>
          <w:fldChar w:fldCharType="begin"/>
        </w:r>
        <w:r w:rsidR="004E7FF6">
          <w:rPr>
            <w:noProof/>
            <w:webHidden/>
          </w:rPr>
          <w:instrText xml:space="preserve"> PAGEREF _Toc75860403 \h </w:instrText>
        </w:r>
        <w:r w:rsidR="004E7FF6">
          <w:rPr>
            <w:noProof/>
            <w:webHidden/>
          </w:rPr>
        </w:r>
        <w:r w:rsidR="004E7FF6">
          <w:rPr>
            <w:noProof/>
            <w:webHidden/>
          </w:rPr>
          <w:fldChar w:fldCharType="separate"/>
        </w:r>
        <w:r w:rsidR="00420650">
          <w:rPr>
            <w:noProof/>
            <w:webHidden/>
          </w:rPr>
          <w:t>5</w:t>
        </w:r>
        <w:r w:rsidR="004E7FF6">
          <w:rPr>
            <w:noProof/>
            <w:webHidden/>
          </w:rPr>
          <w:fldChar w:fldCharType="end"/>
        </w:r>
      </w:hyperlink>
    </w:p>
    <w:p w14:paraId="57C42E58" w14:textId="20EBA238" w:rsidR="004E7FF6" w:rsidRDefault="00816946">
      <w:pPr>
        <w:pStyle w:val="Obsah1"/>
        <w:rPr>
          <w:rFonts w:eastAsiaTheme="minorEastAsia"/>
          <w:caps w:val="0"/>
          <w:noProof/>
          <w:sz w:val="22"/>
          <w:szCs w:val="22"/>
          <w:lang w:eastAsia="cs-CZ"/>
        </w:rPr>
      </w:pPr>
      <w:hyperlink w:anchor="_Toc75860404" w:history="1">
        <w:r w:rsidR="004E7FF6" w:rsidRPr="00CA672F">
          <w:rPr>
            <w:rStyle w:val="Hypertextovodkaz"/>
          </w:rPr>
          <w:t>9.</w:t>
        </w:r>
        <w:r w:rsidR="004E7FF6">
          <w:rPr>
            <w:rFonts w:eastAsiaTheme="minorEastAsia"/>
            <w:caps w:val="0"/>
            <w:noProof/>
            <w:sz w:val="22"/>
            <w:szCs w:val="22"/>
            <w:lang w:eastAsia="cs-CZ"/>
          </w:rPr>
          <w:tab/>
        </w:r>
        <w:r w:rsidR="004E7FF6" w:rsidRPr="00CA672F">
          <w:rPr>
            <w:rStyle w:val="Hypertextovodkaz"/>
          </w:rPr>
          <w:t>DALŠÍ INFORMACE/DOKUMENTY PŘEDKLÁDANÉ DODAVATELEM V NABÍDCE</w:t>
        </w:r>
        <w:r w:rsidR="004E7FF6">
          <w:rPr>
            <w:noProof/>
            <w:webHidden/>
          </w:rPr>
          <w:tab/>
        </w:r>
        <w:r w:rsidR="004E7FF6">
          <w:rPr>
            <w:noProof/>
            <w:webHidden/>
          </w:rPr>
          <w:fldChar w:fldCharType="begin"/>
        </w:r>
        <w:r w:rsidR="004E7FF6">
          <w:rPr>
            <w:noProof/>
            <w:webHidden/>
          </w:rPr>
          <w:instrText xml:space="preserve"> PAGEREF _Toc75860404 \h </w:instrText>
        </w:r>
        <w:r w:rsidR="004E7FF6">
          <w:rPr>
            <w:noProof/>
            <w:webHidden/>
          </w:rPr>
        </w:r>
        <w:r w:rsidR="004E7FF6">
          <w:rPr>
            <w:noProof/>
            <w:webHidden/>
          </w:rPr>
          <w:fldChar w:fldCharType="separate"/>
        </w:r>
        <w:r w:rsidR="00420650">
          <w:rPr>
            <w:noProof/>
            <w:webHidden/>
          </w:rPr>
          <w:t>12</w:t>
        </w:r>
        <w:r w:rsidR="004E7FF6">
          <w:rPr>
            <w:noProof/>
            <w:webHidden/>
          </w:rPr>
          <w:fldChar w:fldCharType="end"/>
        </w:r>
      </w:hyperlink>
    </w:p>
    <w:p w14:paraId="1C32D34B" w14:textId="4511C677" w:rsidR="004E7FF6" w:rsidRDefault="00816946">
      <w:pPr>
        <w:pStyle w:val="Obsah1"/>
        <w:rPr>
          <w:rFonts w:eastAsiaTheme="minorEastAsia"/>
          <w:caps w:val="0"/>
          <w:noProof/>
          <w:sz w:val="22"/>
          <w:szCs w:val="22"/>
          <w:lang w:eastAsia="cs-CZ"/>
        </w:rPr>
      </w:pPr>
      <w:hyperlink w:anchor="_Toc75860405" w:history="1">
        <w:r w:rsidR="004E7FF6" w:rsidRPr="00CA672F">
          <w:rPr>
            <w:rStyle w:val="Hypertextovodkaz"/>
          </w:rPr>
          <w:t>10.</w:t>
        </w:r>
        <w:r w:rsidR="004E7FF6">
          <w:rPr>
            <w:rFonts w:eastAsiaTheme="minorEastAsia"/>
            <w:caps w:val="0"/>
            <w:noProof/>
            <w:sz w:val="22"/>
            <w:szCs w:val="22"/>
            <w:lang w:eastAsia="cs-CZ"/>
          </w:rPr>
          <w:tab/>
        </w:r>
        <w:r w:rsidR="004E7FF6" w:rsidRPr="00CA672F">
          <w:rPr>
            <w:rStyle w:val="Hypertextovodkaz"/>
          </w:rPr>
          <w:t>JAZYK NABÍDEK A KOMUNIKAČNÍ JAZYK</w:t>
        </w:r>
        <w:r w:rsidR="004E7FF6">
          <w:rPr>
            <w:noProof/>
            <w:webHidden/>
          </w:rPr>
          <w:tab/>
        </w:r>
        <w:r w:rsidR="004E7FF6">
          <w:rPr>
            <w:noProof/>
            <w:webHidden/>
          </w:rPr>
          <w:fldChar w:fldCharType="begin"/>
        </w:r>
        <w:r w:rsidR="004E7FF6">
          <w:rPr>
            <w:noProof/>
            <w:webHidden/>
          </w:rPr>
          <w:instrText xml:space="preserve"> PAGEREF _Toc75860405 \h </w:instrText>
        </w:r>
        <w:r w:rsidR="004E7FF6">
          <w:rPr>
            <w:noProof/>
            <w:webHidden/>
          </w:rPr>
        </w:r>
        <w:r w:rsidR="004E7FF6">
          <w:rPr>
            <w:noProof/>
            <w:webHidden/>
          </w:rPr>
          <w:fldChar w:fldCharType="separate"/>
        </w:r>
        <w:r w:rsidR="00420650">
          <w:rPr>
            <w:noProof/>
            <w:webHidden/>
          </w:rPr>
          <w:t>14</w:t>
        </w:r>
        <w:r w:rsidR="004E7FF6">
          <w:rPr>
            <w:noProof/>
            <w:webHidden/>
          </w:rPr>
          <w:fldChar w:fldCharType="end"/>
        </w:r>
      </w:hyperlink>
    </w:p>
    <w:p w14:paraId="64E0983F" w14:textId="159F80BE" w:rsidR="004E7FF6" w:rsidRDefault="00816946">
      <w:pPr>
        <w:pStyle w:val="Obsah1"/>
        <w:rPr>
          <w:rFonts w:eastAsiaTheme="minorEastAsia"/>
          <w:caps w:val="0"/>
          <w:noProof/>
          <w:sz w:val="22"/>
          <w:szCs w:val="22"/>
          <w:lang w:eastAsia="cs-CZ"/>
        </w:rPr>
      </w:pPr>
      <w:hyperlink w:anchor="_Toc75860406" w:history="1">
        <w:r w:rsidR="004E7FF6" w:rsidRPr="00CA672F">
          <w:rPr>
            <w:rStyle w:val="Hypertextovodkaz"/>
          </w:rPr>
          <w:t>11.</w:t>
        </w:r>
        <w:r w:rsidR="004E7FF6">
          <w:rPr>
            <w:rFonts w:eastAsiaTheme="minorEastAsia"/>
            <w:caps w:val="0"/>
            <w:noProof/>
            <w:sz w:val="22"/>
            <w:szCs w:val="22"/>
            <w:lang w:eastAsia="cs-CZ"/>
          </w:rPr>
          <w:tab/>
        </w:r>
        <w:r w:rsidR="004E7FF6" w:rsidRPr="00CA672F">
          <w:rPr>
            <w:rStyle w:val="Hypertextovodkaz"/>
          </w:rPr>
          <w:t>OBSAH A PODÁVÁNÍ NABÍDEK</w:t>
        </w:r>
        <w:r w:rsidR="004E7FF6">
          <w:rPr>
            <w:noProof/>
            <w:webHidden/>
          </w:rPr>
          <w:tab/>
        </w:r>
        <w:r w:rsidR="004E7FF6">
          <w:rPr>
            <w:noProof/>
            <w:webHidden/>
          </w:rPr>
          <w:fldChar w:fldCharType="begin"/>
        </w:r>
        <w:r w:rsidR="004E7FF6">
          <w:rPr>
            <w:noProof/>
            <w:webHidden/>
          </w:rPr>
          <w:instrText xml:space="preserve"> PAGEREF _Toc75860406 \h </w:instrText>
        </w:r>
        <w:r w:rsidR="004E7FF6">
          <w:rPr>
            <w:noProof/>
            <w:webHidden/>
          </w:rPr>
        </w:r>
        <w:r w:rsidR="004E7FF6">
          <w:rPr>
            <w:noProof/>
            <w:webHidden/>
          </w:rPr>
          <w:fldChar w:fldCharType="separate"/>
        </w:r>
        <w:r w:rsidR="00420650">
          <w:rPr>
            <w:noProof/>
            <w:webHidden/>
          </w:rPr>
          <w:t>14</w:t>
        </w:r>
        <w:r w:rsidR="004E7FF6">
          <w:rPr>
            <w:noProof/>
            <w:webHidden/>
          </w:rPr>
          <w:fldChar w:fldCharType="end"/>
        </w:r>
      </w:hyperlink>
    </w:p>
    <w:p w14:paraId="173D84FA" w14:textId="528C0E55" w:rsidR="004E7FF6" w:rsidRDefault="00816946">
      <w:pPr>
        <w:pStyle w:val="Obsah1"/>
        <w:rPr>
          <w:rFonts w:eastAsiaTheme="minorEastAsia"/>
          <w:caps w:val="0"/>
          <w:noProof/>
          <w:sz w:val="22"/>
          <w:szCs w:val="22"/>
          <w:lang w:eastAsia="cs-CZ"/>
        </w:rPr>
      </w:pPr>
      <w:hyperlink w:anchor="_Toc75860407" w:history="1">
        <w:r w:rsidR="004E7FF6" w:rsidRPr="00CA672F">
          <w:rPr>
            <w:rStyle w:val="Hypertextovodkaz"/>
          </w:rPr>
          <w:t>12.</w:t>
        </w:r>
        <w:r w:rsidR="004E7FF6">
          <w:rPr>
            <w:rFonts w:eastAsiaTheme="minorEastAsia"/>
            <w:caps w:val="0"/>
            <w:noProof/>
            <w:sz w:val="22"/>
            <w:szCs w:val="22"/>
            <w:lang w:eastAsia="cs-CZ"/>
          </w:rPr>
          <w:tab/>
        </w:r>
        <w:r w:rsidR="004E7FF6" w:rsidRPr="00CA672F">
          <w:rPr>
            <w:rStyle w:val="Hypertextovodkaz"/>
          </w:rPr>
          <w:t>POŽADAVKY NA ZPRACOVÁNÍ NABÍDKOVÉ CENY</w:t>
        </w:r>
        <w:r w:rsidR="004E7FF6">
          <w:rPr>
            <w:noProof/>
            <w:webHidden/>
          </w:rPr>
          <w:tab/>
        </w:r>
        <w:r w:rsidR="004E7FF6">
          <w:rPr>
            <w:noProof/>
            <w:webHidden/>
          </w:rPr>
          <w:fldChar w:fldCharType="begin"/>
        </w:r>
        <w:r w:rsidR="004E7FF6">
          <w:rPr>
            <w:noProof/>
            <w:webHidden/>
          </w:rPr>
          <w:instrText xml:space="preserve"> PAGEREF _Toc75860407 \h </w:instrText>
        </w:r>
        <w:r w:rsidR="004E7FF6">
          <w:rPr>
            <w:noProof/>
            <w:webHidden/>
          </w:rPr>
        </w:r>
        <w:r w:rsidR="004E7FF6">
          <w:rPr>
            <w:noProof/>
            <w:webHidden/>
          </w:rPr>
          <w:fldChar w:fldCharType="separate"/>
        </w:r>
        <w:r w:rsidR="00420650">
          <w:rPr>
            <w:noProof/>
            <w:webHidden/>
          </w:rPr>
          <w:t>16</w:t>
        </w:r>
        <w:r w:rsidR="004E7FF6">
          <w:rPr>
            <w:noProof/>
            <w:webHidden/>
          </w:rPr>
          <w:fldChar w:fldCharType="end"/>
        </w:r>
      </w:hyperlink>
    </w:p>
    <w:p w14:paraId="2E23275D" w14:textId="6ADC1FCB" w:rsidR="004E7FF6" w:rsidRDefault="00816946">
      <w:pPr>
        <w:pStyle w:val="Obsah1"/>
        <w:rPr>
          <w:rFonts w:eastAsiaTheme="minorEastAsia"/>
          <w:caps w:val="0"/>
          <w:noProof/>
          <w:sz w:val="22"/>
          <w:szCs w:val="22"/>
          <w:lang w:eastAsia="cs-CZ"/>
        </w:rPr>
      </w:pPr>
      <w:hyperlink w:anchor="_Toc75860408" w:history="1">
        <w:r w:rsidR="004E7FF6" w:rsidRPr="00CA672F">
          <w:rPr>
            <w:rStyle w:val="Hypertextovodkaz"/>
          </w:rPr>
          <w:t>13.</w:t>
        </w:r>
        <w:r w:rsidR="004E7FF6">
          <w:rPr>
            <w:rFonts w:eastAsiaTheme="minorEastAsia"/>
            <w:caps w:val="0"/>
            <w:noProof/>
            <w:sz w:val="22"/>
            <w:szCs w:val="22"/>
            <w:lang w:eastAsia="cs-CZ"/>
          </w:rPr>
          <w:tab/>
        </w:r>
        <w:r w:rsidR="004E7FF6" w:rsidRPr="00CA672F">
          <w:rPr>
            <w:rStyle w:val="Hypertextovodkaz"/>
          </w:rPr>
          <w:t>VARIANTY NABÍDKY</w:t>
        </w:r>
        <w:r w:rsidR="004E7FF6">
          <w:rPr>
            <w:noProof/>
            <w:webHidden/>
          </w:rPr>
          <w:tab/>
        </w:r>
        <w:r w:rsidR="004E7FF6">
          <w:rPr>
            <w:noProof/>
            <w:webHidden/>
          </w:rPr>
          <w:fldChar w:fldCharType="begin"/>
        </w:r>
        <w:r w:rsidR="004E7FF6">
          <w:rPr>
            <w:noProof/>
            <w:webHidden/>
          </w:rPr>
          <w:instrText xml:space="preserve"> PAGEREF _Toc75860408 \h </w:instrText>
        </w:r>
        <w:r w:rsidR="004E7FF6">
          <w:rPr>
            <w:noProof/>
            <w:webHidden/>
          </w:rPr>
        </w:r>
        <w:r w:rsidR="004E7FF6">
          <w:rPr>
            <w:noProof/>
            <w:webHidden/>
          </w:rPr>
          <w:fldChar w:fldCharType="separate"/>
        </w:r>
        <w:r w:rsidR="00420650">
          <w:rPr>
            <w:noProof/>
            <w:webHidden/>
          </w:rPr>
          <w:t>17</w:t>
        </w:r>
        <w:r w:rsidR="004E7FF6">
          <w:rPr>
            <w:noProof/>
            <w:webHidden/>
          </w:rPr>
          <w:fldChar w:fldCharType="end"/>
        </w:r>
      </w:hyperlink>
    </w:p>
    <w:p w14:paraId="15A9EBA3" w14:textId="75799EA4" w:rsidR="004E7FF6" w:rsidRDefault="00816946">
      <w:pPr>
        <w:pStyle w:val="Obsah1"/>
        <w:rPr>
          <w:rFonts w:eastAsiaTheme="minorEastAsia"/>
          <w:caps w:val="0"/>
          <w:noProof/>
          <w:sz w:val="22"/>
          <w:szCs w:val="22"/>
          <w:lang w:eastAsia="cs-CZ"/>
        </w:rPr>
      </w:pPr>
      <w:hyperlink w:anchor="_Toc75860409" w:history="1">
        <w:r w:rsidR="004E7FF6" w:rsidRPr="00CA672F">
          <w:rPr>
            <w:rStyle w:val="Hypertextovodkaz"/>
          </w:rPr>
          <w:t>14.</w:t>
        </w:r>
        <w:r w:rsidR="004E7FF6">
          <w:rPr>
            <w:rFonts w:eastAsiaTheme="minorEastAsia"/>
            <w:caps w:val="0"/>
            <w:noProof/>
            <w:sz w:val="22"/>
            <w:szCs w:val="22"/>
            <w:lang w:eastAsia="cs-CZ"/>
          </w:rPr>
          <w:tab/>
        </w:r>
        <w:r w:rsidR="004E7FF6" w:rsidRPr="00CA672F">
          <w:rPr>
            <w:rStyle w:val="Hypertextovodkaz"/>
          </w:rPr>
          <w:t>OTEVÍRÁNÍ NABÍDEK</w:t>
        </w:r>
        <w:r w:rsidR="004E7FF6">
          <w:rPr>
            <w:noProof/>
            <w:webHidden/>
          </w:rPr>
          <w:tab/>
        </w:r>
        <w:r w:rsidR="004E7FF6">
          <w:rPr>
            <w:noProof/>
            <w:webHidden/>
          </w:rPr>
          <w:fldChar w:fldCharType="begin"/>
        </w:r>
        <w:r w:rsidR="004E7FF6">
          <w:rPr>
            <w:noProof/>
            <w:webHidden/>
          </w:rPr>
          <w:instrText xml:space="preserve"> PAGEREF _Toc75860409 \h </w:instrText>
        </w:r>
        <w:r w:rsidR="004E7FF6">
          <w:rPr>
            <w:noProof/>
            <w:webHidden/>
          </w:rPr>
        </w:r>
        <w:r w:rsidR="004E7FF6">
          <w:rPr>
            <w:noProof/>
            <w:webHidden/>
          </w:rPr>
          <w:fldChar w:fldCharType="separate"/>
        </w:r>
        <w:r w:rsidR="00420650">
          <w:rPr>
            <w:noProof/>
            <w:webHidden/>
          </w:rPr>
          <w:t>17</w:t>
        </w:r>
        <w:r w:rsidR="004E7FF6">
          <w:rPr>
            <w:noProof/>
            <w:webHidden/>
          </w:rPr>
          <w:fldChar w:fldCharType="end"/>
        </w:r>
      </w:hyperlink>
    </w:p>
    <w:p w14:paraId="32C17F51" w14:textId="7275EE9B" w:rsidR="004E7FF6" w:rsidRDefault="00816946">
      <w:pPr>
        <w:pStyle w:val="Obsah1"/>
        <w:rPr>
          <w:rFonts w:eastAsiaTheme="minorEastAsia"/>
          <w:caps w:val="0"/>
          <w:noProof/>
          <w:sz w:val="22"/>
          <w:szCs w:val="22"/>
          <w:lang w:eastAsia="cs-CZ"/>
        </w:rPr>
      </w:pPr>
      <w:hyperlink w:anchor="_Toc75860410" w:history="1">
        <w:r w:rsidR="004E7FF6" w:rsidRPr="00CA672F">
          <w:rPr>
            <w:rStyle w:val="Hypertextovodkaz"/>
          </w:rPr>
          <w:t>15.</w:t>
        </w:r>
        <w:r w:rsidR="004E7FF6">
          <w:rPr>
            <w:rFonts w:eastAsiaTheme="minorEastAsia"/>
            <w:caps w:val="0"/>
            <w:noProof/>
            <w:sz w:val="22"/>
            <w:szCs w:val="22"/>
            <w:lang w:eastAsia="cs-CZ"/>
          </w:rPr>
          <w:tab/>
        </w:r>
        <w:r w:rsidR="004E7FF6" w:rsidRPr="00CA672F">
          <w:rPr>
            <w:rStyle w:val="Hypertextovodkaz"/>
          </w:rPr>
          <w:t>POSOUZENÍ SPLNĚNÍ PODMÍNEK ÚČASTI</w:t>
        </w:r>
        <w:r w:rsidR="004E7FF6">
          <w:rPr>
            <w:noProof/>
            <w:webHidden/>
          </w:rPr>
          <w:tab/>
        </w:r>
        <w:r w:rsidR="004E7FF6">
          <w:rPr>
            <w:noProof/>
            <w:webHidden/>
          </w:rPr>
          <w:fldChar w:fldCharType="begin"/>
        </w:r>
        <w:r w:rsidR="004E7FF6">
          <w:rPr>
            <w:noProof/>
            <w:webHidden/>
          </w:rPr>
          <w:instrText xml:space="preserve"> PAGEREF _Toc75860410 \h </w:instrText>
        </w:r>
        <w:r w:rsidR="004E7FF6">
          <w:rPr>
            <w:noProof/>
            <w:webHidden/>
          </w:rPr>
        </w:r>
        <w:r w:rsidR="004E7FF6">
          <w:rPr>
            <w:noProof/>
            <w:webHidden/>
          </w:rPr>
          <w:fldChar w:fldCharType="separate"/>
        </w:r>
        <w:r w:rsidR="00420650">
          <w:rPr>
            <w:noProof/>
            <w:webHidden/>
          </w:rPr>
          <w:t>17</w:t>
        </w:r>
        <w:r w:rsidR="004E7FF6">
          <w:rPr>
            <w:noProof/>
            <w:webHidden/>
          </w:rPr>
          <w:fldChar w:fldCharType="end"/>
        </w:r>
      </w:hyperlink>
    </w:p>
    <w:p w14:paraId="443E1B9F" w14:textId="58BD88B6" w:rsidR="004E7FF6" w:rsidRDefault="00816946">
      <w:pPr>
        <w:pStyle w:val="Obsah1"/>
        <w:rPr>
          <w:rFonts w:eastAsiaTheme="minorEastAsia"/>
          <w:caps w:val="0"/>
          <w:noProof/>
          <w:sz w:val="22"/>
          <w:szCs w:val="22"/>
          <w:lang w:eastAsia="cs-CZ"/>
        </w:rPr>
      </w:pPr>
      <w:hyperlink w:anchor="_Toc75860411" w:history="1">
        <w:r w:rsidR="004E7FF6" w:rsidRPr="00CA672F">
          <w:rPr>
            <w:rStyle w:val="Hypertextovodkaz"/>
          </w:rPr>
          <w:t>16.</w:t>
        </w:r>
        <w:r w:rsidR="004E7FF6">
          <w:rPr>
            <w:rFonts w:eastAsiaTheme="minorEastAsia"/>
            <w:caps w:val="0"/>
            <w:noProof/>
            <w:sz w:val="22"/>
            <w:szCs w:val="22"/>
            <w:lang w:eastAsia="cs-CZ"/>
          </w:rPr>
          <w:tab/>
        </w:r>
        <w:r w:rsidR="004E7FF6" w:rsidRPr="00CA672F">
          <w:rPr>
            <w:rStyle w:val="Hypertextovodkaz"/>
          </w:rPr>
          <w:t>HODNOCENÍ NABÍDEK</w:t>
        </w:r>
        <w:r w:rsidR="004E7FF6">
          <w:rPr>
            <w:noProof/>
            <w:webHidden/>
          </w:rPr>
          <w:tab/>
        </w:r>
        <w:r w:rsidR="004E7FF6">
          <w:rPr>
            <w:noProof/>
            <w:webHidden/>
          </w:rPr>
          <w:fldChar w:fldCharType="begin"/>
        </w:r>
        <w:r w:rsidR="004E7FF6">
          <w:rPr>
            <w:noProof/>
            <w:webHidden/>
          </w:rPr>
          <w:instrText xml:space="preserve"> PAGEREF _Toc75860411 \h </w:instrText>
        </w:r>
        <w:r w:rsidR="004E7FF6">
          <w:rPr>
            <w:noProof/>
            <w:webHidden/>
          </w:rPr>
        </w:r>
        <w:r w:rsidR="004E7FF6">
          <w:rPr>
            <w:noProof/>
            <w:webHidden/>
          </w:rPr>
          <w:fldChar w:fldCharType="separate"/>
        </w:r>
        <w:r w:rsidR="00420650">
          <w:rPr>
            <w:noProof/>
            <w:webHidden/>
          </w:rPr>
          <w:t>18</w:t>
        </w:r>
        <w:r w:rsidR="004E7FF6">
          <w:rPr>
            <w:noProof/>
            <w:webHidden/>
          </w:rPr>
          <w:fldChar w:fldCharType="end"/>
        </w:r>
      </w:hyperlink>
    </w:p>
    <w:p w14:paraId="1DB66A65" w14:textId="03EF01A1" w:rsidR="004E7FF6" w:rsidRDefault="00816946">
      <w:pPr>
        <w:pStyle w:val="Obsah1"/>
        <w:rPr>
          <w:rFonts w:eastAsiaTheme="minorEastAsia"/>
          <w:caps w:val="0"/>
          <w:noProof/>
          <w:sz w:val="22"/>
          <w:szCs w:val="22"/>
          <w:lang w:eastAsia="cs-CZ"/>
        </w:rPr>
      </w:pPr>
      <w:hyperlink w:anchor="_Toc75860412" w:history="1">
        <w:r w:rsidR="004E7FF6" w:rsidRPr="00CA672F">
          <w:rPr>
            <w:rStyle w:val="Hypertextovodkaz"/>
          </w:rPr>
          <w:t>17.</w:t>
        </w:r>
        <w:r w:rsidR="004E7FF6">
          <w:rPr>
            <w:rFonts w:eastAsiaTheme="minorEastAsia"/>
            <w:caps w:val="0"/>
            <w:noProof/>
            <w:sz w:val="22"/>
            <w:szCs w:val="22"/>
            <w:lang w:eastAsia="cs-CZ"/>
          </w:rPr>
          <w:tab/>
        </w:r>
        <w:r w:rsidR="004E7FF6" w:rsidRPr="00CA672F">
          <w:rPr>
            <w:rStyle w:val="Hypertextovodkaz"/>
          </w:rPr>
          <w:t>ZRUŠENÍ VÝBĚROVÉHO ŘÍZENÍ</w:t>
        </w:r>
        <w:r w:rsidR="004E7FF6">
          <w:rPr>
            <w:noProof/>
            <w:webHidden/>
          </w:rPr>
          <w:tab/>
        </w:r>
        <w:r w:rsidR="004E7FF6">
          <w:rPr>
            <w:noProof/>
            <w:webHidden/>
          </w:rPr>
          <w:fldChar w:fldCharType="begin"/>
        </w:r>
        <w:r w:rsidR="004E7FF6">
          <w:rPr>
            <w:noProof/>
            <w:webHidden/>
          </w:rPr>
          <w:instrText xml:space="preserve"> PAGEREF _Toc75860412 \h </w:instrText>
        </w:r>
        <w:r w:rsidR="004E7FF6">
          <w:rPr>
            <w:noProof/>
            <w:webHidden/>
          </w:rPr>
        </w:r>
        <w:r w:rsidR="004E7FF6">
          <w:rPr>
            <w:noProof/>
            <w:webHidden/>
          </w:rPr>
          <w:fldChar w:fldCharType="separate"/>
        </w:r>
        <w:r w:rsidR="00420650">
          <w:rPr>
            <w:noProof/>
            <w:webHidden/>
          </w:rPr>
          <w:t>18</w:t>
        </w:r>
        <w:r w:rsidR="004E7FF6">
          <w:rPr>
            <w:noProof/>
            <w:webHidden/>
          </w:rPr>
          <w:fldChar w:fldCharType="end"/>
        </w:r>
      </w:hyperlink>
    </w:p>
    <w:p w14:paraId="7A1C710A" w14:textId="3AB069BA" w:rsidR="004E7FF6" w:rsidRDefault="00816946">
      <w:pPr>
        <w:pStyle w:val="Obsah1"/>
        <w:rPr>
          <w:rFonts w:eastAsiaTheme="minorEastAsia"/>
          <w:caps w:val="0"/>
          <w:noProof/>
          <w:sz w:val="22"/>
          <w:szCs w:val="22"/>
          <w:lang w:eastAsia="cs-CZ"/>
        </w:rPr>
      </w:pPr>
      <w:hyperlink w:anchor="_Toc75860413" w:history="1">
        <w:r w:rsidR="004E7FF6" w:rsidRPr="00CA672F">
          <w:rPr>
            <w:rStyle w:val="Hypertextovodkaz"/>
          </w:rPr>
          <w:t>18.</w:t>
        </w:r>
        <w:r w:rsidR="004E7FF6">
          <w:rPr>
            <w:rFonts w:eastAsiaTheme="minorEastAsia"/>
            <w:caps w:val="0"/>
            <w:noProof/>
            <w:sz w:val="22"/>
            <w:szCs w:val="22"/>
            <w:lang w:eastAsia="cs-CZ"/>
          </w:rPr>
          <w:tab/>
        </w:r>
        <w:r w:rsidR="004E7FF6" w:rsidRPr="00CA672F">
          <w:rPr>
            <w:rStyle w:val="Hypertextovodkaz"/>
          </w:rPr>
          <w:t>UZAVŘENÍ SMLOUVY</w:t>
        </w:r>
        <w:r w:rsidR="004E7FF6">
          <w:rPr>
            <w:noProof/>
            <w:webHidden/>
          </w:rPr>
          <w:tab/>
        </w:r>
        <w:r w:rsidR="004E7FF6">
          <w:rPr>
            <w:noProof/>
            <w:webHidden/>
          </w:rPr>
          <w:fldChar w:fldCharType="begin"/>
        </w:r>
        <w:r w:rsidR="004E7FF6">
          <w:rPr>
            <w:noProof/>
            <w:webHidden/>
          </w:rPr>
          <w:instrText xml:space="preserve"> PAGEREF _Toc75860413 \h </w:instrText>
        </w:r>
        <w:r w:rsidR="004E7FF6">
          <w:rPr>
            <w:noProof/>
            <w:webHidden/>
          </w:rPr>
        </w:r>
        <w:r w:rsidR="004E7FF6">
          <w:rPr>
            <w:noProof/>
            <w:webHidden/>
          </w:rPr>
          <w:fldChar w:fldCharType="separate"/>
        </w:r>
        <w:r w:rsidR="00420650">
          <w:rPr>
            <w:noProof/>
            <w:webHidden/>
          </w:rPr>
          <w:t>19</w:t>
        </w:r>
        <w:r w:rsidR="004E7FF6">
          <w:rPr>
            <w:noProof/>
            <w:webHidden/>
          </w:rPr>
          <w:fldChar w:fldCharType="end"/>
        </w:r>
      </w:hyperlink>
    </w:p>
    <w:p w14:paraId="3029905C" w14:textId="2D654AD2" w:rsidR="004E7FF6" w:rsidRDefault="00816946">
      <w:pPr>
        <w:pStyle w:val="Obsah1"/>
        <w:rPr>
          <w:rFonts w:eastAsiaTheme="minorEastAsia"/>
          <w:caps w:val="0"/>
          <w:noProof/>
          <w:sz w:val="22"/>
          <w:szCs w:val="22"/>
          <w:lang w:eastAsia="cs-CZ"/>
        </w:rPr>
      </w:pPr>
      <w:hyperlink w:anchor="_Toc75860414" w:history="1">
        <w:r w:rsidR="004E7FF6" w:rsidRPr="00CA672F">
          <w:rPr>
            <w:rStyle w:val="Hypertextovodkaz"/>
          </w:rPr>
          <w:t>19.</w:t>
        </w:r>
        <w:r w:rsidR="004E7FF6">
          <w:rPr>
            <w:rFonts w:eastAsiaTheme="minorEastAsia"/>
            <w:caps w:val="0"/>
            <w:noProof/>
            <w:sz w:val="22"/>
            <w:szCs w:val="22"/>
            <w:lang w:eastAsia="cs-CZ"/>
          </w:rPr>
          <w:tab/>
        </w:r>
        <w:r w:rsidR="004E7FF6" w:rsidRPr="00CA672F">
          <w:rPr>
            <w:rStyle w:val="Hypertextovodkaz"/>
          </w:rPr>
          <w:t>OCHRANA INFORMACÍ</w:t>
        </w:r>
        <w:r w:rsidR="004E7FF6">
          <w:rPr>
            <w:noProof/>
            <w:webHidden/>
          </w:rPr>
          <w:tab/>
        </w:r>
        <w:r w:rsidR="004E7FF6">
          <w:rPr>
            <w:noProof/>
            <w:webHidden/>
          </w:rPr>
          <w:fldChar w:fldCharType="begin"/>
        </w:r>
        <w:r w:rsidR="004E7FF6">
          <w:rPr>
            <w:noProof/>
            <w:webHidden/>
          </w:rPr>
          <w:instrText xml:space="preserve"> PAGEREF _Toc75860414 \h </w:instrText>
        </w:r>
        <w:r w:rsidR="004E7FF6">
          <w:rPr>
            <w:noProof/>
            <w:webHidden/>
          </w:rPr>
        </w:r>
        <w:r w:rsidR="004E7FF6">
          <w:rPr>
            <w:noProof/>
            <w:webHidden/>
          </w:rPr>
          <w:fldChar w:fldCharType="separate"/>
        </w:r>
        <w:r w:rsidR="00420650">
          <w:rPr>
            <w:noProof/>
            <w:webHidden/>
          </w:rPr>
          <w:t>20</w:t>
        </w:r>
        <w:r w:rsidR="004E7FF6">
          <w:rPr>
            <w:noProof/>
            <w:webHidden/>
          </w:rPr>
          <w:fldChar w:fldCharType="end"/>
        </w:r>
      </w:hyperlink>
    </w:p>
    <w:p w14:paraId="4593D97C" w14:textId="2F139816" w:rsidR="004E7FF6" w:rsidRDefault="00816946">
      <w:pPr>
        <w:pStyle w:val="Obsah1"/>
        <w:rPr>
          <w:rFonts w:eastAsiaTheme="minorEastAsia"/>
          <w:caps w:val="0"/>
          <w:noProof/>
          <w:sz w:val="22"/>
          <w:szCs w:val="22"/>
          <w:lang w:eastAsia="cs-CZ"/>
        </w:rPr>
      </w:pPr>
      <w:hyperlink w:anchor="_Toc75860415" w:history="1">
        <w:r w:rsidR="004E7FF6" w:rsidRPr="00CA672F">
          <w:rPr>
            <w:rStyle w:val="Hypertextovodkaz"/>
          </w:rPr>
          <w:t>20.</w:t>
        </w:r>
        <w:r w:rsidR="004E7FF6">
          <w:rPr>
            <w:rFonts w:eastAsiaTheme="minorEastAsia"/>
            <w:caps w:val="0"/>
            <w:noProof/>
            <w:sz w:val="22"/>
            <w:szCs w:val="22"/>
            <w:lang w:eastAsia="cs-CZ"/>
          </w:rPr>
          <w:tab/>
        </w:r>
        <w:r w:rsidR="004E7FF6" w:rsidRPr="00CA672F">
          <w:rPr>
            <w:rStyle w:val="Hypertextovodkaz"/>
          </w:rPr>
          <w:t>SOCIÁLNĚ A ENVIROMENTÁLNĚ ODPOVĚDNÉ ZADÁVÁNÍ, INOVACE</w:t>
        </w:r>
        <w:r w:rsidR="004E7FF6">
          <w:rPr>
            <w:noProof/>
            <w:webHidden/>
          </w:rPr>
          <w:tab/>
        </w:r>
        <w:r w:rsidR="004E7FF6">
          <w:rPr>
            <w:noProof/>
            <w:webHidden/>
          </w:rPr>
          <w:fldChar w:fldCharType="begin"/>
        </w:r>
        <w:r w:rsidR="004E7FF6">
          <w:rPr>
            <w:noProof/>
            <w:webHidden/>
          </w:rPr>
          <w:instrText xml:space="preserve"> PAGEREF _Toc75860415 \h </w:instrText>
        </w:r>
        <w:r w:rsidR="004E7FF6">
          <w:rPr>
            <w:noProof/>
            <w:webHidden/>
          </w:rPr>
        </w:r>
        <w:r w:rsidR="004E7FF6">
          <w:rPr>
            <w:noProof/>
            <w:webHidden/>
          </w:rPr>
          <w:fldChar w:fldCharType="separate"/>
        </w:r>
        <w:r w:rsidR="00420650">
          <w:rPr>
            <w:noProof/>
            <w:webHidden/>
          </w:rPr>
          <w:t>20</w:t>
        </w:r>
        <w:r w:rsidR="004E7FF6">
          <w:rPr>
            <w:noProof/>
            <w:webHidden/>
          </w:rPr>
          <w:fldChar w:fldCharType="end"/>
        </w:r>
      </w:hyperlink>
    </w:p>
    <w:p w14:paraId="540B4F80" w14:textId="29033E7F" w:rsidR="004E7FF6" w:rsidRDefault="00816946">
      <w:pPr>
        <w:pStyle w:val="Obsah1"/>
        <w:rPr>
          <w:rFonts w:eastAsiaTheme="minorEastAsia"/>
          <w:caps w:val="0"/>
          <w:noProof/>
          <w:sz w:val="22"/>
          <w:szCs w:val="22"/>
          <w:lang w:eastAsia="cs-CZ"/>
        </w:rPr>
      </w:pPr>
      <w:hyperlink w:anchor="_Toc75860416" w:history="1">
        <w:r w:rsidR="004E7FF6" w:rsidRPr="00CA672F">
          <w:rPr>
            <w:rStyle w:val="Hypertextovodkaz"/>
          </w:rPr>
          <w:t>21.</w:t>
        </w:r>
        <w:r w:rsidR="004E7FF6">
          <w:rPr>
            <w:rFonts w:eastAsiaTheme="minorEastAsia"/>
            <w:caps w:val="0"/>
            <w:noProof/>
            <w:sz w:val="22"/>
            <w:szCs w:val="22"/>
            <w:lang w:eastAsia="cs-CZ"/>
          </w:rPr>
          <w:tab/>
        </w:r>
        <w:r w:rsidR="004E7FF6" w:rsidRPr="00CA672F">
          <w:rPr>
            <w:rStyle w:val="Hypertextovodkaz"/>
          </w:rPr>
          <w:t>PŘÍLOHY TÉTO VÝZVY</w:t>
        </w:r>
        <w:r w:rsidR="004E7FF6">
          <w:rPr>
            <w:noProof/>
            <w:webHidden/>
          </w:rPr>
          <w:tab/>
        </w:r>
        <w:r w:rsidR="004E7FF6">
          <w:rPr>
            <w:noProof/>
            <w:webHidden/>
          </w:rPr>
          <w:fldChar w:fldCharType="begin"/>
        </w:r>
        <w:r w:rsidR="004E7FF6">
          <w:rPr>
            <w:noProof/>
            <w:webHidden/>
          </w:rPr>
          <w:instrText xml:space="preserve"> PAGEREF _Toc75860416 \h </w:instrText>
        </w:r>
        <w:r w:rsidR="004E7FF6">
          <w:rPr>
            <w:noProof/>
            <w:webHidden/>
          </w:rPr>
        </w:r>
        <w:r w:rsidR="004E7FF6">
          <w:rPr>
            <w:noProof/>
            <w:webHidden/>
          </w:rPr>
          <w:fldChar w:fldCharType="separate"/>
        </w:r>
        <w:r w:rsidR="00420650">
          <w:rPr>
            <w:noProof/>
            <w:webHidden/>
          </w:rPr>
          <w:t>21</w:t>
        </w:r>
        <w:r w:rsidR="004E7FF6">
          <w:rPr>
            <w:noProof/>
            <w:webHidden/>
          </w:rPr>
          <w:fldChar w:fldCharType="end"/>
        </w:r>
      </w:hyperlink>
    </w:p>
    <w:p w14:paraId="0F15203D" w14:textId="3CE2E70E"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75860396"/>
      <w:bookmarkStart w:id="1" w:name="_Toc389559699"/>
      <w:bookmarkStart w:id="2" w:name="_Toc397429847"/>
      <w:bookmarkStart w:id="3" w:name="_Ref433028040"/>
      <w:bookmarkStart w:id="4" w:name="_Toc1048197"/>
      <w:r>
        <w:lastRenderedPageBreak/>
        <w:t>ÚVODNÍ USTANOVENÍ</w:t>
      </w:r>
      <w:bookmarkEnd w:id="0"/>
    </w:p>
    <w:p w14:paraId="2D61952F" w14:textId="12BCC843"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ABF895B" w14:textId="2F863042" w:rsidR="00706CF9" w:rsidRPr="004D45AA" w:rsidRDefault="00DD7A41" w:rsidP="004D45AA">
      <w:pPr>
        <w:pStyle w:val="Text1-1"/>
      </w:pPr>
      <w:r w:rsidRPr="004D45AA">
        <w:rPr>
          <w:b/>
        </w:rPr>
        <w:t xml:space="preserve">Zadavatel </w:t>
      </w:r>
      <w:r w:rsidR="004D45AA" w:rsidRPr="004D45AA">
        <w:rPr>
          <w:rFonts w:ascii="Verdana" w:hAnsi="Verdana" w:cs="Verdana"/>
          <w:color w:val="000000"/>
        </w:rPr>
        <w:t xml:space="preserve">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 veřejnou zakázku, v souladu s ustanovením § 158 odst. 1 nezadává v zadávacím řízení podle „zákona“. </w:t>
      </w: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CFE2677" w14:textId="43E94E28" w:rsidR="007F5F7E" w:rsidRDefault="00DD7A41" w:rsidP="00801443">
      <w:pPr>
        <w:pStyle w:val="Text1-1"/>
      </w:pPr>
      <w:r w:rsidRPr="00DD7A41">
        <w:t xml:space="preserve">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w:t>
      </w:r>
      <w:r w:rsidR="007F5F7E">
        <w:t xml:space="preserve">v souvislosti s návštěvami a průzkumem místa budoucí stavby nebo v souvislosti s jakýmikoliv aspekty zadávacího řízení. </w:t>
      </w:r>
    </w:p>
    <w:p w14:paraId="4B2BF48B" w14:textId="3DA639A4" w:rsidR="0035531B" w:rsidRDefault="00DD7A41" w:rsidP="0080144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75860397"/>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597F9E8C" w:rsidR="00D365A1" w:rsidRDefault="00D365A1" w:rsidP="00DB525A">
      <w:pPr>
        <w:pStyle w:val="Textbezslovn"/>
        <w:spacing w:after="0"/>
        <w:ind w:left="2127" w:hanging="1390"/>
      </w:pPr>
    </w:p>
    <w:p w14:paraId="4B26F131" w14:textId="0F86FBAD"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Korespondenční adresa: </w:t>
      </w:r>
    </w:p>
    <w:p w14:paraId="490BAD78"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Správa železnic, státní organizace </w:t>
      </w:r>
    </w:p>
    <w:p w14:paraId="2A6DA9BC"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Stavební správa západ </w:t>
      </w:r>
    </w:p>
    <w:p w14:paraId="0FF23F33" w14:textId="3CE14DAD" w:rsidR="004D45AA" w:rsidRDefault="004D45AA" w:rsidP="004D45AA">
      <w:pPr>
        <w:pStyle w:val="Textbezslovn"/>
        <w:spacing w:after="0"/>
        <w:ind w:left="2127" w:hanging="1390"/>
        <w:jc w:val="left"/>
      </w:pPr>
      <w:r w:rsidRPr="004D45AA">
        <w:rPr>
          <w:rFonts w:ascii="Verdana" w:hAnsi="Verdana" w:cs="Verdana"/>
          <w:color w:val="000000"/>
        </w:rPr>
        <w:t>Sokolovská 1955/278 190 00 Praha 9</w:t>
      </w:r>
    </w:p>
    <w:p w14:paraId="46CAEEA0" w14:textId="77777777" w:rsidR="0035531B" w:rsidRDefault="0035531B" w:rsidP="0035531B">
      <w:pPr>
        <w:pStyle w:val="Nadpis1-1"/>
      </w:pPr>
      <w:bookmarkStart w:id="6" w:name="_Toc75860398"/>
      <w:r>
        <w:lastRenderedPageBreak/>
        <w:t>KOMUNIKACE MEZI ZADAVATELEM</w:t>
      </w:r>
      <w:r w:rsidR="00845C50">
        <w:t xml:space="preserve"> a </w:t>
      </w:r>
      <w:r>
        <w:t>DODAVATELEM</w:t>
      </w:r>
      <w:bookmarkEnd w:id="6"/>
      <w:r>
        <w:t xml:space="preserve"> </w:t>
      </w:r>
    </w:p>
    <w:p w14:paraId="72314BD6" w14:textId="231E8C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B3A53" w:rsidRPr="006A59D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FA008BB" w:rsidR="0035531B" w:rsidRDefault="0035531B" w:rsidP="002834CB">
      <w:pPr>
        <w:pStyle w:val="Text1-1"/>
        <w:spacing w:before="240" w:after="0"/>
      </w:pPr>
      <w:r>
        <w:t xml:space="preserve">Kontaktní osobou zadavatele pro </w:t>
      </w:r>
      <w:r w:rsidR="009531C1">
        <w:t xml:space="preserve">výběrové </w:t>
      </w:r>
      <w:r w:rsidR="00074BD1">
        <w:t xml:space="preserve">řízení je: </w:t>
      </w:r>
      <w:r w:rsidR="002834CB">
        <w:t>Vladimíra Hlídková</w:t>
      </w:r>
    </w:p>
    <w:p w14:paraId="294C5227" w14:textId="07441523" w:rsidR="0035531B" w:rsidRDefault="0035531B" w:rsidP="002834CB">
      <w:pPr>
        <w:pStyle w:val="Textbezslovn"/>
        <w:spacing w:after="0"/>
      </w:pPr>
      <w:r>
        <w:t xml:space="preserve">telefon: </w:t>
      </w:r>
      <w:r>
        <w:tab/>
      </w:r>
      <w:r w:rsidR="00044D31" w:rsidRPr="005F2A1F">
        <w:t>+420</w:t>
      </w:r>
      <w:r w:rsidR="00856BF1">
        <w:t> 724 321 788</w:t>
      </w:r>
    </w:p>
    <w:p w14:paraId="6FF85A5D" w14:textId="24BD4306" w:rsidR="0035531B" w:rsidRDefault="0035531B" w:rsidP="002834CB">
      <w:pPr>
        <w:pStyle w:val="Textbezslovn"/>
        <w:spacing w:after="0"/>
      </w:pPr>
      <w:r>
        <w:t xml:space="preserve">e-mail: </w:t>
      </w:r>
      <w:r>
        <w:tab/>
      </w:r>
      <w:r w:rsidR="00856BF1">
        <w:t>hlidkova@spravazeleznic.cz</w:t>
      </w:r>
      <w:r w:rsidR="00D365A1">
        <w:t xml:space="preserve"> </w:t>
      </w:r>
    </w:p>
    <w:p w14:paraId="25AF8478" w14:textId="77777777" w:rsidR="00FB61DF" w:rsidRPr="00BA2926" w:rsidRDefault="0035531B" w:rsidP="002834CB">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2834CB">
      <w:pPr>
        <w:pStyle w:val="Textbezslovn"/>
        <w:spacing w:after="0"/>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75860399"/>
      <w:r>
        <w:t>ÚČEL</w:t>
      </w:r>
      <w:r w:rsidR="00845C50">
        <w:t xml:space="preserve"> </w:t>
      </w:r>
      <w:r w:rsidR="00776A8A">
        <w:t>A</w:t>
      </w:r>
      <w:r w:rsidR="00845C50">
        <w:t> </w:t>
      </w:r>
      <w:r>
        <w:t>PŘEDMĚT PLNĚNÍ VEŘEJNÉ ZAKÁZKY</w:t>
      </w:r>
      <w:bookmarkEnd w:id="7"/>
    </w:p>
    <w:p w14:paraId="2C1E9676" w14:textId="77777777" w:rsidR="0035531B" w:rsidRPr="00685DD9" w:rsidRDefault="0035531B" w:rsidP="0035531B">
      <w:pPr>
        <w:pStyle w:val="Text1-1"/>
        <w:rPr>
          <w:rFonts w:ascii="Verdana" w:hAnsi="Verdana"/>
        </w:rPr>
      </w:pPr>
      <w:r w:rsidRPr="00685DD9">
        <w:t xml:space="preserve">Účel </w:t>
      </w:r>
      <w:r w:rsidR="00914AC7" w:rsidRPr="00685DD9">
        <w:t xml:space="preserve">a </w:t>
      </w:r>
      <w:r w:rsidR="00914AC7" w:rsidRPr="00685DD9">
        <w:rPr>
          <w:rFonts w:ascii="Verdana" w:hAnsi="Verdana"/>
        </w:rPr>
        <w:t>rozsah předmětu Díla</w:t>
      </w:r>
    </w:p>
    <w:p w14:paraId="00F0474E" w14:textId="3E92FB24" w:rsidR="004D45AA" w:rsidRPr="00685DD9" w:rsidRDefault="004D45AA" w:rsidP="00C429DB">
      <w:pPr>
        <w:autoSpaceDE w:val="0"/>
        <w:autoSpaceDN w:val="0"/>
        <w:adjustRightInd w:val="0"/>
        <w:spacing w:after="0" w:line="240" w:lineRule="auto"/>
        <w:ind w:left="709"/>
        <w:jc w:val="both"/>
      </w:pPr>
      <w:r w:rsidRPr="00685DD9">
        <w:t xml:space="preserve">Předmětem díla je zpracování </w:t>
      </w:r>
      <w:r w:rsidR="00FF75A9" w:rsidRPr="00685DD9">
        <w:t xml:space="preserve">Záměru projektu </w:t>
      </w:r>
      <w:r w:rsidRPr="00685DD9">
        <w:t xml:space="preserve">stavby: </w:t>
      </w:r>
      <w:r w:rsidR="009C1F03" w:rsidRPr="00685DD9">
        <w:t>„Výstavba GSM-R na tratích Správy železnic</w:t>
      </w:r>
      <w:r w:rsidRPr="00685DD9">
        <w:t>“.</w:t>
      </w:r>
    </w:p>
    <w:p w14:paraId="094503F0" w14:textId="705E6F37" w:rsidR="004D322B" w:rsidRPr="00685DD9" w:rsidRDefault="004D322B" w:rsidP="004D322B">
      <w:pPr>
        <w:autoSpaceDE w:val="0"/>
        <w:autoSpaceDN w:val="0"/>
        <w:adjustRightInd w:val="0"/>
        <w:spacing w:after="0" w:line="240" w:lineRule="auto"/>
        <w:ind w:left="709"/>
        <w:rPr>
          <w:rFonts w:ascii="Verdana" w:hAnsi="Verdana"/>
          <w:iCs/>
        </w:rPr>
      </w:pPr>
    </w:p>
    <w:p w14:paraId="645182D7" w14:textId="0AB9F54A" w:rsidR="001C2709" w:rsidRDefault="001C2709" w:rsidP="004A0BEF">
      <w:pPr>
        <w:autoSpaceDE w:val="0"/>
        <w:autoSpaceDN w:val="0"/>
        <w:adjustRightInd w:val="0"/>
        <w:spacing w:after="0" w:line="240" w:lineRule="auto"/>
        <w:ind w:left="709"/>
        <w:jc w:val="both"/>
        <w:rPr>
          <w:rFonts w:ascii="Verdana" w:hAnsi="Verdana"/>
          <w:iCs/>
        </w:rPr>
      </w:pPr>
      <w:r w:rsidRPr="004A0BEF">
        <w:rPr>
          <w:rFonts w:ascii="Verdana" w:hAnsi="Verdana"/>
          <w:iCs/>
        </w:rPr>
        <w:t xml:space="preserve">Účelem je vybudování stacionární části digitálního rádiového systému GSM-R v potřebném rozsahu a kvalitě dle čl. 4.2.5, 4.2.6 a 4.2.8 Směrnice SŽDC č. 35 pro dokončení pokrytí celé sítě Správy železnic v rozsahu </w:t>
      </w:r>
      <w:r w:rsidR="00575862" w:rsidRPr="004A0BEF">
        <w:rPr>
          <w:rFonts w:ascii="Verdana" w:hAnsi="Verdana"/>
          <w:iCs/>
        </w:rPr>
        <w:t>dle Přílohy</w:t>
      </w:r>
      <w:r w:rsidR="004A0BEF">
        <w:rPr>
          <w:rFonts w:ascii="Verdana" w:hAnsi="Verdana"/>
          <w:iCs/>
        </w:rPr>
        <w:t xml:space="preserve"> 7.1.3</w:t>
      </w:r>
      <w:r w:rsidR="00575862" w:rsidRPr="004A0BEF">
        <w:rPr>
          <w:rFonts w:ascii="Verdana" w:hAnsi="Verdana"/>
          <w:iCs/>
        </w:rPr>
        <w:t xml:space="preserve"> </w:t>
      </w:r>
      <w:bookmarkStart w:id="8" w:name="_GoBack"/>
      <w:bookmarkEnd w:id="8"/>
      <w:r w:rsidRPr="004A0BEF">
        <w:rPr>
          <w:rFonts w:ascii="Verdana" w:hAnsi="Verdana"/>
          <w:iCs/>
        </w:rPr>
        <w:t>Z</w:t>
      </w:r>
      <w:r w:rsidR="00AE77E2" w:rsidRPr="004A0BEF">
        <w:rPr>
          <w:rFonts w:ascii="Verdana" w:hAnsi="Verdana"/>
          <w:iCs/>
        </w:rPr>
        <w:t>vláštních technických podmínek</w:t>
      </w:r>
      <w:r w:rsidRPr="004A0BEF">
        <w:rPr>
          <w:rFonts w:ascii="Verdana" w:hAnsi="Verdana"/>
          <w:iCs/>
        </w:rPr>
        <w:t>.</w:t>
      </w:r>
    </w:p>
    <w:p w14:paraId="2B4C7728" w14:textId="77777777" w:rsidR="004A0BEF" w:rsidRPr="004A0BEF" w:rsidRDefault="004A0BEF" w:rsidP="004A0BEF">
      <w:pPr>
        <w:autoSpaceDE w:val="0"/>
        <w:autoSpaceDN w:val="0"/>
        <w:adjustRightInd w:val="0"/>
        <w:spacing w:after="0" w:line="240" w:lineRule="auto"/>
        <w:ind w:left="709"/>
        <w:jc w:val="both"/>
        <w:rPr>
          <w:rFonts w:ascii="Verdana" w:hAnsi="Verdana"/>
          <w:iCs/>
        </w:rPr>
      </w:pPr>
    </w:p>
    <w:p w14:paraId="42EE4470" w14:textId="1D776AB3" w:rsidR="004D322B" w:rsidRPr="004D322B" w:rsidRDefault="004D322B" w:rsidP="004D322B">
      <w:pPr>
        <w:autoSpaceDE w:val="0"/>
        <w:autoSpaceDN w:val="0"/>
        <w:adjustRightInd w:val="0"/>
        <w:spacing w:after="0" w:line="240" w:lineRule="auto"/>
        <w:ind w:left="709"/>
      </w:pPr>
      <w:r w:rsidRPr="00685DD9">
        <w:rPr>
          <w:rFonts w:ascii="Verdana" w:hAnsi="Verdana"/>
          <w:iCs/>
        </w:rPr>
        <w:t>Další podrobnosti jsou uvedeny ve Zvláštních technických podmínkách</w:t>
      </w:r>
      <w:r w:rsidRPr="004D322B">
        <w:rPr>
          <w:rFonts w:ascii="Verdana" w:hAnsi="Verdana"/>
          <w:iCs/>
        </w:rPr>
        <w:t>, kterou jsou součástí zadávací dokumentace.</w:t>
      </w:r>
    </w:p>
    <w:p w14:paraId="68BED5DF" w14:textId="77777777" w:rsidR="004D45AA" w:rsidRDefault="004D45AA" w:rsidP="00C429DB">
      <w:pPr>
        <w:autoSpaceDE w:val="0"/>
        <w:autoSpaceDN w:val="0"/>
        <w:adjustRightInd w:val="0"/>
        <w:spacing w:after="0" w:line="240" w:lineRule="auto"/>
        <w:ind w:left="709"/>
        <w:jc w:val="both"/>
        <w:rPr>
          <w:rFonts w:ascii="Verdana" w:hAnsi="Verdana" w:cs="Verdana"/>
        </w:rPr>
      </w:pPr>
    </w:p>
    <w:p w14:paraId="0DC1D7B3" w14:textId="01448E82" w:rsidR="0035531B" w:rsidRPr="00C12F1A" w:rsidRDefault="0035531B" w:rsidP="00151F14">
      <w:pPr>
        <w:pStyle w:val="Text1-1"/>
      </w:pPr>
      <w:r w:rsidRPr="00C12F1A">
        <w:t>Klasifikace předmětu veřejné zakázky</w:t>
      </w:r>
      <w:r w:rsidR="002834CB" w:rsidRPr="00C12F1A">
        <w:t xml:space="preserve"> - n</w:t>
      </w:r>
      <w:r w:rsidR="00395573" w:rsidRPr="00C12F1A">
        <w:t>eobsazeno</w:t>
      </w:r>
    </w:p>
    <w:p w14:paraId="607CB2A9" w14:textId="77777777" w:rsidR="0035531B" w:rsidRPr="00C12F1A" w:rsidRDefault="007354E9" w:rsidP="007354E9">
      <w:pPr>
        <w:pStyle w:val="Text1-1"/>
      </w:pPr>
      <w:r w:rsidRPr="00C12F1A">
        <w:t>Doba plnění veřejné zakázky je uvedena ve Smlouvě o dílo na plnění veřejné zakázky, jejíž závazný vzor tvoří Díl 2 zadávací dokumentace</w:t>
      </w:r>
      <w:r w:rsidR="0035531B" w:rsidRPr="00C12F1A">
        <w:t>.</w:t>
      </w:r>
    </w:p>
    <w:p w14:paraId="2ADEE5EC" w14:textId="77777777" w:rsidR="0035531B" w:rsidRPr="002834CB" w:rsidRDefault="0035531B" w:rsidP="006F6B09">
      <w:pPr>
        <w:pStyle w:val="Nadpis1-1"/>
      </w:pPr>
      <w:bookmarkStart w:id="9" w:name="_Toc75860400"/>
      <w:r w:rsidRPr="00C12F1A">
        <w:t>ZDROJE FINANCOVÁNÍ</w:t>
      </w:r>
      <w:r w:rsidR="00845C50" w:rsidRPr="00C12F1A">
        <w:t xml:space="preserve"> </w:t>
      </w:r>
      <w:r w:rsidR="00776A8A" w:rsidRPr="00C12F1A">
        <w:t>A</w:t>
      </w:r>
      <w:r w:rsidR="00845C50" w:rsidRPr="00C12F1A">
        <w:t> </w:t>
      </w:r>
      <w:r w:rsidRPr="00C12F1A">
        <w:t>PŘEDPOKLÁDANÁ HODNOTA</w:t>
      </w:r>
      <w:r w:rsidRPr="002834CB">
        <w:t xml:space="preserve"> VEŘEJNÉ ZAKÁZKY</w:t>
      </w:r>
      <w:bookmarkEnd w:id="9"/>
    </w:p>
    <w:p w14:paraId="4427511F" w14:textId="77777777" w:rsidR="0035531B" w:rsidRPr="002834CB" w:rsidRDefault="007354E9" w:rsidP="00DA2EE6">
      <w:pPr>
        <w:pStyle w:val="Text1-1"/>
      </w:pPr>
      <w:r w:rsidRPr="002834CB">
        <w:t>Předpokládá se financování této veřejné zakázky z prostředků České republiky - Státního</w:t>
      </w:r>
      <w:r w:rsidR="00DA2EE6" w:rsidRPr="002834CB">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295C49DF" w:rsidR="007354E9" w:rsidRPr="00685DD9" w:rsidRDefault="007354E9" w:rsidP="00504773">
      <w:pPr>
        <w:pStyle w:val="Text1-1"/>
      </w:pPr>
      <w:r w:rsidRPr="007354E9">
        <w:t>Předpokládan</w:t>
      </w:r>
      <w:r w:rsidR="00DA2EE6">
        <w:t xml:space="preserve">á hodnota veřejné </w:t>
      </w:r>
      <w:r w:rsidR="00DA2EE6" w:rsidRPr="00685DD9">
        <w:t xml:space="preserve">zakázky činí </w:t>
      </w:r>
      <w:r w:rsidR="009C1F03" w:rsidRPr="00685DD9">
        <w:rPr>
          <w:b/>
        </w:rPr>
        <w:t>9</w:t>
      </w:r>
      <w:r w:rsidR="004D45AA" w:rsidRPr="00685DD9">
        <w:rPr>
          <w:b/>
        </w:rPr>
        <w:t> </w:t>
      </w:r>
      <w:r w:rsidR="009C1F03" w:rsidRPr="00685DD9">
        <w:rPr>
          <w:b/>
        </w:rPr>
        <w:t>95</w:t>
      </w:r>
      <w:r w:rsidR="004D45AA" w:rsidRPr="00685DD9">
        <w:rPr>
          <w:b/>
        </w:rPr>
        <w:t>0 000</w:t>
      </w:r>
      <w:r w:rsidR="00BE32ED" w:rsidRPr="00685DD9">
        <w:rPr>
          <w:b/>
        </w:rPr>
        <w:t>,-</w:t>
      </w:r>
      <w:r w:rsidRPr="00685DD9">
        <w:rPr>
          <w:b/>
        </w:rPr>
        <w:t xml:space="preserve">Kč </w:t>
      </w:r>
      <w:r w:rsidRPr="00685DD9">
        <w:t>(bez DPH).</w:t>
      </w:r>
    </w:p>
    <w:p w14:paraId="01800F02" w14:textId="77777777" w:rsidR="0035531B" w:rsidRDefault="0035531B" w:rsidP="006F6B09">
      <w:pPr>
        <w:pStyle w:val="Nadpis1-1"/>
      </w:pPr>
      <w:bookmarkStart w:id="10" w:name="_Toc75860401"/>
      <w:r>
        <w:t>OBSAH ZADÁVACÍ DOKUMENTACE</w:t>
      </w:r>
      <w:bookmarkEnd w:id="10"/>
      <w:r>
        <w:t xml:space="preserve"> </w:t>
      </w:r>
    </w:p>
    <w:p w14:paraId="28CC8138" w14:textId="77777777" w:rsidR="0035531B" w:rsidRPr="00685DD9" w:rsidRDefault="00FD39DE" w:rsidP="00FD39DE">
      <w:pPr>
        <w:pStyle w:val="Text1-1"/>
      </w:pPr>
      <w:r w:rsidRPr="00685DD9">
        <w:t>Zadávací dokumentace obsahuje následující dokumenty</w:t>
      </w:r>
      <w:r w:rsidR="0035531B" w:rsidRPr="00685DD9">
        <w:t xml:space="preserve">: </w:t>
      </w:r>
    </w:p>
    <w:p w14:paraId="4885F6E1" w14:textId="77777777" w:rsidR="00FD39DE" w:rsidRPr="00685DD9" w:rsidRDefault="00FD39DE" w:rsidP="00FD39DE">
      <w:pPr>
        <w:pStyle w:val="Textbezslovn"/>
        <w:tabs>
          <w:tab w:val="left" w:pos="1701"/>
        </w:tabs>
        <w:ind w:left="1701" w:hanging="964"/>
        <w:rPr>
          <w:rStyle w:val="Tun9b"/>
        </w:rPr>
      </w:pPr>
      <w:r w:rsidRPr="00685DD9">
        <w:rPr>
          <w:rStyle w:val="Tun9b"/>
        </w:rPr>
        <w:t>DÍL 1</w:t>
      </w:r>
      <w:r w:rsidRPr="00685DD9">
        <w:rPr>
          <w:rStyle w:val="Tun9b"/>
        </w:rPr>
        <w:tab/>
        <w:t>VÝZVA K PODÁNÍ NABÍDKY</w:t>
      </w:r>
    </w:p>
    <w:p w14:paraId="565CE367" w14:textId="77777777" w:rsidR="00FD39DE" w:rsidRPr="00685DD9" w:rsidRDefault="00FD39DE" w:rsidP="00FD39DE">
      <w:pPr>
        <w:pStyle w:val="Textbezslovn"/>
        <w:tabs>
          <w:tab w:val="left" w:pos="1701"/>
        </w:tabs>
        <w:ind w:left="1701" w:hanging="964"/>
        <w:rPr>
          <w:rStyle w:val="Tun9b"/>
        </w:rPr>
      </w:pPr>
      <w:r w:rsidRPr="00685DD9">
        <w:rPr>
          <w:rStyle w:val="Tun9b"/>
        </w:rPr>
        <w:t>DÍL 2</w:t>
      </w:r>
      <w:r w:rsidRPr="00685DD9">
        <w:rPr>
          <w:rStyle w:val="Tun9b"/>
        </w:rPr>
        <w:tab/>
        <w:t>ZÁVAZNÝ VZOR SMLOUVY VČETNĚ PŘÍLOH</w:t>
      </w:r>
    </w:p>
    <w:p w14:paraId="73959C9E" w14:textId="77C69220" w:rsidR="0035531B" w:rsidRDefault="00FD39DE" w:rsidP="00AF31FA">
      <w:pPr>
        <w:pStyle w:val="Text1-1"/>
      </w:pPr>
      <w:r w:rsidRPr="00685DD9">
        <w:t>Zadávací dokumentace je přístupná na profilu</w:t>
      </w:r>
      <w:r>
        <w:t xml:space="preserve"> zadavatele: https://zakazky.s</w:t>
      </w:r>
      <w:r w:rsidR="009B3A53">
        <w:t>pravazeleznic</w:t>
      </w:r>
      <w:r>
        <w:t>.cz/</w:t>
      </w:r>
      <w:r w:rsidR="0035531B">
        <w:t>.</w:t>
      </w:r>
    </w:p>
    <w:p w14:paraId="4DA648D1" w14:textId="24FD99CB"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856BF1" w:rsidRPr="00ED500D">
          <w:rPr>
            <w:rStyle w:val="Hypertextovodkaz"/>
            <w:noProof w:val="0"/>
          </w:rPr>
          <w:t>http://www.tudc.cz/</w:t>
        </w:r>
      </w:hyperlink>
      <w:r w:rsidR="005A3D2F" w:rsidRPr="0013496A">
        <w:t xml:space="preserve"> nebo</w:t>
      </w:r>
      <w:r w:rsidR="001D5DE6">
        <w:t xml:space="preserve"> </w:t>
      </w:r>
      <w:hyperlink r:id="rId13" w:history="1">
        <w:r w:rsidR="009B3A53" w:rsidRPr="006A59D6">
          <w:rPr>
            <w:rStyle w:val="Hypertextovodkaz"/>
          </w:rPr>
          <w:t>https://www.spravazeleznic.cz/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3CB93BAA" w:rsidR="0035531B" w:rsidRPr="008513D8" w:rsidRDefault="00FD39DE" w:rsidP="00FD39DE">
      <w:pPr>
        <w:pStyle w:val="Text1-1"/>
      </w:pPr>
      <w:r w:rsidRPr="00FD39DE">
        <w:t xml:space="preserve">Dodavatelé jsou zcela odpovědni </w:t>
      </w:r>
      <w:r w:rsidR="00BA412D" w:rsidRPr="00ED116C">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1" w:name="_Toc75860402"/>
      <w:r>
        <w:t>VYSVĚTLENÍ, ZMĚNY</w:t>
      </w:r>
      <w:r w:rsidR="00845C50">
        <w:t xml:space="preserve"> </w:t>
      </w:r>
      <w:r w:rsidR="00776A8A">
        <w:t>A</w:t>
      </w:r>
      <w:r w:rsidR="00845C50">
        <w:t> </w:t>
      </w:r>
      <w:r>
        <w:t>DOPLNĚNÍ ZADÁVACÍ DOKUMENTACE</w:t>
      </w:r>
      <w:bookmarkEnd w:id="11"/>
      <w:r>
        <w:t xml:space="preserve"> </w:t>
      </w:r>
    </w:p>
    <w:p w14:paraId="748C00A0" w14:textId="57BD0D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9B3A53" w:rsidRPr="006A59D6">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B3A53" w:rsidRPr="006A59D6">
          <w:rPr>
            <w:rStyle w:val="Hypertextovodkaz"/>
            <w:noProof w:val="0"/>
          </w:rPr>
          <w:t>https://zakazky.spravazeleznic.cz/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210EFA91"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912C49" w:rsidRPr="006A59D6">
          <w:rPr>
            <w:rStyle w:val="Hypertextovodkaz"/>
            <w:noProof w:val="0"/>
          </w:rPr>
          <w:t>https://zakazky.spravazeleznic.cz/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2" w:name="_Toc75860403"/>
      <w:r>
        <w:t>POŽADAVKY ZADAVATELE NA KVALIFIKACI</w:t>
      </w:r>
      <w:bookmarkEnd w:id="12"/>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40938130" w:rsidR="0035531B" w:rsidRDefault="00FD39DE" w:rsidP="00FD39DE">
      <w:pPr>
        <w:pStyle w:val="Odrka1-1"/>
      </w:pPr>
      <w:r w:rsidRPr="00FD39DE">
        <w:t>Zadavatel požaduje p</w:t>
      </w:r>
      <w:r w:rsidR="00E501D1">
        <w:t>rokázání základní způsobilosti. Způsob</w:t>
      </w:r>
      <w:r w:rsidR="00151F14">
        <w:t>i</w:t>
      </w:r>
      <w:r w:rsidR="00E501D1">
        <w:t xml:space="preserve">lým </w:t>
      </w:r>
      <w:r w:rsidRPr="00FD39DE">
        <w:t>není dodavatel, který</w:t>
      </w:r>
      <w:r>
        <w:t>:</w:t>
      </w:r>
    </w:p>
    <w:p w14:paraId="5C8670DF" w14:textId="77777777" w:rsidR="003646A3" w:rsidRDefault="0035531B" w:rsidP="00867426">
      <w:pPr>
        <w:pStyle w:val="Odstavec1-2i"/>
        <w:numPr>
          <w:ilvl w:val="1"/>
          <w:numId w:val="16"/>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rsidP="00867426">
      <w:pPr>
        <w:pStyle w:val="Odstavec1-2i"/>
        <w:numPr>
          <w:ilvl w:val="1"/>
          <w:numId w:val="16"/>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1BA54AFE"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E714C">
        <w:t xml:space="preserve">živnostenské </w:t>
      </w:r>
      <w:r>
        <w:t>oprávnění</w:t>
      </w:r>
      <w:r w:rsidR="00BC6D2B">
        <w:t xml:space="preserve"> k </w:t>
      </w:r>
      <w:r>
        <w:t xml:space="preserve">podnikání pro následující činnosti: </w:t>
      </w:r>
    </w:p>
    <w:p w14:paraId="43AE37EB" w14:textId="2002B4DE" w:rsidR="00B31D68" w:rsidRDefault="0035531B" w:rsidP="00D95CCA">
      <w:pPr>
        <w:pStyle w:val="Odrka1-2-"/>
        <w:spacing w:after="120"/>
      </w:pPr>
      <w:r w:rsidRPr="00011423">
        <w:t>Projektov</w:t>
      </w:r>
      <w:r w:rsidR="00BE32ED">
        <w:t>á</w:t>
      </w:r>
      <w:r w:rsidR="00D95CCA">
        <w:t xml:space="preserve"> činnost ve výstavbě.</w:t>
      </w:r>
    </w:p>
    <w:p w14:paraId="22E16677" w14:textId="5650B10E" w:rsidR="00EE1F70" w:rsidRPr="00011423" w:rsidRDefault="00EE1F70" w:rsidP="00D95CCA">
      <w:pPr>
        <w:pStyle w:val="Odrka1-2-"/>
        <w:spacing w:after="120"/>
      </w:pPr>
      <w:r>
        <w:t>Poradenská a konzultační činnost, zpracování odborných studií a posudků</w:t>
      </w:r>
    </w:p>
    <w:p w14:paraId="0DA3F7FC" w14:textId="77777777" w:rsidR="0035531B" w:rsidRPr="00011423" w:rsidRDefault="0035531B" w:rsidP="00092CC9">
      <w:pPr>
        <w:pStyle w:val="Odrka1-1"/>
      </w:pPr>
      <w:r w:rsidRPr="00011423">
        <w:t>Odborná způsobilost:</w:t>
      </w:r>
    </w:p>
    <w:p w14:paraId="14DCF924" w14:textId="325B2647" w:rsidR="000A4548" w:rsidRDefault="000A4548" w:rsidP="000A4548">
      <w:pPr>
        <w:pStyle w:val="Odrka1-2-"/>
        <w:tabs>
          <w:tab w:val="clear" w:pos="1531"/>
          <w:tab w:val="num" w:pos="1589"/>
        </w:tabs>
        <w:ind w:left="1589"/>
      </w:pPr>
      <w:r w:rsidRPr="002945A7">
        <w:t xml:space="preserve">Zadavatel požaduje předložení dokladu o autorizaci v rozsahu dle § 5 odst. 3 písm. </w:t>
      </w:r>
      <w:r w:rsidRPr="002945A7">
        <w:rPr>
          <w:rStyle w:val="Tun9b"/>
        </w:rPr>
        <w:t>e)</w:t>
      </w:r>
      <w:r w:rsidRPr="002945A7">
        <w:t xml:space="preserve"> zákona č. 360/1992 Sb., o výkonu povolání autorizovaných architektů a o výkonu povolání autorizovaných inženýrů a techniků činných ve výstavbě, ve znění pozdějších předpisů.</w:t>
      </w:r>
    </w:p>
    <w:p w14:paraId="61F111E8"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3CF718B"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w:t>
      </w:r>
      <w:r w:rsidR="004E2B03">
        <w:rPr>
          <w:rStyle w:val="Tun9b"/>
        </w:rPr>
        <w:t>:</w:t>
      </w:r>
    </w:p>
    <w:p w14:paraId="296E3CA7" w14:textId="77777777" w:rsidR="009A5E3D" w:rsidRDefault="00DD1858" w:rsidP="00291AB0">
      <w:pPr>
        <w:pStyle w:val="Odrka1-1"/>
        <w:numPr>
          <w:ilvl w:val="0"/>
          <w:numId w:val="0"/>
        </w:numPr>
        <w:ind w:left="709"/>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w:t>
      </w:r>
    </w:p>
    <w:p w14:paraId="5AEF6FD0" w14:textId="07ADDE28" w:rsidR="00DD1858" w:rsidRPr="00685DD9" w:rsidRDefault="00DD1858" w:rsidP="009C1F03">
      <w:pPr>
        <w:pStyle w:val="Odrka1-1"/>
        <w:numPr>
          <w:ilvl w:val="0"/>
          <w:numId w:val="0"/>
        </w:numPr>
        <w:ind w:left="709"/>
      </w:pPr>
      <w:r w:rsidRPr="00227186">
        <w:t xml:space="preserve">Za významné služby obdobného charakteru se pokládají projektové práce spočívající ve </w:t>
      </w:r>
      <w:r w:rsidR="009A5E3D" w:rsidRPr="00227186">
        <w:t xml:space="preserve">zhotovení projektové dokumentace ve stupni </w:t>
      </w:r>
      <w:r w:rsidR="00AF5174">
        <w:t xml:space="preserve">záměru projektu (ZP) </w:t>
      </w:r>
      <w:r w:rsidR="00121901" w:rsidRPr="00227186">
        <w:t xml:space="preserve">nebo </w:t>
      </w:r>
      <w:r w:rsidR="009A5E3D" w:rsidRPr="00227186">
        <w:t xml:space="preserve">dokumentace pro územní řízení (DUR) nebo projektové dokumentace pro stavební povolení (DSP) nebo ve společném stupni projektové dokumentace pro stavební povolení a projektové </w:t>
      </w:r>
      <w:r w:rsidR="009A5E3D" w:rsidRPr="00685DD9">
        <w:t xml:space="preserve">dokumentace pro provádění stavby (DSP+PDPS) nebo ve stupni projektové dokumentace pro společné povolení (DUSP) nebo ve společném stupni projektové dokumentace pro společné povolení a projektové dokumentace pro provádění stavby (DUSP+PDPS) </w:t>
      </w:r>
      <w:r w:rsidRPr="00685DD9">
        <w:t>pro stavby železničních drah ve smyslu § 5 odst. 1 zák. č. 266/1994 Sb., o dráhách, ve znění pozdějších předpisů</w:t>
      </w:r>
      <w:r w:rsidR="001C5CED" w:rsidRPr="00685DD9">
        <w:t xml:space="preserve">. Za významné služby obdobného charakteru se pokládají pouze takové služby obdobného charakteru, jejichž předmětem byly následující činnosti: </w:t>
      </w:r>
      <w:r w:rsidR="00BA412D" w:rsidRPr="00685DD9">
        <w:rPr>
          <w:b/>
        </w:rPr>
        <w:t xml:space="preserve">projektování </w:t>
      </w:r>
      <w:r w:rsidR="00EE1F70" w:rsidRPr="00685DD9">
        <w:rPr>
          <w:b/>
        </w:rPr>
        <w:t xml:space="preserve">systému </w:t>
      </w:r>
      <w:r w:rsidR="009C1F03" w:rsidRPr="00685DD9">
        <w:rPr>
          <w:b/>
        </w:rPr>
        <w:t xml:space="preserve">GSM-R s pokrytím alespoň </w:t>
      </w:r>
      <w:r w:rsidR="00AE77E2" w:rsidRPr="00685DD9">
        <w:rPr>
          <w:b/>
        </w:rPr>
        <w:t>3</w:t>
      </w:r>
      <w:r w:rsidR="00F02679" w:rsidRPr="00685DD9">
        <w:rPr>
          <w:b/>
        </w:rPr>
        <w:t>00</w:t>
      </w:r>
      <w:r w:rsidR="009C1F03" w:rsidRPr="00685DD9">
        <w:rPr>
          <w:b/>
        </w:rPr>
        <w:t xml:space="preserve"> traťových kilometrů.</w:t>
      </w:r>
    </w:p>
    <w:p w14:paraId="2EA17699" w14:textId="12BCECC9" w:rsidR="00DD1858" w:rsidRPr="00685DD9" w:rsidRDefault="00DD1858" w:rsidP="00DD1858">
      <w:pPr>
        <w:pStyle w:val="Textbezslovn"/>
        <w:tabs>
          <w:tab w:val="num" w:pos="709"/>
        </w:tabs>
        <w:ind w:left="709" w:hanging="709"/>
      </w:pPr>
      <w:r w:rsidRPr="00685DD9">
        <w:tab/>
      </w:r>
      <w:r w:rsidR="009A5E3D" w:rsidRPr="00685DD9">
        <w:t xml:space="preserve">Za službu obdobného charakteru, resp. projektové práce spočívající ve zhotovení projektové dokumentace ve stupni </w:t>
      </w:r>
      <w:r w:rsidR="00AF5174" w:rsidRPr="00685DD9">
        <w:t>ZP</w:t>
      </w:r>
      <w:r w:rsidR="00121901" w:rsidRPr="00685DD9">
        <w:t xml:space="preserve"> nebo </w:t>
      </w:r>
      <w:r w:rsidR="009A5E3D" w:rsidRPr="00685DD9">
        <w:t>DUR nebo DSP nebo DSP+PDPS nebo DUSP nebo DUSP+PDPS, zadavatel považuje rovněž provedení aktualizace projektové dokumentace ve stupni DUR nebo DSP nebo DSP+PDPS nebo DUSP nebo DUSP+PDPS.</w:t>
      </w:r>
    </w:p>
    <w:p w14:paraId="427136A5" w14:textId="029AA172" w:rsidR="000A4548" w:rsidRPr="00E702FC" w:rsidRDefault="00DD1858" w:rsidP="000A4548">
      <w:pPr>
        <w:pStyle w:val="Textbezslovn"/>
        <w:ind w:left="709" w:hanging="709"/>
      </w:pPr>
      <w:r w:rsidRPr="00685DD9">
        <w:tab/>
        <w:t xml:space="preserve">Celkový součet </w:t>
      </w:r>
      <w:r w:rsidR="00CE219B" w:rsidRPr="00685DD9">
        <w:t>hodnot</w:t>
      </w:r>
      <w:r w:rsidRPr="00685DD9">
        <w:t xml:space="preserve"> významných </w:t>
      </w:r>
      <w:r w:rsidR="00EA1EF4" w:rsidRPr="00685DD9">
        <w:t xml:space="preserve">ukončených </w:t>
      </w:r>
      <w:r w:rsidRPr="00685DD9">
        <w:t xml:space="preserve">služeb obdobného charakteru za poslední </w:t>
      </w:r>
      <w:r w:rsidR="00850538" w:rsidRPr="00685DD9">
        <w:t>5</w:t>
      </w:r>
      <w:r w:rsidRPr="00685DD9">
        <w:t xml:space="preserve"> </w:t>
      </w:r>
      <w:r w:rsidR="00850538" w:rsidRPr="00685DD9">
        <w:t>let</w:t>
      </w:r>
      <w:r w:rsidRPr="00685DD9">
        <w:t xml:space="preserve"> před zahájením </w:t>
      </w:r>
      <w:r w:rsidR="002537CB" w:rsidRPr="00685DD9">
        <w:t>výběrového</w:t>
      </w:r>
      <w:r w:rsidRPr="00685DD9">
        <w:t xml:space="preserve"> řízení, které dodavatel poskytl, musí dosahovat v souhrnu nejméně </w:t>
      </w:r>
      <w:r w:rsidR="009C1F03" w:rsidRPr="00685DD9">
        <w:rPr>
          <w:b/>
        </w:rPr>
        <w:t>9</w:t>
      </w:r>
      <w:r w:rsidR="00EE1F70" w:rsidRPr="00685DD9">
        <w:rPr>
          <w:b/>
        </w:rPr>
        <w:t xml:space="preserve"> </w:t>
      </w:r>
      <w:r w:rsidR="009C1F03" w:rsidRPr="00685DD9">
        <w:rPr>
          <w:b/>
        </w:rPr>
        <w:t>9</w:t>
      </w:r>
      <w:r w:rsidR="00EE1F70" w:rsidRPr="00685DD9">
        <w:rPr>
          <w:b/>
        </w:rPr>
        <w:t>00 000,-</w:t>
      </w:r>
      <w:r w:rsidRPr="00685DD9">
        <w:rPr>
          <w:b/>
        </w:rPr>
        <w:t xml:space="preserve"> Kč bez DPH</w:t>
      </w:r>
      <w:r w:rsidRPr="00685DD9">
        <w:t xml:space="preserve">, přičemž alespoň jedna služba musí dosahovat </w:t>
      </w:r>
      <w:r w:rsidR="00CE219B" w:rsidRPr="00685DD9">
        <w:t>hodnoty</w:t>
      </w:r>
      <w:r w:rsidRPr="00685DD9">
        <w:t xml:space="preserve"> nejméně </w:t>
      </w:r>
      <w:r w:rsidR="009C1F03" w:rsidRPr="00685DD9">
        <w:rPr>
          <w:b/>
        </w:rPr>
        <w:t>5</w:t>
      </w:r>
      <w:r w:rsidR="00EE1F70" w:rsidRPr="00685DD9">
        <w:rPr>
          <w:b/>
        </w:rPr>
        <w:t xml:space="preserve"> </w:t>
      </w:r>
      <w:r w:rsidR="009C1F03" w:rsidRPr="00685DD9">
        <w:rPr>
          <w:b/>
        </w:rPr>
        <w:t>0</w:t>
      </w:r>
      <w:r w:rsidR="00856BF1" w:rsidRPr="00685DD9">
        <w:rPr>
          <w:b/>
        </w:rPr>
        <w:t>0</w:t>
      </w:r>
      <w:r w:rsidR="00F94955" w:rsidRPr="00685DD9">
        <w:rPr>
          <w:b/>
        </w:rPr>
        <w:t xml:space="preserve">0 000,- </w:t>
      </w:r>
      <w:r w:rsidR="0007510A" w:rsidRPr="00685DD9">
        <w:rPr>
          <w:b/>
        </w:rPr>
        <w:t>Kč bez DPH</w:t>
      </w:r>
      <w:r w:rsidRPr="00685DD9">
        <w:t xml:space="preserve">. </w:t>
      </w:r>
      <w:r w:rsidR="000A4548" w:rsidRPr="00685DD9">
        <w:t xml:space="preserve">Hodnotou služby se pro účely posouzení splnění kritérií technické kvalifikace rozumí cena, za kterou dodavatel provedl předmětné služby; tato cena nebude upravována </w:t>
      </w:r>
      <w:r w:rsidR="000A4548" w:rsidRPr="00E702FC">
        <w:t>o míru inflace tak, aby odpovídala současným hodnotám služeb.</w:t>
      </w:r>
    </w:p>
    <w:p w14:paraId="2178B2AF" w14:textId="77777777" w:rsidR="00DD1858" w:rsidRPr="00E702FC" w:rsidRDefault="00DD1858" w:rsidP="00DD1858">
      <w:pPr>
        <w:pStyle w:val="Textbezslovn"/>
        <w:ind w:left="709" w:hanging="709"/>
      </w:pPr>
      <w:r w:rsidRPr="00E702FC">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E702FC">
        <w:t>Správa železnic, státní organizace</w:t>
      </w:r>
      <w:r w:rsidRPr="00E702FC">
        <w:t xml:space="preserve">. </w:t>
      </w:r>
    </w:p>
    <w:p w14:paraId="5626FA9F" w14:textId="5D3A986B" w:rsidR="009A5E3D" w:rsidRPr="00227186" w:rsidRDefault="009A5E3D" w:rsidP="009A5E3D">
      <w:pPr>
        <w:pStyle w:val="Textbezslovn"/>
      </w:pPr>
      <w:r w:rsidRPr="009A5E3D">
        <w:t xml:space="preserve">Doba 5 let se považuje za splněnou, pokud byly významné služby v průběhu této doby dokončeny a pro prokázání </w:t>
      </w:r>
      <w:r w:rsidRPr="00227186">
        <w:t xml:space="preserve">kvalifikace postačuje, aby byly požadované minimální hodnoty významných služeb dosaženy za celou dobu poskytování významných služeb, nikoliv pouze v průběhu posledních 5 let před zahájením zadávacího řízení. V případě, že byla referovaná významná služba, resp. činnost (tj. např. projektové práce spočívající ve zpracování </w:t>
      </w:r>
      <w:r w:rsidRPr="00227186">
        <w:rPr>
          <w:rFonts w:cs="Arial"/>
          <w:bCs/>
        </w:rPr>
        <w:t xml:space="preserve">dokumentace </w:t>
      </w:r>
      <w:r w:rsidRPr="00227186">
        <w:t xml:space="preserve">ve stupni </w:t>
      </w:r>
      <w:r w:rsidR="00AF5174">
        <w:t>ZP</w:t>
      </w:r>
      <w:r w:rsidR="00121901" w:rsidRPr="00227186">
        <w:t xml:space="preserve"> nebo </w:t>
      </w:r>
      <w:r w:rsidRPr="00227186">
        <w:t xml:space="preserve">DUR, nebo DSP nebo DSP+PDPS nebo DUSP nebo DUSP+PDPS pro stavby železničních drah)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227186">
        <w:rPr>
          <w:rFonts w:cs="Arial"/>
          <w:bCs/>
        </w:rPr>
        <w:t xml:space="preserve">dokumentace </w:t>
      </w:r>
      <w:r w:rsidRPr="00227186">
        <w:t xml:space="preserve">ve stupni </w:t>
      </w:r>
      <w:r w:rsidR="00121901" w:rsidRPr="00227186">
        <w:t>Z</w:t>
      </w:r>
      <w:r w:rsidR="00AF5174">
        <w:t>P</w:t>
      </w:r>
      <w:r w:rsidR="00121901" w:rsidRPr="00227186">
        <w:t xml:space="preserve"> nebo </w:t>
      </w:r>
      <w:r w:rsidRPr="00227186">
        <w:t xml:space="preserve">DUR nebo DSP nebo DSP+PDPS nebo DUSP nebo DUSP+PDPS pro stavby železničních drah) s tím, že zakázka jako celek (tj. ohledně dalších činností, např. autorského dozoru při </w:t>
      </w:r>
      <w:r w:rsidRPr="009A5E3D">
        <w:t xml:space="preserve">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w:t>
      </w:r>
      <w:r w:rsidRPr="009A5E3D">
        <w:lastRenderedPageBreak/>
        <w:t>rozsahu referované činnosti (tj. např. zpracování projektové dokumentace) bylo dokončeno dříve než před 5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0698FC9" w14:textId="60EE8137" w:rsidR="009A5E3D" w:rsidRPr="00227186" w:rsidRDefault="009A5E3D" w:rsidP="009A5E3D">
      <w:pPr>
        <w:pStyle w:val="Textbezslovn"/>
      </w:pPr>
      <w:r w:rsidRPr="00227186">
        <w:t xml:space="preserve">Pro odstranění pochybností zadavatel upřesňuje, že pro potřeby doložení referenčních zakázek (významných služeb) se zakázka na projektové práce spočívající ve zpracování </w:t>
      </w:r>
      <w:r w:rsidRPr="00227186">
        <w:rPr>
          <w:rFonts w:cs="Arial"/>
          <w:bCs/>
        </w:rPr>
        <w:t xml:space="preserve">dokumentace </w:t>
      </w:r>
      <w:r w:rsidRPr="00227186">
        <w:t xml:space="preserve">ve stupni </w:t>
      </w:r>
      <w:r w:rsidR="00FF34B8" w:rsidRPr="00227186">
        <w:t>Z</w:t>
      </w:r>
      <w:r w:rsidR="00AF5174">
        <w:t>P</w:t>
      </w:r>
      <w:r w:rsidR="00FF34B8" w:rsidRPr="00227186">
        <w:t xml:space="preserve"> nebo </w:t>
      </w:r>
      <w:r w:rsidRPr="00227186">
        <w:t xml:space="preserve">DUR nebo DSP nebo DSP+PDPS nebo DUSP nebo DUSP+PDPS považuje za dokončenou předáním kompletní </w:t>
      </w:r>
      <w:r w:rsidR="00FF34B8" w:rsidRPr="00227186">
        <w:t>Z</w:t>
      </w:r>
      <w:r w:rsidR="00AF5174">
        <w:t>P</w:t>
      </w:r>
      <w:r w:rsidR="00FF34B8" w:rsidRPr="00227186">
        <w:t xml:space="preserve"> nebo </w:t>
      </w:r>
      <w:r w:rsidRPr="00227186">
        <w:t xml:space="preserve">DUR nebo DSP nebo DSP+PDPS nebo DUSP nebo DUSP+PDPS, příp. jejich kompletní aktualizace, objednateli po zapracování všech připomínek ze strany objednatele, a to bez případného podání žádosti o územní rozhodnutí, územní souhlas, stavební povolení nebo společné povolení, je-li součástí plnění zakázky. </w:t>
      </w:r>
    </w:p>
    <w:p w14:paraId="3F163BF4" w14:textId="6A54E6CB" w:rsidR="00DD1858" w:rsidRPr="00220B8A" w:rsidRDefault="00DD1858" w:rsidP="009A5E3D">
      <w:pPr>
        <w:pStyle w:val="Textbezslovn"/>
        <w:ind w:left="709"/>
      </w:pPr>
      <w:r w:rsidRPr="00227186">
        <w:t>Dodavatel může použít k prokázání splnění kritéria kvalifikace</w:t>
      </w:r>
      <w:r w:rsidRPr="00220B8A">
        <w:t xml:space="preserve"> týkajícího se požadavku na předložení seznamu referenčních zakázek i takové služby, které poskytl</w:t>
      </w:r>
    </w:p>
    <w:p w14:paraId="5306D4FC" w14:textId="77777777" w:rsidR="003646A3" w:rsidRPr="00220B8A" w:rsidRDefault="00DD1858" w:rsidP="00867426">
      <w:pPr>
        <w:pStyle w:val="Odstavec1-1a"/>
        <w:numPr>
          <w:ilvl w:val="0"/>
          <w:numId w:val="12"/>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rsidP="00867426">
      <w:pPr>
        <w:pStyle w:val="Odstavec1-1a"/>
        <w:numPr>
          <w:ilvl w:val="0"/>
          <w:numId w:val="12"/>
        </w:numPr>
        <w:tabs>
          <w:tab w:val="left" w:pos="993"/>
        </w:tabs>
        <w:ind w:left="709" w:firstLine="0"/>
      </w:pPr>
      <w:r w:rsidRPr="00220B8A">
        <w:t>jako poddodavatel, a to v rozsahu, v jakém se na plnění zakázky podílel.</w:t>
      </w:r>
    </w:p>
    <w:p w14:paraId="66094C02" w14:textId="4C29BE5B"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w:t>
      </w:r>
      <w:r w:rsidR="00EA1EF4">
        <w:t xml:space="preserve">Výše uvedené neplatí v případě, kdy účastník a jiná osoba, prostřednictvím které prokazuje účastník část kvalifikace, nebo dodavatelé tvořící konsorcium, v rámci </w:t>
      </w:r>
      <w:r w:rsidR="00EA1EF4" w:rsidRPr="00726EBD">
        <w:t>stejné referenční zakázky realizovali rozdílné části plnění samostatně naplňující definici významné služby.</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6EA4B89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B8010E">
        <w:t xml:space="preserve">, </w:t>
      </w:r>
      <w:r>
        <w:t xml:space="preserve">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12443C">
        <w:t xml:space="preserve">I v případě, že bude kvalifikace jednotlivých členů odborného personálu prokázána samostatně více fyzickými osobami,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22422A42"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F5BD8B4" w14:textId="77777777" w:rsidR="00685DD9" w:rsidRDefault="00685DD9" w:rsidP="00E05EB9">
      <w:pPr>
        <w:pStyle w:val="Textbezslovn"/>
      </w:pPr>
    </w:p>
    <w:p w14:paraId="1CBE24E9" w14:textId="5380328D" w:rsidR="00291AB0" w:rsidRPr="00685DD9" w:rsidRDefault="00197256" w:rsidP="00867426">
      <w:pPr>
        <w:pStyle w:val="Textbezslovn"/>
        <w:numPr>
          <w:ilvl w:val="0"/>
          <w:numId w:val="17"/>
        </w:numPr>
      </w:pPr>
      <w:r w:rsidRPr="00685DD9">
        <w:rPr>
          <w:b/>
        </w:rPr>
        <w:lastRenderedPageBreak/>
        <w:t>vedoucí týmu</w:t>
      </w:r>
    </w:p>
    <w:p w14:paraId="13F83534" w14:textId="4D04B6C0" w:rsidR="00A06370" w:rsidRPr="00685DD9" w:rsidRDefault="00197256" w:rsidP="00A06370">
      <w:pPr>
        <w:pStyle w:val="Odrka1-2-"/>
      </w:pPr>
      <w:r w:rsidRPr="00685DD9">
        <w:t xml:space="preserve">vysokoškolské vzdělání; </w:t>
      </w:r>
    </w:p>
    <w:p w14:paraId="1087065A" w14:textId="68008600" w:rsidR="00197256" w:rsidRPr="00685DD9" w:rsidRDefault="00197256" w:rsidP="00A06370">
      <w:pPr>
        <w:pStyle w:val="Odrka1-2-"/>
      </w:pPr>
      <w:r w:rsidRPr="00685DD9">
        <w:t>nejméně 5 let praxe v projektování obdobných zakázek, které obsahovaly alespoň následu</w:t>
      </w:r>
      <w:r w:rsidR="00FF34B8" w:rsidRPr="00685DD9">
        <w:t xml:space="preserve">jící činnosti: projektování na </w:t>
      </w:r>
      <w:r w:rsidRPr="00685DD9">
        <w:rPr>
          <w:b/>
        </w:rPr>
        <w:t xml:space="preserve">systému </w:t>
      </w:r>
      <w:r w:rsidR="009C1F03" w:rsidRPr="00685DD9">
        <w:rPr>
          <w:b/>
        </w:rPr>
        <w:t>GSM-R</w:t>
      </w:r>
      <w:r w:rsidR="00AE77E2" w:rsidRPr="00685DD9">
        <w:rPr>
          <w:b/>
        </w:rPr>
        <w:t xml:space="preserve"> s pokrytím alespoň 15</w:t>
      </w:r>
      <w:r w:rsidR="00A06370" w:rsidRPr="00685DD9">
        <w:rPr>
          <w:b/>
        </w:rPr>
        <w:t>0 traťových kilometrů</w:t>
      </w:r>
      <w:r w:rsidRPr="00685DD9">
        <w:t xml:space="preserve">; </w:t>
      </w:r>
    </w:p>
    <w:p w14:paraId="270B68E3" w14:textId="1711B9BE" w:rsidR="00197256" w:rsidRPr="00685DD9" w:rsidRDefault="00197256" w:rsidP="00197256">
      <w:pPr>
        <w:pStyle w:val="Odrka1-2-"/>
      </w:pPr>
      <w:r w:rsidRPr="00685DD9">
        <w:t xml:space="preserve">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w:t>
      </w:r>
    </w:p>
    <w:p w14:paraId="7BC39D29" w14:textId="01A61E10" w:rsidR="00197256" w:rsidRPr="00685DD9" w:rsidRDefault="00197256" w:rsidP="00197256">
      <w:pPr>
        <w:pStyle w:val="Odrka1-2-"/>
      </w:pPr>
      <w:r w:rsidRPr="00685DD9">
        <w:t xml:space="preserve">prokázat zkušenosti s plněním alespoň dvou zakázek na projektové práce spočívající ve zpracování dokumentace pro stavby železničních drah ve stupni </w:t>
      </w:r>
      <w:r w:rsidR="00FF34B8" w:rsidRPr="00685DD9">
        <w:t>Z</w:t>
      </w:r>
      <w:r w:rsidR="009360B5" w:rsidRPr="00685DD9">
        <w:t>P</w:t>
      </w:r>
      <w:r w:rsidR="00FF34B8" w:rsidRPr="00685DD9">
        <w:t xml:space="preserve"> nebo </w:t>
      </w:r>
      <w:r w:rsidRPr="00685DD9">
        <w:t xml:space="preserve">DUR nebo DSP nebo DSP+PDPS nebo DUSP nebo DUSP+PDPS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4C04BCDC" w14:textId="77777777" w:rsidR="00291AB0" w:rsidRPr="00685DD9" w:rsidRDefault="00291AB0" w:rsidP="00867426">
      <w:pPr>
        <w:pStyle w:val="Textbezslovn"/>
        <w:numPr>
          <w:ilvl w:val="0"/>
          <w:numId w:val="17"/>
        </w:numPr>
        <w:rPr>
          <w:b/>
        </w:rPr>
      </w:pPr>
      <w:r w:rsidRPr="00685DD9">
        <w:rPr>
          <w:b/>
        </w:rPr>
        <w:t>odpovědný projektant</w:t>
      </w:r>
    </w:p>
    <w:p w14:paraId="6CCE2806" w14:textId="77777777" w:rsidR="00291AB0" w:rsidRPr="00685DD9" w:rsidRDefault="00291AB0" w:rsidP="00291AB0">
      <w:pPr>
        <w:pStyle w:val="Odrka1-2-"/>
      </w:pPr>
      <w:r w:rsidRPr="00685DD9">
        <w:t>vysokoškolské vzdělání;</w:t>
      </w:r>
    </w:p>
    <w:p w14:paraId="3BE261CB" w14:textId="2AB437DD" w:rsidR="00291AB0" w:rsidRPr="00685DD9" w:rsidRDefault="00291AB0" w:rsidP="00291AB0">
      <w:pPr>
        <w:pStyle w:val="Odrka1-2-"/>
      </w:pPr>
      <w:r w:rsidRPr="00685DD9">
        <w:t>nejméně 5 let praxe v</w:t>
      </w:r>
      <w:r w:rsidR="00FF34B8" w:rsidRPr="00685DD9">
        <w:t> </w:t>
      </w:r>
      <w:r w:rsidRPr="00685DD9">
        <w:t>oboru</w:t>
      </w:r>
      <w:r w:rsidR="00FF34B8" w:rsidRPr="00685DD9">
        <w:t xml:space="preserve"> </w:t>
      </w:r>
      <w:r w:rsidR="00867C95" w:rsidRPr="00685DD9">
        <w:t>sdělovacího zařízení</w:t>
      </w:r>
      <w:r w:rsidRPr="00685DD9">
        <w:t>;</w:t>
      </w:r>
    </w:p>
    <w:p w14:paraId="76CE8D12" w14:textId="1137F24D" w:rsidR="00291AB0" w:rsidRPr="00685DD9" w:rsidRDefault="00291AB0" w:rsidP="00291AB0">
      <w:pPr>
        <w:pStyle w:val="Odrka1-2-"/>
      </w:pPr>
      <w:r w:rsidRPr="00685DD9">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1A7A9A3C" w14:textId="78E76547" w:rsidR="00291AB0" w:rsidRPr="00685DD9" w:rsidRDefault="00291AB0" w:rsidP="00867426">
      <w:pPr>
        <w:pStyle w:val="Textbezslovn"/>
        <w:numPr>
          <w:ilvl w:val="0"/>
          <w:numId w:val="17"/>
        </w:numPr>
        <w:rPr>
          <w:b/>
        </w:rPr>
      </w:pPr>
      <w:r w:rsidRPr="00685DD9">
        <w:rPr>
          <w:b/>
        </w:rPr>
        <w:t>specialista na sdělovací zařízení</w:t>
      </w:r>
    </w:p>
    <w:p w14:paraId="6C7BB1A8" w14:textId="77777777" w:rsidR="00291AB0" w:rsidRPr="00685DD9" w:rsidRDefault="00291AB0" w:rsidP="00291AB0">
      <w:pPr>
        <w:pStyle w:val="Odrka1-2-"/>
      </w:pPr>
      <w:r w:rsidRPr="00685DD9">
        <w:t>minimálně středoškolské vzdělání;</w:t>
      </w:r>
    </w:p>
    <w:p w14:paraId="605B6D45" w14:textId="77777777" w:rsidR="00291AB0" w:rsidRPr="00685DD9" w:rsidRDefault="00291AB0" w:rsidP="00291AB0">
      <w:pPr>
        <w:pStyle w:val="Odrka1-2-"/>
      </w:pPr>
      <w:r w:rsidRPr="00685DD9">
        <w:t>nejméně 5 let praxe v oboru instalace sdělovacího zařízení na železnici;</w:t>
      </w:r>
    </w:p>
    <w:p w14:paraId="5F7FE4E8" w14:textId="56BD572C" w:rsidR="00FF34B8" w:rsidRPr="00685DD9" w:rsidRDefault="002A0244" w:rsidP="00E35FDE">
      <w:pPr>
        <w:pStyle w:val="Odrka1-1"/>
        <w:rPr>
          <w:b/>
        </w:rPr>
      </w:pPr>
      <w:r w:rsidRPr="00685DD9">
        <w:rPr>
          <w:b/>
        </w:rPr>
        <w:t>specialista</w:t>
      </w:r>
      <w:r w:rsidR="00E35FDE" w:rsidRPr="00685DD9">
        <w:rPr>
          <w:b/>
        </w:rPr>
        <w:t xml:space="preserve"> na hodnocení ekonomické efektivnosti</w:t>
      </w:r>
    </w:p>
    <w:p w14:paraId="0C58C75C" w14:textId="77777777" w:rsidR="00FF34B8" w:rsidRPr="00685DD9" w:rsidRDefault="00FF34B8" w:rsidP="00FF34B8">
      <w:pPr>
        <w:pStyle w:val="Odrka1-2-"/>
      </w:pPr>
      <w:r w:rsidRPr="00685DD9">
        <w:t>minimálně středoškolské vzdělání;</w:t>
      </w:r>
    </w:p>
    <w:p w14:paraId="49F0ED42" w14:textId="241E025B" w:rsidR="00E35FDE" w:rsidRPr="00685DD9" w:rsidRDefault="00FF34B8" w:rsidP="00FF34B8">
      <w:pPr>
        <w:pStyle w:val="Odrka1-2-"/>
      </w:pPr>
      <w:r w:rsidRPr="00685DD9">
        <w:t>nejméně 5 let praxe v oboru hodnocení ekonomické efektivnosti na železnici.</w:t>
      </w:r>
    </w:p>
    <w:p w14:paraId="3352E089" w14:textId="0CF6D15D" w:rsidR="00197256" w:rsidRDefault="00197256" w:rsidP="00197256">
      <w:pPr>
        <w:pStyle w:val="Textbezslovn"/>
        <w:spacing w:before="240"/>
      </w:pPr>
      <w:r w:rsidRPr="00685DD9">
        <w:rPr>
          <w:b/>
        </w:rPr>
        <w:t>Obdobnými zakázkami</w:t>
      </w:r>
      <w:r w:rsidRPr="00685DD9">
        <w:t xml:space="preserve"> se u příslušných členů odborného personálu, u kterých je požadována praxe v projektování obdobných zakázek</w:t>
      </w:r>
      <w:r w:rsidRPr="00227186">
        <w:t xml:space="preserve">, rozumí projektové práce spočívající ve zpracování dokumentace ve stupni </w:t>
      </w:r>
      <w:r w:rsidR="00FF34B8" w:rsidRPr="00227186">
        <w:t>Z</w:t>
      </w:r>
      <w:r w:rsidR="009360B5">
        <w:t>P</w:t>
      </w:r>
      <w:r w:rsidR="00FF34B8" w:rsidRPr="00227186">
        <w:t xml:space="preserve"> nebo </w:t>
      </w:r>
      <w:r w:rsidRPr="00227186">
        <w:t>DUR nebo DSP nebo DSP+PDPS nebo DUSP nebo DUSP+PDPS, příp. jejich aktualizace, pro stavby železničních drah ve smyslu § 5 odst. 1 a § 3 odst. 1 zák. č. 266/</w:t>
      </w:r>
      <w:r>
        <w:t xml:space="preserve">1994 Sb., o dráhách, ve znění pozdějších předpisů. </w:t>
      </w:r>
    </w:p>
    <w:p w14:paraId="0D7CAB35" w14:textId="77777777" w:rsidR="00197256" w:rsidRPr="00227186" w:rsidRDefault="00197256" w:rsidP="00197256">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projektant, hlavní inženýr projektu či manažer </w:t>
      </w:r>
      <w:r w:rsidRPr="00227186">
        <w:t>projektu, může jím však být i jinak označená osoba splňující výše uvedené parametry.</w:t>
      </w:r>
    </w:p>
    <w:p w14:paraId="1B68C299" w14:textId="77777777" w:rsidR="008B70C7" w:rsidRPr="00227186" w:rsidRDefault="008B70C7" w:rsidP="008B70C7">
      <w:pPr>
        <w:pStyle w:val="Textbezslovn"/>
      </w:pPr>
      <w:r w:rsidRPr="00227186">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rsidRPr="00227186">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227186">
        <w:lastRenderedPageBreak/>
        <w:t>Smlouvou o dílo nahrazena osobou, která rovněž splňuje zadavatelem stanovené požadavky na kvalifikační kritéria, tj. zejména minimá</w:t>
      </w:r>
      <w:r w:rsidR="00CF6012" w:rsidRPr="00227186">
        <w:t>lně požadované vzdělání, praxi,</w:t>
      </w:r>
      <w:r w:rsidRPr="00227186">
        <w:t xml:space="preserve"> odbornou způsobilost a požadavky</w:t>
      </w:r>
      <w:r>
        <w:t xml:space="preserve">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33B7CBD" w14:textId="77777777" w:rsidR="007168BB" w:rsidRDefault="0035531B" w:rsidP="00867426">
      <w:pPr>
        <w:pStyle w:val="Odrka1-1"/>
        <w:numPr>
          <w:ilvl w:val="0"/>
          <w:numId w:val="17"/>
        </w:numPr>
        <w:ind w:left="709" w:hanging="283"/>
      </w:pPr>
      <w:r>
        <w:t>informace</w:t>
      </w:r>
      <w:r w:rsidR="00BC6D2B">
        <w:t xml:space="preserve"> </w:t>
      </w:r>
      <w:r w:rsidR="007168BB">
        <w:t>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E3BA915" w14:textId="63BBC326" w:rsidR="0012443C" w:rsidRDefault="0012443C" w:rsidP="003812CA">
      <w:pPr>
        <w:pStyle w:val="Textbezslovn"/>
        <w:tabs>
          <w:tab w:val="num" w:pos="709"/>
        </w:tabs>
        <w:ind w:left="709" w:hanging="651"/>
      </w:pPr>
      <w:r>
        <w:t xml:space="preserve"> </w:t>
      </w:r>
      <w:r w:rsidR="007168BB">
        <w:tab/>
      </w:r>
      <w:r>
        <w:t xml:space="preserve">Doklady o splnění výše uvedených povinností dokládá </w:t>
      </w:r>
      <w:r w:rsidR="003812CA">
        <w:t xml:space="preserve">vybraný dodavatel jako podmínku </w:t>
      </w:r>
      <w:r>
        <w:t>pro uzavření smlouvy.</w:t>
      </w:r>
    </w:p>
    <w:p w14:paraId="60679DD4" w14:textId="77777777" w:rsidR="0012443C" w:rsidRDefault="0012443C" w:rsidP="007168BB">
      <w:pPr>
        <w:pStyle w:val="Odrka1-1"/>
        <w:numPr>
          <w:ilvl w:val="0"/>
          <w:numId w:val="0"/>
        </w:numPr>
        <w:ind w:left="709"/>
      </w:pP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867426">
      <w:pPr>
        <w:pStyle w:val="Odrka1-1"/>
        <w:numPr>
          <w:ilvl w:val="0"/>
          <w:numId w:val="17"/>
        </w:numPr>
      </w:pPr>
      <w:r>
        <w:t>doklady</w:t>
      </w:r>
      <w:r w:rsidR="00092CC9">
        <w:t xml:space="preserve"> o </w:t>
      </w:r>
      <w:r>
        <w:t xml:space="preserve">splnění základní způsobilosti jinou </w:t>
      </w:r>
      <w:r w:rsidR="00163928">
        <w:t>o</w:t>
      </w:r>
      <w:r>
        <w:t>sobou,</w:t>
      </w:r>
    </w:p>
    <w:p w14:paraId="033E5DFE" w14:textId="77777777" w:rsidR="0035531B" w:rsidRDefault="008B70C7" w:rsidP="00867426">
      <w:pPr>
        <w:pStyle w:val="Odrka1-1"/>
        <w:numPr>
          <w:ilvl w:val="0"/>
          <w:numId w:val="17"/>
        </w:numPr>
      </w:pPr>
      <w:r w:rsidRPr="008B70C7">
        <w:t>doklady prokazující splnění profesní způsobilosti podle bodu 8.3 první odrážka této Výzvy jinou osobou</w:t>
      </w:r>
      <w:r w:rsidR="0035531B">
        <w:t xml:space="preserve">, </w:t>
      </w:r>
    </w:p>
    <w:p w14:paraId="0AA88110" w14:textId="77777777" w:rsidR="0035531B" w:rsidRDefault="0035531B" w:rsidP="00867426">
      <w:pPr>
        <w:pStyle w:val="Odrka1-1"/>
        <w:numPr>
          <w:ilvl w:val="0"/>
          <w:numId w:val="17"/>
        </w:numPr>
      </w:pPr>
      <w:r>
        <w:t>doklady prokazující splnění chybějící části kvalifikace prostřednictvím jiné osoby a</w:t>
      </w:r>
    </w:p>
    <w:p w14:paraId="7D6C0798" w14:textId="77777777" w:rsidR="0035531B" w:rsidRPr="0006499F" w:rsidRDefault="0035531B" w:rsidP="00867426">
      <w:pPr>
        <w:pStyle w:val="Odrka1-1"/>
        <w:numPr>
          <w:ilvl w:val="0"/>
          <w:numId w:val="17"/>
        </w:numPr>
        <w:rPr>
          <w:rStyle w:val="Tun9b"/>
        </w:rPr>
      </w:pPr>
      <w:r w:rsidRPr="005B5623">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33A14DF" w14:textId="4644F8B0" w:rsidR="0035531B" w:rsidRDefault="0035531B" w:rsidP="00801443">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D2419D" w:rsidRPr="0006499F">
        <w:rPr>
          <w:rStyle w:val="Tun9b"/>
        </w:rPr>
        <w:t>a nerozdílná odpovědnost</w:t>
      </w:r>
      <w:r w:rsidR="00D2419D">
        <w:t xml:space="preserve"> této osoby za plnění veřejné zakázky společně s dodavatelem. </w:t>
      </w:r>
      <w:r w:rsidR="00D2419D"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00D2419D" w:rsidRPr="0006499F">
        <w:rPr>
          <w:rStyle w:val="Tun9b"/>
        </w:rPr>
        <w:t>.</w:t>
      </w:r>
      <w:r w:rsidR="00D2419D">
        <w:t xml:space="preserve"> </w:t>
      </w: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F0560B0" w14:textId="77777777" w:rsidR="009A4DFE" w:rsidRDefault="009A4DFE" w:rsidP="009A4DFE">
      <w:pPr>
        <w:pStyle w:val="Odstavec1-2i"/>
        <w:numPr>
          <w:ilvl w:val="0"/>
          <w:numId w:val="0"/>
        </w:numPr>
        <w:ind w:left="1531"/>
      </w:pPr>
    </w:p>
    <w:p w14:paraId="0E7A86CA" w14:textId="77777777" w:rsidR="000A4548" w:rsidRPr="007168BB" w:rsidRDefault="000A4548" w:rsidP="000A4548">
      <w:pPr>
        <w:pStyle w:val="Text1-1"/>
        <w:rPr>
          <w:b/>
        </w:rPr>
      </w:pPr>
      <w:r w:rsidRPr="007168BB">
        <w:rPr>
          <w:rStyle w:val="Tun9b"/>
        </w:rPr>
        <w:t>Změny</w:t>
      </w:r>
      <w:r w:rsidRPr="007168BB">
        <w:rPr>
          <w:b/>
        </w:rPr>
        <w:t xml:space="preserve"> v kvalifikaci dodavatele</w:t>
      </w:r>
    </w:p>
    <w:p w14:paraId="0D919D7F" w14:textId="77777777" w:rsidR="000A4548" w:rsidRPr="007168BB" w:rsidRDefault="000A4548" w:rsidP="000A4548">
      <w:pPr>
        <w:pStyle w:val="Textbezslovn"/>
      </w:pPr>
      <w:r w:rsidRPr="007168BB">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53C7C3" w14:textId="77777777" w:rsidR="000A4548" w:rsidRPr="007168BB" w:rsidRDefault="000A4548" w:rsidP="000A4548">
      <w:pPr>
        <w:pStyle w:val="Textbezslovn"/>
        <w:spacing w:after="0"/>
      </w:pPr>
      <w:r w:rsidRPr="007168BB">
        <w:t>a) podmínky kvalifikace jsou nadále splněny,</w:t>
      </w:r>
    </w:p>
    <w:p w14:paraId="77234746" w14:textId="77777777" w:rsidR="000A4548" w:rsidRPr="007168BB" w:rsidRDefault="000A4548" w:rsidP="000A4548">
      <w:pPr>
        <w:pStyle w:val="Textbezslovn"/>
        <w:spacing w:after="0"/>
      </w:pPr>
      <w:r w:rsidRPr="007168BB">
        <w:t xml:space="preserve">b) nedošlo k ovlivnění kritérií nabídek a </w:t>
      </w:r>
    </w:p>
    <w:p w14:paraId="1F72348E" w14:textId="77777777" w:rsidR="000A4548" w:rsidRPr="007168BB" w:rsidRDefault="000A4548" w:rsidP="000A4548">
      <w:pPr>
        <w:pStyle w:val="Textbezslovn"/>
        <w:spacing w:after="0"/>
      </w:pPr>
      <w:r w:rsidRPr="007168BB">
        <w:t>c) nedošlo k ovlivnění kritérií hodnocení nabídek.</w:t>
      </w:r>
    </w:p>
    <w:p w14:paraId="7B56E341" w14:textId="77777777" w:rsidR="000A4548" w:rsidRPr="007168BB" w:rsidRDefault="000A4548" w:rsidP="000A4548">
      <w:pPr>
        <w:pStyle w:val="Textbezslovn"/>
        <w:spacing w:before="240"/>
      </w:pPr>
      <w:r w:rsidRPr="007168BB">
        <w:t>Dozví-li se zadavatel, že dodavatel nesplnil povinnost uvedenou v tomto článku, zadavatel jej bezodkladně z výběrového řízení vyloučí.</w:t>
      </w:r>
    </w:p>
    <w:p w14:paraId="263F8DA6" w14:textId="77777777" w:rsidR="0035531B" w:rsidRDefault="0035531B" w:rsidP="00193D8F">
      <w:pPr>
        <w:pStyle w:val="Nadpis1-1"/>
      </w:pPr>
      <w:bookmarkStart w:id="13" w:name="_Toc75860404"/>
      <w:r>
        <w:t>DALŠÍ INFORMACE/DOKUMENTY PŘEDKLÁDANÉ DODAVATELEM</w:t>
      </w:r>
      <w:r w:rsidR="00092CC9">
        <w:t xml:space="preserve"> </w:t>
      </w:r>
      <w:r w:rsidR="00776A8A">
        <w:t>V</w:t>
      </w:r>
      <w:r w:rsidR="00092CC9">
        <w:t> </w:t>
      </w:r>
      <w:r>
        <w:t>NABÍDCE</w:t>
      </w:r>
      <w:bookmarkEnd w:id="13"/>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867426">
      <w:pPr>
        <w:pStyle w:val="Odrka1-1"/>
        <w:numPr>
          <w:ilvl w:val="0"/>
          <w:numId w:val="17"/>
        </w:numPr>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867426">
      <w:pPr>
        <w:pStyle w:val="Odrka1-1"/>
        <w:numPr>
          <w:ilvl w:val="0"/>
          <w:numId w:val="17"/>
        </w:numPr>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9EDBFBD" w14:textId="77777777" w:rsidR="002357BD" w:rsidRDefault="0035531B" w:rsidP="002357BD">
      <w:pPr>
        <w:pStyle w:val="Text1-1"/>
      </w:pPr>
      <w:r>
        <w:lastRenderedPageBreak/>
        <w:t>Podání nabíd</w:t>
      </w:r>
      <w:r w:rsidR="00695DAA">
        <w:t>ky společně několika dodavateli</w:t>
      </w:r>
    </w:p>
    <w:p w14:paraId="70E17B7E" w14:textId="77777777" w:rsidR="0035531B" w:rsidRDefault="00AA257A" w:rsidP="00867426">
      <w:pPr>
        <w:pStyle w:val="Odrka1-1"/>
        <w:numPr>
          <w:ilvl w:val="0"/>
          <w:numId w:val="17"/>
        </w:numPr>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867426">
      <w:pPr>
        <w:pStyle w:val="Odrka1-1"/>
        <w:numPr>
          <w:ilvl w:val="0"/>
          <w:numId w:val="17"/>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867426">
      <w:pPr>
        <w:pStyle w:val="Odrka1-1"/>
        <w:numPr>
          <w:ilvl w:val="0"/>
          <w:numId w:val="17"/>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867426">
      <w:pPr>
        <w:pStyle w:val="Odrka1-1"/>
        <w:numPr>
          <w:ilvl w:val="0"/>
          <w:numId w:val="17"/>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867426">
      <w:pPr>
        <w:pStyle w:val="Odrka1-1"/>
        <w:numPr>
          <w:ilvl w:val="0"/>
          <w:numId w:val="17"/>
        </w:numPr>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867426">
      <w:pPr>
        <w:pStyle w:val="Odrka1-1"/>
        <w:numPr>
          <w:ilvl w:val="0"/>
          <w:numId w:val="17"/>
        </w:numPr>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32AB180F" w14:textId="77777777" w:rsidR="00616090" w:rsidRPr="00227186" w:rsidRDefault="00616090" w:rsidP="00AF43AF">
      <w:pPr>
        <w:pStyle w:val="Odstavec1-2i"/>
      </w:pPr>
      <w:r>
        <w:t xml:space="preserve">do těla závazného vzoru smlouvy </w:t>
      </w:r>
      <w:r w:rsidR="007364D0">
        <w:t xml:space="preserve">v čl. 3.3 </w:t>
      </w:r>
      <w:r>
        <w:t xml:space="preserve">celkovou nabídkovou cenu díla bez DPH </w:t>
      </w:r>
      <w:r w:rsidRPr="00227186">
        <w:t>zpracovanou dle požadavků stanovených v článku 13 této Výzvy;</w:t>
      </w:r>
    </w:p>
    <w:p w14:paraId="68C6D03D" w14:textId="77777777" w:rsidR="007364D0" w:rsidRPr="00227186" w:rsidRDefault="007364D0" w:rsidP="007364D0">
      <w:pPr>
        <w:pStyle w:val="Odstavec1-2i"/>
        <w:rPr>
          <w:rFonts w:eastAsia="Times New Roman" w:cs="Calibri"/>
          <w:lang w:eastAsia="cs-CZ"/>
        </w:rPr>
      </w:pPr>
      <w:r w:rsidRPr="00227186">
        <w:rPr>
          <w:rFonts w:eastAsia="Times New Roman" w:cs="Calibri"/>
          <w:lang w:eastAsia="cs-CZ"/>
        </w:rPr>
        <w:t xml:space="preserve">do </w:t>
      </w:r>
      <w:r w:rsidRPr="00227186">
        <w:t>Přílohy</w:t>
      </w:r>
      <w:r w:rsidRPr="00227186">
        <w:rPr>
          <w:rFonts w:eastAsia="Times New Roman" w:cs="Calibri"/>
          <w:lang w:eastAsia="cs-CZ"/>
        </w:rPr>
        <w:t xml:space="preserve"> č. 4 závazného vzoru smlouvy s názvem Rekapitulace ceny:</w:t>
      </w:r>
    </w:p>
    <w:p w14:paraId="2E2F975E" w14:textId="354CF79F" w:rsidR="007364D0" w:rsidRPr="00227186" w:rsidRDefault="007364D0" w:rsidP="007364D0">
      <w:pPr>
        <w:pStyle w:val="Odstavec1-31"/>
      </w:pPr>
      <w:r w:rsidRPr="00227186">
        <w:t>Smluvní</w:t>
      </w:r>
      <w:r w:rsidR="00AF5174">
        <w:rPr>
          <w:rFonts w:eastAsia="Times New Roman" w:cs="Calibri"/>
          <w:lang w:eastAsia="cs-CZ"/>
        </w:rPr>
        <w:t xml:space="preserve"> cenu celkem bez DPH</w:t>
      </w:r>
      <w:r w:rsidR="00E35FDE" w:rsidRPr="00227186">
        <w:rPr>
          <w:rFonts w:eastAsia="Times New Roman" w:cs="Calibri"/>
          <w:lang w:eastAsia="cs-CZ"/>
        </w:rPr>
        <w:t xml:space="preserve">. </w:t>
      </w:r>
      <w:r w:rsidRPr="00227186">
        <w:rPr>
          <w:rFonts w:eastAsia="Times New Roman" w:cs="Calibri"/>
          <w:lang w:eastAsia="cs-CZ"/>
        </w:rPr>
        <w:t>Zadavatel v této souvislosti a pro vyloučení veškerých pochybností výslovně uvádí, že Cena Díla ve smyslu t</w:t>
      </w:r>
      <w:r w:rsidR="00316AA3" w:rsidRPr="00227186">
        <w:rPr>
          <w:rFonts w:eastAsia="Times New Roman" w:cs="Calibri"/>
          <w:lang w:eastAsia="cs-CZ"/>
        </w:rPr>
        <w:t>éto Výzvy</w:t>
      </w:r>
      <w:r w:rsidRPr="00227186">
        <w:rPr>
          <w:rFonts w:eastAsia="Times New Roman" w:cs="Calibri"/>
          <w:lang w:eastAsia="cs-CZ"/>
        </w:rPr>
        <w:t xml:space="preserve"> vkládaná do Přílohy č. 4 závazného vzoru smlouvy jako Smluvní cena celkem bez DPH musí naprosto korespondovat s hodnotou Ceny Díla ve smyslu t</w:t>
      </w:r>
      <w:r w:rsidR="00316AA3" w:rsidRPr="00227186">
        <w:rPr>
          <w:rFonts w:eastAsia="Times New Roman" w:cs="Calibri"/>
          <w:lang w:eastAsia="cs-CZ"/>
        </w:rPr>
        <w:t>éto Výzvy</w:t>
      </w:r>
      <w:r w:rsidRPr="00227186">
        <w:rPr>
          <w:rFonts w:eastAsia="Times New Roman" w:cs="Calibri"/>
          <w:lang w:eastAsia="cs-CZ"/>
        </w:rPr>
        <w:t xml:space="preserve"> vkládané do těla závazného vzoru smlouvy.</w:t>
      </w:r>
    </w:p>
    <w:p w14:paraId="72CEB781" w14:textId="77777777" w:rsidR="00616090" w:rsidRPr="00E35FDE" w:rsidRDefault="00616090" w:rsidP="00AF43AF">
      <w:pPr>
        <w:pStyle w:val="Odstavec1-2i"/>
      </w:pPr>
      <w:r w:rsidRPr="00E35FDE">
        <w:t>do Přílohy č. 6 závazného vzoru smlouvy s názvem Oprávněné osoby:</w:t>
      </w:r>
    </w:p>
    <w:p w14:paraId="7F62BF34" w14:textId="77777777" w:rsidR="00616090" w:rsidRPr="00E35FDE" w:rsidRDefault="00616090" w:rsidP="00EB7D3F">
      <w:pPr>
        <w:pStyle w:val="Odstavec1-31"/>
      </w:pPr>
      <w:r w:rsidRPr="00E35FDE">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Pr="00E35FDE" w:rsidRDefault="00616090" w:rsidP="00AF43AF">
      <w:pPr>
        <w:pStyle w:val="Odstavec1-2i"/>
      </w:pPr>
      <w:r w:rsidRPr="00E35FDE">
        <w:t>do Přílohy č. 8 závazného vzoru smlouvy s názvem Seznam poddodavatelů:</w:t>
      </w:r>
    </w:p>
    <w:p w14:paraId="73D825A3" w14:textId="77777777" w:rsidR="00616090" w:rsidRPr="00E35FDE" w:rsidRDefault="00616090" w:rsidP="007364D0">
      <w:pPr>
        <w:pStyle w:val="Odstavec1-31"/>
      </w:pPr>
      <w:r w:rsidRPr="00E35FDE">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rsidRPr="00E35FDE">
        <w:t>.</w:t>
      </w:r>
    </w:p>
    <w:p w14:paraId="4628C9F6" w14:textId="77777777" w:rsidR="003646A3" w:rsidRDefault="00616090" w:rsidP="00867426">
      <w:pPr>
        <w:pStyle w:val="Odstavec1-1a"/>
        <w:numPr>
          <w:ilvl w:val="0"/>
          <w:numId w:val="15"/>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rsidP="00867426">
      <w:pPr>
        <w:pStyle w:val="Odstavec1-1a"/>
        <w:numPr>
          <w:ilvl w:val="0"/>
          <w:numId w:val="15"/>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2862846" w14:textId="77777777" w:rsidR="00D2419D" w:rsidRPr="00D2419D" w:rsidRDefault="00D2419D" w:rsidP="00D2419D">
      <w:pPr>
        <w:pStyle w:val="Text1-1"/>
        <w:numPr>
          <w:ilvl w:val="0"/>
          <w:numId w:val="0"/>
        </w:numPr>
      </w:pPr>
    </w:p>
    <w:p w14:paraId="5921E5B9" w14:textId="2D7ED979" w:rsidR="0035531B" w:rsidRDefault="0035531B" w:rsidP="00BC6D2B">
      <w:pPr>
        <w:pStyle w:val="Nadpis1-1"/>
      </w:pPr>
      <w:bookmarkStart w:id="14" w:name="_Toc75860405"/>
      <w:r>
        <w:t>JAZYK NABÍDEK</w:t>
      </w:r>
      <w:r w:rsidR="00715F5C">
        <w:t xml:space="preserve"> A KOMUNIKAČNÍ JAZYK</w:t>
      </w:r>
      <w:bookmarkEnd w:id="14"/>
    </w:p>
    <w:p w14:paraId="0476C759" w14:textId="12FCEA9F" w:rsidR="0035531B" w:rsidRDefault="00FD2EA2" w:rsidP="007F5F7E">
      <w:pPr>
        <w:pStyle w:val="Text1-1"/>
      </w:pPr>
      <w:r w:rsidRPr="00FD2EA2">
        <w:t xml:space="preserve">Nabídka, doklady a dokumenty předkládané v nabídce nebo se k nabídce vztahující, veškerá korespondence a komunikace se zadavatelem, </w:t>
      </w:r>
      <w:r w:rsidR="007F5F7E">
        <w:t xml:space="preserve">včetně žádostí dodavatelů o vysvětlení zadávací dokumentace, musí být předloženy a budou prováděny v českém jazyce. </w:t>
      </w:r>
    </w:p>
    <w:p w14:paraId="5BCA4C57" w14:textId="77777777" w:rsidR="0035531B" w:rsidRPr="00B85228"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w:t>
      </w:r>
      <w:r w:rsidRPr="00B85228">
        <w:t>požadovaný doklad nevydává, může být nahrazen čestným prohlášením</w:t>
      </w:r>
      <w:r w:rsidR="0035531B" w:rsidRPr="00B85228">
        <w:t>.</w:t>
      </w:r>
    </w:p>
    <w:p w14:paraId="7ADF897B" w14:textId="77777777" w:rsidR="0035531B" w:rsidRPr="00B85228" w:rsidRDefault="0035531B" w:rsidP="00BC6D2B">
      <w:pPr>
        <w:pStyle w:val="Nadpis1-1"/>
      </w:pPr>
      <w:bookmarkStart w:id="15" w:name="_Toc75860406"/>
      <w:r w:rsidRPr="00B85228">
        <w:t>OBSAH</w:t>
      </w:r>
      <w:r w:rsidR="00845C50" w:rsidRPr="00B85228">
        <w:t xml:space="preserve"> </w:t>
      </w:r>
      <w:r w:rsidR="00776A8A" w:rsidRPr="00B85228">
        <w:t>A</w:t>
      </w:r>
      <w:r w:rsidR="00845C50" w:rsidRPr="00B85228">
        <w:t> </w:t>
      </w:r>
      <w:r w:rsidRPr="00B85228">
        <w:t>PODÁVÁNÍ NABÍDEK</w:t>
      </w:r>
      <w:bookmarkEnd w:id="15"/>
    </w:p>
    <w:p w14:paraId="6CAA38C1" w14:textId="65B5D856" w:rsidR="0035531B" w:rsidRPr="00B85228" w:rsidRDefault="00283302" w:rsidP="00283302">
      <w:pPr>
        <w:pStyle w:val="Text1-1"/>
      </w:pPr>
      <w:r w:rsidRPr="00B85228">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w:t>
      </w:r>
      <w:r w:rsidRPr="00B85228">
        <w:lastRenderedPageBreak/>
        <w:t>českém jazyce s v</w:t>
      </w:r>
      <w:r w:rsidR="007D0559" w:rsidRPr="00B85228">
        <w:t>ýjimkami uvedenými v článku 11 této Výzvy</w:t>
      </w:r>
      <w:r w:rsidRPr="00B85228">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715F5C" w:rsidRPr="00B85228">
          <w:rPr>
            <w:rStyle w:val="Hypertextovodkaz"/>
            <w:noProof w:val="0"/>
          </w:rPr>
          <w:t>https://zakazky.spravazeleznic.cz/</w:t>
        </w:r>
      </w:hyperlink>
      <w:r w:rsidRPr="00B85228">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5228">
        <w:t>.</w:t>
      </w:r>
    </w:p>
    <w:p w14:paraId="770C404C" w14:textId="77777777" w:rsidR="007A4B6C" w:rsidRPr="00B85228" w:rsidRDefault="007A4B6C" w:rsidP="007A4B6C">
      <w:pPr>
        <w:pStyle w:val="Text1-1"/>
        <w:numPr>
          <w:ilvl w:val="0"/>
          <w:numId w:val="0"/>
        </w:numPr>
        <w:ind w:left="709"/>
      </w:pPr>
      <w:r w:rsidRPr="00B85228">
        <w:t xml:space="preserve">Nabídku lze podat v termínu uvedeném na profilu zadavatele: https://zakazky.spravazeleznic.cz/. </w:t>
      </w:r>
    </w:p>
    <w:p w14:paraId="2C0B98CC" w14:textId="77777777" w:rsidR="007A4B6C" w:rsidRPr="00B848EB" w:rsidRDefault="007A4B6C" w:rsidP="007A4B6C">
      <w:pPr>
        <w:pStyle w:val="Text1-1"/>
        <w:numPr>
          <w:ilvl w:val="0"/>
          <w:numId w:val="0"/>
        </w:numPr>
        <w:ind w:left="709"/>
      </w:pPr>
      <w:r w:rsidRPr="00B85228">
        <w:t>Rozhodující je čas doručení nabídky, včasné doručení nabídky je rizikem účastníka zadávacího řízení.</w:t>
      </w:r>
    </w:p>
    <w:p w14:paraId="7503C412" w14:textId="7BE64414" w:rsidR="0035531B" w:rsidRDefault="003F78E7" w:rsidP="00D241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009B3A53" w:rsidRPr="006A59D6">
          <w:rPr>
            <w:rStyle w:val="Hypertextovodkaz"/>
            <w:noProof w:val="0"/>
          </w:rPr>
          <w:t>https://zakazky.spravazeleznic.cz/manual.html</w:t>
        </w:r>
      </w:hyperlink>
      <w:r w:rsidRPr="003F78E7">
        <w:t xml:space="preserve">. </w:t>
      </w:r>
      <w:r w:rsidR="00D2419D" w:rsidRPr="00F348C0">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D2419D" w:rsidRPr="00D924D9">
        <w:t xml:space="preserve">Nabídka může obsahovat více dokumentů (souborů), </w:t>
      </w:r>
      <w:r w:rsidR="00D2419D">
        <w:t>jednotlivé</w:t>
      </w:r>
      <w:r w:rsidR="00D2419D" w:rsidRPr="00F348C0">
        <w:t xml:space="preserve"> </w:t>
      </w:r>
      <w:r w:rsidR="00D2419D">
        <w:t>d</w:t>
      </w:r>
      <w:r w:rsidR="00D2419D" w:rsidRPr="00F348C0">
        <w:t xml:space="preserve">okumenty musí být do systému E-ZAK vkládány jako jeden soubor </w:t>
      </w:r>
      <w:r w:rsidR="00D2419D" w:rsidRPr="00163717">
        <w:t xml:space="preserve">(ve formátech analogicky k § 18 odst. 2 a 3 vyhl. č. 168/2016 Sb., ve znění pozdějších předpisů) </w:t>
      </w:r>
      <w:r w:rsidR="00D2419D"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419D">
        <w:t>50</w:t>
      </w:r>
      <w:r w:rsidR="00D2419D" w:rsidRPr="00F348C0">
        <w:t>MB za jeden takový soubor, příp. zkomprimované soubory. Soubory většího rozsahu je nutno před jejich odesláním prostřednictvím E-ZAK vhodným způsobem rozdělit. Velikost samotné nabídky jako celku není nijak omezena</w:t>
      </w:r>
      <w:r w:rsidR="00D2419D">
        <w:t>.</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rsidP="00867426">
      <w:pPr>
        <w:pStyle w:val="Odstavec1-1a"/>
        <w:numPr>
          <w:ilvl w:val="0"/>
          <w:numId w:val="14"/>
        </w:numPr>
      </w:pPr>
      <w:r>
        <w:t>Všeobecné informace o dodavateli a jeho identifikační údaje, včetně prohlášení o akceptaci zadávacích podmínek, ve formě formuláře obsaženého v Příloze č. 1 této Výzvy.</w:t>
      </w:r>
    </w:p>
    <w:p w14:paraId="419BBF05" w14:textId="77777777" w:rsidR="003646A3" w:rsidRPr="00E35FDE" w:rsidRDefault="00695DAA" w:rsidP="00867426">
      <w:pPr>
        <w:pStyle w:val="Odstavec1-1a"/>
        <w:numPr>
          <w:ilvl w:val="0"/>
          <w:numId w:val="14"/>
        </w:numPr>
      </w:pPr>
      <w:r>
        <w:t xml:space="preserve">Návrh smlouvy na plnění této veřejné </w:t>
      </w:r>
      <w:r w:rsidRPr="00E35FDE">
        <w:t xml:space="preserve">zakázky, zpracovaný dle instrukcí obsažených v této Výzvě, tedy doplněný co do jeho těla a co do jeho přílohy č. </w:t>
      </w:r>
      <w:r w:rsidR="00AE29F8" w:rsidRPr="00E35FDE">
        <w:t xml:space="preserve">4, </w:t>
      </w:r>
      <w:r w:rsidRPr="00E35FDE">
        <w:t>6 a 8, zbylé přílohy součástí návrhu smlouvy být nemusí, budou připojeny zadavatelem před podpisem smlouvy.</w:t>
      </w:r>
    </w:p>
    <w:p w14:paraId="0EFBFE9B" w14:textId="77777777" w:rsidR="003646A3" w:rsidRDefault="00695DAA" w:rsidP="00867426">
      <w:pPr>
        <w:pStyle w:val="Odstavec1-1a"/>
        <w:numPr>
          <w:ilvl w:val="0"/>
          <w:numId w:val="14"/>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rsidP="00867426">
      <w:pPr>
        <w:pStyle w:val="Odstavec1-1a"/>
        <w:numPr>
          <w:ilvl w:val="0"/>
          <w:numId w:val="14"/>
        </w:numPr>
      </w:pPr>
      <w:r>
        <w:t>Plná moc nebo pověření, je-li tohoto dokumentu třeba.</w:t>
      </w:r>
    </w:p>
    <w:p w14:paraId="1FB4B5F1" w14:textId="77777777" w:rsidR="003646A3" w:rsidRPr="007F5F7E" w:rsidRDefault="00695DAA" w:rsidP="00867426">
      <w:pPr>
        <w:pStyle w:val="Odstavec1-1a"/>
        <w:numPr>
          <w:ilvl w:val="0"/>
          <w:numId w:val="14"/>
        </w:numPr>
      </w:pPr>
      <w:r w:rsidRPr="007F5F7E">
        <w:t xml:space="preserve">Doklady prokazující splnění </w:t>
      </w:r>
      <w:r w:rsidRPr="007F5F7E">
        <w:rPr>
          <w:b/>
        </w:rPr>
        <w:t>základní způsobilosti</w:t>
      </w:r>
      <w:r w:rsidRPr="007F5F7E">
        <w:t>; čestné prohlášení může být poskytnuto ve formě formuláře obsaženého v Příloze č. 7 této Výzvy.</w:t>
      </w:r>
    </w:p>
    <w:p w14:paraId="72B4903A" w14:textId="77777777" w:rsidR="003646A3" w:rsidRPr="007F5F7E" w:rsidRDefault="00695DAA" w:rsidP="00867426">
      <w:pPr>
        <w:pStyle w:val="Odstavec1-1a"/>
        <w:numPr>
          <w:ilvl w:val="0"/>
          <w:numId w:val="14"/>
        </w:numPr>
      </w:pPr>
      <w:r w:rsidRPr="007F5F7E">
        <w:t xml:space="preserve">Doklady prokazující splnění </w:t>
      </w:r>
      <w:r w:rsidRPr="007F5F7E">
        <w:rPr>
          <w:b/>
        </w:rPr>
        <w:t>profesní způsobilosti</w:t>
      </w:r>
      <w:r w:rsidRPr="007F5F7E">
        <w:t>.</w:t>
      </w:r>
    </w:p>
    <w:p w14:paraId="140DEB52" w14:textId="3C98E354" w:rsidR="003646A3" w:rsidRPr="007F5F7E" w:rsidRDefault="00695DAA" w:rsidP="00867426">
      <w:pPr>
        <w:pStyle w:val="Odstavec1-1a"/>
        <w:numPr>
          <w:ilvl w:val="0"/>
          <w:numId w:val="14"/>
        </w:numPr>
      </w:pPr>
      <w:r w:rsidRPr="007F5F7E">
        <w:t xml:space="preserve">Doklady prokazující splnění </w:t>
      </w:r>
      <w:r w:rsidRPr="007F5F7E">
        <w:rPr>
          <w:b/>
        </w:rPr>
        <w:t>technické kvalifikace</w:t>
      </w:r>
      <w:r w:rsidRPr="007F5F7E">
        <w:t xml:space="preserve">, tj. </w:t>
      </w:r>
      <w:r w:rsidR="00AE29F8" w:rsidRPr="007F5F7E">
        <w:rPr>
          <w:rFonts w:eastAsia="Times New Roman" w:cs="Calibri"/>
          <w:lang w:eastAsia="cs-CZ"/>
        </w:rPr>
        <w:t xml:space="preserve">seznam významných služeb </w:t>
      </w:r>
      <w:r w:rsidRPr="007F5F7E">
        <w:t>ve formě formuláře obs</w:t>
      </w:r>
      <w:r w:rsidR="007F5F7E" w:rsidRPr="007F5F7E">
        <w:t>aženého příloze č. 4 této Výzvy</w:t>
      </w:r>
      <w:r w:rsidRPr="007F5F7E">
        <w:t xml:space="preserve">, seznam </w:t>
      </w:r>
      <w:r w:rsidR="00196E81" w:rsidRPr="007F5F7E">
        <w:t xml:space="preserve">odborného </w:t>
      </w:r>
      <w:r w:rsidRPr="007F5F7E">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1A96DEF7" w:rsidR="003646A3" w:rsidRPr="007F5F7E" w:rsidRDefault="00695DAA" w:rsidP="00867426">
      <w:pPr>
        <w:pStyle w:val="Odstavec1-1a"/>
        <w:numPr>
          <w:ilvl w:val="0"/>
          <w:numId w:val="14"/>
        </w:numPr>
      </w:pPr>
      <w:r w:rsidRPr="007F5F7E">
        <w:lastRenderedPageBreak/>
        <w:t xml:space="preserve">Seznam jiných osob, jejichž prostřednictvím prokazuje dodavatel určitou část kvalifikace, ve formě formuláře obsaženého v Příloze č. </w:t>
      </w:r>
      <w:r w:rsidR="007F5F7E" w:rsidRPr="007F5F7E">
        <w:t>8</w:t>
      </w:r>
      <w:r w:rsidRPr="007F5F7E">
        <w:t xml:space="preserve"> této Výzvy, a doklady vztahující se k těmto jiným osobám.</w:t>
      </w:r>
    </w:p>
    <w:p w14:paraId="2C3D411F" w14:textId="77777777" w:rsidR="003646A3" w:rsidRPr="007F5F7E" w:rsidRDefault="00695DAA" w:rsidP="00867426">
      <w:pPr>
        <w:pStyle w:val="Odstavec1-1a"/>
        <w:numPr>
          <w:ilvl w:val="0"/>
          <w:numId w:val="14"/>
        </w:numPr>
      </w:pPr>
      <w:r w:rsidRPr="007F5F7E">
        <w:t>Další dokumenty, dle uvážení dodavatele, na které nebyl prostor v předcházejících částech nabídky.</w:t>
      </w:r>
    </w:p>
    <w:p w14:paraId="7A21E83B" w14:textId="77777777" w:rsidR="0035531B" w:rsidRDefault="00695DAA" w:rsidP="00695DAA">
      <w:pPr>
        <w:pStyle w:val="Text1-1"/>
      </w:pPr>
      <w:r w:rsidRPr="00695F83">
        <w:t>Nabídky podané po uplynutí lhůty pro podání nabídky nebo podané jiným, než výše uvedeným způsobem, nebudou otevřeny, takové nabídky se nepovažují za podané</w:t>
      </w:r>
      <w:r w:rsidRPr="00695DAA">
        <w:t xml:space="preserve"> a v průběhu výběrového řízení se k nim nepřihlíží</w:t>
      </w:r>
      <w:r w:rsidR="0035531B">
        <w:t xml:space="preserve">. </w:t>
      </w:r>
    </w:p>
    <w:p w14:paraId="01D718AC" w14:textId="2461CB4C" w:rsidR="0035531B" w:rsidRDefault="00695DAA" w:rsidP="00695DAA">
      <w:pPr>
        <w:pStyle w:val="Text1-1"/>
      </w:pPr>
      <w:r w:rsidRPr="00695DAA">
        <w:t>Nabídky musí obsahovat veškeré dokumenty uvedené v článku 1</w:t>
      </w:r>
      <w:r w:rsidR="004E2B03">
        <w:t>1</w:t>
      </w:r>
      <w:r w:rsidRPr="00695DAA">
        <w:t xml:space="preserve"> této Výzvy, stejně tak jako veškeré ostatní dokumenty požadované zadavatelem a uvedené v zadávacích podmínkách této veřejné zakázky. Požadavky na strukturu nabídky uvedené v čl. 1</w:t>
      </w:r>
      <w:r w:rsidR="004E2B03">
        <w:t>1</w:t>
      </w:r>
      <w:r w:rsidRPr="00695DAA">
        <w:t>.3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6" w:name="_Toc75860407"/>
      <w:r>
        <w:t>POŽADAVKY NA ZPRACOVÁNÍ NABÍDKOVÉ CENY</w:t>
      </w:r>
      <w:bookmarkEnd w:id="16"/>
      <w:r>
        <w:t xml:space="preserve"> </w:t>
      </w:r>
    </w:p>
    <w:p w14:paraId="5144F9B6" w14:textId="1B098713" w:rsidR="0035531B" w:rsidRPr="006B0755" w:rsidRDefault="004C086E" w:rsidP="00CF1F90">
      <w:pPr>
        <w:pStyle w:val="Text1-1"/>
        <w:spacing w:after="240"/>
      </w:pPr>
      <w:r w:rsidRPr="004C086E">
        <w:t xml:space="preserve">Nabídková cena bude pokrývat provedení všech prací nezbytných k řádnému provedení předmětu plnění této veřejné zakázky podle této Výzvy a zadávacích podmínek této </w:t>
      </w:r>
      <w:r w:rsidRPr="006B0755">
        <w:t>veřejné zakázky jako celku</w:t>
      </w:r>
      <w:r w:rsidR="0035531B" w:rsidRPr="006B0755">
        <w:t xml:space="preserve">. </w:t>
      </w:r>
    </w:p>
    <w:p w14:paraId="08BF554D" w14:textId="77777777" w:rsidR="004E2B03" w:rsidRPr="00E35FDE" w:rsidRDefault="004E2B03" w:rsidP="004E2B03">
      <w:pPr>
        <w:pStyle w:val="Text1-1"/>
      </w:pPr>
      <w:r>
        <w:t xml:space="preserve">Nabídková cena bude </w:t>
      </w:r>
      <w:r w:rsidRPr="00E35FDE">
        <w:t>ve smlouvě v čl. 3.3 uvedena následujícím způsobem:</w:t>
      </w:r>
    </w:p>
    <w:p w14:paraId="2F381DB3" w14:textId="77777777" w:rsidR="004E2B03" w:rsidRPr="00E35FDE" w:rsidRDefault="004E2B03" w:rsidP="004E2B03">
      <w:pPr>
        <w:pStyle w:val="Text1-1"/>
        <w:numPr>
          <w:ilvl w:val="0"/>
          <w:numId w:val="0"/>
        </w:numPr>
        <w:spacing w:after="0"/>
        <w:ind w:left="737"/>
      </w:pPr>
      <w:r w:rsidRPr="00E35FDE">
        <w:t xml:space="preserve">Cena Díla bez DPH: </w:t>
      </w:r>
      <w:r w:rsidRPr="00E35FDE">
        <w:tab/>
        <w:t>"[VLOŽÍ ZHOTOVITEL]" Kč</w:t>
      </w:r>
    </w:p>
    <w:p w14:paraId="16D834BF" w14:textId="77777777" w:rsidR="004E2B03" w:rsidRPr="00E35FDE" w:rsidRDefault="004E2B03" w:rsidP="004E2B03">
      <w:pPr>
        <w:pStyle w:val="Text1-1"/>
        <w:numPr>
          <w:ilvl w:val="0"/>
          <w:numId w:val="0"/>
        </w:numPr>
        <w:spacing w:after="0"/>
        <w:ind w:left="737"/>
      </w:pPr>
      <w:r w:rsidRPr="00E35FDE">
        <w:t xml:space="preserve">slovy: </w:t>
      </w:r>
      <w:r w:rsidRPr="00E35FDE">
        <w:tab/>
      </w:r>
      <w:r w:rsidRPr="00E35FDE">
        <w:tab/>
      </w:r>
      <w:r w:rsidRPr="00E35FDE">
        <w:tab/>
        <w:t>"[VLOŽÍ ZHOTOVITEL]" korun českých</w:t>
      </w:r>
    </w:p>
    <w:p w14:paraId="7F6C3942" w14:textId="2CC2211B" w:rsidR="004E2B03" w:rsidRDefault="004E2B03" w:rsidP="004E2B03">
      <w:pPr>
        <w:pStyle w:val="Text1-1"/>
        <w:numPr>
          <w:ilvl w:val="0"/>
          <w:numId w:val="0"/>
        </w:numPr>
        <w:spacing w:before="240"/>
        <w:ind w:left="737"/>
      </w:pPr>
      <w:r w:rsidRPr="00E35FDE">
        <w:t xml:space="preserve">Cena Díla bez DPH vkládaná ve smyslu těchto Pokynů do čl. 3.3 závazného vzoru smlouvy, která představuje </w:t>
      </w:r>
      <w:r w:rsidR="00AF5174">
        <w:t>c</w:t>
      </w:r>
      <w:r w:rsidRPr="00E35FDE">
        <w:t>en</w:t>
      </w:r>
      <w:r w:rsidR="00AF5174">
        <w:t>u</w:t>
      </w:r>
      <w:r w:rsidRPr="00E35FDE">
        <w:t xml:space="preserve"> za zpracování Záměru projektu bez DPH, bude předmětem hodnocení v rámci ekonomické výhodnosti nabídky. Podrobný rozp</w:t>
      </w:r>
      <w:r>
        <w:t>is ceny bude proveden v Příloze č. 4 závazného vzoru smlouvy s názvem Rozpis Ceny Díla podle uvedených pravidel. Dodavatel je povinen vyplnit jednotlivé položky ve smyslu množství, jednotkové ceny a ceny celkem, včetně členění na dílčí etapy.</w:t>
      </w:r>
    </w:p>
    <w:p w14:paraId="6F164FC7" w14:textId="77777777" w:rsidR="0035531B" w:rsidRDefault="004C086E" w:rsidP="00CF1F90">
      <w:pPr>
        <w:pStyle w:val="Text1-1"/>
        <w:spacing w:after="240"/>
      </w:pPr>
      <w:r w:rsidRPr="006B0755">
        <w:t>Nabídková cena</w:t>
      </w:r>
      <w:r w:rsidRPr="004C086E">
        <w:t xml:space="preserve"> bude v návrhu Smlouvy o dílo uvedena v Kč bez DPH. Nabídková cena bude zaokrouhlená na dvě desetinná místa. V případě rozporu mezi nabídkovou cenou </w:t>
      </w:r>
      <w:r w:rsidRPr="004C086E">
        <w:lastRenderedPageBreak/>
        <w:t>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7" w:name="_Toc75860408"/>
      <w:r>
        <w:t>VARIANTY NABÍDKY</w:t>
      </w:r>
      <w:bookmarkEnd w:id="17"/>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8" w:name="_Toc75860409"/>
      <w:r>
        <w:t>OTEVÍRÁNÍ NABÍDEK</w:t>
      </w:r>
      <w:bookmarkEnd w:id="18"/>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19" w:name="_Toc75860410"/>
      <w:r>
        <w:t>POSOUZENÍ SPLNĚNÍ PODMÍNEK ÚČASTI</w:t>
      </w:r>
      <w:bookmarkEnd w:id="19"/>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1C7B766D"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w:t>
      </w:r>
    </w:p>
    <w:p w14:paraId="03E3CF87" w14:textId="100D57C3"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w:t>
      </w:r>
      <w:r w:rsidRPr="00926154">
        <w:t>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926154">
        <w:t>.</w:t>
      </w:r>
      <w:r w:rsidR="00926154" w:rsidRPr="00926154">
        <w:t xml:space="preserve"> V případě, že zadavatel posoudí nabídkovou cenu jako mimořádně nízkou, bude postupovat analogicky</w:t>
      </w:r>
      <w:r w:rsidR="00926154" w:rsidRPr="00AB5327">
        <w:t xml:space="preserve"> dle § 113 Z</w:t>
      </w:r>
      <w:r w:rsidR="00926154">
        <w:t>ZVZ</w:t>
      </w:r>
      <w:r w:rsidR="00926154" w:rsidRPr="00AB5327">
        <w:t>.</w:t>
      </w:r>
    </w:p>
    <w:p w14:paraId="559D27A9" w14:textId="7AAA01A8" w:rsidR="001D4B4A" w:rsidRDefault="001D4B4A" w:rsidP="001D4B4A">
      <w:pPr>
        <w:pStyle w:val="Text1-1"/>
      </w:pPr>
      <w:r>
        <w:t xml:space="preserve">Zadavatel může vyloučit účastníka výběrového řízení, pokud nabídka podaná účastníkem nesplňuje zadávací podmínky, </w:t>
      </w:r>
      <w:r w:rsidR="00FF34B8">
        <w:t>tzn., pokud</w:t>
      </w:r>
      <w:r>
        <w:t xml:space="preserve">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lastRenderedPageBreak/>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30B4F24A" w:rsidR="001D4B4A" w:rsidRDefault="00D16115" w:rsidP="00D16115">
      <w:pPr>
        <w:pStyle w:val="Odstavec1-1a"/>
        <w:ind w:left="1077"/>
      </w:pPr>
      <w:r>
        <w:t>f)</w:t>
      </w:r>
      <w:r>
        <w:tab/>
      </w:r>
      <w:r w:rsidR="001D4B4A">
        <w:t xml:space="preserve">účastník </w:t>
      </w:r>
      <w:r w:rsidR="00C154A5">
        <w:t xml:space="preserve">se </w:t>
      </w:r>
      <w:r w:rsidR="001D4B4A">
        <w:t xml:space="preserve">dopustil v posledních 3 letech před zahájením výběrového řízení nebo po zahájení výběrového řízení závažného profesního pochybení, které zpochybňuje jeho důvěryhodnost, včetně pochybení, za která byl disciplinárně </w:t>
      </w:r>
      <w:r w:rsidR="00FF34B8">
        <w:t>potrestán, nebo</w:t>
      </w:r>
      <w:r w:rsidR="001D4B4A">
        <w:t xml:space="preserve">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0" w:name="_Toc75860411"/>
      <w:r>
        <w:t>HODNOCENÍ NABÍDEK</w:t>
      </w:r>
      <w:bookmarkEnd w:id="20"/>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DA867B7" w14:textId="480FA090" w:rsidR="0093661A" w:rsidRPr="002306DF" w:rsidRDefault="007B3D4D" w:rsidP="0093661A">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w:t>
      </w:r>
      <w:r w:rsidRPr="00FF6C2C">
        <w:t>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F6C2C">
        <w:t>.</w:t>
      </w:r>
      <w:r w:rsidR="0093661A" w:rsidRPr="00FF6C2C">
        <w:t xml:space="preserve"> </w:t>
      </w:r>
      <w:r w:rsidR="00FF6C2C" w:rsidRPr="00FF6C2C">
        <w:t>Pokud by měly být dvě nebo více nabídek hodnoceny jako nejlepší z důvodu shodné nejnižší nabídkové ceny,</w:t>
      </w:r>
      <w:r w:rsidR="00FF6C2C" w:rsidRPr="00FF6C2C">
        <w:rPr>
          <w:rFonts w:ascii="Verdana" w:hAnsi="Verdana"/>
          <w:iCs/>
        </w:rPr>
        <w:t xml:space="preserve"> rozhodne o lepším pořadí konkurenčních nabídek čas podání nabídek (přednější pořadí ve výsledku hodnocení tedy získá nabídka s dřívějším časem</w:t>
      </w:r>
      <w:r w:rsidR="00FF6C2C" w:rsidRPr="005B01DC">
        <w:rPr>
          <w:rFonts w:ascii="Verdana" w:hAnsi="Verdana"/>
          <w:iCs/>
        </w:rPr>
        <w:t xml:space="preserve"> podání)</w:t>
      </w:r>
      <w:r w:rsidR="00FF6C2C" w:rsidRPr="00DB4E5F">
        <w:t>.</w:t>
      </w:r>
    </w:p>
    <w:p w14:paraId="7CE45ABB" w14:textId="77777777" w:rsidR="0035531B" w:rsidRDefault="0035531B" w:rsidP="00CF1F90">
      <w:pPr>
        <w:pStyle w:val="Nadpis1-1"/>
        <w:spacing w:after="240"/>
      </w:pPr>
      <w:bookmarkStart w:id="21" w:name="_Toc75860412"/>
      <w:r>
        <w:t xml:space="preserve">ZRUŠENÍ </w:t>
      </w:r>
      <w:r w:rsidR="001472A9">
        <w:t xml:space="preserve">VÝBĚROVÉHO </w:t>
      </w:r>
      <w:r>
        <w:t>ŘÍZENÍ</w:t>
      </w:r>
      <w:bookmarkEnd w:id="21"/>
    </w:p>
    <w:p w14:paraId="5F79A208" w14:textId="77777777" w:rsidR="0035531B" w:rsidRPr="006B0755" w:rsidRDefault="007B3D4D" w:rsidP="007B3D4D">
      <w:pPr>
        <w:pStyle w:val="Text1-1"/>
      </w:pPr>
      <w:r w:rsidRPr="007B3D4D">
        <w:t xml:space="preserve">Zadavatel si vyhrazuje právo zrušit výběrové řízení této veřejné zakázky kdykoliv před </w:t>
      </w:r>
      <w:r w:rsidRPr="006B0755">
        <w:t>uzavřením smlouvy na plnění této veřejné zakázky, a to bez uvedení důvodu</w:t>
      </w:r>
      <w:r w:rsidR="0035531B" w:rsidRPr="006B0755">
        <w:t>.</w:t>
      </w:r>
    </w:p>
    <w:p w14:paraId="5849EE89" w14:textId="77777777" w:rsidR="0035531B" w:rsidRPr="006B0755" w:rsidRDefault="007B3D4D" w:rsidP="007B3D4D">
      <w:pPr>
        <w:pStyle w:val="Text1-1"/>
      </w:pPr>
      <w:r w:rsidRPr="006B0755">
        <w:t>Zadavatel si mimo jiné vyhrazuje právo zrušit výběrové řízení v případě, že k hodnocení připadnou pouze nabídky s nabídkovou cenou převyšující předpokládanou hodnotu zakázky uvedenou čl. 5.3 této Výzvy</w:t>
      </w:r>
      <w:r w:rsidR="0035531B" w:rsidRPr="006B0755">
        <w:t>.</w:t>
      </w:r>
    </w:p>
    <w:p w14:paraId="2750F19C" w14:textId="77777777" w:rsidR="0035531B" w:rsidRPr="006B0755" w:rsidRDefault="007B3D4D" w:rsidP="007B3D4D">
      <w:pPr>
        <w:pStyle w:val="Text1-1"/>
      </w:pPr>
      <w:r w:rsidRPr="006B0755">
        <w:t xml:space="preserve">Pokud bude nabídka vybraného dodavatele obsahovat nabídkovou cenu, která překročí </w:t>
      </w:r>
      <w:r w:rsidR="00006D8D" w:rsidRPr="006B0755">
        <w:t>režim veřejné zakázky</w:t>
      </w:r>
      <w:r w:rsidRPr="006B0755">
        <w:t>, bude výběrové řízení zrušeno.</w:t>
      </w:r>
    </w:p>
    <w:p w14:paraId="6751C077" w14:textId="77777777" w:rsidR="0035531B" w:rsidRDefault="0035531B" w:rsidP="00CF1F90">
      <w:pPr>
        <w:pStyle w:val="Nadpis1-1"/>
        <w:spacing w:after="240"/>
      </w:pPr>
      <w:bookmarkStart w:id="22" w:name="_Toc75860413"/>
      <w:r>
        <w:lastRenderedPageBreak/>
        <w:t>UZAVŘENÍ SMLOUVY</w:t>
      </w:r>
      <w:bookmarkEnd w:id="22"/>
    </w:p>
    <w:p w14:paraId="46518A6B" w14:textId="61C1E305"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1380802" w14:textId="5ED697DD"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9B3A53" w:rsidRPr="006A59D6">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w:t>
      </w:r>
      <w:r w:rsidR="004E2B03">
        <w:t>8</w:t>
      </w:r>
      <w:r w:rsidRPr="00A4755D">
        <w:t>.3</w:t>
      </w:r>
      <w:r w:rsidR="0092131C">
        <w:t xml:space="preserve"> (s výjimkou bankovní záruky za provedení díla)</w:t>
      </w:r>
      <w:r w:rsidRPr="00A4755D">
        <w:t>, resp. v článku 1</w:t>
      </w:r>
      <w:r w:rsidR="004E2B03">
        <w:t>8</w:t>
      </w:r>
      <w:r w:rsidRPr="00A4755D">
        <w:t xml:space="preserve">.4 </w:t>
      </w:r>
      <w:r w:rsidR="00CA7A38" w:rsidRPr="00A4755D">
        <w:t>Výzvy</w:t>
      </w:r>
      <w:r w:rsidRPr="00A4755D">
        <w:t>.</w:t>
      </w:r>
      <w:r w:rsidRPr="007B3D4D">
        <w:t xml:space="preserve"> </w:t>
      </w:r>
      <w:r w:rsidR="00A4755D" w:rsidRPr="00F4537A">
        <w:t>Zadavatel vyzve vybraného dodavatele k poskytnutí součinnosti před uzavřením smlouvy</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867426">
      <w:pPr>
        <w:pStyle w:val="Odstavec1-1a"/>
        <w:numPr>
          <w:ilvl w:val="0"/>
          <w:numId w:val="14"/>
        </w:numPr>
      </w:pPr>
      <w:r>
        <w:t>kopií dokladů o kvalifikaci ve smyslu čl. 8 této Výzvy, pokud bylo v nabídce předložení požadovaných dokladů nahrazeno jednotným evropským osvědčením;</w:t>
      </w:r>
    </w:p>
    <w:p w14:paraId="5B134C13" w14:textId="77777777" w:rsidR="0092131C" w:rsidRDefault="0092131C" w:rsidP="00867426">
      <w:pPr>
        <w:pStyle w:val="Odstavec1-1a"/>
        <w:numPr>
          <w:ilvl w:val="0"/>
          <w:numId w:val="14"/>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54D6BF4D" w:rsidR="007D5A8D" w:rsidRDefault="00C759F1" w:rsidP="00867426">
      <w:pPr>
        <w:pStyle w:val="Odstavec1-1a"/>
        <w:numPr>
          <w:ilvl w:val="0"/>
          <w:numId w:val="14"/>
        </w:numPr>
      </w:pPr>
      <w:r w:rsidRPr="00C759F1">
        <w:t xml:space="preserve">originálu bankovní záruky za provedení díla ve výši </w:t>
      </w:r>
      <w:r w:rsidRPr="00E35FDE">
        <w:t>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w:t>
      </w:r>
      <w:r w:rsidRPr="00C759F1">
        <w:t>d</w:t>
      </w:r>
      <w:r w:rsidR="00D7645F">
        <w:t>pisem.</w:t>
      </w:r>
    </w:p>
    <w:p w14:paraId="7E7C8AA5" w14:textId="77777777" w:rsidR="00C1505C" w:rsidRDefault="00C1505C" w:rsidP="00867426">
      <w:pPr>
        <w:pStyle w:val="Odrka1-1"/>
        <w:numPr>
          <w:ilvl w:val="0"/>
          <w:numId w:val="14"/>
        </w:numPr>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w:t>
      </w:r>
      <w:r>
        <w:lastRenderedPageBreak/>
        <w:t>poskytovatel služby v souladu se zákonem č. 235/2004 Sb. o dani z přidané hodnoty, ve znění pozdějších předpisů. Zmocnění vedoucího společníka musí být ve Smlouvě či jiném dokumentu obsaženo;</w:t>
      </w:r>
    </w:p>
    <w:p w14:paraId="47CB57AC" w14:textId="14D919F8" w:rsidR="00C1505C" w:rsidRPr="00C759E9" w:rsidRDefault="00C1505C" w:rsidP="00867426">
      <w:pPr>
        <w:pStyle w:val="Odrka1-1"/>
        <w:numPr>
          <w:ilvl w:val="0"/>
          <w:numId w:val="14"/>
        </w:numPr>
      </w:pPr>
      <w:r w:rsidRPr="00C759E9">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3" w:name="_Toc75860414"/>
      <w:r>
        <w:t>OCHRANA INFORMACÍ</w:t>
      </w:r>
      <w:bookmarkEnd w:id="23"/>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3450CCB3"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B2FD8B6" w14:textId="77777777" w:rsidR="006B0755" w:rsidRDefault="006B0755" w:rsidP="006B0755">
      <w:pPr>
        <w:pStyle w:val="Nadpis1-1"/>
      </w:pPr>
      <w:bookmarkStart w:id="24" w:name="_Toc62546978"/>
      <w:bookmarkStart w:id="25" w:name="_Toc75860415"/>
      <w:r>
        <w:t xml:space="preserve">SOCIÁLNĚ </w:t>
      </w:r>
      <w:bookmarkStart w:id="26" w:name="_Toc59538672"/>
      <w:bookmarkStart w:id="27" w:name="_Toc61250223"/>
      <w:bookmarkStart w:id="28" w:name="_Toc61517291"/>
      <w:r w:rsidRPr="00530F25">
        <w:t>A ENVIROMENTÁLNĚ ODPOVĚDNÉ ZADÁVÁNÍ, INOVACE</w:t>
      </w:r>
      <w:bookmarkEnd w:id="24"/>
      <w:bookmarkEnd w:id="25"/>
      <w:bookmarkEnd w:id="26"/>
      <w:bookmarkEnd w:id="27"/>
      <w:bookmarkEnd w:id="28"/>
    </w:p>
    <w:p w14:paraId="5599A9CA" w14:textId="77777777" w:rsidR="006B0755" w:rsidRPr="00530F25" w:rsidRDefault="006B0755" w:rsidP="006B0755">
      <w:pPr>
        <w:pStyle w:val="Text1-1"/>
        <w:tabs>
          <w:tab w:val="clear" w:pos="737"/>
          <w:tab w:val="num" w:pos="1588"/>
        </w:tabs>
        <w:ind w:left="1588"/>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w:t>
      </w:r>
      <w:r w:rsidRPr="00530F25">
        <w:lastRenderedPageBreak/>
        <w:t>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1384E6" w14:textId="77777777" w:rsidR="006B0755" w:rsidRDefault="006B0755" w:rsidP="006B0755">
      <w:pPr>
        <w:pStyle w:val="Text1-1"/>
        <w:tabs>
          <w:tab w:val="clear" w:pos="737"/>
          <w:tab w:val="num" w:pos="1588"/>
        </w:tabs>
        <w:ind w:left="1588"/>
      </w:pPr>
      <w:r>
        <w:t>Zadavatel aplikuje v zadávacím řízení níže uvedené prvky odpovědného zadávání:</w:t>
      </w:r>
    </w:p>
    <w:p w14:paraId="1EDE2F38" w14:textId="77777777" w:rsidR="006B0755" w:rsidRDefault="006B0755" w:rsidP="00867426">
      <w:pPr>
        <w:pStyle w:val="Text1-1"/>
        <w:numPr>
          <w:ilvl w:val="1"/>
          <w:numId w:val="18"/>
        </w:numPr>
        <w:ind w:hanging="28"/>
      </w:pPr>
      <w:r>
        <w:t>rovnocenné platební podmínky v rámci dodavatelského řetězce,</w:t>
      </w:r>
    </w:p>
    <w:p w14:paraId="4CC62BA5" w14:textId="77777777" w:rsidR="006B0755" w:rsidRDefault="006B0755" w:rsidP="00867426">
      <w:pPr>
        <w:pStyle w:val="Text1-1"/>
        <w:numPr>
          <w:ilvl w:val="1"/>
          <w:numId w:val="18"/>
        </w:numPr>
        <w:ind w:hanging="28"/>
      </w:pPr>
      <w:r>
        <w:t>porady a jednání vedená primárně distančním způsobem,</w:t>
      </w:r>
    </w:p>
    <w:p w14:paraId="6985418A" w14:textId="0F43ABCB" w:rsidR="006B0755" w:rsidRPr="009360B5" w:rsidRDefault="00E35FDE" w:rsidP="00867426">
      <w:pPr>
        <w:pStyle w:val="Text1-1"/>
        <w:numPr>
          <w:ilvl w:val="1"/>
          <w:numId w:val="18"/>
        </w:numPr>
        <w:ind w:hanging="28"/>
      </w:pPr>
      <w:r w:rsidRPr="009360B5">
        <w:t>studentské exkurze.</w:t>
      </w:r>
    </w:p>
    <w:p w14:paraId="2D4E905E" w14:textId="3ECBB9F0" w:rsidR="006B0755" w:rsidRPr="004D322B" w:rsidRDefault="006B0755" w:rsidP="006B0755">
      <w:pPr>
        <w:pStyle w:val="Text1-1"/>
        <w:tabs>
          <w:tab w:val="clear" w:pos="737"/>
          <w:tab w:val="num" w:pos="1588"/>
        </w:tabs>
        <w:ind w:left="1588"/>
      </w:pPr>
      <w:r w:rsidRPr="009360B5">
        <w:t xml:space="preserve">Výše uvedené prvky odpovědného </w:t>
      </w:r>
      <w:r w:rsidRPr="004D322B">
        <w:t>zadávání a povinnosti dodavatele s nimi spojené zadavatel stanovil v ustanoveních článku 4.</w:t>
      </w:r>
      <w:r w:rsidR="00E35FDE" w:rsidRPr="004D322B">
        <w:t>5</w:t>
      </w:r>
      <w:r w:rsidRPr="004D322B">
        <w:t xml:space="preserve"> závazného vzoru smlouvy, který je dílem 2 zadávací dokumentace. </w:t>
      </w:r>
    </w:p>
    <w:p w14:paraId="77A57C74" w14:textId="77777777" w:rsidR="0035531B" w:rsidRDefault="0035531B" w:rsidP="00564DDD">
      <w:pPr>
        <w:pStyle w:val="Nadpis1-1"/>
      </w:pPr>
      <w:bookmarkStart w:id="29" w:name="_Toc75860416"/>
      <w:r>
        <w:t xml:space="preserve">PŘÍLOHY </w:t>
      </w:r>
      <w:r w:rsidR="001472A9">
        <w:t>TÉTO VÝZVY</w:t>
      </w:r>
      <w:bookmarkEnd w:id="29"/>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4C7BFA28"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786D76CC" w14:textId="361700E6" w:rsidR="0035531B" w:rsidRDefault="0035531B" w:rsidP="007F5F7E">
      <w:pPr>
        <w:pStyle w:val="Textbezslovn"/>
        <w:tabs>
          <w:tab w:val="left" w:pos="2127"/>
        </w:tabs>
        <w:spacing w:after="0"/>
        <w:ind w:left="2127" w:hanging="1390"/>
      </w:pPr>
      <w:r>
        <w:t>Příloha č. 8</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70E1E255" w14:textId="610BFE1C" w:rsidR="0035531B" w:rsidRDefault="0035531B" w:rsidP="00564DDD">
      <w:pPr>
        <w:pStyle w:val="Textbezslovn"/>
        <w:spacing w:after="0"/>
      </w:pPr>
    </w:p>
    <w:p w14:paraId="24205E00" w14:textId="5DDDCDFF" w:rsidR="009A4DFE" w:rsidRDefault="009A4DFE" w:rsidP="00564DDD">
      <w:pPr>
        <w:pStyle w:val="Textbezslovn"/>
        <w:spacing w:after="0"/>
      </w:pPr>
    </w:p>
    <w:p w14:paraId="21348A87" w14:textId="7FA54A4F" w:rsidR="009A4DFE" w:rsidRDefault="009A4DFE" w:rsidP="00564DDD">
      <w:pPr>
        <w:pStyle w:val="Textbezslovn"/>
        <w:spacing w:after="0"/>
      </w:pPr>
    </w:p>
    <w:p w14:paraId="0320C259" w14:textId="77777777" w:rsidR="009A4DFE" w:rsidRDefault="009A4DFE" w:rsidP="00564DDD">
      <w:pPr>
        <w:pStyle w:val="Textbezslovn"/>
        <w:spacing w:after="0"/>
      </w:pPr>
    </w:p>
    <w:p w14:paraId="205AA651" w14:textId="77777777" w:rsidR="002834CB" w:rsidRDefault="002834CB" w:rsidP="00564DDD">
      <w:pPr>
        <w:pStyle w:val="Textbezslovn"/>
        <w:spacing w:after="0"/>
      </w:pPr>
    </w:p>
    <w:p w14:paraId="45DA92C3" w14:textId="77777777" w:rsidR="00E05EB9" w:rsidRDefault="00E05EB9" w:rsidP="00564DDD">
      <w:pPr>
        <w:pStyle w:val="Textbezslovn"/>
        <w:spacing w:after="0"/>
      </w:pPr>
    </w:p>
    <w:p w14:paraId="6D3D1ACE" w14:textId="5B5C1F1D" w:rsidR="00E05EB9" w:rsidRDefault="002834CB" w:rsidP="00564DDD">
      <w:pPr>
        <w:pStyle w:val="Textbezslovn"/>
        <w:spacing w:after="0"/>
      </w:pPr>
      <w:r>
        <w:t>………………………………………………………………………</w:t>
      </w:r>
    </w:p>
    <w:p w14:paraId="24F660F5" w14:textId="77777777" w:rsidR="004E7FF6" w:rsidRDefault="00504773" w:rsidP="00504773">
      <w:pPr>
        <w:pStyle w:val="Textbezslovn"/>
        <w:spacing w:after="0"/>
      </w:pPr>
      <w:r>
        <w:t>Ing. Petr Hofhanzl</w:t>
      </w:r>
      <w:r w:rsidR="002834CB">
        <w:t xml:space="preserve"> </w:t>
      </w:r>
    </w:p>
    <w:p w14:paraId="6AD564BA" w14:textId="57BDBC8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Pr="00227186" w:rsidRDefault="0035531B" w:rsidP="00564DDD">
      <w:pPr>
        <w:pStyle w:val="Textbezslovn"/>
      </w:pPr>
      <w:r>
        <w:t xml:space="preserve"> </w:t>
      </w:r>
    </w:p>
    <w:p w14:paraId="547EEE49" w14:textId="5557A87C" w:rsidR="008C65E0" w:rsidRPr="00227186" w:rsidRDefault="006A6AF2" w:rsidP="006A6AF2">
      <w:pPr>
        <w:pStyle w:val="Textbezslovn"/>
        <w:ind w:left="0"/>
      </w:pPr>
      <w:r w:rsidRPr="00227186">
        <w:t>Řádně jsme se seznámili se zněním zadávacích pod</w:t>
      </w:r>
      <w:r w:rsidR="00504773" w:rsidRPr="00227186">
        <w:t>mínek veřejné zakázky s názvem</w:t>
      </w:r>
      <w:r w:rsidR="0092131C" w:rsidRPr="00227186">
        <w:rPr>
          <w:szCs w:val="36"/>
        </w:rPr>
        <w:t xml:space="preserve"> </w:t>
      </w:r>
      <w:r w:rsidR="00504773" w:rsidRPr="00227186">
        <w:rPr>
          <w:b/>
          <w:szCs w:val="36"/>
        </w:rPr>
        <w:t>„</w:t>
      </w:r>
      <w:r w:rsidR="00A06370">
        <w:rPr>
          <w:b/>
          <w:szCs w:val="36"/>
        </w:rPr>
        <w:t>Výstavba GSM-R na tratích Správy železnic</w:t>
      </w:r>
      <w:r w:rsidR="00D365A1" w:rsidRPr="00227186">
        <w:rPr>
          <w:b/>
        </w:rPr>
        <w:t>“</w:t>
      </w:r>
      <w:r w:rsidRPr="00227186">
        <w:rPr>
          <w:b/>
        </w:rPr>
        <w:t xml:space="preserve"> </w:t>
      </w:r>
      <w:r w:rsidRPr="00227186">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rsidRPr="00227186">
        <w:t>Podáním nabídky dodavatel prohlašuje, že v souvislosti se zadávanou veřejnou zakázkou neuzavřel a neuzavře s jinými osobami zakázanou dohodu</w:t>
      </w:r>
      <w:r w:rsidRPr="00B277ED">
        <w:t xml:space="preserve">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38DB5C82" w:rsidR="0035531B" w:rsidRPr="00AD792A" w:rsidRDefault="0035531B" w:rsidP="008A525B">
      <w:pPr>
        <w:pStyle w:val="Nadpisbezsl1-2"/>
        <w:spacing w:before="60" w:after="60"/>
      </w:pPr>
      <w:r w:rsidRPr="00AD792A">
        <w:t xml:space="preserve">Seznam </w:t>
      </w:r>
      <w:r w:rsidR="005151D3">
        <w:t xml:space="preserve">významných služeb </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1F35796B" w:rsidR="005151D3" w:rsidRPr="00AD792A" w:rsidRDefault="00D55B58"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5151D3">
              <w:rPr>
                <w:b/>
              </w:rPr>
              <w:t xml:space="preserve"> služby</w:t>
            </w:r>
            <w:r w:rsidR="005151D3" w:rsidRPr="00AD792A">
              <w:rPr>
                <w:b/>
              </w:rPr>
              <w:t>, kter</w:t>
            </w:r>
            <w:r w:rsidR="005151D3">
              <w:rPr>
                <w:b/>
              </w:rPr>
              <w:t>ou</w:t>
            </w:r>
            <w:r w:rsidR="005151D3" w:rsidRPr="00AD792A">
              <w:rPr>
                <w:b/>
              </w:rPr>
              <w:t xml:space="preserve"> dodavatel poskytl</w:t>
            </w:r>
            <w:r w:rsidR="005151D3" w:rsidRPr="006E38EE">
              <w:rPr>
                <w:b/>
              </w:rPr>
              <w:t>** za poslední</w:t>
            </w:r>
            <w:r w:rsidR="0021689D">
              <w:rPr>
                <w:b/>
              </w:rPr>
              <w:t>ch</w:t>
            </w:r>
            <w:r w:rsidR="005151D3" w:rsidRPr="006E38EE">
              <w:rPr>
                <w:b/>
              </w:rPr>
              <w:t xml:space="preserve"> </w:t>
            </w:r>
            <w:r w:rsidR="0021689D">
              <w:rPr>
                <w:b/>
              </w:rPr>
              <w:t>5 let</w:t>
            </w:r>
            <w:r w:rsidR="005151D3" w:rsidRPr="006E38EE">
              <w:rPr>
                <w:b/>
              </w:rPr>
              <w:t xml:space="preserve"> v Kč*** bez</w:t>
            </w:r>
            <w:r w:rsidR="005151D3"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0DDE277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0624FD">
        <w:t>služby</w:t>
      </w:r>
      <w:r>
        <w:t>, které poskytl:</w:t>
      </w:r>
    </w:p>
    <w:p w14:paraId="74A9F373" w14:textId="77777777" w:rsidR="003646A3" w:rsidRDefault="0035531B" w:rsidP="00867426">
      <w:pPr>
        <w:pStyle w:val="Odstavec1-1a"/>
        <w:numPr>
          <w:ilvl w:val="0"/>
          <w:numId w:val="11"/>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51898ECB" w:rsidR="00EE3C5F" w:rsidRDefault="00EE3C5F" w:rsidP="008A525B">
      <w:pPr>
        <w:pStyle w:val="Textbezslovn"/>
        <w:tabs>
          <w:tab w:val="left" w:pos="851"/>
        </w:tabs>
        <w:ind w:left="0"/>
      </w:pPr>
      <w:r>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867426">
      <w:pPr>
        <w:pStyle w:val="Odstavec1-1a"/>
        <w:numPr>
          <w:ilvl w:val="0"/>
          <w:numId w:val="11"/>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867426">
      <w:pPr>
        <w:pStyle w:val="Odstavec1-1a"/>
        <w:numPr>
          <w:ilvl w:val="0"/>
          <w:numId w:val="11"/>
        </w:numPr>
        <w:spacing w:after="60"/>
      </w:pPr>
      <w:r>
        <w:t>n</w:t>
      </w:r>
      <w:r w:rsidRPr="005F7739">
        <w:t>emá v České republice nebo v zemi svého sídla v evidenci daní zachycen splatný daňový nedoplatek</w:t>
      </w:r>
      <w:r>
        <w:t>;</w:t>
      </w:r>
    </w:p>
    <w:p w14:paraId="5AF7E6CB"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867426">
      <w:pPr>
        <w:pStyle w:val="Odstavec1-1a"/>
        <w:numPr>
          <w:ilvl w:val="0"/>
          <w:numId w:val="11"/>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92B5E" w14:textId="77777777" w:rsidR="00816946" w:rsidRDefault="00816946" w:rsidP="00962258">
      <w:pPr>
        <w:spacing w:after="0" w:line="240" w:lineRule="auto"/>
      </w:pPr>
      <w:r>
        <w:separator/>
      </w:r>
    </w:p>
  </w:endnote>
  <w:endnote w:type="continuationSeparator" w:id="0">
    <w:p w14:paraId="38288C8E" w14:textId="77777777" w:rsidR="00816946" w:rsidRDefault="008169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1F03" w:rsidRPr="00C652E3" w14:paraId="25CC4AC4" w14:textId="77777777" w:rsidTr="00EB46E5">
      <w:tc>
        <w:tcPr>
          <w:tcW w:w="1361" w:type="dxa"/>
          <w:tcMar>
            <w:left w:w="0" w:type="dxa"/>
            <w:right w:w="0" w:type="dxa"/>
          </w:tcMar>
          <w:vAlign w:val="bottom"/>
        </w:tcPr>
        <w:p w14:paraId="0509F48C" w14:textId="58CA62F1" w:rsidR="009C1F03" w:rsidRPr="00B8518B" w:rsidRDefault="009C1F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650">
            <w:rPr>
              <w:rStyle w:val="slostrnky"/>
              <w:noProof/>
            </w:rPr>
            <w:t>21</w:t>
          </w:r>
          <w:r w:rsidRPr="00B8518B">
            <w:rPr>
              <w:rStyle w:val="slostrnky"/>
            </w:rPr>
            <w:fldChar w:fldCharType="end"/>
          </w:r>
          <w:r w:rsidRPr="00B8518B">
            <w:rPr>
              <w:rStyle w:val="slostrnky"/>
            </w:rPr>
            <w:t>/</w:t>
          </w:r>
          <w:fldSimple w:instr=" NUMPAGES   \* MERGEFORMAT ">
            <w:r w:rsidR="00420650" w:rsidRPr="00420650">
              <w:rPr>
                <w:rStyle w:val="slostrnky"/>
                <w:noProof/>
              </w:rPr>
              <w:t>30</w:t>
            </w:r>
          </w:fldSimple>
        </w:p>
      </w:tc>
      <w:tc>
        <w:tcPr>
          <w:tcW w:w="284" w:type="dxa"/>
          <w:shd w:val="clear" w:color="auto" w:fill="auto"/>
          <w:tcMar>
            <w:left w:w="0" w:type="dxa"/>
            <w:right w:w="0" w:type="dxa"/>
          </w:tcMar>
        </w:tcPr>
        <w:p w14:paraId="69F758A0" w14:textId="77777777" w:rsidR="009C1F03" w:rsidRDefault="009C1F03" w:rsidP="00B8518B">
          <w:pPr>
            <w:pStyle w:val="Zpat"/>
          </w:pPr>
        </w:p>
      </w:tc>
      <w:tc>
        <w:tcPr>
          <w:tcW w:w="425" w:type="dxa"/>
          <w:shd w:val="clear" w:color="auto" w:fill="auto"/>
          <w:tcMar>
            <w:left w:w="0" w:type="dxa"/>
            <w:right w:w="0" w:type="dxa"/>
          </w:tcMar>
        </w:tcPr>
        <w:p w14:paraId="510FF40D" w14:textId="77777777" w:rsidR="009C1F03" w:rsidRDefault="009C1F03" w:rsidP="00B8518B">
          <w:pPr>
            <w:pStyle w:val="Zpat"/>
          </w:pPr>
        </w:p>
      </w:tc>
      <w:tc>
        <w:tcPr>
          <w:tcW w:w="8505" w:type="dxa"/>
        </w:tcPr>
        <w:p w14:paraId="6C126F36" w14:textId="6A7BDE1A" w:rsidR="009C1F03" w:rsidRDefault="009C1F03" w:rsidP="00EB46E5">
          <w:pPr>
            <w:pStyle w:val="Zpat0"/>
          </w:pPr>
          <w:r>
            <w:t>„Výstavba GSM-R na tratích Správy železnic“</w:t>
          </w:r>
        </w:p>
        <w:p w14:paraId="1A415851" w14:textId="77777777" w:rsidR="009C1F03" w:rsidRPr="00C652E3" w:rsidRDefault="009C1F03" w:rsidP="00EB46E5">
          <w:pPr>
            <w:pStyle w:val="Zpat0"/>
          </w:pPr>
          <w:r w:rsidRPr="00C652E3">
            <w:t>Díl 1 – VÝZVA K PODÁNÍ NABÍDKY</w:t>
          </w:r>
        </w:p>
        <w:p w14:paraId="57E5CBE7" w14:textId="77777777" w:rsidR="009C1F03" w:rsidRPr="00C652E3" w:rsidRDefault="009C1F03" w:rsidP="0035531B">
          <w:pPr>
            <w:pStyle w:val="Zpat0"/>
          </w:pPr>
        </w:p>
      </w:tc>
    </w:tr>
  </w:tbl>
  <w:p w14:paraId="295CFF9F" w14:textId="77777777" w:rsidR="009C1F03" w:rsidRPr="00B8518B" w:rsidRDefault="009C1F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9C1F03" w:rsidRPr="00B8518B" w:rsidRDefault="009C1F03" w:rsidP="00460660">
    <w:pPr>
      <w:pStyle w:val="Zpat"/>
      <w:rPr>
        <w:sz w:val="2"/>
        <w:szCs w:val="2"/>
      </w:rPr>
    </w:pPr>
  </w:p>
  <w:p w14:paraId="3D26A829" w14:textId="77777777" w:rsidR="009C1F03" w:rsidRPr="00460660" w:rsidRDefault="009C1F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712F0" w14:textId="77777777" w:rsidR="00816946" w:rsidRDefault="00816946" w:rsidP="00962258">
      <w:pPr>
        <w:spacing w:after="0" w:line="240" w:lineRule="auto"/>
      </w:pPr>
      <w:r>
        <w:separator/>
      </w:r>
    </w:p>
  </w:footnote>
  <w:footnote w:type="continuationSeparator" w:id="0">
    <w:p w14:paraId="14D2A29D" w14:textId="77777777" w:rsidR="00816946" w:rsidRDefault="00816946" w:rsidP="00962258">
      <w:pPr>
        <w:spacing w:after="0" w:line="240" w:lineRule="auto"/>
      </w:pPr>
      <w:r>
        <w:continuationSeparator/>
      </w:r>
    </w:p>
  </w:footnote>
  <w:footnote w:id="1">
    <w:p w14:paraId="1D669368" w14:textId="77777777" w:rsidR="009C1F03" w:rsidRDefault="009C1F03">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9C1F03" w:rsidRDefault="009C1F03">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9C1F03" w:rsidRDefault="009C1F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1F03" w14:paraId="235EA476" w14:textId="77777777" w:rsidTr="00C02D0A">
      <w:trPr>
        <w:trHeight w:hRule="exact" w:val="454"/>
      </w:trPr>
      <w:tc>
        <w:tcPr>
          <w:tcW w:w="1361" w:type="dxa"/>
          <w:tcMar>
            <w:top w:w="57" w:type="dxa"/>
            <w:left w:w="0" w:type="dxa"/>
            <w:right w:w="0" w:type="dxa"/>
          </w:tcMar>
        </w:tcPr>
        <w:p w14:paraId="54B5682C" w14:textId="77777777" w:rsidR="009C1F03" w:rsidRPr="00B8518B" w:rsidRDefault="009C1F03" w:rsidP="00523EA7">
          <w:pPr>
            <w:pStyle w:val="Zpat"/>
            <w:rPr>
              <w:rStyle w:val="slostrnky"/>
            </w:rPr>
          </w:pPr>
        </w:p>
      </w:tc>
      <w:tc>
        <w:tcPr>
          <w:tcW w:w="3458" w:type="dxa"/>
          <w:shd w:val="clear" w:color="auto" w:fill="auto"/>
          <w:tcMar>
            <w:top w:w="57" w:type="dxa"/>
            <w:left w:w="0" w:type="dxa"/>
            <w:right w:w="0" w:type="dxa"/>
          </w:tcMar>
        </w:tcPr>
        <w:p w14:paraId="4E6A31A8" w14:textId="77777777" w:rsidR="009C1F03" w:rsidRDefault="009C1F03" w:rsidP="00523EA7">
          <w:pPr>
            <w:pStyle w:val="Zpat"/>
          </w:pPr>
        </w:p>
      </w:tc>
      <w:tc>
        <w:tcPr>
          <w:tcW w:w="5698" w:type="dxa"/>
          <w:shd w:val="clear" w:color="auto" w:fill="auto"/>
          <w:tcMar>
            <w:top w:w="57" w:type="dxa"/>
            <w:left w:w="0" w:type="dxa"/>
            <w:right w:w="0" w:type="dxa"/>
          </w:tcMar>
        </w:tcPr>
        <w:p w14:paraId="5AFFD36B" w14:textId="77777777" w:rsidR="009C1F03" w:rsidRPr="00D6163D" w:rsidRDefault="009C1F03" w:rsidP="00D6163D">
          <w:pPr>
            <w:pStyle w:val="Druhdokumentu"/>
          </w:pPr>
        </w:p>
      </w:tc>
    </w:tr>
  </w:tbl>
  <w:p w14:paraId="00D80EA0" w14:textId="77777777" w:rsidR="009C1F03" w:rsidRPr="00D6163D" w:rsidRDefault="009C1F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1F03" w14:paraId="20F6D479" w14:textId="77777777" w:rsidTr="00B22106">
      <w:trPr>
        <w:trHeight w:hRule="exact" w:val="936"/>
      </w:trPr>
      <w:tc>
        <w:tcPr>
          <w:tcW w:w="1361" w:type="dxa"/>
          <w:tcMar>
            <w:left w:w="0" w:type="dxa"/>
            <w:right w:w="0" w:type="dxa"/>
          </w:tcMar>
        </w:tcPr>
        <w:p w14:paraId="486F8387" w14:textId="77777777" w:rsidR="009C1F03" w:rsidRPr="00B8518B" w:rsidRDefault="009C1F03" w:rsidP="00FC6389">
          <w:pPr>
            <w:pStyle w:val="Zpat"/>
            <w:rPr>
              <w:rStyle w:val="slostrnky"/>
            </w:rPr>
          </w:pPr>
        </w:p>
      </w:tc>
      <w:tc>
        <w:tcPr>
          <w:tcW w:w="3458" w:type="dxa"/>
          <w:shd w:val="clear" w:color="auto" w:fill="auto"/>
          <w:tcMar>
            <w:left w:w="0" w:type="dxa"/>
            <w:right w:w="0" w:type="dxa"/>
          </w:tcMar>
        </w:tcPr>
        <w:p w14:paraId="7915B0AD" w14:textId="77777777" w:rsidR="009C1F03" w:rsidRDefault="009C1F03" w:rsidP="00FC6389">
          <w:pPr>
            <w:pStyle w:val="Zpat"/>
          </w:pPr>
        </w:p>
      </w:tc>
      <w:tc>
        <w:tcPr>
          <w:tcW w:w="5756" w:type="dxa"/>
          <w:shd w:val="clear" w:color="auto" w:fill="auto"/>
          <w:tcMar>
            <w:left w:w="0" w:type="dxa"/>
            <w:right w:w="0" w:type="dxa"/>
          </w:tcMar>
        </w:tcPr>
        <w:p w14:paraId="5027C67F" w14:textId="77777777" w:rsidR="009C1F03" w:rsidRPr="00D6163D" w:rsidRDefault="009C1F03" w:rsidP="00FC6389">
          <w:pPr>
            <w:pStyle w:val="Druhdokumentu"/>
          </w:pPr>
        </w:p>
      </w:tc>
    </w:tr>
    <w:tr w:rsidR="009C1F03" w14:paraId="517429F0" w14:textId="77777777" w:rsidTr="00B22106">
      <w:trPr>
        <w:trHeight w:hRule="exact" w:val="936"/>
      </w:trPr>
      <w:tc>
        <w:tcPr>
          <w:tcW w:w="1361" w:type="dxa"/>
          <w:tcMar>
            <w:left w:w="0" w:type="dxa"/>
            <w:right w:w="0" w:type="dxa"/>
          </w:tcMar>
        </w:tcPr>
        <w:p w14:paraId="3841F3BC" w14:textId="77777777" w:rsidR="009C1F03" w:rsidRPr="00B8518B" w:rsidRDefault="009C1F03" w:rsidP="00FC6389">
          <w:pPr>
            <w:pStyle w:val="Zpat"/>
            <w:rPr>
              <w:rStyle w:val="slostrnky"/>
            </w:rPr>
          </w:pPr>
        </w:p>
      </w:tc>
      <w:tc>
        <w:tcPr>
          <w:tcW w:w="3458" w:type="dxa"/>
          <w:shd w:val="clear" w:color="auto" w:fill="auto"/>
          <w:tcMar>
            <w:left w:w="0" w:type="dxa"/>
            <w:right w:w="0" w:type="dxa"/>
          </w:tcMar>
        </w:tcPr>
        <w:p w14:paraId="55303B9A" w14:textId="77777777" w:rsidR="009C1F03" w:rsidRDefault="009C1F03" w:rsidP="00FC6389">
          <w:pPr>
            <w:pStyle w:val="Zpat"/>
          </w:pPr>
        </w:p>
      </w:tc>
      <w:tc>
        <w:tcPr>
          <w:tcW w:w="5756" w:type="dxa"/>
          <w:shd w:val="clear" w:color="auto" w:fill="auto"/>
          <w:tcMar>
            <w:left w:w="0" w:type="dxa"/>
            <w:right w:w="0" w:type="dxa"/>
          </w:tcMar>
        </w:tcPr>
        <w:p w14:paraId="366B67A6" w14:textId="77777777" w:rsidR="009C1F03" w:rsidRPr="00D6163D" w:rsidRDefault="009C1F03" w:rsidP="00FC6389">
          <w:pPr>
            <w:pStyle w:val="Druhdokumentu"/>
          </w:pPr>
        </w:p>
      </w:tc>
    </w:tr>
  </w:tbl>
  <w:p w14:paraId="7079C5D5" w14:textId="77777777" w:rsidR="009C1F03" w:rsidRPr="00D6163D" w:rsidRDefault="009C1F03"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9C1F03" w:rsidRPr="00460660" w:rsidRDefault="009C1F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030D688"/>
    <w:lvl w:ilvl="0" w:tplc="04050001">
      <w:start w:val="1"/>
      <w:numFmt w:val="bullet"/>
      <w:lvlText w:val=""/>
      <w:lvlJc w:val="left"/>
      <w:pPr>
        <w:ind w:left="1097" w:hanging="360"/>
      </w:pPr>
      <w:rPr>
        <w:rFonts w:ascii="Symbol" w:hAnsi="Symbol"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1"/>
  </w:num>
  <w:num w:numId="8">
    <w:abstractNumId w:val="8"/>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num>
  <w:num w:numId="14">
    <w:abstractNumId w:val="9"/>
  </w:num>
  <w:num w:numId="15">
    <w:abstractNumId w:val="0"/>
  </w:num>
  <w:num w:numId="16">
    <w:abstractNumId w:val="3"/>
  </w:num>
  <w:num w:numId="17">
    <w:abstractNumId w:val="15"/>
  </w:num>
  <w:num w:numId="18">
    <w:abstractNumId w:val="12"/>
  </w:num>
  <w:num w:numId="1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1F72"/>
    <w:rsid w:val="00026DC5"/>
    <w:rsid w:val="000338E9"/>
    <w:rsid w:val="00041914"/>
    <w:rsid w:val="00041EC8"/>
    <w:rsid w:val="00044D31"/>
    <w:rsid w:val="00046203"/>
    <w:rsid w:val="00046545"/>
    <w:rsid w:val="00061F8A"/>
    <w:rsid w:val="000624FD"/>
    <w:rsid w:val="0006295B"/>
    <w:rsid w:val="00062F14"/>
    <w:rsid w:val="0006450D"/>
    <w:rsid w:val="0006499F"/>
    <w:rsid w:val="0006588D"/>
    <w:rsid w:val="00067A5E"/>
    <w:rsid w:val="00067EE3"/>
    <w:rsid w:val="000701AB"/>
    <w:rsid w:val="000719BB"/>
    <w:rsid w:val="00072A65"/>
    <w:rsid w:val="00072C1E"/>
    <w:rsid w:val="0007343A"/>
    <w:rsid w:val="00074BD1"/>
    <w:rsid w:val="0007510A"/>
    <w:rsid w:val="000839DD"/>
    <w:rsid w:val="000875F5"/>
    <w:rsid w:val="00091CD6"/>
    <w:rsid w:val="0009258C"/>
    <w:rsid w:val="00092CC9"/>
    <w:rsid w:val="000A1C07"/>
    <w:rsid w:val="000A2684"/>
    <w:rsid w:val="000A4548"/>
    <w:rsid w:val="000B4873"/>
    <w:rsid w:val="000B4EB8"/>
    <w:rsid w:val="000B664E"/>
    <w:rsid w:val="000C3A67"/>
    <w:rsid w:val="000C3C4E"/>
    <w:rsid w:val="000C41F2"/>
    <w:rsid w:val="000D0639"/>
    <w:rsid w:val="000D22C4"/>
    <w:rsid w:val="000D27D1"/>
    <w:rsid w:val="000D5E72"/>
    <w:rsid w:val="000D7437"/>
    <w:rsid w:val="000E0D78"/>
    <w:rsid w:val="000E0E44"/>
    <w:rsid w:val="000E1A7F"/>
    <w:rsid w:val="000E3AB8"/>
    <w:rsid w:val="000E4735"/>
    <w:rsid w:val="000F0F2A"/>
    <w:rsid w:val="00100BE0"/>
    <w:rsid w:val="001019DB"/>
    <w:rsid w:val="00103B12"/>
    <w:rsid w:val="0010564F"/>
    <w:rsid w:val="00106A0E"/>
    <w:rsid w:val="00111E39"/>
    <w:rsid w:val="00112301"/>
    <w:rsid w:val="00112864"/>
    <w:rsid w:val="00114472"/>
    <w:rsid w:val="00114988"/>
    <w:rsid w:val="00115069"/>
    <w:rsid w:val="001150F2"/>
    <w:rsid w:val="00121901"/>
    <w:rsid w:val="0012443C"/>
    <w:rsid w:val="00130C90"/>
    <w:rsid w:val="0013317C"/>
    <w:rsid w:val="00136270"/>
    <w:rsid w:val="00146BCB"/>
    <w:rsid w:val="001472A9"/>
    <w:rsid w:val="00151F14"/>
    <w:rsid w:val="00157D35"/>
    <w:rsid w:val="00163928"/>
    <w:rsid w:val="001656A2"/>
    <w:rsid w:val="00170521"/>
    <w:rsid w:val="00170EC5"/>
    <w:rsid w:val="00172576"/>
    <w:rsid w:val="001747C1"/>
    <w:rsid w:val="00177D6B"/>
    <w:rsid w:val="001902D3"/>
    <w:rsid w:val="00191255"/>
    <w:rsid w:val="00191F90"/>
    <w:rsid w:val="00193D8F"/>
    <w:rsid w:val="00194DAF"/>
    <w:rsid w:val="001950C2"/>
    <w:rsid w:val="00196E81"/>
    <w:rsid w:val="00197256"/>
    <w:rsid w:val="001A06D3"/>
    <w:rsid w:val="001A1EE4"/>
    <w:rsid w:val="001B23A1"/>
    <w:rsid w:val="001B4E74"/>
    <w:rsid w:val="001C2709"/>
    <w:rsid w:val="001C5CED"/>
    <w:rsid w:val="001C645F"/>
    <w:rsid w:val="001C7F48"/>
    <w:rsid w:val="001D16CC"/>
    <w:rsid w:val="001D20FB"/>
    <w:rsid w:val="001D4B4A"/>
    <w:rsid w:val="001D5DE6"/>
    <w:rsid w:val="001E3B36"/>
    <w:rsid w:val="001E651D"/>
    <w:rsid w:val="001E678E"/>
    <w:rsid w:val="002071BB"/>
    <w:rsid w:val="00207DF5"/>
    <w:rsid w:val="00210524"/>
    <w:rsid w:val="0021689D"/>
    <w:rsid w:val="00220B8A"/>
    <w:rsid w:val="00220EFE"/>
    <w:rsid w:val="0022480A"/>
    <w:rsid w:val="00227186"/>
    <w:rsid w:val="0023311D"/>
    <w:rsid w:val="00233A53"/>
    <w:rsid w:val="00234D48"/>
    <w:rsid w:val="002357BD"/>
    <w:rsid w:val="00240B81"/>
    <w:rsid w:val="0024186C"/>
    <w:rsid w:val="00242B44"/>
    <w:rsid w:val="00243544"/>
    <w:rsid w:val="00243A9B"/>
    <w:rsid w:val="0024699F"/>
    <w:rsid w:val="00247D01"/>
    <w:rsid w:val="0025030F"/>
    <w:rsid w:val="0025373A"/>
    <w:rsid w:val="002537CB"/>
    <w:rsid w:val="00257088"/>
    <w:rsid w:val="00261A5B"/>
    <w:rsid w:val="00262E5B"/>
    <w:rsid w:val="002637DA"/>
    <w:rsid w:val="00263CBA"/>
    <w:rsid w:val="00266882"/>
    <w:rsid w:val="00270415"/>
    <w:rsid w:val="002705A5"/>
    <w:rsid w:val="00274786"/>
    <w:rsid w:val="00276AFE"/>
    <w:rsid w:val="00277C77"/>
    <w:rsid w:val="0028096D"/>
    <w:rsid w:val="00283216"/>
    <w:rsid w:val="00283302"/>
    <w:rsid w:val="002834CB"/>
    <w:rsid w:val="00290EE8"/>
    <w:rsid w:val="00291AB0"/>
    <w:rsid w:val="002924B8"/>
    <w:rsid w:val="002942E7"/>
    <w:rsid w:val="002959FA"/>
    <w:rsid w:val="002962C7"/>
    <w:rsid w:val="002968D0"/>
    <w:rsid w:val="002976F8"/>
    <w:rsid w:val="002A0244"/>
    <w:rsid w:val="002A3B57"/>
    <w:rsid w:val="002A69F5"/>
    <w:rsid w:val="002C04EE"/>
    <w:rsid w:val="002C31BF"/>
    <w:rsid w:val="002D51A2"/>
    <w:rsid w:val="002D7FD6"/>
    <w:rsid w:val="002E0987"/>
    <w:rsid w:val="002E0CD7"/>
    <w:rsid w:val="002E0CFB"/>
    <w:rsid w:val="002E294C"/>
    <w:rsid w:val="002E5C7B"/>
    <w:rsid w:val="002E7AF2"/>
    <w:rsid w:val="002F20DD"/>
    <w:rsid w:val="002F4333"/>
    <w:rsid w:val="003047BB"/>
    <w:rsid w:val="00306131"/>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2155"/>
    <w:rsid w:val="0035531B"/>
    <w:rsid w:val="003571D8"/>
    <w:rsid w:val="00357BC6"/>
    <w:rsid w:val="00357D5B"/>
    <w:rsid w:val="00361422"/>
    <w:rsid w:val="00363CBF"/>
    <w:rsid w:val="003646A3"/>
    <w:rsid w:val="003717A3"/>
    <w:rsid w:val="00371D07"/>
    <w:rsid w:val="003753A9"/>
    <w:rsid w:val="0037545D"/>
    <w:rsid w:val="00375FD9"/>
    <w:rsid w:val="003770FB"/>
    <w:rsid w:val="003812CA"/>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B6B04"/>
    <w:rsid w:val="003C33F2"/>
    <w:rsid w:val="003D756E"/>
    <w:rsid w:val="003E0DEC"/>
    <w:rsid w:val="003E3CE3"/>
    <w:rsid w:val="003E420D"/>
    <w:rsid w:val="003E4C13"/>
    <w:rsid w:val="003E79F5"/>
    <w:rsid w:val="003F10B9"/>
    <w:rsid w:val="003F74FF"/>
    <w:rsid w:val="003F78E7"/>
    <w:rsid w:val="003F7FDC"/>
    <w:rsid w:val="00400E53"/>
    <w:rsid w:val="004045C5"/>
    <w:rsid w:val="00404BA2"/>
    <w:rsid w:val="004078F3"/>
    <w:rsid w:val="00410C64"/>
    <w:rsid w:val="00420650"/>
    <w:rsid w:val="00427794"/>
    <w:rsid w:val="004316A6"/>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874A3"/>
    <w:rsid w:val="00491827"/>
    <w:rsid w:val="0049595F"/>
    <w:rsid w:val="004A0BEF"/>
    <w:rsid w:val="004A4585"/>
    <w:rsid w:val="004B34E9"/>
    <w:rsid w:val="004C086E"/>
    <w:rsid w:val="004C0D03"/>
    <w:rsid w:val="004C411F"/>
    <w:rsid w:val="004C4399"/>
    <w:rsid w:val="004C787C"/>
    <w:rsid w:val="004D322B"/>
    <w:rsid w:val="004D3ADA"/>
    <w:rsid w:val="004D4476"/>
    <w:rsid w:val="004D45AA"/>
    <w:rsid w:val="004E2B03"/>
    <w:rsid w:val="004E77B2"/>
    <w:rsid w:val="004E7A1F"/>
    <w:rsid w:val="004E7FF6"/>
    <w:rsid w:val="004F01D0"/>
    <w:rsid w:val="004F05C4"/>
    <w:rsid w:val="004F1D17"/>
    <w:rsid w:val="004F3CA6"/>
    <w:rsid w:val="004F4597"/>
    <w:rsid w:val="004F4B9B"/>
    <w:rsid w:val="0050132C"/>
    <w:rsid w:val="00501B32"/>
    <w:rsid w:val="00504773"/>
    <w:rsid w:val="0050666E"/>
    <w:rsid w:val="00511840"/>
    <w:rsid w:val="00511AB9"/>
    <w:rsid w:val="00513C84"/>
    <w:rsid w:val="00513F5A"/>
    <w:rsid w:val="00514707"/>
    <w:rsid w:val="005151D3"/>
    <w:rsid w:val="005173BF"/>
    <w:rsid w:val="005210B3"/>
    <w:rsid w:val="005226A8"/>
    <w:rsid w:val="00523BB5"/>
    <w:rsid w:val="00523C44"/>
    <w:rsid w:val="00523EA7"/>
    <w:rsid w:val="005406EB"/>
    <w:rsid w:val="00542A90"/>
    <w:rsid w:val="00551E4C"/>
    <w:rsid w:val="005524A1"/>
    <w:rsid w:val="00553375"/>
    <w:rsid w:val="00554ED4"/>
    <w:rsid w:val="0055532D"/>
    <w:rsid w:val="00555884"/>
    <w:rsid w:val="00563BE9"/>
    <w:rsid w:val="00564DDD"/>
    <w:rsid w:val="00570C99"/>
    <w:rsid w:val="005736B7"/>
    <w:rsid w:val="005742C0"/>
    <w:rsid w:val="00575862"/>
    <w:rsid w:val="00575E5A"/>
    <w:rsid w:val="00577A3C"/>
    <w:rsid w:val="00580245"/>
    <w:rsid w:val="00585597"/>
    <w:rsid w:val="00590398"/>
    <w:rsid w:val="00592B3C"/>
    <w:rsid w:val="0059651C"/>
    <w:rsid w:val="005971DD"/>
    <w:rsid w:val="005A1F44"/>
    <w:rsid w:val="005A24E9"/>
    <w:rsid w:val="005A2C85"/>
    <w:rsid w:val="005A3828"/>
    <w:rsid w:val="005A3D2F"/>
    <w:rsid w:val="005A4262"/>
    <w:rsid w:val="005A64DE"/>
    <w:rsid w:val="005B0EC9"/>
    <w:rsid w:val="005B4642"/>
    <w:rsid w:val="005B5623"/>
    <w:rsid w:val="005B64BB"/>
    <w:rsid w:val="005C161B"/>
    <w:rsid w:val="005D0F0C"/>
    <w:rsid w:val="005D3C39"/>
    <w:rsid w:val="005D44B6"/>
    <w:rsid w:val="005D4EF3"/>
    <w:rsid w:val="005D5716"/>
    <w:rsid w:val="005F5241"/>
    <w:rsid w:val="005F7739"/>
    <w:rsid w:val="006006FE"/>
    <w:rsid w:val="0060115D"/>
    <w:rsid w:val="00601A8C"/>
    <w:rsid w:val="006047A4"/>
    <w:rsid w:val="0061068E"/>
    <w:rsid w:val="006115D3"/>
    <w:rsid w:val="00616090"/>
    <w:rsid w:val="00621FBB"/>
    <w:rsid w:val="00632D84"/>
    <w:rsid w:val="006405B8"/>
    <w:rsid w:val="00640B30"/>
    <w:rsid w:val="006420A3"/>
    <w:rsid w:val="00643835"/>
    <w:rsid w:val="00644BF1"/>
    <w:rsid w:val="00655976"/>
    <w:rsid w:val="0065610E"/>
    <w:rsid w:val="00656C43"/>
    <w:rsid w:val="00660AD3"/>
    <w:rsid w:val="00665F2C"/>
    <w:rsid w:val="006717AE"/>
    <w:rsid w:val="006740AF"/>
    <w:rsid w:val="00674822"/>
    <w:rsid w:val="00676218"/>
    <w:rsid w:val="006776B6"/>
    <w:rsid w:val="0068071F"/>
    <w:rsid w:val="00685DD9"/>
    <w:rsid w:val="00686462"/>
    <w:rsid w:val="00693150"/>
    <w:rsid w:val="00695DAA"/>
    <w:rsid w:val="00695F83"/>
    <w:rsid w:val="00697CA8"/>
    <w:rsid w:val="006A20BD"/>
    <w:rsid w:val="006A21F6"/>
    <w:rsid w:val="006A5570"/>
    <w:rsid w:val="006A689C"/>
    <w:rsid w:val="006A6AF2"/>
    <w:rsid w:val="006B0755"/>
    <w:rsid w:val="006B3D79"/>
    <w:rsid w:val="006B6FE4"/>
    <w:rsid w:val="006C04A0"/>
    <w:rsid w:val="006C2343"/>
    <w:rsid w:val="006C2F32"/>
    <w:rsid w:val="006C4163"/>
    <w:rsid w:val="006C442A"/>
    <w:rsid w:val="006D34B2"/>
    <w:rsid w:val="006D36AC"/>
    <w:rsid w:val="006D6506"/>
    <w:rsid w:val="006E0578"/>
    <w:rsid w:val="006E0B0A"/>
    <w:rsid w:val="006E314D"/>
    <w:rsid w:val="006E4A62"/>
    <w:rsid w:val="006E5432"/>
    <w:rsid w:val="006F6B09"/>
    <w:rsid w:val="007038DC"/>
    <w:rsid w:val="00706CF9"/>
    <w:rsid w:val="00706F4C"/>
    <w:rsid w:val="00710723"/>
    <w:rsid w:val="007116A8"/>
    <w:rsid w:val="007134F3"/>
    <w:rsid w:val="00715F5C"/>
    <w:rsid w:val="007168BB"/>
    <w:rsid w:val="0072146E"/>
    <w:rsid w:val="00723ED1"/>
    <w:rsid w:val="007257C5"/>
    <w:rsid w:val="007317D5"/>
    <w:rsid w:val="007354E9"/>
    <w:rsid w:val="007356BD"/>
    <w:rsid w:val="007364D0"/>
    <w:rsid w:val="00740AF5"/>
    <w:rsid w:val="00743525"/>
    <w:rsid w:val="00744F6A"/>
    <w:rsid w:val="00745555"/>
    <w:rsid w:val="007465B2"/>
    <w:rsid w:val="007541A2"/>
    <w:rsid w:val="00755818"/>
    <w:rsid w:val="00755DFA"/>
    <w:rsid w:val="0075602A"/>
    <w:rsid w:val="00756777"/>
    <w:rsid w:val="007617FE"/>
    <w:rsid w:val="0076286B"/>
    <w:rsid w:val="00766846"/>
    <w:rsid w:val="00766ED4"/>
    <w:rsid w:val="0076790E"/>
    <w:rsid w:val="00773DC0"/>
    <w:rsid w:val="007748A9"/>
    <w:rsid w:val="0077673A"/>
    <w:rsid w:val="00776A8A"/>
    <w:rsid w:val="00783ED4"/>
    <w:rsid w:val="007846E1"/>
    <w:rsid w:val="007847D6"/>
    <w:rsid w:val="00792824"/>
    <w:rsid w:val="0079630D"/>
    <w:rsid w:val="007A2107"/>
    <w:rsid w:val="007A4B6C"/>
    <w:rsid w:val="007A5172"/>
    <w:rsid w:val="007A67A0"/>
    <w:rsid w:val="007B000C"/>
    <w:rsid w:val="007B34C6"/>
    <w:rsid w:val="007B3D4D"/>
    <w:rsid w:val="007B570C"/>
    <w:rsid w:val="007B6F38"/>
    <w:rsid w:val="007D0356"/>
    <w:rsid w:val="007D0559"/>
    <w:rsid w:val="007D5A8D"/>
    <w:rsid w:val="007E2234"/>
    <w:rsid w:val="007E4A6E"/>
    <w:rsid w:val="007F2A98"/>
    <w:rsid w:val="007F56A7"/>
    <w:rsid w:val="007F5F7E"/>
    <w:rsid w:val="00800028"/>
    <w:rsid w:val="00800851"/>
    <w:rsid w:val="008008A3"/>
    <w:rsid w:val="00801443"/>
    <w:rsid w:val="0080357A"/>
    <w:rsid w:val="00806794"/>
    <w:rsid w:val="00807DD0"/>
    <w:rsid w:val="00814E6F"/>
    <w:rsid w:val="00816946"/>
    <w:rsid w:val="00821D01"/>
    <w:rsid w:val="00822B88"/>
    <w:rsid w:val="008256D0"/>
    <w:rsid w:val="00826B7B"/>
    <w:rsid w:val="00831DE9"/>
    <w:rsid w:val="00832B7F"/>
    <w:rsid w:val="00833899"/>
    <w:rsid w:val="00844DF6"/>
    <w:rsid w:val="00845C50"/>
    <w:rsid w:val="00846789"/>
    <w:rsid w:val="00850538"/>
    <w:rsid w:val="008513D8"/>
    <w:rsid w:val="00856BF1"/>
    <w:rsid w:val="00861A7A"/>
    <w:rsid w:val="008656E3"/>
    <w:rsid w:val="008660D4"/>
    <w:rsid w:val="008662A3"/>
    <w:rsid w:val="0086740A"/>
    <w:rsid w:val="00867426"/>
    <w:rsid w:val="00867C95"/>
    <w:rsid w:val="00870026"/>
    <w:rsid w:val="00872044"/>
    <w:rsid w:val="00872E3F"/>
    <w:rsid w:val="00873362"/>
    <w:rsid w:val="00876D73"/>
    <w:rsid w:val="00887139"/>
    <w:rsid w:val="00887F36"/>
    <w:rsid w:val="0089275C"/>
    <w:rsid w:val="00893119"/>
    <w:rsid w:val="008970AF"/>
    <w:rsid w:val="008A22DF"/>
    <w:rsid w:val="008A2B91"/>
    <w:rsid w:val="008A3568"/>
    <w:rsid w:val="008A525B"/>
    <w:rsid w:val="008A76C1"/>
    <w:rsid w:val="008B2021"/>
    <w:rsid w:val="008B4331"/>
    <w:rsid w:val="008B70C7"/>
    <w:rsid w:val="008C50F3"/>
    <w:rsid w:val="008C65BC"/>
    <w:rsid w:val="008C65E0"/>
    <w:rsid w:val="008C7EFE"/>
    <w:rsid w:val="008D03B9"/>
    <w:rsid w:val="008D30C7"/>
    <w:rsid w:val="008D552B"/>
    <w:rsid w:val="008D6313"/>
    <w:rsid w:val="008D6C10"/>
    <w:rsid w:val="008E1138"/>
    <w:rsid w:val="008F18D6"/>
    <w:rsid w:val="008F2C9B"/>
    <w:rsid w:val="008F5112"/>
    <w:rsid w:val="008F797B"/>
    <w:rsid w:val="00904780"/>
    <w:rsid w:val="0090635B"/>
    <w:rsid w:val="009079BA"/>
    <w:rsid w:val="00912C49"/>
    <w:rsid w:val="00914AC7"/>
    <w:rsid w:val="00920DEB"/>
    <w:rsid w:val="0092131C"/>
    <w:rsid w:val="0092207B"/>
    <w:rsid w:val="00922385"/>
    <w:rsid w:val="009223DF"/>
    <w:rsid w:val="00922B0C"/>
    <w:rsid w:val="00926154"/>
    <w:rsid w:val="00930B79"/>
    <w:rsid w:val="009354F0"/>
    <w:rsid w:val="00936091"/>
    <w:rsid w:val="009360B5"/>
    <w:rsid w:val="0093661A"/>
    <w:rsid w:val="0093668A"/>
    <w:rsid w:val="00936AAF"/>
    <w:rsid w:val="00937043"/>
    <w:rsid w:val="00940D8A"/>
    <w:rsid w:val="009414D7"/>
    <w:rsid w:val="00942932"/>
    <w:rsid w:val="00946138"/>
    <w:rsid w:val="009526B6"/>
    <w:rsid w:val="009531C1"/>
    <w:rsid w:val="00955853"/>
    <w:rsid w:val="00956089"/>
    <w:rsid w:val="00956B21"/>
    <w:rsid w:val="009570D9"/>
    <w:rsid w:val="00961BD2"/>
    <w:rsid w:val="00962258"/>
    <w:rsid w:val="00964860"/>
    <w:rsid w:val="009678B7"/>
    <w:rsid w:val="00970D4B"/>
    <w:rsid w:val="00971F7E"/>
    <w:rsid w:val="00972312"/>
    <w:rsid w:val="0098426C"/>
    <w:rsid w:val="009862FF"/>
    <w:rsid w:val="0099152C"/>
    <w:rsid w:val="00992D9C"/>
    <w:rsid w:val="00996CB8"/>
    <w:rsid w:val="009A287D"/>
    <w:rsid w:val="009A4CE6"/>
    <w:rsid w:val="009A4DFE"/>
    <w:rsid w:val="009A5E3D"/>
    <w:rsid w:val="009A6440"/>
    <w:rsid w:val="009A7A46"/>
    <w:rsid w:val="009B2E97"/>
    <w:rsid w:val="009B3A53"/>
    <w:rsid w:val="009B3F75"/>
    <w:rsid w:val="009B5146"/>
    <w:rsid w:val="009B792B"/>
    <w:rsid w:val="009B7EEC"/>
    <w:rsid w:val="009C083D"/>
    <w:rsid w:val="009C1F03"/>
    <w:rsid w:val="009C418E"/>
    <w:rsid w:val="009C442C"/>
    <w:rsid w:val="009D0E66"/>
    <w:rsid w:val="009D20A1"/>
    <w:rsid w:val="009E07F4"/>
    <w:rsid w:val="009E69B1"/>
    <w:rsid w:val="009F1BED"/>
    <w:rsid w:val="009F309B"/>
    <w:rsid w:val="009F392E"/>
    <w:rsid w:val="009F53C5"/>
    <w:rsid w:val="009F72DE"/>
    <w:rsid w:val="00A06370"/>
    <w:rsid w:val="00A0740E"/>
    <w:rsid w:val="00A11656"/>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2A34"/>
    <w:rsid w:val="00A66136"/>
    <w:rsid w:val="00A6786E"/>
    <w:rsid w:val="00A71189"/>
    <w:rsid w:val="00A7272E"/>
    <w:rsid w:val="00A7364A"/>
    <w:rsid w:val="00A74DCC"/>
    <w:rsid w:val="00A753ED"/>
    <w:rsid w:val="00A768FA"/>
    <w:rsid w:val="00A77512"/>
    <w:rsid w:val="00A82B3C"/>
    <w:rsid w:val="00A86132"/>
    <w:rsid w:val="00A87899"/>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C144F"/>
    <w:rsid w:val="00AD056F"/>
    <w:rsid w:val="00AD0971"/>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E77E2"/>
    <w:rsid w:val="00AF20AA"/>
    <w:rsid w:val="00AF31FA"/>
    <w:rsid w:val="00AF335D"/>
    <w:rsid w:val="00AF43AF"/>
    <w:rsid w:val="00AF4A09"/>
    <w:rsid w:val="00AF5174"/>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653C0"/>
    <w:rsid w:val="00B661E1"/>
    <w:rsid w:val="00B71AB9"/>
    <w:rsid w:val="00B71CC3"/>
    <w:rsid w:val="00B74860"/>
    <w:rsid w:val="00B75EE1"/>
    <w:rsid w:val="00B77481"/>
    <w:rsid w:val="00B77C6D"/>
    <w:rsid w:val="00B8010E"/>
    <w:rsid w:val="00B80E53"/>
    <w:rsid w:val="00B83637"/>
    <w:rsid w:val="00B8518B"/>
    <w:rsid w:val="00B85228"/>
    <w:rsid w:val="00B931E7"/>
    <w:rsid w:val="00B97CC3"/>
    <w:rsid w:val="00BA0390"/>
    <w:rsid w:val="00BA129D"/>
    <w:rsid w:val="00BA2D8A"/>
    <w:rsid w:val="00BA3937"/>
    <w:rsid w:val="00BA412D"/>
    <w:rsid w:val="00BA64D6"/>
    <w:rsid w:val="00BB4AF2"/>
    <w:rsid w:val="00BC06C4"/>
    <w:rsid w:val="00BC3D14"/>
    <w:rsid w:val="00BC52C3"/>
    <w:rsid w:val="00BC6D2B"/>
    <w:rsid w:val="00BD4685"/>
    <w:rsid w:val="00BD475F"/>
    <w:rsid w:val="00BD7498"/>
    <w:rsid w:val="00BD7E91"/>
    <w:rsid w:val="00BD7F0D"/>
    <w:rsid w:val="00BE2A56"/>
    <w:rsid w:val="00BE32ED"/>
    <w:rsid w:val="00BE49F4"/>
    <w:rsid w:val="00BF3917"/>
    <w:rsid w:val="00BF7DBA"/>
    <w:rsid w:val="00C0203A"/>
    <w:rsid w:val="00C02D0A"/>
    <w:rsid w:val="00C03A6E"/>
    <w:rsid w:val="00C1197B"/>
    <w:rsid w:val="00C12F1A"/>
    <w:rsid w:val="00C1505C"/>
    <w:rsid w:val="00C154A5"/>
    <w:rsid w:val="00C226C0"/>
    <w:rsid w:val="00C23571"/>
    <w:rsid w:val="00C330DC"/>
    <w:rsid w:val="00C401C5"/>
    <w:rsid w:val="00C4229A"/>
    <w:rsid w:val="00C429DB"/>
    <w:rsid w:val="00C42FE6"/>
    <w:rsid w:val="00C44A2B"/>
    <w:rsid w:val="00C44F6A"/>
    <w:rsid w:val="00C45213"/>
    <w:rsid w:val="00C477F8"/>
    <w:rsid w:val="00C5664E"/>
    <w:rsid w:val="00C6198E"/>
    <w:rsid w:val="00C62E4B"/>
    <w:rsid w:val="00C652E3"/>
    <w:rsid w:val="00C66B87"/>
    <w:rsid w:val="00C708EA"/>
    <w:rsid w:val="00C759E9"/>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219B"/>
    <w:rsid w:val="00CE6022"/>
    <w:rsid w:val="00CE714C"/>
    <w:rsid w:val="00CF0AFD"/>
    <w:rsid w:val="00CF1F90"/>
    <w:rsid w:val="00CF2278"/>
    <w:rsid w:val="00CF6012"/>
    <w:rsid w:val="00D019D7"/>
    <w:rsid w:val="00D034A0"/>
    <w:rsid w:val="00D0362E"/>
    <w:rsid w:val="00D03C1F"/>
    <w:rsid w:val="00D10A2D"/>
    <w:rsid w:val="00D139AC"/>
    <w:rsid w:val="00D16115"/>
    <w:rsid w:val="00D21061"/>
    <w:rsid w:val="00D22B70"/>
    <w:rsid w:val="00D23874"/>
    <w:rsid w:val="00D2419D"/>
    <w:rsid w:val="00D24BD3"/>
    <w:rsid w:val="00D26838"/>
    <w:rsid w:val="00D30551"/>
    <w:rsid w:val="00D34BA6"/>
    <w:rsid w:val="00D365A1"/>
    <w:rsid w:val="00D37128"/>
    <w:rsid w:val="00D37B14"/>
    <w:rsid w:val="00D4108E"/>
    <w:rsid w:val="00D52F66"/>
    <w:rsid w:val="00D532C0"/>
    <w:rsid w:val="00D55B58"/>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C797F"/>
    <w:rsid w:val="00DD1858"/>
    <w:rsid w:val="00DD2F29"/>
    <w:rsid w:val="00DD46F3"/>
    <w:rsid w:val="00DD63D8"/>
    <w:rsid w:val="00DD7A41"/>
    <w:rsid w:val="00DE0CEB"/>
    <w:rsid w:val="00DE4D46"/>
    <w:rsid w:val="00DE51A5"/>
    <w:rsid w:val="00DE56F2"/>
    <w:rsid w:val="00DE6C67"/>
    <w:rsid w:val="00DF116D"/>
    <w:rsid w:val="00DF152A"/>
    <w:rsid w:val="00DF651A"/>
    <w:rsid w:val="00E00950"/>
    <w:rsid w:val="00E018E7"/>
    <w:rsid w:val="00E01EA1"/>
    <w:rsid w:val="00E05EB9"/>
    <w:rsid w:val="00E14957"/>
    <w:rsid w:val="00E16FF7"/>
    <w:rsid w:val="00E20A91"/>
    <w:rsid w:val="00E22C30"/>
    <w:rsid w:val="00E24F78"/>
    <w:rsid w:val="00E26D68"/>
    <w:rsid w:val="00E30B2C"/>
    <w:rsid w:val="00E3547B"/>
    <w:rsid w:val="00E35FDE"/>
    <w:rsid w:val="00E37347"/>
    <w:rsid w:val="00E437B0"/>
    <w:rsid w:val="00E43DF6"/>
    <w:rsid w:val="00E44045"/>
    <w:rsid w:val="00E501D1"/>
    <w:rsid w:val="00E60EC9"/>
    <w:rsid w:val="00E618C4"/>
    <w:rsid w:val="00E702FC"/>
    <w:rsid w:val="00E7151C"/>
    <w:rsid w:val="00E7218A"/>
    <w:rsid w:val="00E878EE"/>
    <w:rsid w:val="00E92217"/>
    <w:rsid w:val="00EA0020"/>
    <w:rsid w:val="00EA1EF4"/>
    <w:rsid w:val="00EA6EC7"/>
    <w:rsid w:val="00EA7F3A"/>
    <w:rsid w:val="00EB104F"/>
    <w:rsid w:val="00EB46E5"/>
    <w:rsid w:val="00EB49AE"/>
    <w:rsid w:val="00EB4ECA"/>
    <w:rsid w:val="00EB5D4D"/>
    <w:rsid w:val="00EB6AD6"/>
    <w:rsid w:val="00EB7D3F"/>
    <w:rsid w:val="00EC10AE"/>
    <w:rsid w:val="00EC49D4"/>
    <w:rsid w:val="00EC4AF9"/>
    <w:rsid w:val="00EC5E37"/>
    <w:rsid w:val="00EC6D54"/>
    <w:rsid w:val="00ED0703"/>
    <w:rsid w:val="00ED14BD"/>
    <w:rsid w:val="00ED289D"/>
    <w:rsid w:val="00ED6360"/>
    <w:rsid w:val="00EE1F70"/>
    <w:rsid w:val="00EE2244"/>
    <w:rsid w:val="00EE295A"/>
    <w:rsid w:val="00EE3C5F"/>
    <w:rsid w:val="00EE4052"/>
    <w:rsid w:val="00EE7882"/>
    <w:rsid w:val="00EF4DAC"/>
    <w:rsid w:val="00F00EC1"/>
    <w:rsid w:val="00F016C7"/>
    <w:rsid w:val="00F02679"/>
    <w:rsid w:val="00F030DF"/>
    <w:rsid w:val="00F12DEC"/>
    <w:rsid w:val="00F14556"/>
    <w:rsid w:val="00F1715C"/>
    <w:rsid w:val="00F21A5E"/>
    <w:rsid w:val="00F25B6E"/>
    <w:rsid w:val="00F310F8"/>
    <w:rsid w:val="00F317C2"/>
    <w:rsid w:val="00F31BF9"/>
    <w:rsid w:val="00F32037"/>
    <w:rsid w:val="00F34EA5"/>
    <w:rsid w:val="00F35939"/>
    <w:rsid w:val="00F41047"/>
    <w:rsid w:val="00F411BB"/>
    <w:rsid w:val="00F4330A"/>
    <w:rsid w:val="00F45607"/>
    <w:rsid w:val="00F46000"/>
    <w:rsid w:val="00F46EA7"/>
    <w:rsid w:val="00F4722B"/>
    <w:rsid w:val="00F532D4"/>
    <w:rsid w:val="00F53318"/>
    <w:rsid w:val="00F54432"/>
    <w:rsid w:val="00F5567F"/>
    <w:rsid w:val="00F55E93"/>
    <w:rsid w:val="00F569C6"/>
    <w:rsid w:val="00F659EB"/>
    <w:rsid w:val="00F67785"/>
    <w:rsid w:val="00F75823"/>
    <w:rsid w:val="00F769A7"/>
    <w:rsid w:val="00F77342"/>
    <w:rsid w:val="00F77986"/>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 w:val="00FF34B8"/>
    <w:rsid w:val="00FF3594"/>
    <w:rsid w:val="00FF6C2C"/>
    <w:rsid w:val="00FF75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3"/>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 w:type="paragraph" w:customStyle="1" w:styleId="Default">
    <w:name w:val="Default"/>
    <w:rsid w:val="00856BF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138790">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B9AC05-7058-46E4-BF5E-C7CFF6402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30</Pages>
  <Words>11874</Words>
  <Characters>70062</Characters>
  <Application>Microsoft Office Word</Application>
  <DocSecurity>0</DocSecurity>
  <Lines>583</Lines>
  <Paragraphs>163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14</cp:revision>
  <cp:lastPrinted>2021-06-30T08:48:00Z</cp:lastPrinted>
  <dcterms:created xsi:type="dcterms:W3CDTF">2021-06-28T10:59:00Z</dcterms:created>
  <dcterms:modified xsi:type="dcterms:W3CDTF">2021-06-30T08:48:00Z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