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veřejné zakázky s názvem </w:t>
      </w:r>
      <w:r w:rsidR="007336F9" w:rsidRPr="007336F9">
        <w:rPr>
          <w:rFonts w:ascii="Verdana" w:hAnsi="Verdana"/>
          <w:b/>
          <w:sz w:val="22"/>
          <w:szCs w:val="22"/>
        </w:rPr>
        <w:t>„Dodávka tabulí staničních orientačních systémů v obvodu OŘ Ústí nad Labem 2021-2025“</w:t>
      </w:r>
      <w:r w:rsidRPr="00E868BD">
        <w:rPr>
          <w:rFonts w:ascii="Verdana" w:hAnsi="Verdana"/>
          <w:sz w:val="22"/>
          <w:szCs w:val="22"/>
        </w:rPr>
        <w:t>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Zkladntextodsazen"/>
        <w:rPr>
          <w:rFonts w:ascii="Verdana" w:hAnsi="Verdana" w:cs="Calibri"/>
          <w:color w:val="auto"/>
          <w:sz w:val="22"/>
          <w:szCs w:val="22"/>
        </w:rPr>
      </w:pPr>
      <w:r w:rsidRPr="00E868BD">
        <w:rPr>
          <w:rFonts w:ascii="Verdana" w:hAnsi="Verdana" w:cs="Calibri"/>
          <w:color w:val="auto"/>
          <w:sz w:val="22"/>
          <w:szCs w:val="22"/>
        </w:rPr>
        <w:t>Podpis osoby oprávněné jednat za dodavatele:</w:t>
      </w:r>
    </w:p>
    <w:p w:rsidR="00357D03" w:rsidRPr="00E868BD" w:rsidRDefault="00357D03" w:rsidP="00357D03">
      <w:pPr>
        <w:rPr>
          <w:rFonts w:ascii="Verdana" w:hAnsi="Verdana"/>
        </w:rPr>
      </w:pP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  <w:bookmarkStart w:id="0" w:name="_GoBack"/>
      <w:bookmarkEnd w:id="0"/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5DEB" w:rsidRDefault="00C65DEB" w:rsidP="00357D03">
      <w:r>
        <w:separator/>
      </w:r>
    </w:p>
  </w:endnote>
  <w:endnote w:type="continuationSeparator" w:id="0">
    <w:p w:rsidR="00C65DEB" w:rsidRDefault="00C65DE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5DEB" w:rsidRDefault="00C65DEB" w:rsidP="00357D03">
      <w:r>
        <w:separator/>
      </w:r>
    </w:p>
  </w:footnote>
  <w:footnote w:type="continuationSeparator" w:id="0">
    <w:p w:rsidR="00C65DEB" w:rsidRDefault="00C65DEB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64838"/>
    <w:rsid w:val="00357D03"/>
    <w:rsid w:val="003727EC"/>
    <w:rsid w:val="003C2A5A"/>
    <w:rsid w:val="004964BE"/>
    <w:rsid w:val="004F678B"/>
    <w:rsid w:val="005B58EC"/>
    <w:rsid w:val="00623F81"/>
    <w:rsid w:val="007336F9"/>
    <w:rsid w:val="00901E2C"/>
    <w:rsid w:val="00A5407A"/>
    <w:rsid w:val="00A56AB2"/>
    <w:rsid w:val="00A6772A"/>
    <w:rsid w:val="00AE2C06"/>
    <w:rsid w:val="00B502C9"/>
    <w:rsid w:val="00B54276"/>
    <w:rsid w:val="00BF6A6B"/>
    <w:rsid w:val="00C65DEB"/>
    <w:rsid w:val="00D27977"/>
    <w:rsid w:val="00E868BD"/>
    <w:rsid w:val="00F16A99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DC9DFCB1-D00F-42EF-9473-387C7E68D2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B26DE"/>
    <w:rsid w:val="005F51C4"/>
    <w:rsid w:val="00761D92"/>
    <w:rsid w:val="007B54A2"/>
    <w:rsid w:val="00A94B29"/>
    <w:rsid w:val="00B86108"/>
    <w:rsid w:val="00BA3496"/>
    <w:rsid w:val="00C11C19"/>
    <w:rsid w:val="00E06449"/>
    <w:rsid w:val="00EC2FDF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C0F11250-4E8E-467F-AF78-DACAF00B43A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482F0A8F-418D-49A7-913C-C4D8843CBC2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FAF4B68-80C4-463F-B6B8-7ADA5BB4A3A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131</Words>
  <Characters>779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Harvanová Radka, DiS.</cp:lastModifiedBy>
  <cp:revision>16</cp:revision>
  <dcterms:created xsi:type="dcterms:W3CDTF">2018-11-26T13:29:00Z</dcterms:created>
  <dcterms:modified xsi:type="dcterms:W3CDTF">2021-06-24T06:45:00Z</dcterms:modified>
</cp:coreProperties>
</file>