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AD681" w14:textId="6AF575D3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F82BA3" w:rsidRPr="00B62A54">
        <w:rPr>
          <w:lang w:eastAsia="cs-CZ"/>
        </w:rPr>
        <w:t>3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7D32C9F4" w14:textId="77777777" w:rsidR="009348E2" w:rsidRDefault="009348E2" w:rsidP="009348E2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2ACAC8A7" w14:textId="77777777" w:rsidR="00C46DEB" w:rsidRPr="00A07A54" w:rsidRDefault="00C46DEB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Jazykové vzdělání: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77777777" w:rsidR="009348E2" w:rsidRPr="00A07A54" w:rsidRDefault="009348E2" w:rsidP="00C46DEB">
      <w:pPr>
        <w:spacing w:after="120" w:line="276" w:lineRule="auto"/>
        <w:rPr>
          <w:rFonts w:cstheme="minorHAnsi"/>
        </w:rPr>
      </w:pP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1D361DA0" w14:textId="77777777" w:rsidR="009F392E" w:rsidRDefault="009F392E" w:rsidP="009348E2"/>
    <w:p w14:paraId="4626C212" w14:textId="5C7BC7DB" w:rsidR="009348E2" w:rsidRPr="009348E2" w:rsidRDefault="009348E2" w:rsidP="009348E2">
      <w:r w:rsidRPr="009348E2">
        <w:rPr>
          <w:rFonts w:ascii="Verdana" w:hAnsi="Verdana" w:cs="Times New Roman"/>
        </w:rPr>
        <w:t>Čestně prohlašuji, že jsem bezúhonný</w:t>
      </w:r>
      <w:r w:rsidR="007F0984">
        <w:rPr>
          <w:rFonts w:ascii="Verdana" w:hAnsi="Verdana" w:cs="Times New Roman"/>
        </w:rPr>
        <w:t>/á</w:t>
      </w:r>
      <w:r w:rsidRPr="009348E2">
        <w:rPr>
          <w:rFonts w:ascii="Verdana" w:hAnsi="Verdana"/>
        </w:rPr>
        <w:t xml:space="preserve"> </w:t>
      </w:r>
      <w:r w:rsidRPr="009348E2">
        <w:rPr>
          <w:rFonts w:ascii="Verdana" w:hAnsi="Verdana" w:cs="Times New Roman"/>
        </w:rPr>
        <w:t>ve smyslu zákona č. 455/1991 Sb., o živnostenském podnikání, ve znění pozdějších předpisů, a že veškeré informace a údaje uvedené v tomto životopise jsou pravdivé.</w:t>
      </w:r>
    </w:p>
    <w:p w14:paraId="57F00ECE" w14:textId="77777777" w:rsidR="009348E2" w:rsidRDefault="009348E2" w:rsidP="009348E2"/>
    <w:p w14:paraId="0E939164" w14:textId="006DA5C9" w:rsidR="00977055" w:rsidRDefault="00977055" w:rsidP="009348E2">
      <w:r>
        <w:t xml:space="preserve">Příloha č. 1 – Kopie </w:t>
      </w:r>
      <w:r w:rsidR="00A0659F">
        <w:t>osvědčení</w:t>
      </w:r>
      <w:r>
        <w:t xml:space="preserve"> o dosaženém vzdělání člena týmu</w:t>
      </w:r>
      <w:r w:rsidR="00A0659F">
        <w:t>, je-li u konkrétní osoby požadováno</w:t>
      </w:r>
      <w:bookmarkStart w:id="0" w:name="_GoBack"/>
      <w:bookmarkEnd w:id="0"/>
      <w:r>
        <w:t xml:space="preserve">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E3D71EF" w14:textId="77777777" w:rsidR="00977055" w:rsidRDefault="00977055" w:rsidP="009348E2"/>
    <w:p w14:paraId="03F76E09" w14:textId="2A66E1A6" w:rsidR="009348E2" w:rsidRDefault="009348E2" w:rsidP="009348E2"/>
    <w:sectPr w:rsidR="009348E2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423930" w14:textId="77777777" w:rsidR="00C24218" w:rsidRDefault="00C24218" w:rsidP="00962258">
      <w:pPr>
        <w:spacing w:after="0" w:line="240" w:lineRule="auto"/>
      </w:pPr>
      <w:r>
        <w:separator/>
      </w:r>
    </w:p>
  </w:endnote>
  <w:endnote w:type="continuationSeparator" w:id="0">
    <w:p w14:paraId="36FAD41A" w14:textId="77777777" w:rsidR="00C24218" w:rsidRDefault="00C242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2B1C3F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37B79A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5A2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35A2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F8E006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34632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92CDAC" w14:textId="77777777" w:rsidR="00C24218" w:rsidRDefault="00C24218" w:rsidP="00962258">
      <w:pPr>
        <w:spacing w:after="0" w:line="240" w:lineRule="auto"/>
      </w:pPr>
      <w:r>
        <w:separator/>
      </w:r>
    </w:p>
  </w:footnote>
  <w:footnote w:type="continuationSeparator" w:id="0">
    <w:p w14:paraId="3B6B6990" w14:textId="77777777" w:rsidR="00C24218" w:rsidRDefault="00C24218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76403"/>
    <w:multiLevelType w:val="multilevel"/>
    <w:tmpl w:val="0D34D660"/>
    <w:numStyleLink w:val="ListBulletmultilevel"/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AF0A8C"/>
    <w:multiLevelType w:val="multilevel"/>
    <w:tmpl w:val="0D34D660"/>
    <w:numStyleLink w:val="ListBulletmultilevel"/>
  </w:abstractNum>
  <w:abstractNum w:abstractNumId="13">
    <w:nsid w:val="74070991"/>
    <w:multiLevelType w:val="multilevel"/>
    <w:tmpl w:val="CABE99FC"/>
    <w:numStyleLink w:val="ListNumbermultilevel"/>
  </w:abstractNum>
  <w:abstractNum w:abstractNumId="14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4ACF"/>
    <w:rsid w:val="009E07F4"/>
    <w:rsid w:val="009E3200"/>
    <w:rsid w:val="009F392E"/>
    <w:rsid w:val="00A0659F"/>
    <w:rsid w:val="00A12CBC"/>
    <w:rsid w:val="00A37419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24218"/>
    <w:rsid w:val="00C44F6A"/>
    <w:rsid w:val="00C46DEB"/>
    <w:rsid w:val="00C47AE3"/>
    <w:rsid w:val="00C80068"/>
    <w:rsid w:val="00C83C94"/>
    <w:rsid w:val="00CC6937"/>
    <w:rsid w:val="00CD1FC4"/>
    <w:rsid w:val="00D21061"/>
    <w:rsid w:val="00D35A29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61D8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E65EC6-3D97-4E40-ACAF-C1876B76A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375</Words>
  <Characters>2215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5</cp:revision>
  <cp:lastPrinted>2020-07-15T06:29:00Z</cp:lastPrinted>
  <dcterms:created xsi:type="dcterms:W3CDTF">2020-11-18T18:18:00Z</dcterms:created>
  <dcterms:modified xsi:type="dcterms:W3CDTF">2021-05-27T20:51:00Z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