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6A3ADCFF" w14:textId="77777777" w:rsidTr="00F862D6">
        <w:tc>
          <w:tcPr>
            <w:tcW w:w="1020" w:type="dxa"/>
          </w:tcPr>
          <w:p w14:paraId="4BA894D6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37340B1F" wp14:editId="629B6CB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0D5609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340B1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710D5609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1D62ADDC" w14:textId="77777777" w:rsidR="00F64786" w:rsidRDefault="00F64786" w:rsidP="0077673A"/>
        </w:tc>
        <w:tc>
          <w:tcPr>
            <w:tcW w:w="823" w:type="dxa"/>
          </w:tcPr>
          <w:p w14:paraId="6DB49BC6" w14:textId="77777777" w:rsidR="00F64786" w:rsidRDefault="00F64786" w:rsidP="0077673A"/>
        </w:tc>
        <w:tc>
          <w:tcPr>
            <w:tcW w:w="3685" w:type="dxa"/>
          </w:tcPr>
          <w:p w14:paraId="44C8E660" w14:textId="77777777" w:rsidR="00F64786" w:rsidRDefault="00F64786" w:rsidP="0077673A"/>
        </w:tc>
      </w:tr>
      <w:tr w:rsidR="00F862D6" w14:paraId="486BFA02" w14:textId="77777777" w:rsidTr="00596C7E">
        <w:tc>
          <w:tcPr>
            <w:tcW w:w="1020" w:type="dxa"/>
          </w:tcPr>
          <w:p w14:paraId="6F3D0098" w14:textId="77777777" w:rsidR="00F862D6" w:rsidRDefault="00F862D6" w:rsidP="0077673A"/>
        </w:tc>
        <w:tc>
          <w:tcPr>
            <w:tcW w:w="2552" w:type="dxa"/>
          </w:tcPr>
          <w:p w14:paraId="124CBEE2" w14:textId="77777777" w:rsidR="00F862D6" w:rsidRDefault="00F862D6" w:rsidP="00764595"/>
        </w:tc>
        <w:tc>
          <w:tcPr>
            <w:tcW w:w="823" w:type="dxa"/>
          </w:tcPr>
          <w:p w14:paraId="25439ABA" w14:textId="77777777" w:rsidR="00F862D6" w:rsidRDefault="00F862D6" w:rsidP="0077673A"/>
        </w:tc>
        <w:tc>
          <w:tcPr>
            <w:tcW w:w="3685" w:type="dxa"/>
            <w:vMerge w:val="restart"/>
          </w:tcPr>
          <w:p w14:paraId="2D939502" w14:textId="77777777" w:rsidR="00596C7E" w:rsidRDefault="00596C7E" w:rsidP="00596C7E">
            <w:pPr>
              <w:rPr>
                <w:rStyle w:val="Potovnadresa"/>
              </w:rPr>
            </w:pPr>
          </w:p>
          <w:p w14:paraId="11C8337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2A69CE" w14:paraId="03268BE3" w14:textId="77777777" w:rsidTr="00F862D6">
        <w:tc>
          <w:tcPr>
            <w:tcW w:w="1020" w:type="dxa"/>
          </w:tcPr>
          <w:p w14:paraId="7162F005" w14:textId="77777777" w:rsidR="002A69CE" w:rsidRPr="003E6B9A" w:rsidRDefault="002A69CE" w:rsidP="002A69CE">
            <w:r w:rsidRPr="003E6B9A">
              <w:t>Naše zn.</w:t>
            </w:r>
          </w:p>
        </w:tc>
        <w:tc>
          <w:tcPr>
            <w:tcW w:w="2552" w:type="dxa"/>
          </w:tcPr>
          <w:p w14:paraId="7B9EF316" w14:textId="559A6B55" w:rsidR="002A69CE" w:rsidRPr="003E6B9A" w:rsidRDefault="00BD0225" w:rsidP="002A69CE">
            <w:r w:rsidRPr="00BD0225">
              <w:t>9724/2021-SŽ-SSV-Ú3</w:t>
            </w:r>
          </w:p>
        </w:tc>
        <w:tc>
          <w:tcPr>
            <w:tcW w:w="823" w:type="dxa"/>
          </w:tcPr>
          <w:p w14:paraId="1BE09C30" w14:textId="77777777" w:rsidR="002A69CE" w:rsidRDefault="002A69CE" w:rsidP="002A69CE"/>
        </w:tc>
        <w:tc>
          <w:tcPr>
            <w:tcW w:w="3685" w:type="dxa"/>
            <w:vMerge/>
          </w:tcPr>
          <w:p w14:paraId="12D4A765" w14:textId="77777777" w:rsidR="002A69CE" w:rsidRDefault="002A69CE" w:rsidP="002A69CE"/>
        </w:tc>
      </w:tr>
      <w:tr w:rsidR="002A69CE" w14:paraId="62EDE3C2" w14:textId="77777777" w:rsidTr="00F862D6">
        <w:tc>
          <w:tcPr>
            <w:tcW w:w="1020" w:type="dxa"/>
          </w:tcPr>
          <w:p w14:paraId="78D12DCC" w14:textId="77777777" w:rsidR="002A69CE" w:rsidRDefault="002A69CE" w:rsidP="002A69CE">
            <w:r>
              <w:t>Listů/příloh</w:t>
            </w:r>
          </w:p>
        </w:tc>
        <w:tc>
          <w:tcPr>
            <w:tcW w:w="2552" w:type="dxa"/>
          </w:tcPr>
          <w:p w14:paraId="0BD6DD02" w14:textId="57806DFA" w:rsidR="002A69CE" w:rsidRPr="003E6B9A" w:rsidRDefault="002A69CE" w:rsidP="002A69CE">
            <w:r>
              <w:t>1</w:t>
            </w:r>
            <w:r w:rsidRPr="003E6B9A">
              <w:t>/0</w:t>
            </w:r>
          </w:p>
        </w:tc>
        <w:tc>
          <w:tcPr>
            <w:tcW w:w="823" w:type="dxa"/>
          </w:tcPr>
          <w:p w14:paraId="4CE93D83" w14:textId="77777777" w:rsidR="002A69CE" w:rsidRDefault="002A69CE" w:rsidP="002A69CE"/>
        </w:tc>
        <w:tc>
          <w:tcPr>
            <w:tcW w:w="3685" w:type="dxa"/>
            <w:vMerge/>
          </w:tcPr>
          <w:p w14:paraId="2AE9B5BD" w14:textId="77777777" w:rsidR="002A69CE" w:rsidRDefault="002A69CE" w:rsidP="002A69CE">
            <w:pPr>
              <w:rPr>
                <w:noProof/>
              </w:rPr>
            </w:pPr>
          </w:p>
        </w:tc>
      </w:tr>
      <w:tr w:rsidR="002A69CE" w14:paraId="571CDAAB" w14:textId="77777777" w:rsidTr="00B23CA3">
        <w:trPr>
          <w:trHeight w:val="77"/>
        </w:trPr>
        <w:tc>
          <w:tcPr>
            <w:tcW w:w="1020" w:type="dxa"/>
          </w:tcPr>
          <w:p w14:paraId="5B4769FC" w14:textId="77777777" w:rsidR="002A69CE" w:rsidRDefault="002A69CE" w:rsidP="002A69CE"/>
        </w:tc>
        <w:tc>
          <w:tcPr>
            <w:tcW w:w="2552" w:type="dxa"/>
          </w:tcPr>
          <w:p w14:paraId="5DB9C096" w14:textId="77777777" w:rsidR="002A69CE" w:rsidRPr="003E6B9A" w:rsidRDefault="002A69CE" w:rsidP="002A69CE"/>
        </w:tc>
        <w:tc>
          <w:tcPr>
            <w:tcW w:w="823" w:type="dxa"/>
          </w:tcPr>
          <w:p w14:paraId="3A1E24BE" w14:textId="77777777" w:rsidR="002A69CE" w:rsidRDefault="002A69CE" w:rsidP="002A69CE"/>
        </w:tc>
        <w:tc>
          <w:tcPr>
            <w:tcW w:w="3685" w:type="dxa"/>
            <w:vMerge/>
          </w:tcPr>
          <w:p w14:paraId="3174563B" w14:textId="77777777" w:rsidR="002A69CE" w:rsidRDefault="002A69CE" w:rsidP="002A69CE"/>
        </w:tc>
      </w:tr>
      <w:tr w:rsidR="002A69CE" w14:paraId="64970189" w14:textId="77777777" w:rsidTr="00F862D6">
        <w:tc>
          <w:tcPr>
            <w:tcW w:w="1020" w:type="dxa"/>
          </w:tcPr>
          <w:p w14:paraId="08FDA5AB" w14:textId="77777777" w:rsidR="002A69CE" w:rsidRDefault="002A69CE" w:rsidP="002A69CE">
            <w:r>
              <w:t>Vyřizuje</w:t>
            </w:r>
          </w:p>
        </w:tc>
        <w:tc>
          <w:tcPr>
            <w:tcW w:w="2552" w:type="dxa"/>
          </w:tcPr>
          <w:p w14:paraId="05C958E8" w14:textId="750804A1" w:rsidR="002A69CE" w:rsidRPr="003E6B9A" w:rsidRDefault="002A69CE" w:rsidP="002A69CE">
            <w:r w:rsidRPr="006F7BE2">
              <w:t>Ing. Radomíra Rečková</w:t>
            </w:r>
          </w:p>
        </w:tc>
        <w:tc>
          <w:tcPr>
            <w:tcW w:w="823" w:type="dxa"/>
          </w:tcPr>
          <w:p w14:paraId="18647036" w14:textId="77777777" w:rsidR="002A69CE" w:rsidRDefault="002A69CE" w:rsidP="002A69CE"/>
        </w:tc>
        <w:tc>
          <w:tcPr>
            <w:tcW w:w="3685" w:type="dxa"/>
            <w:vMerge/>
          </w:tcPr>
          <w:p w14:paraId="6031765F" w14:textId="77777777" w:rsidR="002A69CE" w:rsidRDefault="002A69CE" w:rsidP="002A69CE"/>
        </w:tc>
      </w:tr>
      <w:tr w:rsidR="002A69CE" w14:paraId="0E0843DD" w14:textId="77777777" w:rsidTr="00F862D6">
        <w:tc>
          <w:tcPr>
            <w:tcW w:w="1020" w:type="dxa"/>
          </w:tcPr>
          <w:p w14:paraId="1022DB9C" w14:textId="77777777" w:rsidR="002A69CE" w:rsidRDefault="002A69CE" w:rsidP="002A69CE"/>
        </w:tc>
        <w:tc>
          <w:tcPr>
            <w:tcW w:w="2552" w:type="dxa"/>
          </w:tcPr>
          <w:p w14:paraId="244FA64C" w14:textId="77777777" w:rsidR="002A69CE" w:rsidRPr="003E6B9A" w:rsidRDefault="002A69CE" w:rsidP="002A69CE"/>
        </w:tc>
        <w:tc>
          <w:tcPr>
            <w:tcW w:w="823" w:type="dxa"/>
          </w:tcPr>
          <w:p w14:paraId="1EAB750C" w14:textId="77777777" w:rsidR="002A69CE" w:rsidRDefault="002A69CE" w:rsidP="002A69CE"/>
        </w:tc>
        <w:tc>
          <w:tcPr>
            <w:tcW w:w="3685" w:type="dxa"/>
            <w:vMerge/>
          </w:tcPr>
          <w:p w14:paraId="32B6131E" w14:textId="77777777" w:rsidR="002A69CE" w:rsidRDefault="002A69CE" w:rsidP="002A69CE"/>
        </w:tc>
      </w:tr>
      <w:tr w:rsidR="002A69CE" w14:paraId="473C22D5" w14:textId="77777777" w:rsidTr="00F862D6">
        <w:tc>
          <w:tcPr>
            <w:tcW w:w="1020" w:type="dxa"/>
          </w:tcPr>
          <w:p w14:paraId="6E202037" w14:textId="77777777" w:rsidR="002A69CE" w:rsidRDefault="002A69CE" w:rsidP="002A69CE">
            <w:r>
              <w:t>Mobil</w:t>
            </w:r>
          </w:p>
        </w:tc>
        <w:tc>
          <w:tcPr>
            <w:tcW w:w="2552" w:type="dxa"/>
          </w:tcPr>
          <w:p w14:paraId="6180E141" w14:textId="4FA69B82" w:rsidR="002A69CE" w:rsidRPr="003E6B9A" w:rsidRDefault="002A69CE" w:rsidP="002A69CE">
            <w:r>
              <w:t>+420 725 744 197</w:t>
            </w:r>
          </w:p>
        </w:tc>
        <w:tc>
          <w:tcPr>
            <w:tcW w:w="823" w:type="dxa"/>
          </w:tcPr>
          <w:p w14:paraId="284E5D72" w14:textId="77777777" w:rsidR="002A69CE" w:rsidRDefault="002A69CE" w:rsidP="002A69CE"/>
        </w:tc>
        <w:tc>
          <w:tcPr>
            <w:tcW w:w="3685" w:type="dxa"/>
            <w:vMerge/>
          </w:tcPr>
          <w:p w14:paraId="6163A84B" w14:textId="77777777" w:rsidR="002A69CE" w:rsidRDefault="002A69CE" w:rsidP="002A69CE"/>
        </w:tc>
      </w:tr>
      <w:tr w:rsidR="002A69CE" w14:paraId="51C5F5C5" w14:textId="77777777" w:rsidTr="00F862D6">
        <w:tc>
          <w:tcPr>
            <w:tcW w:w="1020" w:type="dxa"/>
          </w:tcPr>
          <w:p w14:paraId="69111A32" w14:textId="77777777" w:rsidR="002A69CE" w:rsidRDefault="002A69CE" w:rsidP="002A69CE">
            <w:r>
              <w:t>E-mail</w:t>
            </w:r>
          </w:p>
        </w:tc>
        <w:tc>
          <w:tcPr>
            <w:tcW w:w="2552" w:type="dxa"/>
          </w:tcPr>
          <w:p w14:paraId="5026E1AE" w14:textId="45A8B05B" w:rsidR="002A69CE" w:rsidRPr="003E6B9A" w:rsidRDefault="002A69CE" w:rsidP="002A69CE">
            <w:r w:rsidRPr="001727F5">
              <w:t>Reckova@spravazeleznic.cz</w:t>
            </w:r>
          </w:p>
        </w:tc>
        <w:tc>
          <w:tcPr>
            <w:tcW w:w="823" w:type="dxa"/>
          </w:tcPr>
          <w:p w14:paraId="7EACB12A" w14:textId="77777777" w:rsidR="002A69CE" w:rsidRDefault="002A69CE" w:rsidP="002A69CE"/>
        </w:tc>
        <w:tc>
          <w:tcPr>
            <w:tcW w:w="3685" w:type="dxa"/>
            <w:vMerge/>
          </w:tcPr>
          <w:p w14:paraId="42159A1C" w14:textId="77777777" w:rsidR="002A69CE" w:rsidRDefault="002A69CE" w:rsidP="002A69CE"/>
        </w:tc>
      </w:tr>
      <w:tr w:rsidR="009A7568" w14:paraId="454B9213" w14:textId="77777777" w:rsidTr="00F862D6">
        <w:tc>
          <w:tcPr>
            <w:tcW w:w="1020" w:type="dxa"/>
          </w:tcPr>
          <w:p w14:paraId="327258FD" w14:textId="77777777" w:rsidR="009A7568" w:rsidRDefault="009A7568" w:rsidP="009A7568"/>
        </w:tc>
        <w:tc>
          <w:tcPr>
            <w:tcW w:w="2552" w:type="dxa"/>
          </w:tcPr>
          <w:p w14:paraId="67CCB441" w14:textId="77777777" w:rsidR="009A7568" w:rsidRPr="003E6B9A" w:rsidRDefault="009A7568" w:rsidP="009A7568"/>
        </w:tc>
        <w:tc>
          <w:tcPr>
            <w:tcW w:w="823" w:type="dxa"/>
          </w:tcPr>
          <w:p w14:paraId="332C135B" w14:textId="77777777" w:rsidR="009A7568" w:rsidRDefault="009A7568" w:rsidP="009A7568"/>
        </w:tc>
        <w:tc>
          <w:tcPr>
            <w:tcW w:w="3685" w:type="dxa"/>
          </w:tcPr>
          <w:p w14:paraId="3CEF598F" w14:textId="77777777" w:rsidR="009A7568" w:rsidRDefault="009A7568" w:rsidP="009A7568"/>
        </w:tc>
      </w:tr>
      <w:tr w:rsidR="009A7568" w14:paraId="5239E82C" w14:textId="77777777" w:rsidTr="00F862D6">
        <w:tc>
          <w:tcPr>
            <w:tcW w:w="1020" w:type="dxa"/>
          </w:tcPr>
          <w:p w14:paraId="7F2FB58B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454A31C" w14:textId="471D69B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61C88">
              <w:rPr>
                <w:noProof/>
              </w:rPr>
              <w:t>9. června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E024EB4" w14:textId="77777777" w:rsidR="009A7568" w:rsidRDefault="009A7568" w:rsidP="009A7568"/>
        </w:tc>
        <w:tc>
          <w:tcPr>
            <w:tcW w:w="3685" w:type="dxa"/>
          </w:tcPr>
          <w:p w14:paraId="59920796" w14:textId="77777777" w:rsidR="009A7568" w:rsidRDefault="009A7568" w:rsidP="009A7568"/>
        </w:tc>
      </w:tr>
      <w:tr w:rsidR="00F64786" w14:paraId="3CDAF9A8" w14:textId="77777777" w:rsidTr="00F862D6">
        <w:tc>
          <w:tcPr>
            <w:tcW w:w="1020" w:type="dxa"/>
          </w:tcPr>
          <w:p w14:paraId="128CC24B" w14:textId="77777777" w:rsidR="00F64786" w:rsidRDefault="00F64786" w:rsidP="0077673A"/>
        </w:tc>
        <w:tc>
          <w:tcPr>
            <w:tcW w:w="2552" w:type="dxa"/>
          </w:tcPr>
          <w:p w14:paraId="3D0676B6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C04F830" w14:textId="77777777" w:rsidR="00F64786" w:rsidRDefault="00F64786" w:rsidP="0077673A"/>
        </w:tc>
        <w:tc>
          <w:tcPr>
            <w:tcW w:w="3685" w:type="dxa"/>
          </w:tcPr>
          <w:p w14:paraId="25B21BA3" w14:textId="77777777" w:rsidR="00F64786" w:rsidRDefault="00F64786" w:rsidP="0077673A"/>
        </w:tc>
      </w:tr>
      <w:tr w:rsidR="00F862D6" w14:paraId="74809A6C" w14:textId="77777777" w:rsidTr="00B45E9E">
        <w:trPr>
          <w:trHeight w:val="794"/>
        </w:trPr>
        <w:tc>
          <w:tcPr>
            <w:tcW w:w="1020" w:type="dxa"/>
          </w:tcPr>
          <w:p w14:paraId="37A879C6" w14:textId="77777777" w:rsidR="00F862D6" w:rsidRDefault="00F862D6" w:rsidP="0077673A"/>
        </w:tc>
        <w:tc>
          <w:tcPr>
            <w:tcW w:w="2552" w:type="dxa"/>
          </w:tcPr>
          <w:p w14:paraId="55546F4E" w14:textId="77777777" w:rsidR="00F862D6" w:rsidRDefault="00F862D6" w:rsidP="00F310F8"/>
        </w:tc>
        <w:tc>
          <w:tcPr>
            <w:tcW w:w="823" w:type="dxa"/>
          </w:tcPr>
          <w:p w14:paraId="233EDD07" w14:textId="77777777" w:rsidR="00F862D6" w:rsidRDefault="00F862D6" w:rsidP="0077673A"/>
        </w:tc>
        <w:tc>
          <w:tcPr>
            <w:tcW w:w="3685" w:type="dxa"/>
          </w:tcPr>
          <w:p w14:paraId="3DB21947" w14:textId="77777777" w:rsidR="00F862D6" w:rsidRDefault="00F862D6" w:rsidP="0077673A"/>
        </w:tc>
      </w:tr>
    </w:tbl>
    <w:p w14:paraId="04B11514" w14:textId="77777777" w:rsidR="00CB7B5A" w:rsidRPr="001445EF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FF10DA" w:rsidRPr="001445EF">
        <w:rPr>
          <w:rFonts w:eastAsia="Calibri" w:cs="Times New Roman"/>
          <w:b/>
          <w:lang w:eastAsia="cs-CZ"/>
        </w:rPr>
        <w:t>Rekonstrukce ŽST Vsetín</w:t>
      </w:r>
    </w:p>
    <w:p w14:paraId="18824CDA" w14:textId="77777777" w:rsidR="00CB7B5A" w:rsidRPr="001445EF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445EF">
        <w:rPr>
          <w:rFonts w:eastAsia="Calibri" w:cs="Times New Roman"/>
          <w:lang w:eastAsia="cs-CZ"/>
        </w:rPr>
        <w:t xml:space="preserve">Vysvětlení/ změna/ doplnění zadávací dokumentace č. </w:t>
      </w:r>
      <w:r w:rsidR="00FF10DA" w:rsidRPr="001445EF">
        <w:rPr>
          <w:rFonts w:eastAsia="Times New Roman" w:cs="Times New Roman"/>
          <w:lang w:eastAsia="cs-CZ"/>
        </w:rPr>
        <w:t>1</w:t>
      </w:r>
      <w:r w:rsidRPr="001445EF">
        <w:rPr>
          <w:rFonts w:eastAsia="Calibri" w:cs="Times New Roman"/>
          <w:lang w:eastAsia="cs-CZ"/>
        </w:rPr>
        <w:t xml:space="preserve"> </w:t>
      </w:r>
    </w:p>
    <w:p w14:paraId="59CAFD98" w14:textId="77777777" w:rsidR="00BD5319" w:rsidRPr="001445EF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1445EF">
        <w:rPr>
          <w:rFonts w:eastAsia="Calibri" w:cs="Times New Roman"/>
        </w:rPr>
        <w:t xml:space="preserve">ve smyslu </w:t>
      </w:r>
      <w:r w:rsidRPr="001445EF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5B6F851C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60527BA8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61509C0" w14:textId="45255F14" w:rsidR="00DA0A9B" w:rsidRPr="00BD0225" w:rsidRDefault="00DA0A9B" w:rsidP="00DA0A9B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BD0225">
        <w:rPr>
          <w:rFonts w:eastAsia="Times New Roman" w:cs="Times New Roman"/>
          <w:u w:val="single"/>
          <w:lang w:eastAsia="cs-CZ"/>
        </w:rPr>
        <w:t xml:space="preserve">Zadavatel </w:t>
      </w:r>
      <w:r w:rsidRPr="00BD0225">
        <w:rPr>
          <w:rFonts w:eastAsia="Calibri" w:cs="Times New Roman"/>
          <w:u w:val="single"/>
          <w:lang w:eastAsia="cs-CZ"/>
        </w:rPr>
        <w:t>tímto podává vysvětlení/ změnu/ doplnění zadávací dokumentace k výše uvedené veřejné zakázce</w:t>
      </w:r>
      <w:r w:rsidRPr="00BD0225">
        <w:rPr>
          <w:rFonts w:eastAsia="Times New Roman" w:cs="Times New Roman"/>
          <w:u w:val="single"/>
          <w:lang w:eastAsia="cs-CZ"/>
        </w:rPr>
        <w:t xml:space="preserve"> </w:t>
      </w:r>
      <w:r w:rsidRPr="00BD0225">
        <w:rPr>
          <w:rFonts w:eastAsia="Calibri" w:cs="Times New Roman"/>
          <w:u w:val="single"/>
          <w:lang w:eastAsia="cs-CZ"/>
        </w:rPr>
        <w:t>bez předchozí žádosti.</w:t>
      </w:r>
    </w:p>
    <w:p w14:paraId="5023E99C" w14:textId="77777777" w:rsidR="00DA0A9B" w:rsidRPr="00BD0225" w:rsidRDefault="00DA0A9B" w:rsidP="00DA0A9B"/>
    <w:p w14:paraId="6FC46E9C" w14:textId="4E884AAB" w:rsidR="00DA0A9B" w:rsidRDefault="00DA0A9B" w:rsidP="00BD0225">
      <w:pPr>
        <w:spacing w:after="0" w:line="240" w:lineRule="auto"/>
        <w:jc w:val="both"/>
      </w:pPr>
      <w:r w:rsidRPr="00BD0225">
        <w:t xml:space="preserve">Zadavatel oznamuje, že se rozhodl prodloužit lhůtu pro podání nabídek </w:t>
      </w:r>
      <w:r w:rsidRPr="00BD0225">
        <w:rPr>
          <w:b/>
        </w:rPr>
        <w:t>o 2 pracovní dny</w:t>
      </w:r>
      <w:r w:rsidRPr="00BD0225">
        <w:t xml:space="preserve">, tedy ze dne </w:t>
      </w:r>
      <w:r w:rsidR="00BD0225" w:rsidRPr="00BD0225">
        <w:rPr>
          <w:rFonts w:eastAsia="Times New Roman" w:cs="Times New Roman"/>
          <w:b/>
          <w:lang w:eastAsia="cs-CZ"/>
        </w:rPr>
        <w:t>2. 7</w:t>
      </w:r>
      <w:r w:rsidRPr="00BD0225">
        <w:rPr>
          <w:rFonts w:eastAsia="Times New Roman" w:cs="Times New Roman"/>
          <w:b/>
          <w:lang w:eastAsia="cs-CZ"/>
        </w:rPr>
        <w:t xml:space="preserve">. 2021 </w:t>
      </w:r>
      <w:r w:rsidRPr="00BD0225">
        <w:rPr>
          <w:b/>
        </w:rPr>
        <w:t>v</w:t>
      </w:r>
      <w:r w:rsidR="00BD0225" w:rsidRPr="00BD0225">
        <w:rPr>
          <w:b/>
        </w:rPr>
        <w:t> 9:30</w:t>
      </w:r>
      <w:r w:rsidRPr="00BD0225">
        <w:t xml:space="preserve"> hod na den </w:t>
      </w:r>
      <w:r w:rsidR="00BD0225" w:rsidRPr="00BD0225">
        <w:rPr>
          <w:rFonts w:eastAsia="Times New Roman" w:cs="Times New Roman"/>
          <w:b/>
          <w:lang w:eastAsia="cs-CZ"/>
        </w:rPr>
        <w:t>8. 7</w:t>
      </w:r>
      <w:r w:rsidRPr="00BD0225">
        <w:rPr>
          <w:rFonts w:eastAsia="Times New Roman" w:cs="Times New Roman"/>
          <w:b/>
          <w:lang w:eastAsia="cs-CZ"/>
        </w:rPr>
        <w:t>. 2021</w:t>
      </w:r>
      <w:r w:rsidR="00BD0225" w:rsidRPr="00BD0225">
        <w:rPr>
          <w:rFonts w:eastAsia="Times New Roman" w:cs="Times New Roman"/>
          <w:b/>
          <w:lang w:eastAsia="cs-CZ"/>
        </w:rPr>
        <w:t xml:space="preserve"> v</w:t>
      </w:r>
      <w:r w:rsidR="00BD0225" w:rsidRPr="00BD0225">
        <w:rPr>
          <w:b/>
        </w:rPr>
        <w:t> 09:30</w:t>
      </w:r>
      <w:r w:rsidRPr="00BD0225">
        <w:rPr>
          <w:b/>
        </w:rPr>
        <w:t xml:space="preserve"> hod.</w:t>
      </w:r>
      <w:r w:rsidRPr="00BD0225">
        <w:t xml:space="preserve">, neboť ve dnech </w:t>
      </w:r>
      <w:r w:rsidR="00BD0225">
        <w:br/>
      </w:r>
      <w:r w:rsidRPr="00BD0225">
        <w:t>7. 6. 2021 od 08:00 do 8. 6. 2021 10:30 hod. nastaly technické problémy na elektronickém nástroji E-ZAK. Tyto technické problémy dočasně znemožnily plné využití některých funkcí elektronického nástroje jako např. stahování zadávací dokumentace. S ohledem na to, že prodloužení lhůty považuje Zadavatel v této věci za důvodné, rozhodl se, jak je uvedeno výše.</w:t>
      </w:r>
    </w:p>
    <w:p w14:paraId="0D3D09A8" w14:textId="77777777" w:rsidR="00DA0A9B" w:rsidRDefault="00DA0A9B" w:rsidP="00DA0A9B">
      <w:pPr>
        <w:spacing w:after="0" w:line="240" w:lineRule="auto"/>
      </w:pPr>
    </w:p>
    <w:p w14:paraId="6732D8F8" w14:textId="5CB1B69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</w:t>
      </w:r>
      <w:r w:rsidR="005C61F6">
        <w:rPr>
          <w:rFonts w:eastAsia="Times New Roman" w:cs="Times New Roman"/>
          <w:lang w:eastAsia="cs-CZ"/>
        </w:rPr>
        <w:br/>
      </w:r>
      <w:r w:rsidRPr="00BD5319">
        <w:rPr>
          <w:rFonts w:eastAsia="Times New Roman" w:cs="Times New Roman"/>
          <w:lang w:eastAsia="cs-CZ"/>
        </w:rPr>
        <w:t xml:space="preserve">č. VZ </w:t>
      </w:r>
      <w:r w:rsidR="00AA3667" w:rsidRPr="00AA3667">
        <w:rPr>
          <w:rFonts w:eastAsia="Times New Roman" w:cs="Times New Roman"/>
          <w:lang w:eastAsia="cs-CZ"/>
        </w:rPr>
        <w:t>Z2021-019799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24BA847A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27902C1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176B7611" w14:textId="1CDAB154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1445EF">
        <w:rPr>
          <w:rFonts w:eastAsia="Times New Roman" w:cs="Times New Roman"/>
          <w:lang w:eastAsia="cs-CZ"/>
        </w:rPr>
        <w:t>2. 7. 2021</w:t>
      </w:r>
      <w:r w:rsidRPr="00BD5319">
        <w:rPr>
          <w:rFonts w:eastAsia="Times New Roman" w:cs="Times New Roman"/>
          <w:lang w:eastAsia="cs-CZ"/>
        </w:rPr>
        <w:t xml:space="preserve"> v</w:t>
      </w:r>
      <w:r w:rsidR="001445EF">
        <w:rPr>
          <w:rFonts w:eastAsia="Times New Roman" w:cs="Times New Roman"/>
          <w:lang w:eastAsia="cs-CZ"/>
        </w:rPr>
        <w:t> 9:30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DA0A9B">
        <w:rPr>
          <w:rFonts w:eastAsia="Times New Roman" w:cs="Times New Roman"/>
          <w:lang w:eastAsia="cs-CZ"/>
        </w:rPr>
        <w:t>8. 7. 2021</w:t>
      </w:r>
      <w:r w:rsidRPr="00BD5319">
        <w:rPr>
          <w:rFonts w:eastAsia="Times New Roman" w:cs="Times New Roman"/>
          <w:lang w:eastAsia="cs-CZ"/>
        </w:rPr>
        <w:t xml:space="preserve"> v</w:t>
      </w:r>
      <w:r w:rsidR="001445EF">
        <w:rPr>
          <w:rFonts w:eastAsia="Times New Roman" w:cs="Times New Roman"/>
          <w:lang w:eastAsia="cs-CZ"/>
        </w:rPr>
        <w:t> 9:30</w:t>
      </w:r>
      <w:r w:rsidRPr="00BD5319">
        <w:rPr>
          <w:rFonts w:eastAsia="Times New Roman" w:cs="Times New Roman"/>
          <w:lang w:eastAsia="cs-CZ"/>
        </w:rPr>
        <w:t xml:space="preserve">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109D166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75708DE2" w14:textId="1FC73A32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1445EF">
        <w:rPr>
          <w:rFonts w:eastAsia="Times New Roman" w:cs="Times New Roman"/>
          <w:lang w:eastAsia="cs-CZ"/>
        </w:rPr>
        <w:t>2. 7. 2021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DA0A9B">
        <w:rPr>
          <w:rFonts w:eastAsia="Times New Roman" w:cs="Times New Roman"/>
          <w:lang w:eastAsia="cs-CZ"/>
        </w:rPr>
        <w:t>8. 7. 2021</w:t>
      </w:r>
      <w:r w:rsidR="00DA0A9B" w:rsidRPr="00BD5319">
        <w:rPr>
          <w:rFonts w:eastAsia="Times New Roman" w:cs="Times New Roman"/>
          <w:lang w:eastAsia="cs-CZ"/>
        </w:rPr>
        <w:t xml:space="preserve"> </w:t>
      </w:r>
      <w:r w:rsidR="000B3A82">
        <w:rPr>
          <w:rFonts w:eastAsia="Times New Roman" w:cs="Times New Roman"/>
          <w:lang w:eastAsia="cs-CZ"/>
        </w:rPr>
        <w:t>v</w:t>
      </w:r>
      <w:r w:rsidR="001445EF">
        <w:rPr>
          <w:rFonts w:eastAsia="Times New Roman" w:cs="Times New Roman"/>
          <w:lang w:eastAsia="cs-CZ"/>
        </w:rPr>
        <w:t> 9:30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14:paraId="7A000099" w14:textId="77777777" w:rsidR="00BD5319" w:rsidRPr="00DA0A9B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6D23E431" w14:textId="7BC6A694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DA0A9B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4F61A53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8A867A2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9933B4B" w14:textId="308B763B" w:rsidR="00D25D73" w:rsidRDefault="00D25D7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14:paraId="71437B30" w14:textId="77777777" w:rsidR="00D25D73" w:rsidRDefault="00D25D7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E5DB6B7" w14:textId="77777777" w:rsidR="00D25D73" w:rsidRPr="00BD5319" w:rsidRDefault="00D25D7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56842CC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BD76EF0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C7DD6F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1886A2B3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001C696C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5D05172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2755C82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20EC3CA3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03F93338" w14:textId="77777777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0A2E8F1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02E41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4B090986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483E5A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CE0B4C7" w14:textId="4746315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61C8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61C8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83FC0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9695CA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A157705" w14:textId="77777777" w:rsidR="00F1715C" w:rsidRDefault="00F1715C" w:rsidP="00D831A3">
          <w:pPr>
            <w:pStyle w:val="Zpat"/>
          </w:pPr>
        </w:p>
      </w:tc>
    </w:tr>
  </w:tbl>
  <w:p w14:paraId="430E855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2776B70" wp14:editId="6A61AE7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75DB6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06F9C32" wp14:editId="14C7F9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F4CA2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48F9C8A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D70D68" w14:textId="7D9DB48E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61C8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61C8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2A33B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540E9A4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420C88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33E79CB7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773F41E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1669025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558C46A2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17E8C12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ED0527F" w14:textId="77777777" w:rsidR="00712ED1" w:rsidRDefault="00712ED1" w:rsidP="00331004">
          <w:pPr>
            <w:pStyle w:val="Zpat"/>
          </w:pPr>
        </w:p>
      </w:tc>
    </w:tr>
  </w:tbl>
  <w:p w14:paraId="3194618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9C0B292" wp14:editId="008F588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B3BDCA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64392C0" wp14:editId="39619E9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964E7B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6D3E5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709A7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6A3130DA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C81364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536D1D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31D727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BBDD42A" w14:textId="77777777" w:rsidR="00F1715C" w:rsidRPr="00D6163D" w:rsidRDefault="00F1715C" w:rsidP="00D6163D">
          <w:pPr>
            <w:pStyle w:val="Druhdokumentu"/>
          </w:pPr>
        </w:p>
      </w:tc>
    </w:tr>
  </w:tbl>
  <w:p w14:paraId="240C5EF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82F6F7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E06C0E8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6AD9EC9" wp14:editId="5DB17483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BCFAA37" wp14:editId="68C1FE02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E5AEBB8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237C9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0708873" w14:textId="77777777" w:rsidR="00F1715C" w:rsidRPr="00D6163D" w:rsidRDefault="00F1715C" w:rsidP="00FC6389">
          <w:pPr>
            <w:pStyle w:val="Druhdokumentu"/>
          </w:pPr>
        </w:p>
      </w:tc>
    </w:tr>
    <w:tr w:rsidR="00F64786" w14:paraId="38A56DF3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ED3A082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C1A699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B20E95C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D77E31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53A80A5" wp14:editId="606625B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9449A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B508F3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445EF"/>
    <w:rsid w:val="00170EC5"/>
    <w:rsid w:val="001747C1"/>
    <w:rsid w:val="0018596A"/>
    <w:rsid w:val="001B69C2"/>
    <w:rsid w:val="001C4DA0"/>
    <w:rsid w:val="00207DF5"/>
    <w:rsid w:val="00267369"/>
    <w:rsid w:val="0026785D"/>
    <w:rsid w:val="002A69CE"/>
    <w:rsid w:val="002C31BF"/>
    <w:rsid w:val="002E0CD7"/>
    <w:rsid w:val="002F026B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1F6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1C88"/>
    <w:rsid w:val="00A66136"/>
    <w:rsid w:val="00AA3667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0225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25D73"/>
    <w:rsid w:val="00D316A7"/>
    <w:rsid w:val="00D4108E"/>
    <w:rsid w:val="00D6163D"/>
    <w:rsid w:val="00D63009"/>
    <w:rsid w:val="00D831A3"/>
    <w:rsid w:val="00D902AD"/>
    <w:rsid w:val="00DA0A9B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10DA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5DE8D93"/>
  <w14:defaultImageDpi w14:val="32767"/>
  <w15:docId w15:val="{51D38BB2-D17E-4374-8B46-EF84AEC68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0A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A0A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DFBA0AB-76DF-4D83-8618-B19F5192F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26</TotalTime>
  <Pages>1</Pages>
  <Words>293</Words>
  <Characters>1729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12</cp:revision>
  <cp:lastPrinted>2019-02-22T13:28:00Z</cp:lastPrinted>
  <dcterms:created xsi:type="dcterms:W3CDTF">2020-01-24T13:38:00Z</dcterms:created>
  <dcterms:modified xsi:type="dcterms:W3CDTF">2021-06-09T06:26:00Z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