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FBBBF5A" w14:textId="77777777" w:rsidTr="00F862D6">
        <w:tc>
          <w:tcPr>
            <w:tcW w:w="1020" w:type="dxa"/>
          </w:tcPr>
          <w:p w14:paraId="7108FD0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E68830B" wp14:editId="7009F75F">
                      <wp:simplePos x="0" y="0"/>
                      <wp:positionH relativeFrom="page">
                        <wp:posOffset>3063240</wp:posOffset>
                      </wp:positionH>
                      <wp:positionV relativeFrom="page">
                        <wp:posOffset>163830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7E9760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883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1.2pt;margin-top:12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GqRb2z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7D7E9760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0DF8CA0" w14:textId="77777777" w:rsidR="00F64786" w:rsidRDefault="00F64786" w:rsidP="0077673A"/>
        </w:tc>
        <w:tc>
          <w:tcPr>
            <w:tcW w:w="823" w:type="dxa"/>
          </w:tcPr>
          <w:p w14:paraId="1B228781" w14:textId="77777777" w:rsidR="00F64786" w:rsidRDefault="00F64786" w:rsidP="0077673A"/>
        </w:tc>
        <w:tc>
          <w:tcPr>
            <w:tcW w:w="3685" w:type="dxa"/>
          </w:tcPr>
          <w:p w14:paraId="16B52E3E" w14:textId="77777777" w:rsidR="00F64786" w:rsidRDefault="00F64786" w:rsidP="0077673A"/>
        </w:tc>
      </w:tr>
      <w:tr w:rsidR="00F862D6" w14:paraId="42516042" w14:textId="77777777" w:rsidTr="00596C7E">
        <w:tc>
          <w:tcPr>
            <w:tcW w:w="1020" w:type="dxa"/>
          </w:tcPr>
          <w:p w14:paraId="20A8B215" w14:textId="77777777" w:rsidR="00F862D6" w:rsidRDefault="00F862D6" w:rsidP="0077673A"/>
        </w:tc>
        <w:tc>
          <w:tcPr>
            <w:tcW w:w="2552" w:type="dxa"/>
          </w:tcPr>
          <w:p w14:paraId="02C48B47" w14:textId="77777777" w:rsidR="00F862D6" w:rsidRDefault="00F862D6" w:rsidP="00764595"/>
        </w:tc>
        <w:tc>
          <w:tcPr>
            <w:tcW w:w="823" w:type="dxa"/>
          </w:tcPr>
          <w:p w14:paraId="491FC662" w14:textId="77777777" w:rsidR="00F862D6" w:rsidRDefault="00F862D6" w:rsidP="0077673A"/>
        </w:tc>
        <w:tc>
          <w:tcPr>
            <w:tcW w:w="3685" w:type="dxa"/>
            <w:vMerge w:val="restart"/>
          </w:tcPr>
          <w:p w14:paraId="630A8228" w14:textId="77777777" w:rsidR="00596C7E" w:rsidRDefault="00596C7E" w:rsidP="00596C7E">
            <w:pPr>
              <w:rPr>
                <w:rStyle w:val="Potovnadresa"/>
              </w:rPr>
            </w:pPr>
          </w:p>
          <w:p w14:paraId="253020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DCBE01A" w14:textId="77777777" w:rsidTr="00F862D6">
        <w:tc>
          <w:tcPr>
            <w:tcW w:w="1020" w:type="dxa"/>
          </w:tcPr>
          <w:p w14:paraId="46E6A23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8EAC4F8" w14:textId="6ABF1A6A" w:rsidR="00F862D6" w:rsidRPr="005A238A" w:rsidRDefault="00963891" w:rsidP="00963891">
            <w:pPr>
              <w:rPr>
                <w:highlight w:val="green"/>
              </w:rPr>
            </w:pPr>
            <w:r w:rsidRPr="00963891">
              <w:rPr>
                <w:rFonts w:ascii="Helvetica" w:hAnsi="Helvetica"/>
              </w:rPr>
              <w:t>9114/2021-SŽ-SSV-Ú3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01932A86" w14:textId="77777777" w:rsidR="00F862D6" w:rsidRDefault="00F862D6" w:rsidP="0077673A"/>
        </w:tc>
        <w:tc>
          <w:tcPr>
            <w:tcW w:w="3685" w:type="dxa"/>
            <w:vMerge/>
          </w:tcPr>
          <w:p w14:paraId="05D314A6" w14:textId="77777777" w:rsidR="00F862D6" w:rsidRDefault="00F862D6" w:rsidP="0077673A"/>
        </w:tc>
      </w:tr>
      <w:tr w:rsidR="00F862D6" w14:paraId="789E10F0" w14:textId="77777777" w:rsidTr="00F862D6">
        <w:tc>
          <w:tcPr>
            <w:tcW w:w="1020" w:type="dxa"/>
          </w:tcPr>
          <w:p w14:paraId="61610278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1A898EE" w14:textId="21CEE8F1" w:rsidR="00F862D6" w:rsidRPr="005A238A" w:rsidRDefault="00786BAD" w:rsidP="00CC1E2B">
            <w:pPr>
              <w:rPr>
                <w:highlight w:val="green"/>
              </w:rPr>
            </w:pPr>
            <w:r w:rsidRPr="00786BAD">
              <w:t>2/6</w:t>
            </w:r>
          </w:p>
        </w:tc>
        <w:tc>
          <w:tcPr>
            <w:tcW w:w="823" w:type="dxa"/>
          </w:tcPr>
          <w:p w14:paraId="1BFFBEA0" w14:textId="77777777" w:rsidR="00F862D6" w:rsidRDefault="00F862D6" w:rsidP="0077673A"/>
        </w:tc>
        <w:tc>
          <w:tcPr>
            <w:tcW w:w="3685" w:type="dxa"/>
            <w:vMerge/>
          </w:tcPr>
          <w:p w14:paraId="3D40C3A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B8A38B" w14:textId="77777777" w:rsidTr="00B23CA3">
        <w:trPr>
          <w:trHeight w:val="77"/>
        </w:trPr>
        <w:tc>
          <w:tcPr>
            <w:tcW w:w="1020" w:type="dxa"/>
          </w:tcPr>
          <w:p w14:paraId="62FCC763" w14:textId="77777777" w:rsidR="00F862D6" w:rsidRDefault="00F862D6" w:rsidP="0077673A"/>
        </w:tc>
        <w:tc>
          <w:tcPr>
            <w:tcW w:w="2552" w:type="dxa"/>
          </w:tcPr>
          <w:p w14:paraId="167A1914" w14:textId="77777777" w:rsidR="00F862D6" w:rsidRPr="003E6B9A" w:rsidRDefault="00F862D6" w:rsidP="0077673A"/>
        </w:tc>
        <w:tc>
          <w:tcPr>
            <w:tcW w:w="823" w:type="dxa"/>
          </w:tcPr>
          <w:p w14:paraId="6520CE42" w14:textId="77777777" w:rsidR="00F862D6" w:rsidRDefault="00F862D6" w:rsidP="0077673A"/>
        </w:tc>
        <w:tc>
          <w:tcPr>
            <w:tcW w:w="3685" w:type="dxa"/>
            <w:vMerge/>
          </w:tcPr>
          <w:p w14:paraId="3695AA72" w14:textId="77777777" w:rsidR="00F862D6" w:rsidRDefault="00F862D6" w:rsidP="0077673A"/>
        </w:tc>
      </w:tr>
      <w:tr w:rsidR="00F862D6" w14:paraId="1297F64E" w14:textId="77777777" w:rsidTr="00F862D6">
        <w:tc>
          <w:tcPr>
            <w:tcW w:w="1020" w:type="dxa"/>
          </w:tcPr>
          <w:p w14:paraId="1466D3F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7DE03EB" w14:textId="68236E54" w:rsidR="00F862D6" w:rsidRPr="003E6B9A" w:rsidRDefault="005A238A" w:rsidP="00FE3455">
            <w:r>
              <w:t>Ing. Magdaléna Holá</w:t>
            </w:r>
          </w:p>
        </w:tc>
        <w:tc>
          <w:tcPr>
            <w:tcW w:w="823" w:type="dxa"/>
          </w:tcPr>
          <w:p w14:paraId="2B4924C4" w14:textId="77777777" w:rsidR="00F862D6" w:rsidRDefault="00F862D6" w:rsidP="0077673A"/>
        </w:tc>
        <w:tc>
          <w:tcPr>
            <w:tcW w:w="3685" w:type="dxa"/>
            <w:vMerge/>
          </w:tcPr>
          <w:p w14:paraId="3014373D" w14:textId="77777777" w:rsidR="00F862D6" w:rsidRDefault="00F862D6" w:rsidP="0077673A"/>
        </w:tc>
      </w:tr>
      <w:tr w:rsidR="009A7568" w14:paraId="2CCE7B44" w14:textId="77777777" w:rsidTr="00F862D6">
        <w:tc>
          <w:tcPr>
            <w:tcW w:w="1020" w:type="dxa"/>
          </w:tcPr>
          <w:p w14:paraId="6AD0CB53" w14:textId="77777777" w:rsidR="009A7568" w:rsidRDefault="009A7568" w:rsidP="009A7568"/>
        </w:tc>
        <w:tc>
          <w:tcPr>
            <w:tcW w:w="2552" w:type="dxa"/>
          </w:tcPr>
          <w:p w14:paraId="671529CF" w14:textId="77777777" w:rsidR="009A7568" w:rsidRPr="003E6B9A" w:rsidRDefault="009A7568" w:rsidP="009A7568"/>
        </w:tc>
        <w:tc>
          <w:tcPr>
            <w:tcW w:w="823" w:type="dxa"/>
          </w:tcPr>
          <w:p w14:paraId="31F1D160" w14:textId="77777777" w:rsidR="009A7568" w:rsidRDefault="009A7568" w:rsidP="009A7568"/>
        </w:tc>
        <w:tc>
          <w:tcPr>
            <w:tcW w:w="3685" w:type="dxa"/>
            <w:vMerge/>
          </w:tcPr>
          <w:p w14:paraId="24FA2E49" w14:textId="77777777" w:rsidR="009A7568" w:rsidRDefault="009A7568" w:rsidP="009A7568"/>
        </w:tc>
      </w:tr>
      <w:tr w:rsidR="009A7568" w14:paraId="5E2A9489" w14:textId="77777777" w:rsidTr="00F862D6">
        <w:tc>
          <w:tcPr>
            <w:tcW w:w="1020" w:type="dxa"/>
          </w:tcPr>
          <w:p w14:paraId="085BA3E4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EAB208B" w14:textId="3CB1CD01" w:rsidR="009A7568" w:rsidRPr="003E6B9A" w:rsidRDefault="005A238A" w:rsidP="009A7568">
            <w:r>
              <w:t>+420 724 932 387</w:t>
            </w:r>
          </w:p>
        </w:tc>
        <w:tc>
          <w:tcPr>
            <w:tcW w:w="823" w:type="dxa"/>
          </w:tcPr>
          <w:p w14:paraId="460C4F9C" w14:textId="77777777" w:rsidR="009A7568" w:rsidRDefault="009A7568" w:rsidP="009A7568"/>
        </w:tc>
        <w:tc>
          <w:tcPr>
            <w:tcW w:w="3685" w:type="dxa"/>
            <w:vMerge/>
          </w:tcPr>
          <w:p w14:paraId="6156E8B7" w14:textId="77777777" w:rsidR="009A7568" w:rsidRDefault="009A7568" w:rsidP="009A7568"/>
        </w:tc>
      </w:tr>
      <w:tr w:rsidR="009A7568" w14:paraId="5229A027" w14:textId="77777777" w:rsidTr="00F862D6">
        <w:tc>
          <w:tcPr>
            <w:tcW w:w="1020" w:type="dxa"/>
          </w:tcPr>
          <w:p w14:paraId="229146B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A532A2F" w14:textId="5CE605BC" w:rsidR="009A7568" w:rsidRPr="003E6B9A" w:rsidRDefault="005A238A" w:rsidP="006104F6">
            <w:r>
              <w:t>HolaM@spravazeleznic.cz</w:t>
            </w:r>
          </w:p>
        </w:tc>
        <w:tc>
          <w:tcPr>
            <w:tcW w:w="823" w:type="dxa"/>
          </w:tcPr>
          <w:p w14:paraId="23861409" w14:textId="77777777" w:rsidR="009A7568" w:rsidRDefault="009A7568" w:rsidP="009A7568"/>
        </w:tc>
        <w:tc>
          <w:tcPr>
            <w:tcW w:w="3685" w:type="dxa"/>
            <w:vMerge/>
          </w:tcPr>
          <w:p w14:paraId="69BB5144" w14:textId="77777777" w:rsidR="009A7568" w:rsidRDefault="009A7568" w:rsidP="009A7568"/>
        </w:tc>
      </w:tr>
      <w:tr w:rsidR="009A7568" w14:paraId="35855BFB" w14:textId="77777777" w:rsidTr="00F862D6">
        <w:tc>
          <w:tcPr>
            <w:tcW w:w="1020" w:type="dxa"/>
          </w:tcPr>
          <w:p w14:paraId="21F1DB13" w14:textId="77777777" w:rsidR="009A7568" w:rsidRDefault="009A7568" w:rsidP="009A7568"/>
        </w:tc>
        <w:tc>
          <w:tcPr>
            <w:tcW w:w="2552" w:type="dxa"/>
          </w:tcPr>
          <w:p w14:paraId="566E38C0" w14:textId="77777777" w:rsidR="009A7568" w:rsidRPr="003E6B9A" w:rsidRDefault="009A7568" w:rsidP="009A7568"/>
        </w:tc>
        <w:tc>
          <w:tcPr>
            <w:tcW w:w="823" w:type="dxa"/>
          </w:tcPr>
          <w:p w14:paraId="5D83F737" w14:textId="77777777" w:rsidR="009A7568" w:rsidRDefault="009A7568" w:rsidP="009A7568"/>
        </w:tc>
        <w:tc>
          <w:tcPr>
            <w:tcW w:w="3685" w:type="dxa"/>
          </w:tcPr>
          <w:p w14:paraId="2AAFCE2D" w14:textId="77777777" w:rsidR="009A7568" w:rsidRDefault="009A7568" w:rsidP="009A7568"/>
        </w:tc>
      </w:tr>
      <w:tr w:rsidR="009A7568" w14:paraId="425CB52D" w14:textId="77777777" w:rsidTr="00F862D6">
        <w:tc>
          <w:tcPr>
            <w:tcW w:w="1020" w:type="dxa"/>
          </w:tcPr>
          <w:p w14:paraId="58267889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6EAFD21" w14:textId="797BA0D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E367C">
              <w:rPr>
                <w:noProof/>
              </w:rPr>
              <w:t>3.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FFDC145" w14:textId="77777777" w:rsidR="009A7568" w:rsidRDefault="009A7568" w:rsidP="009A7568"/>
        </w:tc>
        <w:tc>
          <w:tcPr>
            <w:tcW w:w="3685" w:type="dxa"/>
          </w:tcPr>
          <w:p w14:paraId="14EC2539" w14:textId="77777777" w:rsidR="009A7568" w:rsidRDefault="009A7568" w:rsidP="009A7568"/>
        </w:tc>
      </w:tr>
      <w:tr w:rsidR="00F64786" w14:paraId="6D00D9CA" w14:textId="77777777" w:rsidTr="00F862D6">
        <w:tc>
          <w:tcPr>
            <w:tcW w:w="1020" w:type="dxa"/>
          </w:tcPr>
          <w:p w14:paraId="799F6566" w14:textId="77777777" w:rsidR="00F64786" w:rsidRDefault="00F64786" w:rsidP="0077673A"/>
        </w:tc>
        <w:tc>
          <w:tcPr>
            <w:tcW w:w="2552" w:type="dxa"/>
          </w:tcPr>
          <w:p w14:paraId="7301E30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A6F6FD1" w14:textId="77777777" w:rsidR="00F64786" w:rsidRDefault="00F64786" w:rsidP="0077673A"/>
        </w:tc>
        <w:tc>
          <w:tcPr>
            <w:tcW w:w="3685" w:type="dxa"/>
          </w:tcPr>
          <w:p w14:paraId="10216A8A" w14:textId="77777777" w:rsidR="00F64786" w:rsidRDefault="00F64786" w:rsidP="0077673A"/>
        </w:tc>
      </w:tr>
      <w:tr w:rsidR="00F862D6" w14:paraId="355566E4" w14:textId="77777777" w:rsidTr="00B45E9E">
        <w:trPr>
          <w:trHeight w:val="794"/>
        </w:trPr>
        <w:tc>
          <w:tcPr>
            <w:tcW w:w="1020" w:type="dxa"/>
          </w:tcPr>
          <w:p w14:paraId="54B01A49" w14:textId="77777777" w:rsidR="00F862D6" w:rsidRDefault="00F862D6" w:rsidP="0077673A"/>
        </w:tc>
        <w:tc>
          <w:tcPr>
            <w:tcW w:w="2552" w:type="dxa"/>
          </w:tcPr>
          <w:p w14:paraId="02ED3EC3" w14:textId="77777777" w:rsidR="00F862D6" w:rsidRDefault="00F862D6" w:rsidP="00F310F8"/>
        </w:tc>
        <w:tc>
          <w:tcPr>
            <w:tcW w:w="823" w:type="dxa"/>
          </w:tcPr>
          <w:p w14:paraId="628D62F4" w14:textId="77777777" w:rsidR="00F862D6" w:rsidRDefault="00F862D6" w:rsidP="0077673A"/>
        </w:tc>
        <w:tc>
          <w:tcPr>
            <w:tcW w:w="3685" w:type="dxa"/>
          </w:tcPr>
          <w:p w14:paraId="651A199C" w14:textId="77777777" w:rsidR="00F862D6" w:rsidRDefault="00F862D6" w:rsidP="0077673A"/>
        </w:tc>
      </w:tr>
    </w:tbl>
    <w:p w14:paraId="2858FDEA" w14:textId="4C22196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86BAD" w:rsidRPr="00786BAD">
        <w:rPr>
          <w:rFonts w:eastAsia="Calibri" w:cs="Times New Roman"/>
          <w:b/>
          <w:lang w:eastAsia="cs-CZ"/>
        </w:rPr>
        <w:t>Zřízení a rekonstrukce EOV v ŽST Červenka a Zábřeh na Moravě</w:t>
      </w:r>
    </w:p>
    <w:p w14:paraId="7911BF9D" w14:textId="4467DF86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86BA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A238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38F0E06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E5A90F" w14:textId="77777777" w:rsidR="005A238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5A238A">
        <w:rPr>
          <w:rFonts w:eastAsia="Calibri" w:cs="Times New Roman"/>
          <w:b/>
          <w:lang w:eastAsia="cs-CZ"/>
        </w:rPr>
        <w:t xml:space="preserve"> </w:t>
      </w:r>
    </w:p>
    <w:p w14:paraId="0BDE68C7" w14:textId="127AB60B" w:rsidR="00CB7B5A" w:rsidRDefault="005A238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PS 02-13-01 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 xml:space="preserve"> Zábřeh na Moravě, trafostanice 22/0,4 </w:t>
      </w:r>
      <w:proofErr w:type="spellStart"/>
      <w:r>
        <w:rPr>
          <w:rFonts w:eastAsia="Calibri" w:cs="Times New Roman"/>
          <w:b/>
          <w:lang w:eastAsia="cs-CZ"/>
        </w:rPr>
        <w:t>kV</w:t>
      </w:r>
      <w:proofErr w:type="spellEnd"/>
      <w:r>
        <w:rPr>
          <w:rFonts w:eastAsia="Calibri" w:cs="Times New Roman"/>
          <w:b/>
          <w:lang w:eastAsia="cs-CZ"/>
        </w:rPr>
        <w:t> pro EOV</w:t>
      </w:r>
    </w:p>
    <w:p w14:paraId="4F8830D3" w14:textId="77777777" w:rsidR="005A238A" w:rsidRDefault="005A238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PS 02-13-02 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 xml:space="preserve"> Zábřeh na Moravě, trafostanice 22/0,4 </w:t>
      </w:r>
      <w:proofErr w:type="spellStart"/>
      <w:r>
        <w:rPr>
          <w:rFonts w:eastAsia="Calibri" w:cs="Times New Roman"/>
          <w:b/>
          <w:lang w:eastAsia="cs-CZ"/>
        </w:rPr>
        <w:t>kV</w:t>
      </w:r>
      <w:proofErr w:type="spellEnd"/>
      <w:r>
        <w:rPr>
          <w:rFonts w:eastAsia="Calibri" w:cs="Times New Roman"/>
          <w:b/>
          <w:lang w:eastAsia="cs-CZ"/>
        </w:rPr>
        <w:t xml:space="preserve"> pro 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</w:t>
      </w:r>
    </w:p>
    <w:p w14:paraId="583BA082" w14:textId="77777777" w:rsidR="005A238A" w:rsidRDefault="005A23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8C3A58" w14:textId="22998211" w:rsidR="005A238A" w:rsidRDefault="005A238A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Uchazeč upozorňuje, že Zadávací dokumentace předmětné stavby neobsahuje v části „</w:t>
      </w:r>
      <w:r w:rsidRPr="005A238A">
        <w:rPr>
          <w:rFonts w:eastAsia="Calibri" w:cs="Times New Roman"/>
          <w:i/>
          <w:lang w:eastAsia="cs-CZ"/>
        </w:rPr>
        <w:t>D Výkresová dokumentace, D 1 Technologická část</w:t>
      </w:r>
      <w:r>
        <w:rPr>
          <w:rFonts w:eastAsia="Calibri" w:cs="Times New Roman"/>
          <w:lang w:eastAsia="cs-CZ"/>
        </w:rPr>
        <w:t>“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lang w:eastAsia="cs-CZ"/>
        </w:rPr>
        <w:t>výkresovou dokumentaci k výše uvedeným provozním souborům. Uchazeč se domnívá, že tato výkresová dokumentace je zásadní k tvorbě cenové nabídky.</w:t>
      </w:r>
    </w:p>
    <w:p w14:paraId="761F8C88" w14:textId="42E479BE" w:rsidR="005A238A" w:rsidRPr="005A238A" w:rsidRDefault="005A238A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Žádáme zadavatele o doplnění chybějící výkresové dokumentace. </w:t>
      </w:r>
    </w:p>
    <w:p w14:paraId="6E66501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1B6C3A" w14:textId="0986194C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786BAD" w:rsidRPr="00786BAD">
        <w:rPr>
          <w:rFonts w:eastAsia="Calibri" w:cs="Times New Roman"/>
          <w:lang w:eastAsia="cs-CZ"/>
        </w:rPr>
        <w:t>Chybějící projektová dokumentace PS 02-13-01 a PS 02-13-02 je součástí přílohy.</w:t>
      </w:r>
    </w:p>
    <w:p w14:paraId="7C71376E" w14:textId="396EF15D" w:rsidR="00CC1E2B" w:rsidRDefault="00CC1E2B" w:rsidP="00CB7B5A"/>
    <w:p w14:paraId="7BEA62F3" w14:textId="73CB9CF8" w:rsidR="00D34A9E" w:rsidRDefault="00D34A9E" w:rsidP="00D34A9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1BB87D4" w14:textId="7812468B" w:rsidR="00D34A9E" w:rsidRDefault="00D34A9E" w:rsidP="002E367C">
      <w:pPr>
        <w:spacing w:after="0" w:line="240" w:lineRule="auto"/>
        <w:rPr>
          <w:rFonts w:eastAsia="Calibri" w:cs="Times New Roman"/>
          <w:lang w:eastAsia="cs-CZ"/>
        </w:rPr>
      </w:pPr>
      <w:r w:rsidRPr="004E7BAD">
        <w:rPr>
          <w:rFonts w:eastAsia="Calibri" w:cs="Times New Roman"/>
          <w:lang w:eastAsia="cs-CZ"/>
        </w:rPr>
        <w:t xml:space="preserve">V PS 01-14-01 </w:t>
      </w:r>
      <w:proofErr w:type="spellStart"/>
      <w:r w:rsidRPr="004E7BAD">
        <w:rPr>
          <w:rFonts w:eastAsia="Calibri" w:cs="Times New Roman"/>
          <w:lang w:eastAsia="cs-CZ"/>
        </w:rPr>
        <w:t>Žst</w:t>
      </w:r>
      <w:proofErr w:type="spellEnd"/>
      <w:r w:rsidRPr="004E7BAD">
        <w:rPr>
          <w:rFonts w:eastAsia="Calibri" w:cs="Times New Roman"/>
          <w:lang w:eastAsia="cs-CZ"/>
        </w:rPr>
        <w:t>. Červenka, místní kabelizace, se vyskytuje položka č. 13 „ZASYPÁNÍ KABELOVÉHO ŽLABU VRSTVOU Z PŘESÁTÉHO PÍSKU SVĚTLÉ ŠÍŘKY DO 120MM“.</w:t>
      </w:r>
      <w:r w:rsidRPr="004E7BAD">
        <w:rPr>
          <w:rFonts w:eastAsia="Calibri" w:cs="Times New Roman"/>
          <w:lang w:eastAsia="cs-CZ"/>
        </w:rPr>
        <w:br/>
        <w:t>Pro tuto položku jsme ve výkazu výměr nenašli položku pro dodávku a montáž žlabu. Žádáme zadavatele o prověření.</w:t>
      </w:r>
    </w:p>
    <w:p w14:paraId="70293668" w14:textId="77777777" w:rsidR="002E367C" w:rsidRPr="002E367C" w:rsidRDefault="002E367C" w:rsidP="002E367C">
      <w:pPr>
        <w:spacing w:after="0" w:line="240" w:lineRule="auto"/>
        <w:rPr>
          <w:rFonts w:eastAsia="Calibri" w:cs="Times New Roman"/>
          <w:lang w:eastAsia="cs-CZ"/>
        </w:rPr>
      </w:pPr>
    </w:p>
    <w:p w14:paraId="55674453" w14:textId="480A202D" w:rsidR="00D34A9E" w:rsidRPr="00786BAD" w:rsidRDefault="00D34A9E" w:rsidP="00D34A9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786BAD" w:rsidRPr="00786BAD">
        <w:rPr>
          <w:rFonts w:eastAsia="Calibri" w:cs="Times New Roman"/>
          <w:lang w:eastAsia="cs-CZ"/>
        </w:rPr>
        <w:t>Opravený soupis prací PS 01-14-01 s položkou pro dodávku a montáž kabelového žlabu je součástí přílohy.</w:t>
      </w:r>
    </w:p>
    <w:p w14:paraId="7D3A8155" w14:textId="77777777" w:rsidR="00D34A9E" w:rsidRDefault="00D34A9E" w:rsidP="00D34A9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480398" w14:textId="77777777" w:rsidR="00D34A9E" w:rsidRDefault="00D34A9E" w:rsidP="00D34A9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6E508B" w14:textId="6EBB94CA" w:rsidR="00D34A9E" w:rsidRDefault="00D34A9E" w:rsidP="00D34A9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F61A1E7" w14:textId="77777777" w:rsidR="00D34A9E" w:rsidRPr="00D34A9E" w:rsidRDefault="00D34A9E" w:rsidP="00D34A9E">
      <w:pPr>
        <w:spacing w:after="0" w:line="240" w:lineRule="auto"/>
        <w:rPr>
          <w:rFonts w:eastAsia="Calibri" w:cs="Times New Roman"/>
          <w:lang w:eastAsia="cs-CZ"/>
        </w:rPr>
      </w:pPr>
      <w:r w:rsidRPr="004E7BAD">
        <w:rPr>
          <w:rFonts w:eastAsia="Calibri" w:cs="Times New Roman"/>
          <w:lang w:eastAsia="cs-CZ"/>
        </w:rPr>
        <w:t xml:space="preserve">V PS 02-14-01 </w:t>
      </w:r>
      <w:proofErr w:type="spellStart"/>
      <w:r w:rsidRPr="004E7BAD">
        <w:rPr>
          <w:rFonts w:eastAsia="Calibri" w:cs="Times New Roman"/>
          <w:lang w:eastAsia="cs-CZ"/>
        </w:rPr>
        <w:t>Žst</w:t>
      </w:r>
      <w:proofErr w:type="spellEnd"/>
      <w:r w:rsidRPr="004E7BAD">
        <w:rPr>
          <w:rFonts w:eastAsia="Calibri" w:cs="Times New Roman"/>
          <w:lang w:eastAsia="cs-CZ"/>
        </w:rPr>
        <w:t>. Zábřeh na Moravě, místní kabelizace, se vyskytuje položka č. 39 „PLASTOVÁ ZEMNÍ KOMORA PRO ULOŽENÍ REZERVY“ v počtu 9 510,000 ks a položka č. 40</w:t>
      </w:r>
      <w:r w:rsidRPr="004E7BAD">
        <w:rPr>
          <w:rFonts w:eastAsia="Calibri" w:cs="Times New Roman"/>
          <w:lang w:eastAsia="cs-CZ"/>
        </w:rPr>
        <w:br/>
        <w:t>„PLASTOVÁ ZEMNÍ KOMORA PRO ULOŽENÍ REZERVY – MONTÁŽ“ v počtu 1 660,000 ks. Žádáme zadavatele o prověření počtu kusů dodávek a montáží zemních komor.</w:t>
      </w:r>
    </w:p>
    <w:p w14:paraId="1714919B" w14:textId="33E5A844" w:rsidR="00D34A9E" w:rsidRDefault="00D34A9E" w:rsidP="00D34A9E">
      <w:bookmarkStart w:id="1" w:name="_GoBack"/>
      <w:bookmarkEnd w:id="1"/>
    </w:p>
    <w:p w14:paraId="0B22A820" w14:textId="671E82BE" w:rsidR="00D34A9E" w:rsidRPr="00CB7B5A" w:rsidRDefault="00D34A9E" w:rsidP="00D34A9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786BAD" w:rsidRPr="00786BAD">
        <w:rPr>
          <w:rFonts w:eastAsia="Calibri" w:cs="Times New Roman"/>
          <w:lang w:eastAsia="cs-CZ"/>
        </w:rPr>
        <w:t>Opravený soupis prací PS 02-14-01, kde byla chybně uvedena jednotková cena ve sloupci pro počet kusů a naopak, je součástí přílohy. Počet plastových zemních komor a jejich montáže je 8 ks.</w:t>
      </w:r>
    </w:p>
    <w:p w14:paraId="7A471EDE" w14:textId="433C1805" w:rsidR="00D34A9E" w:rsidRDefault="00D34A9E" w:rsidP="00CB7B5A"/>
    <w:p w14:paraId="7097CA52" w14:textId="64AAE776" w:rsidR="00786BAD" w:rsidRPr="00CB7B5A" w:rsidRDefault="00786BAD" w:rsidP="00786BA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63891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15. 6. 2021</w:t>
      </w:r>
      <w:r w:rsidRPr="00CB7B5A">
        <w:rPr>
          <w:rFonts w:eastAsia="Times New Roman" w:cs="Times New Roman"/>
          <w:lang w:eastAsia="cs-CZ"/>
        </w:rPr>
        <w:t xml:space="preserve"> na </w:t>
      </w:r>
      <w:r w:rsidRPr="00D0447E">
        <w:rPr>
          <w:rFonts w:eastAsia="Times New Roman" w:cs="Times New Roman"/>
          <w:lang w:eastAsia="cs-CZ"/>
        </w:rPr>
        <w:t xml:space="preserve">den </w:t>
      </w:r>
      <w:r w:rsidR="00D0447E" w:rsidRPr="00D0447E">
        <w:rPr>
          <w:rFonts w:eastAsia="Times New Roman" w:cs="Times New Roman"/>
          <w:lang w:eastAsia="cs-CZ"/>
        </w:rPr>
        <w:t>18. 6. 2021</w:t>
      </w:r>
      <w:r w:rsidRPr="00D0447E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737246DD" w14:textId="6DDA327F" w:rsidR="00786BAD" w:rsidRDefault="00786BAD" w:rsidP="00CB7B5A"/>
    <w:p w14:paraId="0FD51C7D" w14:textId="77777777" w:rsidR="00786BAD" w:rsidRPr="00CB7B5A" w:rsidRDefault="00786BAD" w:rsidP="00786BA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63891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6D01B2F" w14:textId="34A00B0F" w:rsidR="00786BAD" w:rsidRDefault="00786BAD" w:rsidP="00CB7B5A"/>
    <w:p w14:paraId="7AD508DA" w14:textId="50E15E93" w:rsidR="00786BAD" w:rsidRDefault="00786BAD" w:rsidP="00CB7B5A"/>
    <w:p w14:paraId="7EF0AFC3" w14:textId="77777777" w:rsidR="00786BAD" w:rsidRDefault="00786BAD" w:rsidP="00786BAD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86BA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B1F3FA4" w14:textId="0BCE2867" w:rsidR="00786BAD" w:rsidRPr="00786BAD" w:rsidRDefault="00786BAD" w:rsidP="00786BA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86BAD">
        <w:rPr>
          <w:rFonts w:eastAsia="Calibri" w:cs="Times New Roman"/>
          <w:bCs/>
          <w:lang w:eastAsia="cs-CZ"/>
        </w:rPr>
        <w:t>PS021301</w:t>
      </w:r>
    </w:p>
    <w:p w14:paraId="3FFFA0CF" w14:textId="75C93392" w:rsidR="00786BAD" w:rsidRPr="00786BAD" w:rsidRDefault="00786BAD" w:rsidP="00786BAD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86BAD">
        <w:rPr>
          <w:rFonts w:eastAsia="Calibri" w:cs="Times New Roman"/>
          <w:bCs/>
          <w:lang w:eastAsia="cs-CZ"/>
        </w:rPr>
        <w:t>PS021302</w:t>
      </w:r>
    </w:p>
    <w:p w14:paraId="28D96600" w14:textId="020B2F1D" w:rsidR="00786BAD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86BAD">
        <w:rPr>
          <w:rFonts w:eastAsia="Calibri" w:cs="Times New Roman"/>
          <w:lang w:eastAsia="cs-CZ"/>
        </w:rPr>
        <w:t>D_01_02_01_PS011401_15</w:t>
      </w:r>
      <w:r>
        <w:rPr>
          <w:rFonts w:eastAsia="Calibri" w:cs="Times New Roman"/>
          <w:lang w:eastAsia="cs-CZ"/>
        </w:rPr>
        <w:t>.pdf</w:t>
      </w:r>
    </w:p>
    <w:p w14:paraId="021B14D3" w14:textId="7D393001" w:rsidR="00786BAD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86BAD">
        <w:rPr>
          <w:rFonts w:eastAsia="Calibri" w:cs="Times New Roman"/>
          <w:lang w:eastAsia="cs-CZ"/>
        </w:rPr>
        <w:t>D_01_02_01_PS011401_15</w:t>
      </w:r>
      <w:r>
        <w:rPr>
          <w:rFonts w:eastAsia="Calibri" w:cs="Times New Roman"/>
          <w:lang w:eastAsia="cs-CZ"/>
        </w:rPr>
        <w:t>.xlsx</w:t>
      </w:r>
    </w:p>
    <w:p w14:paraId="15F3A1F5" w14:textId="6C7F228A" w:rsidR="00786BAD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86BAD">
        <w:rPr>
          <w:rFonts w:eastAsia="Calibri" w:cs="Times New Roman"/>
          <w:lang w:eastAsia="cs-CZ"/>
        </w:rPr>
        <w:t>D_01_02_01_PS021401_10</w:t>
      </w:r>
      <w:r>
        <w:rPr>
          <w:rFonts w:eastAsia="Calibri" w:cs="Times New Roman"/>
          <w:lang w:eastAsia="cs-CZ"/>
        </w:rPr>
        <w:t>.pdf</w:t>
      </w:r>
    </w:p>
    <w:p w14:paraId="645CFFB7" w14:textId="448BABAD" w:rsidR="00786BAD" w:rsidRPr="00CB7B5A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86BAD">
        <w:rPr>
          <w:rFonts w:eastAsia="Calibri" w:cs="Times New Roman"/>
          <w:lang w:eastAsia="cs-CZ"/>
        </w:rPr>
        <w:t>D_01_02_01_PS021401_10</w:t>
      </w:r>
      <w:r>
        <w:rPr>
          <w:rFonts w:eastAsia="Calibri" w:cs="Times New Roman"/>
          <w:lang w:eastAsia="cs-CZ"/>
        </w:rPr>
        <w:t>.xlsx</w:t>
      </w:r>
    </w:p>
    <w:p w14:paraId="372AC55F" w14:textId="77777777" w:rsidR="00786BAD" w:rsidRPr="00CB7B5A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EE2B044" w14:textId="77777777" w:rsidR="00786BAD" w:rsidRPr="00CB7B5A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99109FA" w14:textId="77777777" w:rsidR="00786BAD" w:rsidRPr="00CB7B5A" w:rsidRDefault="00786BAD" w:rsidP="00786BA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389D9A" w14:textId="25DFF9C4" w:rsidR="00786BAD" w:rsidRDefault="00786BAD" w:rsidP="00786BA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C7D88CE" w14:textId="573A22AC" w:rsidR="00786BAD" w:rsidRDefault="00786BAD" w:rsidP="00786BA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C511299" w14:textId="147DBB3D" w:rsidR="00786BAD" w:rsidRDefault="00786BAD" w:rsidP="00786BA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684DE64" w14:textId="58514CF8" w:rsidR="00786BAD" w:rsidRDefault="00786BAD" w:rsidP="00786BA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202B3A4" w14:textId="77777777" w:rsidR="00786BAD" w:rsidRPr="00CB7B5A" w:rsidRDefault="00786BAD" w:rsidP="00786BA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302F85C" w14:textId="77777777" w:rsidR="00786BAD" w:rsidRPr="00CB7B5A" w:rsidRDefault="00786BAD" w:rsidP="00786BA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3FEABF9" w14:textId="77777777" w:rsidR="00786BAD" w:rsidRPr="00CB7B5A" w:rsidRDefault="00786BAD" w:rsidP="00786BA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C186566" w14:textId="77777777" w:rsidR="00786BAD" w:rsidRPr="00CB7B5A" w:rsidRDefault="00786BAD" w:rsidP="00786BA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EF6A9F0" w14:textId="77777777" w:rsidR="00786BAD" w:rsidRPr="00CB7B5A" w:rsidRDefault="00786BAD" w:rsidP="00786BAD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0F60CC9" w14:textId="77777777" w:rsidR="00786BAD" w:rsidRDefault="00786BAD" w:rsidP="00CB7B5A"/>
    <w:sectPr w:rsidR="00786BAD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2CC8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6FCA26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3AD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6C2A9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8196F4" w14:textId="497461E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36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36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9036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537A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17F22F1" w14:textId="77777777" w:rsidR="00F1715C" w:rsidRDefault="00F1715C" w:rsidP="00D831A3">
          <w:pPr>
            <w:pStyle w:val="Zpat"/>
          </w:pPr>
        </w:p>
      </w:tc>
    </w:tr>
  </w:tbl>
  <w:p w14:paraId="41AA3DF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C4CE170" wp14:editId="1C713E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4E9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7F885C" wp14:editId="1A9F0C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2C91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B3E2C5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6B76D2" w14:textId="61ED0E3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36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36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A2E0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184B74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781ED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A443A11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674777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D18E40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EF0D6C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86C824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5CE0262" w14:textId="77777777" w:rsidR="00490C88" w:rsidRDefault="00490C88" w:rsidP="00331004">
          <w:pPr>
            <w:pStyle w:val="Zpat"/>
          </w:pPr>
        </w:p>
      </w:tc>
    </w:tr>
  </w:tbl>
  <w:p w14:paraId="2B38BF8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72F495D" wp14:editId="4C1E55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7511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2C395E6" wp14:editId="645A76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99094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19874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3A004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881105C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7341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05EDD5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E520B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25D8D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FD66D5" w14:textId="77777777" w:rsidR="00F1715C" w:rsidRPr="00D6163D" w:rsidRDefault="00F1715C" w:rsidP="00D6163D">
          <w:pPr>
            <w:pStyle w:val="Druhdokumentu"/>
          </w:pPr>
        </w:p>
      </w:tc>
    </w:tr>
  </w:tbl>
  <w:p w14:paraId="625DEB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27F6B0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E2A98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2B9586C" wp14:editId="7B82214A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8E343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755D0C" w14:textId="77777777" w:rsidR="00F3199A" w:rsidRPr="00D6163D" w:rsidRDefault="00F3199A" w:rsidP="00FC6389">
          <w:pPr>
            <w:pStyle w:val="Druhdokumentu"/>
          </w:pPr>
        </w:p>
      </w:tc>
    </w:tr>
    <w:tr w:rsidR="00F3199A" w14:paraId="04CC7FA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D38D07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A440FF7" wp14:editId="302548C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A1590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E1B43F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44AB87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165D02A" wp14:editId="59EF94E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7E98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1934B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E367C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238A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6BAD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3891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0447E"/>
    <w:rsid w:val="00D21061"/>
    <w:rsid w:val="00D316A7"/>
    <w:rsid w:val="00D34A9E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A1B49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A9B6F38"/>
  <w14:defaultImageDpi w14:val="32767"/>
  <w15:docId w15:val="{BFA166E9-676B-48C5-9EED-BAF9E5E7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4A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4A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FC8EE1-D9E2-428C-845A-4C85B9AC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383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2021-06-03T11:39:00Z</cp:lastPrinted>
  <dcterms:created xsi:type="dcterms:W3CDTF">2021-06-03T10:39:00Z</dcterms:created>
  <dcterms:modified xsi:type="dcterms:W3CDTF">2021-06-03T11:40:00Z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