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C435D3">
        <w:rPr>
          <w:rFonts w:ascii="Verdana" w:hAnsi="Verdana"/>
          <w:b/>
          <w:sz w:val="18"/>
          <w:szCs w:val="18"/>
        </w:rPr>
        <w:t>„</w:t>
      </w:r>
      <w:r w:rsidR="00C435D3" w:rsidRPr="00C435D3">
        <w:rPr>
          <w:rFonts w:ascii="Verdana" w:hAnsi="Verdana"/>
          <w:b/>
          <w:sz w:val="18"/>
          <w:szCs w:val="18"/>
        </w:rPr>
        <w:t>Servis a opravy elektronických zabezpečovacích systémů 2021-2025</w:t>
      </w:r>
      <w:r w:rsidRPr="00C435D3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C435D3" w:rsidRPr="00C435D3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C435D3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C435D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C435D3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C435D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C435D3">
              <w:rPr>
                <w:rFonts w:ascii="Verdana" w:hAnsi="Verdana"/>
                <w:b/>
                <w:sz w:val="18"/>
                <w:szCs w:val="18"/>
              </w:rPr>
              <w:t>2019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435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435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435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435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C435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C435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435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C435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C435D3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5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5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35D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56BBBA"/>
  <w15:docId w15:val="{98AFC75C-A3FF-4456-96E9-E587E15E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D718B4-86A0-4701-907B-72ECA6DD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2018-03-26T11:24:00Z</cp:lastPrinted>
  <dcterms:created xsi:type="dcterms:W3CDTF">2018-12-07T16:23:00Z</dcterms:created>
  <dcterms:modified xsi:type="dcterms:W3CDTF">2021-05-20T10:14:00Z</dcterms:modified>
</cp:coreProperties>
</file>