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47D726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426A8">
        <w:rPr>
          <w:b/>
          <w:color w:val="FF5200" w:themeColor="accent2"/>
          <w:sz w:val="36"/>
          <w:szCs w:val="36"/>
        </w:rPr>
        <w:t>„</w:t>
      </w:r>
      <w:r w:rsidR="00D426A8" w:rsidRPr="00D426A8">
        <w:rPr>
          <w:b/>
          <w:color w:val="FF5200" w:themeColor="accent2"/>
          <w:sz w:val="36"/>
          <w:szCs w:val="36"/>
        </w:rPr>
        <w:t>Systém na správu nemovitostí – prodeje/pronájmy</w:t>
      </w:r>
      <w:r w:rsidR="0031280B" w:rsidRPr="00D426A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D426A8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0128D4" w:rsidRPr="00D42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D42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D426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31707/2021-SŽ-GŘ-O8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1ED82AE" w14:textId="77777777" w:rsidR="003A3F0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FBB11EB" w14:textId="77777777" w:rsidR="003A3F07" w:rsidRDefault="003A3F0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1285780" w:history="1">
            <w:r w:rsidRPr="007C741D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7C741D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_Toc71285780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B53DE" w14:textId="77777777" w:rsidR="003A3F07" w:rsidRDefault="003A3F0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1285781" w:history="1">
            <w:r w:rsidRPr="007C741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7C741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_Toc71285781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D29EB" w14:textId="77777777" w:rsidR="003A3F07" w:rsidRDefault="003A3F0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1285782" w:history="1">
            <w:r w:rsidRPr="007C741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7C741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_Toc71285782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DCDAD" w14:textId="77777777" w:rsidR="003A3F07" w:rsidRDefault="003A3F0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1285783" w:history="1">
            <w:r w:rsidRPr="007C741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7C741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_Toc71285783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128578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5F7CBD9" w:rsidR="00A93A74" w:rsidRDefault="00A93A74" w:rsidP="008B1A2C">
      <w:r>
        <w:t xml:space="preserve">Účastník prohlašuje, že veškeré údaje uvedené v tomto </w:t>
      </w:r>
      <w:r w:rsidRPr="009B5DCE">
        <w:t xml:space="preserve">krycím listu, který je přílohou č. </w:t>
      </w:r>
      <w:r w:rsidR="00B87D91" w:rsidRPr="009B5DCE">
        <w:t xml:space="preserve">1 </w:t>
      </w:r>
      <w:r w:rsidRPr="009B5DCE">
        <w:t>Výzvy k podání nabíd</w:t>
      </w:r>
      <w:r w:rsidR="004C76E9" w:rsidRPr="009B5DCE">
        <w:t>ky</w:t>
      </w:r>
      <w:r w:rsidRPr="009B5DCE">
        <w:t xml:space="preserve"> na veřejnou zakázku zadávanou</w:t>
      </w:r>
      <w:r w:rsidR="004C76E9" w:rsidRPr="009B5DCE">
        <w:t xml:space="preserve"> jako </w:t>
      </w:r>
      <w:r w:rsidR="000128D4" w:rsidRPr="009B5DCE">
        <w:rPr>
          <w:rFonts w:eastAsia="Times New Roman" w:cs="Times New Roman"/>
          <w:lang w:eastAsia="cs-CZ"/>
        </w:rPr>
        <w:t>podlimitní sektorovou veřejnou zakázku</w:t>
      </w:r>
      <w:r w:rsidRPr="009B5DCE">
        <w:t>, jsou pravdivé</w:t>
      </w:r>
      <w:r w:rsidR="009771C9" w:rsidRPr="009B5DCE">
        <w:t>, úplné a odpovídají skutečnosti</w:t>
      </w:r>
      <w:r w:rsidRPr="009B5DCE">
        <w:t>. Účastník</w:t>
      </w:r>
      <w:r>
        <w:t xml:space="preserve">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F3836C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9B5DCE">
        <w:t xml:space="preserve"> </w:t>
      </w:r>
      <w:r w:rsidR="009B5DCE" w:rsidRPr="009B5DCE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067D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067D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128578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128578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7128578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CDFD1BF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</w:t>
      </w:r>
      <w:r w:rsidR="00E85D44" w:rsidRPr="009E1D1E">
        <w:rPr>
          <w:rFonts w:eastAsia="Times New Roman" w:cs="Times New Roman"/>
          <w:lang w:eastAsia="cs-CZ"/>
        </w:rPr>
        <w:t xml:space="preserve">alespoň </w:t>
      </w:r>
      <w:r w:rsidR="009B5DCE" w:rsidRPr="009E1D1E">
        <w:rPr>
          <w:rFonts w:eastAsia="Times New Roman" w:cs="Times New Roman"/>
          <w:lang w:eastAsia="cs-CZ"/>
        </w:rPr>
        <w:t>1 významnou</w:t>
      </w:r>
      <w:r w:rsidR="00E85D44" w:rsidRPr="009E1D1E">
        <w:rPr>
          <w:rFonts w:eastAsia="Times New Roman" w:cs="Times New Roman"/>
          <w:lang w:eastAsia="cs-CZ"/>
        </w:rPr>
        <w:t xml:space="preserve"> </w:t>
      </w:r>
      <w:r w:rsidR="009E1D1E" w:rsidRPr="009E1D1E">
        <w:rPr>
          <w:rFonts w:eastAsia="Times New Roman" w:cs="Times New Roman"/>
          <w:lang w:eastAsia="cs-CZ"/>
        </w:rPr>
        <w:t>službu</w:t>
      </w:r>
      <w:r w:rsidR="009B5DCE" w:rsidRPr="009E1D1E">
        <w:rPr>
          <w:rFonts w:eastAsia="Times New Roman" w:cs="Times New Roman"/>
          <w:lang w:eastAsia="cs-CZ"/>
        </w:rPr>
        <w:t xml:space="preserve"> definovanou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9B5DCE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9B5DCE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 hodnotě </w:t>
      </w:r>
      <w:r w:rsidR="009E1D1E">
        <w:rPr>
          <w:rFonts w:eastAsia="Times New Roman" w:cs="Times New Roman"/>
          <w:lang w:eastAsia="cs-CZ"/>
        </w:rPr>
        <w:t>900.000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9B5DCE">
        <w:rPr>
          <w:rFonts w:eastAsia="Times New Roman" w:cs="Times New Roman"/>
          <w:lang w:eastAsia="cs-CZ"/>
        </w:rPr>
        <w:t xml:space="preserve"> za tuto službu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B6BF296" w:rsidR="00E85D44" w:rsidRDefault="009B5DCE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9B5DC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E34A95" w14:textId="77777777" w:rsidR="009B5DCE" w:rsidRDefault="009B5DC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4B1288C" w14:textId="77777777" w:rsidR="009B5DCE" w:rsidRDefault="009B5DC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6D446B" w14:textId="77777777" w:rsidR="009B5DCE" w:rsidRDefault="009B5DC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E6BA99" w14:textId="77777777" w:rsidR="009B5DCE" w:rsidRDefault="009B5DC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9177FF" w14:textId="77777777" w:rsidR="009B5DCE" w:rsidRDefault="009B5DC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B52123" w14:textId="77777777" w:rsidR="009B5DCE" w:rsidRDefault="009B5DC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5C54211" w14:textId="77777777" w:rsidR="009B5DCE" w:rsidRDefault="009B5DC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B842D83" w14:textId="77777777" w:rsidR="009B5DCE" w:rsidRDefault="009B5DCE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6"/>
      <w:footerReference w:type="first" r:id="rId17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1F283" w14:textId="77777777" w:rsidR="00E067DF" w:rsidRDefault="00E067DF" w:rsidP="00962258">
      <w:pPr>
        <w:spacing w:after="0" w:line="240" w:lineRule="auto"/>
      </w:pPr>
      <w:r>
        <w:separator/>
      </w:r>
    </w:p>
  </w:endnote>
  <w:endnote w:type="continuationSeparator" w:id="0">
    <w:p w14:paraId="63E4E5E0" w14:textId="77777777" w:rsidR="00E067DF" w:rsidRDefault="00E067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3F0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3F0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3F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3F0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777777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3F0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3F0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F9A71" w14:textId="77777777" w:rsidR="00E067DF" w:rsidRDefault="00E067DF" w:rsidP="00962258">
      <w:pPr>
        <w:spacing w:after="0" w:line="240" w:lineRule="auto"/>
      </w:pPr>
      <w:r>
        <w:separator/>
      </w:r>
    </w:p>
  </w:footnote>
  <w:footnote w:type="continuationSeparator" w:id="0">
    <w:p w14:paraId="33A27FD9" w14:textId="77777777" w:rsidR="00E067DF" w:rsidRDefault="00E067D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A3F07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5DCE"/>
    <w:rsid w:val="009C261E"/>
    <w:rsid w:val="009D3107"/>
    <w:rsid w:val="009E07F4"/>
    <w:rsid w:val="009E1D1E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426A8"/>
    <w:rsid w:val="00D6163D"/>
    <w:rsid w:val="00D73D46"/>
    <w:rsid w:val="00D831A3"/>
    <w:rsid w:val="00DC75F3"/>
    <w:rsid w:val="00DD46F3"/>
    <w:rsid w:val="00DE1BFA"/>
    <w:rsid w:val="00DE56F2"/>
    <w:rsid w:val="00DF116D"/>
    <w:rsid w:val="00E067DF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A2A6E4-6F37-4A05-8188-F1C29C70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5</Pages>
  <Words>631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2021-05-04T11:33:00Z</dcterms:created>
  <dcterms:modified xsi:type="dcterms:W3CDTF">2021-05-07T11:16:00Z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