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ABCDD8D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="001366D5">
        <w:rPr>
          <w:rFonts w:ascii="Verdana" w:hAnsi="Verdana"/>
          <w:sz w:val="18"/>
          <w:szCs w:val="18"/>
        </w:rPr>
        <w:t>zakázku s názvem</w:t>
      </w:r>
      <w:r w:rsidR="001366D5">
        <w:rPr>
          <w:rFonts w:ascii="Verdana" w:hAnsi="Verdana"/>
          <w:sz w:val="18"/>
          <w:szCs w:val="18"/>
        </w:rPr>
        <w:br/>
      </w:r>
      <w:r w:rsidR="00F911DF" w:rsidRPr="00E03932">
        <w:rPr>
          <w:rFonts w:ascii="Verdana" w:hAnsi="Verdana"/>
          <w:sz w:val="18"/>
          <w:szCs w:val="18"/>
        </w:rPr>
        <w:t>„</w:t>
      </w:r>
      <w:r w:rsidR="00B327EF" w:rsidRPr="00B327EF">
        <w:rPr>
          <w:rFonts w:ascii="Verdana" w:hAnsi="Verdana"/>
          <w:sz w:val="18"/>
          <w:szCs w:val="18"/>
        </w:rPr>
        <w:t>Nýtovací stroje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9FC72F1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556538">
        <w:rPr>
          <w:rFonts w:ascii="Verdana" w:hAnsi="Verdana"/>
          <w:sz w:val="18"/>
          <w:szCs w:val="18"/>
        </w:rPr>
      </w:r>
      <w:r w:rsidR="00556538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B327EF" w:rsidRPr="00B327EF">
        <w:rPr>
          <w:rFonts w:ascii="Verdana" w:hAnsi="Verdana"/>
          <w:sz w:val="18"/>
          <w:szCs w:val="18"/>
        </w:rPr>
        <w:t>Nýtovací stroje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7910AB62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556538">
        <w:rPr>
          <w:rFonts w:ascii="Verdana" w:hAnsi="Verdana"/>
          <w:sz w:val="18"/>
          <w:szCs w:val="18"/>
        </w:rPr>
      </w:r>
      <w:r w:rsidR="00556538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B327EF" w:rsidRPr="00B327EF">
        <w:rPr>
          <w:rFonts w:ascii="Verdana" w:hAnsi="Verdana"/>
          <w:sz w:val="18"/>
          <w:szCs w:val="18"/>
        </w:rPr>
        <w:t>Nýtovací stroje</w:t>
      </w:r>
      <w:bookmarkStart w:id="1" w:name="_GoBack"/>
      <w:bookmarkEnd w:id="1"/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909AB" w14:textId="77777777" w:rsidR="00D44631" w:rsidRDefault="00D44631">
      <w:r>
        <w:separator/>
      </w:r>
    </w:p>
  </w:endnote>
  <w:endnote w:type="continuationSeparator" w:id="0">
    <w:p w14:paraId="16BD03D7" w14:textId="77777777" w:rsidR="00D44631" w:rsidRDefault="00D44631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53B6B9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5653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5653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A950E6" w14:textId="77777777" w:rsidR="00D44631" w:rsidRDefault="00D44631">
      <w:r>
        <w:separator/>
      </w:r>
    </w:p>
  </w:footnote>
  <w:footnote w:type="continuationSeparator" w:id="0">
    <w:p w14:paraId="1ED744F7" w14:textId="77777777" w:rsidR="00D44631" w:rsidRDefault="00D44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6" w14:textId="5C5F5466" w:rsidR="0045048D" w:rsidRPr="00DC177F" w:rsidRDefault="00063D88" w:rsidP="00063D88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  <w:r w:rsidRPr="0019758C">
            <w:rPr>
              <w:rFonts w:ascii="Verdana" w:hAnsi="Verdana"/>
              <w:sz w:val="18"/>
            </w:rPr>
            <w:t xml:space="preserve">Příloha č. 4 Kupní smlouvy </w:t>
          </w: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1497C"/>
    <w:rsid w:val="00021C63"/>
    <w:rsid w:val="0002764D"/>
    <w:rsid w:val="00046DCD"/>
    <w:rsid w:val="00063D88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366D5"/>
    <w:rsid w:val="0014383F"/>
    <w:rsid w:val="001561B0"/>
    <w:rsid w:val="00184203"/>
    <w:rsid w:val="0019758C"/>
    <w:rsid w:val="001D0F6F"/>
    <w:rsid w:val="001D4541"/>
    <w:rsid w:val="001F76EA"/>
    <w:rsid w:val="0020225D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D5140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3440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56538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327E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44631"/>
    <w:rsid w:val="00D607ED"/>
    <w:rsid w:val="00D80E56"/>
    <w:rsid w:val="00D817C7"/>
    <w:rsid w:val="00D9176F"/>
    <w:rsid w:val="00D9470F"/>
    <w:rsid w:val="00DB6956"/>
    <w:rsid w:val="00DC6384"/>
    <w:rsid w:val="00DC7EB9"/>
    <w:rsid w:val="00DE3C5A"/>
    <w:rsid w:val="00E03932"/>
    <w:rsid w:val="00E12A77"/>
    <w:rsid w:val="00E55FE0"/>
    <w:rsid w:val="00E7211F"/>
    <w:rsid w:val="00E81FDE"/>
    <w:rsid w:val="00E876D3"/>
    <w:rsid w:val="00E92A17"/>
    <w:rsid w:val="00EA1764"/>
    <w:rsid w:val="00EA2ADF"/>
    <w:rsid w:val="00EB4DD5"/>
    <w:rsid w:val="00ED307F"/>
    <w:rsid w:val="00ED6E7A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1BB7C717-5FBC-4DEE-A5D1-EB6030E27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214A8"/>
    <w:rsid w:val="002868A0"/>
    <w:rsid w:val="004C1618"/>
    <w:rsid w:val="0079333D"/>
    <w:rsid w:val="00956FC2"/>
    <w:rsid w:val="00B50BB6"/>
    <w:rsid w:val="00C5739F"/>
    <w:rsid w:val="00DD3C94"/>
    <w:rsid w:val="00FC3CF8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846F8-AE8B-4033-B04C-F1D441730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Široký David, Bc., DiS.</cp:lastModifiedBy>
  <cp:revision>11</cp:revision>
  <cp:lastPrinted>2018-12-06T13:13:00Z</cp:lastPrinted>
  <dcterms:created xsi:type="dcterms:W3CDTF">2020-06-22T07:49:00Z</dcterms:created>
  <dcterms:modified xsi:type="dcterms:W3CDTF">2021-05-12T08:45:00Z</dcterms:modified>
</cp:coreProperties>
</file>